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D62" w:rsidRDefault="00140D62" w:rsidP="00F562C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40D62" w:rsidRDefault="00140D62" w:rsidP="00F562CE">
      <w:pPr>
        <w:jc w:val="right"/>
        <w:rPr>
          <w:sz w:val="28"/>
          <w:szCs w:val="28"/>
        </w:rPr>
      </w:pPr>
      <w:r>
        <w:rPr>
          <w:sz w:val="28"/>
          <w:szCs w:val="28"/>
        </w:rPr>
        <w:t>к приказу комитета</w:t>
      </w:r>
    </w:p>
    <w:p w:rsidR="00140D62" w:rsidRDefault="00140D62" w:rsidP="00F562CE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хозяйства</w:t>
      </w:r>
    </w:p>
    <w:p w:rsidR="00140D62" w:rsidRDefault="00140D62" w:rsidP="00E53C12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>25</w:t>
      </w:r>
      <w:r>
        <w:rPr>
          <w:sz w:val="28"/>
          <w:szCs w:val="28"/>
        </w:rPr>
        <w:t xml:space="preserve">» </w:t>
      </w:r>
      <w:r w:rsidRPr="0080183B">
        <w:rPr>
          <w:sz w:val="28"/>
          <w:szCs w:val="28"/>
          <w:u w:val="single"/>
        </w:rPr>
        <w:t>декабря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№ </w:t>
      </w:r>
      <w:r w:rsidRPr="001763E6">
        <w:rPr>
          <w:sz w:val="28"/>
          <w:szCs w:val="28"/>
          <w:u w:val="single"/>
        </w:rPr>
        <w:t>П-КГХ-172</w:t>
      </w:r>
      <w:r>
        <w:rPr>
          <w:sz w:val="28"/>
          <w:szCs w:val="28"/>
          <w:u w:val="single"/>
        </w:rPr>
        <w:t xml:space="preserve">       </w:t>
      </w:r>
    </w:p>
    <w:p w:rsidR="00140D62" w:rsidRDefault="00140D62" w:rsidP="00E53C12">
      <w:pPr>
        <w:jc w:val="right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ВЕДОМСТВЕННАЯ ЦЕЛЕВАЯ ПРОГРАММА</w:t>
      </w: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  <w:r>
        <w:rPr>
          <w:sz w:val="28"/>
          <w:szCs w:val="28"/>
        </w:rPr>
        <w:t>«БЛАГОУСТРОЙСТВО ДВОРОВЫХ ТЕРРИТОРИЙ                                                  «МОЙ ДВОР»</w:t>
      </w: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  <w:sectPr w:rsidR="00140D62" w:rsidSect="00B117BB">
          <w:headerReference w:type="even" r:id="rId7"/>
          <w:headerReference w:type="default" r:id="rId8"/>
          <w:pgSz w:w="11906" w:h="16838"/>
          <w:pgMar w:top="1134" w:right="850" w:bottom="539" w:left="1701" w:header="708" w:footer="708" w:gutter="0"/>
          <w:pgNumType w:start="1"/>
          <w:cols w:space="708"/>
          <w:titlePg/>
          <w:docGrid w:linePitch="360"/>
        </w:sectPr>
      </w:pPr>
    </w:p>
    <w:p w:rsidR="00140D62" w:rsidRDefault="00140D62" w:rsidP="00F562CE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40D62" w:rsidRDefault="00140D62" w:rsidP="00F562CE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ведомственной целевой программы</w:t>
      </w:r>
    </w:p>
    <w:p w:rsidR="00140D62" w:rsidRDefault="00140D62" w:rsidP="00F562CE">
      <w:pPr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5490"/>
      </w:tblGrid>
      <w:tr w:rsidR="00140D62" w:rsidRPr="00B117BB" w:rsidTr="00E50178">
        <w:trPr>
          <w:tblCellSpacing w:w="5" w:type="nil"/>
        </w:trPr>
        <w:tc>
          <w:tcPr>
            <w:tcW w:w="3402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7BB">
              <w:rPr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5490" w:type="dxa"/>
          </w:tcPr>
          <w:p w:rsidR="00140D62" w:rsidRPr="00B117BB" w:rsidRDefault="00140D62" w:rsidP="00AD5E9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87F8F">
              <w:rPr>
                <w:sz w:val="28"/>
                <w:szCs w:val="28"/>
              </w:rPr>
              <w:t>омитет городского хозяйства</w:t>
            </w:r>
            <w:r>
              <w:rPr>
                <w:sz w:val="28"/>
                <w:szCs w:val="28"/>
              </w:rPr>
              <w:t xml:space="preserve"> </w:t>
            </w:r>
            <w:r w:rsidRPr="00AD5E9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и</w:t>
            </w:r>
            <w:r w:rsidRPr="00AD5E9A">
              <w:rPr>
                <w:sz w:val="28"/>
                <w:szCs w:val="28"/>
              </w:rPr>
              <w:t xml:space="preserve"> городского округа «Город Калининград»</w:t>
            </w:r>
          </w:p>
        </w:tc>
      </w:tr>
      <w:tr w:rsidR="00140D62" w:rsidRPr="00B117BB" w:rsidTr="00E50178">
        <w:trPr>
          <w:tblCellSpacing w:w="5" w:type="nil"/>
        </w:trPr>
        <w:tc>
          <w:tcPr>
            <w:tcW w:w="3402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7BB">
              <w:rPr>
                <w:sz w:val="28"/>
                <w:szCs w:val="28"/>
              </w:rPr>
              <w:t xml:space="preserve">Наименование программы                       </w:t>
            </w:r>
          </w:p>
        </w:tc>
        <w:tc>
          <w:tcPr>
            <w:tcW w:w="5490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87F8F">
              <w:rPr>
                <w:sz w:val="28"/>
                <w:szCs w:val="28"/>
              </w:rPr>
              <w:t>«Благоустройство дворовых территорий  «Мой двор»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140D62" w:rsidRPr="00B117BB" w:rsidTr="00E50178">
        <w:trPr>
          <w:trHeight w:val="600"/>
          <w:tblCellSpacing w:w="5" w:type="nil"/>
        </w:trPr>
        <w:tc>
          <w:tcPr>
            <w:tcW w:w="3402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7BB">
              <w:rPr>
                <w:sz w:val="28"/>
                <w:szCs w:val="28"/>
              </w:rPr>
              <w:t>Должностное лицо, утвердившее программу</w:t>
            </w:r>
            <w:r>
              <w:rPr>
                <w:sz w:val="28"/>
                <w:szCs w:val="28"/>
              </w:rPr>
              <w:t xml:space="preserve"> </w:t>
            </w:r>
            <w:r w:rsidRPr="00B117BB">
              <w:rPr>
                <w:sz w:val="28"/>
                <w:szCs w:val="28"/>
              </w:rPr>
              <w:t>(дата утверждения) или наименование и номер</w:t>
            </w:r>
            <w:r>
              <w:rPr>
                <w:sz w:val="28"/>
                <w:szCs w:val="28"/>
              </w:rPr>
              <w:t xml:space="preserve"> </w:t>
            </w:r>
            <w:r w:rsidRPr="00B117BB">
              <w:rPr>
                <w:sz w:val="28"/>
                <w:szCs w:val="28"/>
              </w:rPr>
              <w:t xml:space="preserve">соответствующего нормативного акта             </w:t>
            </w:r>
          </w:p>
        </w:tc>
        <w:tc>
          <w:tcPr>
            <w:tcW w:w="5490" w:type="dxa"/>
          </w:tcPr>
          <w:p w:rsidR="00140D62" w:rsidRPr="00B117BB" w:rsidRDefault="00140D62" w:rsidP="009508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754D">
              <w:rPr>
                <w:sz w:val="28"/>
                <w:szCs w:val="28"/>
              </w:rPr>
              <w:t>Приказ комитета городского хозяйства от «</w:t>
            </w:r>
            <w:r>
              <w:rPr>
                <w:sz w:val="28"/>
                <w:szCs w:val="28"/>
                <w:u w:val="single"/>
              </w:rPr>
              <w:t>25</w:t>
            </w:r>
            <w:r w:rsidRPr="00FE754D">
              <w:rPr>
                <w:sz w:val="28"/>
                <w:szCs w:val="28"/>
              </w:rPr>
              <w:t xml:space="preserve">»  </w:t>
            </w:r>
            <w:r>
              <w:rPr>
                <w:sz w:val="28"/>
                <w:szCs w:val="28"/>
                <w:u w:val="single"/>
              </w:rPr>
              <w:t>декабря</w:t>
            </w:r>
            <w:r w:rsidRPr="00FE754D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E754D">
                <w:rPr>
                  <w:sz w:val="28"/>
                  <w:szCs w:val="28"/>
                </w:rPr>
                <w:t>2013</w:t>
              </w:r>
              <w:r>
                <w:rPr>
                  <w:sz w:val="28"/>
                  <w:szCs w:val="28"/>
                </w:rPr>
                <w:t xml:space="preserve"> г</w:t>
              </w:r>
            </w:smartTag>
            <w:r>
              <w:rPr>
                <w:sz w:val="28"/>
                <w:szCs w:val="28"/>
              </w:rPr>
              <w:t>.</w:t>
            </w:r>
            <w:r w:rsidRPr="00FE754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>П-КГХ-172</w:t>
            </w:r>
            <w:r w:rsidRPr="00FE754D">
              <w:rPr>
                <w:sz w:val="28"/>
                <w:szCs w:val="28"/>
              </w:rPr>
              <w:t>.</w:t>
            </w:r>
          </w:p>
        </w:tc>
      </w:tr>
      <w:tr w:rsidR="00140D62" w:rsidRPr="00B117BB" w:rsidTr="00E50178">
        <w:trPr>
          <w:tblCellSpacing w:w="5" w:type="nil"/>
        </w:trPr>
        <w:tc>
          <w:tcPr>
            <w:tcW w:w="3402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7BB">
              <w:rPr>
                <w:sz w:val="28"/>
                <w:szCs w:val="28"/>
              </w:rPr>
              <w:t xml:space="preserve">Цели и задачи                                </w:t>
            </w:r>
          </w:p>
        </w:tc>
        <w:tc>
          <w:tcPr>
            <w:tcW w:w="5490" w:type="dxa"/>
          </w:tcPr>
          <w:p w:rsidR="00140D62" w:rsidRPr="00FE754D" w:rsidRDefault="00140D62" w:rsidP="00FE75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754D">
              <w:rPr>
                <w:b/>
                <w:sz w:val="28"/>
                <w:szCs w:val="28"/>
              </w:rPr>
              <w:t xml:space="preserve">Цель </w:t>
            </w:r>
            <w:r>
              <w:rPr>
                <w:b/>
                <w:sz w:val="28"/>
                <w:szCs w:val="28"/>
              </w:rPr>
              <w:t>П</w:t>
            </w:r>
            <w:r w:rsidRPr="00FE754D">
              <w:rPr>
                <w:b/>
                <w:sz w:val="28"/>
                <w:szCs w:val="28"/>
              </w:rPr>
              <w:t>рограммы</w:t>
            </w:r>
            <w:r w:rsidRPr="00FE754D">
              <w:rPr>
                <w:sz w:val="28"/>
                <w:szCs w:val="28"/>
              </w:rPr>
              <w:t>: повышение комфортно</w:t>
            </w:r>
            <w:r>
              <w:rPr>
                <w:sz w:val="28"/>
                <w:szCs w:val="28"/>
              </w:rPr>
              <w:t>сти</w:t>
            </w:r>
            <w:r w:rsidRPr="00FE754D">
              <w:rPr>
                <w:sz w:val="28"/>
                <w:szCs w:val="28"/>
              </w:rPr>
              <w:t xml:space="preserve"> проживания населения городского округа «Город Калининград».</w:t>
            </w:r>
          </w:p>
          <w:p w:rsidR="00140D62" w:rsidRPr="00B117BB" w:rsidRDefault="00140D62" w:rsidP="00DF2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754D">
              <w:rPr>
                <w:b/>
                <w:sz w:val="28"/>
                <w:szCs w:val="28"/>
              </w:rPr>
              <w:t>Задача</w:t>
            </w:r>
            <w:r w:rsidRPr="00FE754D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</w:t>
            </w:r>
            <w:r w:rsidRPr="00DF20C0">
              <w:rPr>
                <w:sz w:val="28"/>
                <w:szCs w:val="28"/>
              </w:rPr>
              <w:t xml:space="preserve">риведение в нормативное состояние </w:t>
            </w:r>
            <w:r w:rsidRPr="00E50178">
              <w:rPr>
                <w:sz w:val="28"/>
                <w:szCs w:val="28"/>
              </w:rPr>
              <w:t>объектов благоустройства</w:t>
            </w:r>
            <w:r w:rsidRPr="00DF20C0">
              <w:rPr>
                <w:sz w:val="28"/>
                <w:szCs w:val="28"/>
              </w:rPr>
              <w:t xml:space="preserve"> придомовых территорий</w:t>
            </w:r>
            <w:r w:rsidRPr="00FE754D">
              <w:rPr>
                <w:sz w:val="28"/>
                <w:szCs w:val="28"/>
              </w:rPr>
              <w:t>, расположенных в границах сформированн</w:t>
            </w:r>
            <w:r>
              <w:rPr>
                <w:sz w:val="28"/>
                <w:szCs w:val="28"/>
              </w:rPr>
              <w:t>ых</w:t>
            </w:r>
            <w:r w:rsidRPr="00FE754D">
              <w:rPr>
                <w:sz w:val="28"/>
                <w:szCs w:val="28"/>
              </w:rPr>
              <w:t xml:space="preserve"> и поставленн</w:t>
            </w:r>
            <w:r>
              <w:rPr>
                <w:sz w:val="28"/>
                <w:szCs w:val="28"/>
              </w:rPr>
              <w:t>ых</w:t>
            </w:r>
            <w:r w:rsidRPr="00FE754D">
              <w:rPr>
                <w:sz w:val="28"/>
                <w:szCs w:val="28"/>
              </w:rPr>
              <w:t xml:space="preserve"> на кадастровый учет земельн</w:t>
            </w:r>
            <w:r>
              <w:rPr>
                <w:sz w:val="28"/>
                <w:szCs w:val="28"/>
              </w:rPr>
              <w:t>ых</w:t>
            </w:r>
            <w:r w:rsidRPr="00FE754D">
              <w:rPr>
                <w:sz w:val="28"/>
                <w:szCs w:val="28"/>
              </w:rPr>
              <w:t xml:space="preserve"> участк</w:t>
            </w:r>
            <w:r>
              <w:rPr>
                <w:sz w:val="28"/>
                <w:szCs w:val="28"/>
              </w:rPr>
              <w:t>ов</w:t>
            </w:r>
            <w:r w:rsidRPr="00FE754D">
              <w:rPr>
                <w:sz w:val="28"/>
                <w:szCs w:val="28"/>
              </w:rPr>
              <w:t xml:space="preserve"> и являющ</w:t>
            </w:r>
            <w:r>
              <w:rPr>
                <w:sz w:val="28"/>
                <w:szCs w:val="28"/>
              </w:rPr>
              <w:t>ихся</w:t>
            </w:r>
            <w:r w:rsidRPr="00FE754D">
              <w:rPr>
                <w:sz w:val="28"/>
                <w:szCs w:val="28"/>
              </w:rPr>
              <w:t xml:space="preserve"> общим имуществом</w:t>
            </w:r>
            <w:r>
              <w:rPr>
                <w:sz w:val="28"/>
                <w:szCs w:val="28"/>
              </w:rPr>
              <w:t xml:space="preserve"> </w:t>
            </w:r>
            <w:r w:rsidRPr="00CB7BBB">
              <w:rPr>
                <w:sz w:val="28"/>
                <w:szCs w:val="28"/>
              </w:rPr>
              <w:t>собственников помещений в многоквартирн</w:t>
            </w:r>
            <w:r>
              <w:rPr>
                <w:sz w:val="28"/>
                <w:szCs w:val="28"/>
              </w:rPr>
              <w:t xml:space="preserve">ых </w:t>
            </w:r>
            <w:r w:rsidRPr="00CB7BBB">
              <w:rPr>
                <w:sz w:val="28"/>
                <w:szCs w:val="28"/>
              </w:rPr>
              <w:t>дом</w:t>
            </w:r>
            <w:r>
              <w:rPr>
                <w:sz w:val="28"/>
                <w:szCs w:val="28"/>
              </w:rPr>
              <w:t>ах</w:t>
            </w:r>
            <w:r w:rsidRPr="00FE754D">
              <w:rPr>
                <w:sz w:val="28"/>
                <w:szCs w:val="28"/>
              </w:rPr>
              <w:t xml:space="preserve"> (далее - МКД)</w:t>
            </w:r>
            <w:r>
              <w:rPr>
                <w:sz w:val="28"/>
                <w:szCs w:val="28"/>
              </w:rPr>
              <w:t xml:space="preserve"> </w:t>
            </w:r>
            <w:r w:rsidRPr="004B5235">
              <w:rPr>
                <w:sz w:val="28"/>
                <w:szCs w:val="28"/>
              </w:rPr>
              <w:t>городского округа «Город Калининград»</w:t>
            </w:r>
            <w:r w:rsidRPr="00FE754D">
              <w:rPr>
                <w:sz w:val="28"/>
                <w:szCs w:val="28"/>
              </w:rPr>
              <w:t>.</w:t>
            </w:r>
          </w:p>
        </w:tc>
      </w:tr>
      <w:tr w:rsidR="00140D62" w:rsidRPr="00B117BB" w:rsidTr="00E50178">
        <w:trPr>
          <w:tblCellSpacing w:w="5" w:type="nil"/>
        </w:trPr>
        <w:tc>
          <w:tcPr>
            <w:tcW w:w="3402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7BB">
              <w:rPr>
                <w:sz w:val="28"/>
                <w:szCs w:val="28"/>
              </w:rPr>
              <w:t xml:space="preserve">Целевые показатели                           </w:t>
            </w:r>
          </w:p>
        </w:tc>
        <w:tc>
          <w:tcPr>
            <w:tcW w:w="5490" w:type="dxa"/>
          </w:tcPr>
          <w:p w:rsidR="00140D62" w:rsidRPr="00E50178" w:rsidRDefault="00140D62" w:rsidP="00E5017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178">
              <w:rPr>
                <w:sz w:val="28"/>
                <w:szCs w:val="28"/>
              </w:rPr>
              <w:t xml:space="preserve">Реализация </w:t>
            </w:r>
            <w:r>
              <w:rPr>
                <w:sz w:val="28"/>
                <w:szCs w:val="28"/>
              </w:rPr>
              <w:t>П</w:t>
            </w:r>
            <w:r w:rsidRPr="00E50178">
              <w:rPr>
                <w:sz w:val="28"/>
                <w:szCs w:val="28"/>
              </w:rPr>
              <w:t>рограммы позволит увеличить количество</w:t>
            </w:r>
            <w:r>
              <w:rPr>
                <w:sz w:val="28"/>
                <w:szCs w:val="28"/>
              </w:rPr>
              <w:t xml:space="preserve"> </w:t>
            </w:r>
            <w:r w:rsidRPr="00E50178">
              <w:rPr>
                <w:sz w:val="28"/>
                <w:szCs w:val="28"/>
              </w:rPr>
              <w:t>благоустроенных дворовых территорий</w:t>
            </w:r>
            <w:r>
              <w:rPr>
                <w:sz w:val="28"/>
                <w:szCs w:val="28"/>
              </w:rPr>
              <w:t xml:space="preserve"> в 2014 году </w:t>
            </w:r>
            <w:r w:rsidRPr="00E50178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17</w:t>
            </w:r>
            <w:r w:rsidRPr="00C37F9F">
              <w:rPr>
                <w:color w:val="FF0000"/>
                <w:sz w:val="28"/>
                <w:szCs w:val="28"/>
              </w:rPr>
              <w:t xml:space="preserve"> </w:t>
            </w:r>
            <w:r w:rsidRPr="00E50178">
              <w:rPr>
                <w:sz w:val="28"/>
                <w:szCs w:val="28"/>
              </w:rPr>
              <w:t xml:space="preserve">ед., </w:t>
            </w:r>
          </w:p>
          <w:p w:rsidR="00140D62" w:rsidRPr="00B117BB" w:rsidRDefault="00140D62" w:rsidP="00EA497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178">
              <w:rPr>
                <w:sz w:val="28"/>
                <w:szCs w:val="28"/>
              </w:rPr>
              <w:t>увелич</w:t>
            </w:r>
            <w:r>
              <w:rPr>
                <w:sz w:val="28"/>
                <w:szCs w:val="28"/>
              </w:rPr>
              <w:t>ение</w:t>
            </w:r>
            <w:r w:rsidRPr="00E50178">
              <w:rPr>
                <w:sz w:val="28"/>
                <w:szCs w:val="28"/>
              </w:rPr>
              <w:t xml:space="preserve"> площад</w:t>
            </w:r>
            <w:r>
              <w:rPr>
                <w:sz w:val="28"/>
                <w:szCs w:val="28"/>
              </w:rPr>
              <w:t>и</w:t>
            </w:r>
            <w:r w:rsidRPr="00E50178">
              <w:rPr>
                <w:sz w:val="28"/>
                <w:szCs w:val="28"/>
              </w:rPr>
              <w:t xml:space="preserve"> отремонтированных дворовых территорий </w:t>
            </w:r>
            <w:r>
              <w:rPr>
                <w:sz w:val="28"/>
                <w:szCs w:val="28"/>
              </w:rPr>
              <w:t>на 11 130</w:t>
            </w:r>
            <w:r w:rsidRPr="00E50178">
              <w:rPr>
                <w:sz w:val="28"/>
                <w:szCs w:val="28"/>
              </w:rPr>
              <w:t xml:space="preserve"> кв.м., </w:t>
            </w:r>
            <w:r>
              <w:rPr>
                <w:sz w:val="28"/>
                <w:szCs w:val="28"/>
              </w:rPr>
              <w:t>увеличение количества отремонтированных детских площадок на 2 ед.</w:t>
            </w:r>
          </w:p>
        </w:tc>
      </w:tr>
      <w:tr w:rsidR="00140D62" w:rsidRPr="00B117BB" w:rsidTr="00E50178">
        <w:trPr>
          <w:trHeight w:val="400"/>
          <w:tblCellSpacing w:w="5" w:type="nil"/>
        </w:trPr>
        <w:tc>
          <w:tcPr>
            <w:tcW w:w="3402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7BB">
              <w:rPr>
                <w:sz w:val="28"/>
                <w:szCs w:val="28"/>
              </w:rPr>
              <w:t xml:space="preserve">Характеристика программных мероприятий       </w:t>
            </w:r>
          </w:p>
        </w:tc>
        <w:tc>
          <w:tcPr>
            <w:tcW w:w="5490" w:type="dxa"/>
          </w:tcPr>
          <w:p w:rsidR="00140D62" w:rsidRPr="00B117BB" w:rsidRDefault="00140D62" w:rsidP="00F75A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0178">
              <w:rPr>
                <w:sz w:val="28"/>
                <w:szCs w:val="28"/>
              </w:rPr>
              <w:t xml:space="preserve">Капитальный ремонт </w:t>
            </w:r>
            <w:r w:rsidRPr="00F6037E">
              <w:rPr>
                <w:sz w:val="28"/>
                <w:szCs w:val="28"/>
              </w:rPr>
              <w:t>объектов благоустройства придомовых территорий, расположенных в границах сформированных и поставленных на кадастровый учет земельных участков</w:t>
            </w:r>
            <w:r>
              <w:rPr>
                <w:sz w:val="28"/>
                <w:szCs w:val="28"/>
              </w:rPr>
              <w:t>,</w:t>
            </w:r>
            <w:r w:rsidRPr="00F6037E">
              <w:rPr>
                <w:sz w:val="28"/>
                <w:szCs w:val="28"/>
              </w:rPr>
              <w:t xml:space="preserve"> являющихся общим имуществом собственников помещений в МКД</w:t>
            </w:r>
          </w:p>
        </w:tc>
      </w:tr>
      <w:tr w:rsidR="00140D62" w:rsidRPr="00B117BB" w:rsidTr="00E50178">
        <w:trPr>
          <w:tblCellSpacing w:w="5" w:type="nil"/>
        </w:trPr>
        <w:tc>
          <w:tcPr>
            <w:tcW w:w="3402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7BB">
              <w:rPr>
                <w:sz w:val="28"/>
                <w:szCs w:val="28"/>
              </w:rPr>
              <w:t xml:space="preserve">Сроки реализации                             </w:t>
            </w:r>
          </w:p>
        </w:tc>
        <w:tc>
          <w:tcPr>
            <w:tcW w:w="5490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07E96">
                <w:rPr>
                  <w:sz w:val="28"/>
                  <w:szCs w:val="28"/>
                </w:rPr>
                <w:t>2014</w:t>
              </w:r>
              <w:r>
                <w:rPr>
                  <w:sz w:val="28"/>
                  <w:szCs w:val="28"/>
                </w:rPr>
                <w:t xml:space="preserve"> </w:t>
              </w:r>
              <w:r w:rsidRPr="00907E96">
                <w:rPr>
                  <w:sz w:val="28"/>
                  <w:szCs w:val="28"/>
                </w:rPr>
                <w:t>г</w:t>
              </w:r>
            </w:smartTag>
            <w:r w:rsidRPr="00907E96">
              <w:rPr>
                <w:sz w:val="28"/>
                <w:szCs w:val="28"/>
              </w:rPr>
              <w:t>.</w:t>
            </w:r>
          </w:p>
        </w:tc>
      </w:tr>
      <w:tr w:rsidR="00140D62" w:rsidRPr="00252021" w:rsidTr="004A3316">
        <w:trPr>
          <w:tblCellSpacing w:w="5" w:type="nil"/>
        </w:trPr>
        <w:tc>
          <w:tcPr>
            <w:tcW w:w="3402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7BB">
              <w:rPr>
                <w:sz w:val="28"/>
                <w:szCs w:val="28"/>
              </w:rPr>
              <w:t xml:space="preserve">Объемы и источники финансирования            </w:t>
            </w:r>
          </w:p>
        </w:tc>
        <w:tc>
          <w:tcPr>
            <w:tcW w:w="5490" w:type="dxa"/>
          </w:tcPr>
          <w:p w:rsidR="00140D62" w:rsidRPr="00252021" w:rsidRDefault="00140D62" w:rsidP="00907E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021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sz w:val="28"/>
                <w:szCs w:val="28"/>
              </w:rPr>
              <w:t>34 774,33075</w:t>
            </w:r>
            <w:r w:rsidRPr="00252021">
              <w:rPr>
                <w:sz w:val="28"/>
                <w:szCs w:val="28"/>
              </w:rPr>
              <w:t xml:space="preserve"> тыс. руб. в том числе:</w:t>
            </w:r>
          </w:p>
          <w:p w:rsidR="00140D62" w:rsidRDefault="00140D62" w:rsidP="00B374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городского округа «Город Калининград» - 33 401,232</w:t>
            </w:r>
            <w:r w:rsidRPr="00252021">
              <w:rPr>
                <w:sz w:val="28"/>
                <w:szCs w:val="28"/>
              </w:rPr>
              <w:t xml:space="preserve"> тыс. руб. </w:t>
            </w:r>
          </w:p>
          <w:p w:rsidR="00140D62" w:rsidRDefault="00140D62" w:rsidP="00B374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софинансирования собственников помещений МКД – 1 373,09875 тыс. руб. </w:t>
            </w:r>
          </w:p>
          <w:p w:rsidR="00140D62" w:rsidRPr="00252021" w:rsidRDefault="00140D62" w:rsidP="00907E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021">
              <w:rPr>
                <w:sz w:val="28"/>
                <w:szCs w:val="28"/>
              </w:rPr>
              <w:t xml:space="preserve">Объем средств, выделяемых из бюджета городского округа «Город Калининград», подлежит уточнению при </w:t>
            </w:r>
            <w:r>
              <w:rPr>
                <w:sz w:val="28"/>
                <w:szCs w:val="28"/>
              </w:rPr>
              <w:t xml:space="preserve">корректировке </w:t>
            </w:r>
            <w:r w:rsidRPr="00252021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ного</w:t>
            </w:r>
            <w:r w:rsidRPr="00252021">
              <w:rPr>
                <w:sz w:val="28"/>
                <w:szCs w:val="28"/>
              </w:rPr>
              <w:t xml:space="preserve"> бюджета на </w:t>
            </w:r>
            <w:r>
              <w:rPr>
                <w:sz w:val="28"/>
                <w:szCs w:val="28"/>
              </w:rPr>
              <w:t>текущий</w:t>
            </w:r>
            <w:r w:rsidRPr="00252021">
              <w:rPr>
                <w:sz w:val="28"/>
                <w:szCs w:val="28"/>
              </w:rPr>
              <w:t xml:space="preserve"> год.  </w:t>
            </w:r>
          </w:p>
        </w:tc>
      </w:tr>
      <w:tr w:rsidR="00140D62" w:rsidRPr="00B117BB" w:rsidTr="00E50178">
        <w:trPr>
          <w:trHeight w:val="600"/>
          <w:tblCellSpacing w:w="5" w:type="nil"/>
        </w:trPr>
        <w:tc>
          <w:tcPr>
            <w:tcW w:w="3402" w:type="dxa"/>
          </w:tcPr>
          <w:p w:rsidR="00140D62" w:rsidRPr="00B117BB" w:rsidRDefault="00140D62" w:rsidP="00C350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7BB">
              <w:rPr>
                <w:sz w:val="28"/>
                <w:szCs w:val="28"/>
              </w:rPr>
              <w:t>Ожидаемые конечные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B117BB">
              <w:rPr>
                <w:sz w:val="28"/>
                <w:szCs w:val="28"/>
              </w:rPr>
              <w:t>программы и показатели социально-</w:t>
            </w:r>
            <w:r>
              <w:rPr>
                <w:sz w:val="28"/>
                <w:szCs w:val="28"/>
              </w:rPr>
              <w:t>э</w:t>
            </w:r>
            <w:r w:rsidRPr="00B117BB">
              <w:rPr>
                <w:sz w:val="28"/>
                <w:szCs w:val="28"/>
              </w:rPr>
              <w:t xml:space="preserve">кономической эффективности                                  </w:t>
            </w:r>
          </w:p>
        </w:tc>
        <w:tc>
          <w:tcPr>
            <w:tcW w:w="5490" w:type="dxa"/>
          </w:tcPr>
          <w:p w:rsidR="00140D62" w:rsidRPr="00B117BB" w:rsidRDefault="00140D62" w:rsidP="009D2C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D77DD">
              <w:rPr>
                <w:sz w:val="28"/>
                <w:szCs w:val="28"/>
              </w:rPr>
              <w:t>Реализация Программы позволит</w:t>
            </w:r>
            <w:r>
              <w:rPr>
                <w:sz w:val="28"/>
                <w:szCs w:val="28"/>
              </w:rPr>
              <w:t xml:space="preserve"> </w:t>
            </w:r>
            <w:r w:rsidRPr="004E06F3">
              <w:rPr>
                <w:sz w:val="28"/>
                <w:szCs w:val="28"/>
              </w:rPr>
              <w:t>повы</w:t>
            </w:r>
            <w:r>
              <w:rPr>
                <w:sz w:val="28"/>
                <w:szCs w:val="28"/>
              </w:rPr>
              <w:t>сить</w:t>
            </w:r>
            <w:r w:rsidRPr="004E06F3">
              <w:rPr>
                <w:sz w:val="28"/>
                <w:szCs w:val="28"/>
              </w:rPr>
              <w:t xml:space="preserve"> комфортност</w:t>
            </w:r>
            <w:r>
              <w:rPr>
                <w:sz w:val="28"/>
                <w:szCs w:val="28"/>
              </w:rPr>
              <w:t>ь</w:t>
            </w:r>
            <w:r w:rsidRPr="004E06F3">
              <w:rPr>
                <w:sz w:val="28"/>
                <w:szCs w:val="28"/>
              </w:rPr>
              <w:t xml:space="preserve"> проживания населения</w:t>
            </w:r>
            <w:r>
              <w:rPr>
                <w:sz w:val="28"/>
                <w:szCs w:val="28"/>
              </w:rPr>
              <w:t xml:space="preserve"> на 17 </w:t>
            </w:r>
            <w:r w:rsidRPr="005D77DD">
              <w:rPr>
                <w:sz w:val="28"/>
                <w:szCs w:val="28"/>
              </w:rPr>
              <w:t>дворовых территори</w:t>
            </w:r>
            <w:r>
              <w:rPr>
                <w:sz w:val="28"/>
                <w:szCs w:val="28"/>
              </w:rPr>
              <w:t>ях общей площадью</w:t>
            </w:r>
            <w:r w:rsidRPr="005D77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11130 </w:t>
            </w:r>
            <w:r w:rsidRPr="005D77DD">
              <w:rPr>
                <w:sz w:val="28"/>
                <w:szCs w:val="28"/>
              </w:rPr>
              <w:t>кв.м.</w:t>
            </w:r>
            <w:r>
              <w:rPr>
                <w:sz w:val="28"/>
                <w:szCs w:val="28"/>
              </w:rPr>
              <w:t xml:space="preserve"> и увеличить на 2 ед. количество отремонтированных детских площадок. </w:t>
            </w:r>
          </w:p>
        </w:tc>
      </w:tr>
    </w:tbl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F562CE">
      <w:pPr>
        <w:jc w:val="center"/>
        <w:rPr>
          <w:sz w:val="28"/>
          <w:szCs w:val="28"/>
        </w:rPr>
      </w:pPr>
    </w:p>
    <w:p w:rsidR="00140D62" w:rsidRDefault="00140D62" w:rsidP="0075084D">
      <w:pPr>
        <w:pStyle w:val="ConsPlusNormal"/>
        <w:widowControl/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75084D">
        <w:rPr>
          <w:rFonts w:ascii="Times New Roman" w:hAnsi="Times New Roman" w:cs="Times New Roman"/>
          <w:b/>
          <w:sz w:val="28"/>
          <w:szCs w:val="28"/>
        </w:rPr>
        <w:t>арактеристик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5084D">
        <w:rPr>
          <w:rFonts w:ascii="Times New Roman" w:hAnsi="Times New Roman" w:cs="Times New Roman"/>
          <w:b/>
          <w:sz w:val="28"/>
          <w:szCs w:val="28"/>
        </w:rPr>
        <w:t xml:space="preserve"> проблемы и </w:t>
      </w:r>
      <w:r>
        <w:rPr>
          <w:rFonts w:ascii="Times New Roman" w:hAnsi="Times New Roman" w:cs="Times New Roman"/>
          <w:b/>
          <w:sz w:val="28"/>
          <w:szCs w:val="28"/>
        </w:rPr>
        <w:t xml:space="preserve">обоснование </w:t>
      </w:r>
      <w:r w:rsidRPr="0075084D">
        <w:rPr>
          <w:rFonts w:ascii="Times New Roman" w:hAnsi="Times New Roman" w:cs="Times New Roman"/>
          <w:b/>
          <w:sz w:val="28"/>
          <w:szCs w:val="28"/>
        </w:rPr>
        <w:t>необходимост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75084D">
        <w:rPr>
          <w:rFonts w:ascii="Times New Roman" w:hAnsi="Times New Roman" w:cs="Times New Roman"/>
          <w:b/>
          <w:sz w:val="28"/>
          <w:szCs w:val="28"/>
        </w:rPr>
        <w:t xml:space="preserve"> решения на ведомственном уровне</w:t>
      </w:r>
    </w:p>
    <w:p w:rsidR="00140D62" w:rsidRDefault="00140D62" w:rsidP="00F562CE">
      <w:pPr>
        <w:pStyle w:val="ConsPlusNormal"/>
        <w:widowControl/>
        <w:tabs>
          <w:tab w:val="left" w:pos="72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F562CE">
      <w:pPr>
        <w:tabs>
          <w:tab w:val="left" w:pos="720"/>
        </w:tabs>
        <w:ind w:left="-113" w:firstLine="473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многоквартирных домов городского округа «Город Калининград» введено в эксплуатацию в 1960 - 1970 годах прошлого столетия и внутриквартальные, внутримикрорайонные дороги и проезды, расположенные в жилой застройке, не соответствует технологическим, эксплуатационным требованиям. До настоящего времени благоустройство на придомовых территориях жилой застройки городского округа «Город Калининград» осуществлялось по отдельным видам работ: ремонт проездов, установка контейнерных или детских площадок и т.д. без комплексной увязки элементов благоустройства и планировки территории двора. Желаемых результатов такой подход не приносил. Вместе с тем к</w:t>
      </w:r>
      <w:r w:rsidRPr="00905713">
        <w:rPr>
          <w:sz w:val="28"/>
          <w:szCs w:val="28"/>
        </w:rPr>
        <w:t>апитальный ремонт дворовых территорий в современном городе обеспечивают условия для безопасного движения автотранспорта и пешеходов.</w:t>
      </w:r>
      <w:r>
        <w:rPr>
          <w:sz w:val="28"/>
          <w:szCs w:val="28"/>
        </w:rPr>
        <w:t xml:space="preserve"> </w:t>
      </w:r>
    </w:p>
    <w:p w:rsidR="00140D62" w:rsidRDefault="00140D62" w:rsidP="00E70DF7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сложившегося комплекса проблем обусловило необходимость программного подхода к благоустройству дворовых территорий. При этом решение вышеуказанных задач входит в функции </w:t>
      </w:r>
      <w:r w:rsidRPr="00E11DE3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1DE3">
        <w:rPr>
          <w:rFonts w:ascii="Times New Roman" w:hAnsi="Times New Roman" w:cs="Times New Roman"/>
          <w:sz w:val="28"/>
          <w:szCs w:val="28"/>
        </w:rPr>
        <w:t xml:space="preserve"> 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E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11DE3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и, в соответствии с положениями действующих нормативных документов, должно осуществляться путем реализации соответствующей ведомственной целевой программы.  </w:t>
      </w: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F562CE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B86B73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3960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и основные задачи Программы</w:t>
      </w:r>
    </w:p>
    <w:p w:rsidR="00140D62" w:rsidRDefault="00140D62" w:rsidP="00F562CE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0D62" w:rsidRPr="005A28F8" w:rsidRDefault="00140D62" w:rsidP="00EC499D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5A28F8">
        <w:rPr>
          <w:rFonts w:ascii="Times New Roman" w:hAnsi="Times New Roman" w:cs="Times New Roman"/>
          <w:sz w:val="28"/>
          <w:szCs w:val="28"/>
        </w:rPr>
        <w:t>Цель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A28F8">
        <w:rPr>
          <w:rFonts w:ascii="Times New Roman" w:hAnsi="Times New Roman" w:cs="Times New Roman"/>
          <w:sz w:val="28"/>
          <w:szCs w:val="28"/>
        </w:rPr>
        <w:t>повышение комфортности</w:t>
      </w:r>
      <w:r w:rsidRPr="005A28F8" w:rsidDel="009357DB">
        <w:rPr>
          <w:rFonts w:ascii="Times New Roman" w:hAnsi="Times New Roman" w:cs="Times New Roman"/>
          <w:sz w:val="28"/>
          <w:szCs w:val="28"/>
        </w:rPr>
        <w:t xml:space="preserve"> </w:t>
      </w:r>
      <w:r w:rsidRPr="005A28F8">
        <w:rPr>
          <w:rFonts w:ascii="Times New Roman" w:hAnsi="Times New Roman" w:cs="Times New Roman"/>
          <w:sz w:val="28"/>
          <w:szCs w:val="28"/>
        </w:rPr>
        <w:t>проживания населения городского округа «Город Калининград».</w:t>
      </w:r>
    </w:p>
    <w:p w:rsidR="00140D62" w:rsidRDefault="00140D62" w:rsidP="00EC499D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в рамках Программы предполагается решение задачи </w:t>
      </w:r>
      <w:r w:rsidRPr="00EC499D">
        <w:rPr>
          <w:rFonts w:ascii="Times New Roman" w:hAnsi="Times New Roman" w:cs="Times New Roman"/>
          <w:sz w:val="28"/>
          <w:szCs w:val="28"/>
        </w:rPr>
        <w:t>приведени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C499D">
        <w:rPr>
          <w:rFonts w:ascii="Times New Roman" w:hAnsi="Times New Roman" w:cs="Times New Roman"/>
          <w:sz w:val="28"/>
          <w:szCs w:val="28"/>
        </w:rPr>
        <w:t xml:space="preserve"> в нормативное состояние объектов благоустройства придомовых территорий, расположенных в границах сформированных и поставленных на кадастровый учет земельных участков и являющихся общим имуществом собственников помещений в многоквартирных домах городского округа «Город Калининград».</w:t>
      </w:r>
    </w:p>
    <w:p w:rsidR="00140D62" w:rsidRDefault="00140D62" w:rsidP="00F562C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40D62" w:rsidRDefault="00140D62" w:rsidP="00F562C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  <w:sectPr w:rsidR="00140D62" w:rsidSect="00B117BB">
          <w:headerReference w:type="first" r:id="rId9"/>
          <w:pgSz w:w="11906" w:h="16838"/>
          <w:pgMar w:top="1134" w:right="850" w:bottom="539" w:left="1701" w:header="708" w:footer="708" w:gutter="0"/>
          <w:pgNumType w:start="1"/>
          <w:cols w:space="708"/>
          <w:titlePg/>
          <w:docGrid w:linePitch="360"/>
        </w:sectPr>
      </w:pPr>
    </w:p>
    <w:p w:rsidR="00140D62" w:rsidRPr="009974AC" w:rsidRDefault="00140D62" w:rsidP="009974AC">
      <w:pPr>
        <w:pStyle w:val="ConsPlusNormal"/>
        <w:widowControl/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4AC">
        <w:rPr>
          <w:rFonts w:ascii="Times New Roman" w:hAnsi="Times New Roman" w:cs="Times New Roman"/>
          <w:b/>
          <w:sz w:val="28"/>
          <w:szCs w:val="28"/>
        </w:rPr>
        <w:t>Система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140D62" w:rsidRDefault="00140D62" w:rsidP="00F562C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40D62" w:rsidRPr="001E65E8" w:rsidRDefault="00140D62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0"/>
        <w:gridCol w:w="3895"/>
        <w:gridCol w:w="3161"/>
        <w:gridCol w:w="1443"/>
        <w:gridCol w:w="1443"/>
        <w:gridCol w:w="1266"/>
        <w:gridCol w:w="2772"/>
      </w:tblGrid>
      <w:tr w:rsidR="00140D62" w:rsidRPr="00B63DCC" w:rsidTr="00DE0030">
        <w:trPr>
          <w:cantSplit/>
          <w:jc w:val="center"/>
        </w:trPr>
        <w:tc>
          <w:tcPr>
            <w:tcW w:w="730" w:type="dxa"/>
            <w:vAlign w:val="center"/>
          </w:tcPr>
          <w:p w:rsidR="00140D62" w:rsidRPr="00B63DCC" w:rsidRDefault="00140D62" w:rsidP="008B28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63DCC">
              <w:rPr>
                <w:rFonts w:ascii="Times New Roman" w:hAnsi="Times New Roman" w:cs="Times New Roman"/>
                <w:sz w:val="24"/>
                <w:szCs w:val="24"/>
              </w:rPr>
              <w:br/>
              <w:t>п.п.</w:t>
            </w:r>
          </w:p>
        </w:tc>
        <w:tc>
          <w:tcPr>
            <w:tcW w:w="3895" w:type="dxa"/>
            <w:vAlign w:val="center"/>
          </w:tcPr>
          <w:p w:rsidR="00140D62" w:rsidRPr="00B63DCC" w:rsidRDefault="00140D62" w:rsidP="008B28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40D62" w:rsidRPr="00B63DCC" w:rsidRDefault="00140D62" w:rsidP="008B28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задачи, показателя,</w:t>
            </w:r>
          </w:p>
          <w:p w:rsidR="00140D62" w:rsidRPr="00B63DCC" w:rsidRDefault="00140D62" w:rsidP="008B28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161" w:type="dxa"/>
            <w:vAlign w:val="center"/>
          </w:tcPr>
          <w:p w:rsidR="00140D62" w:rsidRPr="00B63DCC" w:rsidRDefault="00140D62" w:rsidP="008B28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B63DC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 </w:t>
            </w:r>
            <w:r w:rsidRPr="00B63DCC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43" w:type="dxa"/>
            <w:vAlign w:val="center"/>
          </w:tcPr>
          <w:p w:rsidR="00140D62" w:rsidRPr="00B63DCC" w:rsidRDefault="00140D62" w:rsidP="008B28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 xml:space="preserve">Ед.  </w:t>
            </w:r>
            <w:r w:rsidRPr="00B63DCC">
              <w:rPr>
                <w:rFonts w:ascii="Times New Roman" w:hAnsi="Times New Roman" w:cs="Times New Roman"/>
                <w:sz w:val="24"/>
                <w:szCs w:val="24"/>
              </w:rPr>
              <w:br/>
              <w:t>измере-</w:t>
            </w:r>
            <w:r w:rsidRPr="00B63DCC">
              <w:rPr>
                <w:rFonts w:ascii="Times New Roman" w:hAnsi="Times New Roman" w:cs="Times New Roman"/>
                <w:sz w:val="24"/>
                <w:szCs w:val="24"/>
              </w:rPr>
              <w:br/>
              <w:t>ния</w:t>
            </w:r>
          </w:p>
        </w:tc>
        <w:tc>
          <w:tcPr>
            <w:tcW w:w="1443" w:type="dxa"/>
            <w:vAlign w:val="center"/>
          </w:tcPr>
          <w:p w:rsidR="00140D62" w:rsidRPr="00B63DCC" w:rsidRDefault="00140D62" w:rsidP="008B28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Базовое</w:t>
            </w:r>
            <w:r w:rsidRPr="00B63DCC"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</w:tc>
        <w:tc>
          <w:tcPr>
            <w:tcW w:w="1266" w:type="dxa"/>
            <w:vAlign w:val="center"/>
          </w:tcPr>
          <w:p w:rsidR="00140D62" w:rsidRPr="00B63DCC" w:rsidRDefault="00140D62" w:rsidP="008B28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  <w:p w:rsidR="00140D62" w:rsidRPr="00B63DCC" w:rsidRDefault="00140D62" w:rsidP="008B28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72" w:type="dxa"/>
            <w:vAlign w:val="center"/>
          </w:tcPr>
          <w:p w:rsidR="00140D62" w:rsidRPr="00C75B39" w:rsidRDefault="00140D62" w:rsidP="008B2863"/>
          <w:p w:rsidR="00140D62" w:rsidRPr="00C75B39" w:rsidRDefault="00140D62" w:rsidP="008B2863">
            <w:pPr>
              <w:jc w:val="center"/>
            </w:pPr>
            <w:r w:rsidRPr="00C75B39">
              <w:t>Целевое значение (нарастающим итогом)</w:t>
            </w:r>
          </w:p>
          <w:p w:rsidR="00140D62" w:rsidRPr="00C75B39" w:rsidRDefault="00140D62" w:rsidP="008B28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D62" w:rsidRPr="00DE0030" w:rsidRDefault="00140D62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0"/>
        <w:gridCol w:w="3895"/>
        <w:gridCol w:w="3161"/>
        <w:gridCol w:w="1443"/>
        <w:gridCol w:w="1443"/>
        <w:gridCol w:w="1266"/>
        <w:gridCol w:w="2772"/>
      </w:tblGrid>
      <w:tr w:rsidR="00140D62" w:rsidRPr="00B63DCC" w:rsidTr="00DE0030">
        <w:trPr>
          <w:cantSplit/>
          <w:tblHeader/>
          <w:jc w:val="center"/>
        </w:trPr>
        <w:tc>
          <w:tcPr>
            <w:tcW w:w="730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5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1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2" w:type="dxa"/>
            <w:vAlign w:val="center"/>
          </w:tcPr>
          <w:p w:rsidR="00140D62" w:rsidRPr="00B63DCC" w:rsidRDefault="00140D62" w:rsidP="006604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0D62" w:rsidRPr="00B63DCC" w:rsidTr="00DE0030">
        <w:trPr>
          <w:gridAfter w:val="6"/>
          <w:wAfter w:w="13980" w:type="dxa"/>
          <w:cantSplit/>
          <w:jc w:val="center"/>
        </w:trPr>
        <w:tc>
          <w:tcPr>
            <w:tcW w:w="730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140D62" w:rsidRPr="00B63DCC" w:rsidTr="00721994">
        <w:trPr>
          <w:cantSplit/>
          <w:jc w:val="center"/>
        </w:trPr>
        <w:tc>
          <w:tcPr>
            <w:tcW w:w="730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56" w:type="dxa"/>
            <w:gridSpan w:val="2"/>
            <w:vAlign w:val="center"/>
          </w:tcPr>
          <w:p w:rsidR="00140D62" w:rsidRPr="00B63DCC" w:rsidRDefault="00140D62" w:rsidP="00FC6CD1">
            <w:pPr>
              <w:pStyle w:val="ConsPlusNonformat"/>
              <w:widowControl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благоустроенных дворовых территорий</w:t>
            </w: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6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2" w:type="dxa"/>
            <w:vAlign w:val="center"/>
          </w:tcPr>
          <w:p w:rsidR="00140D62" w:rsidRPr="00B63DCC" w:rsidRDefault="00140D62" w:rsidP="00A356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895" w:type="dxa"/>
            <w:vAlign w:val="center"/>
          </w:tcPr>
          <w:p w:rsidR="00140D62" w:rsidRPr="00383E4C" w:rsidRDefault="00140D62" w:rsidP="00AA6B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83E4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благоустройства придомовых территорий</w:t>
            </w:r>
          </w:p>
        </w:tc>
        <w:tc>
          <w:tcPr>
            <w:tcW w:w="3161" w:type="dxa"/>
            <w:vAlign w:val="center"/>
          </w:tcPr>
          <w:p w:rsidR="00140D62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капитально отремонтированных </w:t>
            </w:r>
            <w:r w:rsidRPr="00AA6BFF">
              <w:rPr>
                <w:rFonts w:ascii="Times New Roman" w:hAnsi="Times New Roman" w:cs="Times New Roman"/>
                <w:sz w:val="24"/>
                <w:szCs w:val="24"/>
              </w:rPr>
              <w:t>придомовых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66" w:type="dxa"/>
            <w:vAlign w:val="center"/>
          </w:tcPr>
          <w:p w:rsidR="00140D62" w:rsidRPr="007315E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5E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15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72" w:type="dxa"/>
            <w:vAlign w:val="center"/>
          </w:tcPr>
          <w:p w:rsidR="00140D62" w:rsidRPr="00B63DCC" w:rsidRDefault="00140D62" w:rsidP="00A356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пер. Южный, 1-7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603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Краснооктябрьская, 6-12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366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 xml:space="preserve">ул. Б. Песочная, 1-5 – </w:t>
            </w:r>
          </w:p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М. Песочная, 1-3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1552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Энгельса, 4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165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пр. Мира, 49/51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1440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Октябрьская, 61-63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608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Лесопарковая, 24а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437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Товарная, 21-23а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1762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Товарная, 17-19а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1064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пр. Победы, 144 а-г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Кирова, 30-40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680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Кирова, 65-71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560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Эпроновская, 25-29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FF7423">
              <w:t>225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 w:rsidRPr="00B63DCC">
              <w:rPr>
                <w:color w:val="000000"/>
              </w:rPr>
              <w:t>ул. М. Расковой, 7-9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 w:rsidRPr="00B63DCC">
              <w:rPr>
                <w:color w:val="000000"/>
              </w:rPr>
              <w:t>780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C75B39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5" w:type="dxa"/>
          </w:tcPr>
          <w:p w:rsidR="00140D62" w:rsidRPr="00B63DCC" w:rsidRDefault="00140D62" w:rsidP="00EB4F9D">
            <w:pPr>
              <w:rPr>
                <w:color w:val="000000"/>
              </w:rPr>
            </w:pPr>
            <w:r>
              <w:t>ул. Артиллерийская, 37, 41, 43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 w:rsidRPr="00B63DCC">
              <w:t>кв.м.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40D62" w:rsidRPr="00B63DCC" w:rsidRDefault="00140D62" w:rsidP="00EB4F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C75B39">
              <w:rPr>
                <w:color w:val="000000"/>
                <w:vertAlign w:val="superscript"/>
              </w:rPr>
              <w:t>*)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5" w:type="dxa"/>
          </w:tcPr>
          <w:p w:rsidR="00140D62" w:rsidRDefault="00140D62">
            <w:pPr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 w:rsidRPr="00B63DCC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Советский, 202 </w:t>
            </w:r>
          </w:p>
          <w:p w:rsidR="00140D62" w:rsidRPr="00B63DCC" w:rsidRDefault="00140D62">
            <w:pPr>
              <w:rPr>
                <w:color w:val="000000"/>
              </w:rPr>
            </w:pPr>
            <w:r>
              <w:rPr>
                <w:color w:val="000000"/>
              </w:rPr>
              <w:t>(детская площадка)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>
              <w:t>шт.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bottom"/>
          </w:tcPr>
          <w:p w:rsidR="00140D62" w:rsidRPr="00B63DCC" w:rsidRDefault="00140D62">
            <w:pPr>
              <w:jc w:val="center"/>
            </w:pPr>
            <w:r>
              <w:t>1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  <w:tr w:rsidR="00140D62" w:rsidRPr="00B63DCC" w:rsidTr="00DE0030">
        <w:trPr>
          <w:cantSplit/>
          <w:jc w:val="center"/>
        </w:trPr>
        <w:tc>
          <w:tcPr>
            <w:tcW w:w="730" w:type="dxa"/>
          </w:tcPr>
          <w:p w:rsidR="00140D62" w:rsidRPr="00B63DCC" w:rsidRDefault="00140D62" w:rsidP="007A15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5" w:type="dxa"/>
          </w:tcPr>
          <w:p w:rsidR="00140D62" w:rsidRDefault="00140D62">
            <w:pPr>
              <w:rPr>
                <w:color w:val="000000"/>
              </w:rPr>
            </w:pPr>
            <w:r w:rsidRPr="00B63DCC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Ген. Буткова, 4а-8а </w:t>
            </w:r>
          </w:p>
          <w:p w:rsidR="00140D62" w:rsidRPr="00B63DCC" w:rsidRDefault="00140D62">
            <w:pPr>
              <w:rPr>
                <w:color w:val="000000"/>
              </w:rPr>
            </w:pPr>
            <w:r>
              <w:rPr>
                <w:color w:val="000000"/>
              </w:rPr>
              <w:t>(детская площадка)</w:t>
            </w:r>
          </w:p>
        </w:tc>
        <w:tc>
          <w:tcPr>
            <w:tcW w:w="3161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140D62" w:rsidRPr="00B63DCC" w:rsidRDefault="00140D62">
            <w:pPr>
              <w:jc w:val="center"/>
            </w:pPr>
            <w:r>
              <w:t>шт</w:t>
            </w:r>
            <w:r w:rsidRPr="00B63DCC">
              <w:t>.</w:t>
            </w:r>
          </w:p>
        </w:tc>
        <w:tc>
          <w:tcPr>
            <w:tcW w:w="1443" w:type="dxa"/>
          </w:tcPr>
          <w:p w:rsidR="00140D62" w:rsidRPr="00B63DCC" w:rsidRDefault="00140D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bottom"/>
          </w:tcPr>
          <w:p w:rsidR="00140D62" w:rsidRPr="00B63DCC" w:rsidRDefault="00140D62" w:rsidP="00EC3112">
            <w:pPr>
              <w:jc w:val="center"/>
            </w:pPr>
            <w:r>
              <w:t>1</w:t>
            </w:r>
          </w:p>
        </w:tc>
        <w:tc>
          <w:tcPr>
            <w:tcW w:w="2772" w:type="dxa"/>
            <w:vAlign w:val="bottom"/>
          </w:tcPr>
          <w:p w:rsidR="00140D62" w:rsidRPr="00B63DCC" w:rsidRDefault="00140D62" w:rsidP="00863029">
            <w:pPr>
              <w:jc w:val="center"/>
            </w:pPr>
          </w:p>
        </w:tc>
      </w:tr>
    </w:tbl>
    <w:p w:rsidR="00140D62" w:rsidRDefault="00140D62" w:rsidP="009156D3">
      <w:pPr>
        <w:ind w:firstLine="708"/>
        <w:jc w:val="both"/>
        <w:rPr>
          <w:bCs/>
          <w:sz w:val="28"/>
          <w:szCs w:val="28"/>
        </w:rPr>
      </w:pPr>
      <w:bookmarkStart w:id="0" w:name="RANGE!A1:E127"/>
      <w:bookmarkEnd w:id="0"/>
      <w:r w:rsidRPr="00685EE6">
        <w:rPr>
          <w:bCs/>
          <w:sz w:val="28"/>
          <w:szCs w:val="28"/>
          <w:vertAlign w:val="superscript"/>
        </w:rPr>
        <w:t>*)</w:t>
      </w:r>
      <w:r>
        <w:rPr>
          <w:bCs/>
          <w:sz w:val="28"/>
          <w:szCs w:val="28"/>
        </w:rPr>
        <w:t xml:space="preserve"> объемы выполнения работ капитального ремонта дорожного покрытия дворовых территорий домов № 37, 41, 43 по ул. Артиллерийской будут определены по результатам подготовки проектной документации.</w:t>
      </w:r>
    </w:p>
    <w:p w:rsidR="00140D62" w:rsidRDefault="00140D62" w:rsidP="009156D3">
      <w:pPr>
        <w:ind w:firstLine="708"/>
        <w:jc w:val="both"/>
        <w:rPr>
          <w:bCs/>
          <w:sz w:val="28"/>
          <w:szCs w:val="28"/>
        </w:rPr>
      </w:pPr>
    </w:p>
    <w:p w:rsidR="00140D62" w:rsidRPr="009156D3" w:rsidRDefault="00140D62" w:rsidP="009156D3">
      <w:pPr>
        <w:ind w:firstLine="708"/>
        <w:jc w:val="both"/>
        <w:rPr>
          <w:bCs/>
          <w:sz w:val="28"/>
          <w:szCs w:val="28"/>
        </w:rPr>
      </w:pPr>
      <w:r w:rsidRPr="009156D3">
        <w:rPr>
          <w:bCs/>
          <w:sz w:val="28"/>
          <w:szCs w:val="28"/>
        </w:rPr>
        <w:t>Преде</w:t>
      </w:r>
      <w:r>
        <w:rPr>
          <w:bCs/>
          <w:sz w:val="28"/>
          <w:szCs w:val="28"/>
        </w:rPr>
        <w:t>л</w:t>
      </w:r>
      <w:r w:rsidRPr="009156D3">
        <w:rPr>
          <w:bCs/>
          <w:sz w:val="28"/>
          <w:szCs w:val="28"/>
        </w:rPr>
        <w:t>ьный срок</w:t>
      </w:r>
      <w:r>
        <w:rPr>
          <w:bCs/>
          <w:sz w:val="28"/>
          <w:szCs w:val="28"/>
        </w:rPr>
        <w:t xml:space="preserve"> проведения конкурсных процедур по мероприятиям программы с целью гарантированного завершения ремонтных работ в благоприятный период погодных условий определить 01 июля 2014 года.</w:t>
      </w:r>
    </w:p>
    <w:p w:rsidR="00140D62" w:rsidRDefault="00140D62" w:rsidP="00F562CE">
      <w:pPr>
        <w:jc w:val="center"/>
        <w:rPr>
          <w:b/>
          <w:bCs/>
          <w:sz w:val="28"/>
          <w:szCs w:val="28"/>
        </w:rPr>
        <w:sectPr w:rsidR="00140D62" w:rsidSect="009F0E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40D62" w:rsidRPr="00A25C95" w:rsidRDefault="00140D62" w:rsidP="00A25C95">
      <w:pPr>
        <w:pStyle w:val="ConsPlusNormal"/>
        <w:widowControl/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25C95">
        <w:rPr>
          <w:rFonts w:ascii="Times New Roman" w:hAnsi="Times New Roman" w:cs="Times New Roman"/>
          <w:b/>
          <w:sz w:val="28"/>
          <w:szCs w:val="28"/>
        </w:rPr>
        <w:t>писание целевых показателей с количественными значениями решения конкретной тактической задачи по годам</w:t>
      </w:r>
    </w:p>
    <w:p w:rsidR="00140D62" w:rsidRPr="00D05615" w:rsidRDefault="00140D62" w:rsidP="00A25C95">
      <w:pPr>
        <w:jc w:val="both"/>
        <w:rPr>
          <w:bCs/>
          <w:sz w:val="28"/>
          <w:szCs w:val="28"/>
        </w:rPr>
      </w:pPr>
    </w:p>
    <w:p w:rsidR="00140D62" w:rsidRPr="00E33A61" w:rsidRDefault="00140D62" w:rsidP="00E33A61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E33A61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будут </w:t>
      </w:r>
      <w:r>
        <w:rPr>
          <w:rFonts w:ascii="Times New Roman" w:hAnsi="Times New Roman" w:cs="Times New Roman"/>
          <w:sz w:val="28"/>
          <w:szCs w:val="28"/>
        </w:rPr>
        <w:t>достигнуты</w:t>
      </w:r>
      <w:r w:rsidRPr="00E33A61">
        <w:rPr>
          <w:rFonts w:ascii="Times New Roman" w:hAnsi="Times New Roman" w:cs="Times New Roman"/>
          <w:sz w:val="28"/>
          <w:szCs w:val="28"/>
        </w:rPr>
        <w:t xml:space="preserve"> следующие</w:t>
      </w:r>
      <w:r>
        <w:rPr>
          <w:rFonts w:ascii="Times New Roman" w:hAnsi="Times New Roman" w:cs="Times New Roman"/>
          <w:sz w:val="28"/>
          <w:szCs w:val="28"/>
        </w:rPr>
        <w:t xml:space="preserve"> значения целевых показателей</w:t>
      </w:r>
      <w:r w:rsidRPr="00E33A61">
        <w:rPr>
          <w:rFonts w:ascii="Times New Roman" w:hAnsi="Times New Roman" w:cs="Times New Roman"/>
          <w:sz w:val="28"/>
          <w:szCs w:val="28"/>
        </w:rPr>
        <w:t>:</w:t>
      </w:r>
    </w:p>
    <w:p w:rsidR="00140D62" w:rsidRDefault="00140D62" w:rsidP="00396A95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33A61">
        <w:rPr>
          <w:rFonts w:ascii="Times New Roman" w:hAnsi="Times New Roman" w:cs="Times New Roman"/>
          <w:sz w:val="28"/>
          <w:szCs w:val="28"/>
        </w:rPr>
        <w:t xml:space="preserve">величится количество благоустроенных дворовых территорий </w:t>
      </w:r>
      <w:r>
        <w:rPr>
          <w:rFonts w:ascii="Times New Roman" w:hAnsi="Times New Roman" w:cs="Times New Roman"/>
          <w:sz w:val="28"/>
          <w:szCs w:val="28"/>
        </w:rPr>
        <w:t>со 170 в 2013 году до 187</w:t>
      </w:r>
      <w:r w:rsidRPr="00E33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2014 году.</w:t>
      </w:r>
    </w:p>
    <w:p w:rsidR="00140D62" w:rsidRDefault="00140D62" w:rsidP="00C40F84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E33A61">
        <w:rPr>
          <w:rFonts w:ascii="Times New Roman" w:hAnsi="Times New Roman" w:cs="Times New Roman"/>
          <w:sz w:val="28"/>
          <w:szCs w:val="28"/>
        </w:rPr>
        <w:t>За счет восстановления и улучшения состояния придомовых территорий, проездов, дождевой канализации, детских (спортивных) площадок, мест стоянки автотранспортных средств (парковок), тротуаров, объектов озеленения повысится рекреационно-оз</w:t>
      </w:r>
      <w:r>
        <w:rPr>
          <w:rFonts w:ascii="Times New Roman" w:hAnsi="Times New Roman" w:cs="Times New Roman"/>
          <w:sz w:val="28"/>
          <w:szCs w:val="28"/>
        </w:rPr>
        <w:t>доровительный потенциал города, возрастет</w:t>
      </w:r>
      <w:r w:rsidRPr="00E33A61">
        <w:rPr>
          <w:rFonts w:ascii="Times New Roman" w:hAnsi="Times New Roman" w:cs="Times New Roman"/>
          <w:sz w:val="28"/>
          <w:szCs w:val="28"/>
        </w:rPr>
        <w:t xml:space="preserve"> уровень комфортности проживания населения.</w:t>
      </w:r>
    </w:p>
    <w:p w:rsidR="00140D62" w:rsidRDefault="00140D62" w:rsidP="00E33A61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E33A61">
        <w:rPr>
          <w:rFonts w:ascii="Times New Roman" w:hAnsi="Times New Roman" w:cs="Times New Roman"/>
          <w:sz w:val="28"/>
          <w:szCs w:val="28"/>
        </w:rPr>
        <w:t>Кроме того, к числу основных результатов реализации мероприятий программы, имеющих косвенный эффект, можно отнести формирование позитивного имиджа города, повышение его туристической привлекательности.</w:t>
      </w:r>
    </w:p>
    <w:p w:rsidR="00140D62" w:rsidRDefault="00140D62" w:rsidP="00E33A61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140D62" w:rsidSect="009F0ED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40D62" w:rsidRDefault="00140D62" w:rsidP="007B2476">
      <w:pPr>
        <w:pStyle w:val="ConsPlusNormal"/>
        <w:widowControl/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7B2476">
        <w:rPr>
          <w:rFonts w:ascii="Times New Roman" w:hAnsi="Times New Roman" w:cs="Times New Roman"/>
          <w:b/>
          <w:sz w:val="28"/>
          <w:szCs w:val="28"/>
        </w:rPr>
        <w:t>инансово</w:t>
      </w:r>
      <w:r>
        <w:rPr>
          <w:rFonts w:ascii="Times New Roman" w:hAnsi="Times New Roman" w:cs="Times New Roman"/>
          <w:b/>
          <w:sz w:val="28"/>
          <w:szCs w:val="28"/>
        </w:rPr>
        <w:t>е обеспечение мероприятий Программы</w:t>
      </w:r>
    </w:p>
    <w:p w:rsidR="00140D62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Pr="007B2476" w:rsidRDefault="00140D62" w:rsidP="00B86B73">
      <w:pPr>
        <w:pStyle w:val="ConsPlusNormal"/>
        <w:widowControl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D62" w:rsidRDefault="00140D62" w:rsidP="00F562CE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330"/>
        <w:gridCol w:w="4096"/>
        <w:gridCol w:w="2359"/>
        <w:gridCol w:w="1708"/>
        <w:gridCol w:w="2061"/>
        <w:gridCol w:w="3166"/>
      </w:tblGrid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п.п.</w:t>
            </w:r>
          </w:p>
        </w:tc>
        <w:tc>
          <w:tcPr>
            <w:tcW w:w="4096" w:type="dxa"/>
            <w:vMerge w:val="restart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Наименование</w:t>
            </w:r>
          </w:p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мероприятия</w:t>
            </w:r>
          </w:p>
        </w:tc>
        <w:tc>
          <w:tcPr>
            <w:tcW w:w="2359" w:type="dxa"/>
            <w:vMerge w:val="restart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Источник</w:t>
            </w:r>
          </w:p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финансирования</w:t>
            </w:r>
          </w:p>
        </w:tc>
        <w:tc>
          <w:tcPr>
            <w:tcW w:w="3769" w:type="dxa"/>
            <w:gridSpan w:val="2"/>
          </w:tcPr>
          <w:p w:rsidR="00140D62" w:rsidRDefault="00140D62" w:rsidP="00AE4E14">
            <w:pPr>
              <w:autoSpaceDE w:val="0"/>
              <w:autoSpaceDN w:val="0"/>
              <w:adjustRightInd w:val="0"/>
              <w:jc w:val="center"/>
            </w:pPr>
            <w:r>
              <w:t xml:space="preserve">Финансовые затраты, </w:t>
            </w:r>
          </w:p>
          <w:p w:rsidR="00140D62" w:rsidRPr="00693D76" w:rsidRDefault="00140D62" w:rsidP="00AE4E14">
            <w:pPr>
              <w:autoSpaceDE w:val="0"/>
              <w:autoSpaceDN w:val="0"/>
              <w:adjustRightInd w:val="0"/>
              <w:jc w:val="center"/>
            </w:pPr>
            <w:r>
              <w:t>тыс. руб.</w:t>
            </w:r>
          </w:p>
        </w:tc>
        <w:tc>
          <w:tcPr>
            <w:tcW w:w="3166" w:type="dxa"/>
            <w:vMerge w:val="restart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Исполнитель</w:t>
            </w:r>
          </w:p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мероприятия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59" w:type="dxa"/>
            <w:vMerge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8" w:type="dxa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93D76">
                <w:t>20</w:t>
              </w:r>
              <w:r>
                <w:t xml:space="preserve">14 </w:t>
              </w:r>
              <w:r w:rsidRPr="00693D76">
                <w:t>г</w:t>
              </w:r>
            </w:smartTag>
            <w:r w:rsidRPr="00693D76">
              <w:t>.</w:t>
            </w:r>
          </w:p>
        </w:tc>
        <w:tc>
          <w:tcPr>
            <w:tcW w:w="2061" w:type="dxa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всего</w:t>
            </w:r>
          </w:p>
        </w:tc>
        <w:tc>
          <w:tcPr>
            <w:tcW w:w="3166" w:type="dxa"/>
            <w:vMerge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40D62" w:rsidRPr="00793FBD" w:rsidRDefault="00140D62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330"/>
        <w:gridCol w:w="4096"/>
        <w:gridCol w:w="2359"/>
        <w:gridCol w:w="1708"/>
        <w:gridCol w:w="2061"/>
        <w:gridCol w:w="3166"/>
      </w:tblGrid>
      <w:tr w:rsidR="00140D62" w:rsidRPr="00693D76" w:rsidTr="00793FBD">
        <w:trPr>
          <w:cantSplit/>
          <w:tblHeader/>
          <w:tblCellSpacing w:w="5" w:type="nil"/>
          <w:jc w:val="center"/>
        </w:trPr>
        <w:tc>
          <w:tcPr>
            <w:tcW w:w="1330" w:type="dxa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1</w:t>
            </w:r>
          </w:p>
        </w:tc>
        <w:tc>
          <w:tcPr>
            <w:tcW w:w="4096" w:type="dxa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2</w:t>
            </w:r>
          </w:p>
        </w:tc>
        <w:tc>
          <w:tcPr>
            <w:tcW w:w="2359" w:type="dxa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3</w:t>
            </w:r>
          </w:p>
        </w:tc>
        <w:tc>
          <w:tcPr>
            <w:tcW w:w="1708" w:type="dxa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4</w:t>
            </w:r>
          </w:p>
        </w:tc>
        <w:tc>
          <w:tcPr>
            <w:tcW w:w="2061" w:type="dxa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7</w:t>
            </w:r>
          </w:p>
        </w:tc>
        <w:tc>
          <w:tcPr>
            <w:tcW w:w="3166" w:type="dxa"/>
          </w:tcPr>
          <w:p w:rsidR="00140D62" w:rsidRPr="00693D76" w:rsidRDefault="00140D62" w:rsidP="008A0EB5">
            <w:pPr>
              <w:autoSpaceDE w:val="0"/>
              <w:autoSpaceDN w:val="0"/>
              <w:adjustRightInd w:val="0"/>
              <w:jc w:val="center"/>
            </w:pPr>
            <w:r w:rsidRPr="00693D76">
              <w:t>8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5426" w:type="dxa"/>
            <w:gridSpan w:val="2"/>
            <w:vMerge w:val="restart"/>
          </w:tcPr>
          <w:p w:rsidR="00140D62" w:rsidRPr="00693D76" w:rsidRDefault="00140D62" w:rsidP="00654C20">
            <w:pPr>
              <w:autoSpaceDE w:val="0"/>
              <w:autoSpaceDN w:val="0"/>
              <w:adjustRightInd w:val="0"/>
            </w:pPr>
            <w:r w:rsidRPr="00693D76">
              <w:t xml:space="preserve"> Общий объем потребности в</w:t>
            </w:r>
            <w:r>
              <w:t xml:space="preserve"> </w:t>
            </w:r>
            <w:r w:rsidRPr="00693D76">
              <w:t>финансовых ресурсах на выполнение</w:t>
            </w:r>
            <w:r>
              <w:t xml:space="preserve"> </w:t>
            </w:r>
            <w:r w:rsidRPr="00693D76">
              <w:t xml:space="preserve">мероприятий программы           </w:t>
            </w: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всего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34774,33075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34 774,33075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5426" w:type="dxa"/>
            <w:gridSpan w:val="2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ФБ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5426" w:type="dxa"/>
            <w:gridSpan w:val="2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РБ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5426" w:type="dxa"/>
            <w:gridSpan w:val="2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МБ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33401,232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33 401,232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5426" w:type="dxa"/>
            <w:gridSpan w:val="2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ПБП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1373,09875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1 373,09875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AB2FBC">
            <w:pPr>
              <w:autoSpaceDE w:val="0"/>
              <w:autoSpaceDN w:val="0"/>
              <w:adjustRightInd w:val="0"/>
              <w:jc w:val="center"/>
            </w:pPr>
            <w:r w:rsidRPr="00693D76">
              <w:t>1.1.1</w:t>
            </w:r>
          </w:p>
        </w:tc>
        <w:tc>
          <w:tcPr>
            <w:tcW w:w="4096" w:type="dxa"/>
            <w:vMerge w:val="restart"/>
          </w:tcPr>
          <w:p w:rsidR="00140D62" w:rsidRPr="00383E4C" w:rsidRDefault="00140D62" w:rsidP="00AB2F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83E4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благоустройства придомовых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всего, в том числе:</w:t>
            </w: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всего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34774,33075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34 774,33075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ФБ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РБ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МБ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33401,232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33 401,232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ПБП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1373,09875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1 373,09875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B63DCC" w:rsidRDefault="00140D62" w:rsidP="00C350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6" w:type="dxa"/>
            <w:vMerge w:val="restart"/>
          </w:tcPr>
          <w:p w:rsidR="00140D62" w:rsidRPr="00B63DCC" w:rsidRDefault="00140D62" w:rsidP="00C3504F">
            <w:pPr>
              <w:rPr>
                <w:color w:val="000000"/>
              </w:rPr>
            </w:pPr>
            <w:r w:rsidRPr="00B63DCC">
              <w:rPr>
                <w:color w:val="000000"/>
              </w:rPr>
              <w:t>пер. Южный, 1-7</w:t>
            </w: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всего         </w:t>
            </w:r>
          </w:p>
        </w:tc>
        <w:tc>
          <w:tcPr>
            <w:tcW w:w="1708" w:type="dxa"/>
          </w:tcPr>
          <w:p w:rsidR="00140D62" w:rsidRPr="005C2E75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5C2E75">
              <w:t>1506,98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1 506,98</w:t>
            </w:r>
          </w:p>
        </w:tc>
        <w:tc>
          <w:tcPr>
            <w:tcW w:w="3166" w:type="dxa"/>
            <w:vMerge w:val="restart"/>
          </w:tcPr>
          <w:p w:rsidR="00140D62" w:rsidRPr="00C46A1B" w:rsidRDefault="00140D62" w:rsidP="004534F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ФБ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РБ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МБ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1431,631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1 431,631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ПБП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75,349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75,349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C6701C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Краснооктябрьская, 6-12</w:t>
            </w: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всего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809,125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809,125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ФБ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РБ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МБ 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768,669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768,669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 xml:space="preserve"> ПБП           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40,456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40,456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096" w:type="dxa"/>
            <w:vMerge w:val="restart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 xml:space="preserve">ул. Б. Песочная, 1-5 – </w:t>
            </w:r>
          </w:p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М. Песочная, 1-3</w:t>
            </w: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3884,162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3 884,162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3689,954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3 689,954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194,208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194,208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Энгельса, 4</w:t>
            </w: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841,963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841,963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 xml:space="preserve">МКУ «КР МКД», организации, </w:t>
            </w:r>
          </w:p>
          <w:p w:rsidR="00140D62" w:rsidRPr="00693D76" w:rsidRDefault="00140D62" w:rsidP="001D69EA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 w:rsidP="001D69EA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799,865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799,865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42,098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42,098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пр. Мира, 49/51</w:t>
            </w: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3632,862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3 632,862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3451,219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3 451,219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181,643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181,643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Октябрьская, 61-63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1565,396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1 565,396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1487,126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1 487,126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78,27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78,27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Лесопарковая, 24а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5C2E75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5C2E75">
              <w:t>1122,011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1 122,011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5C2E75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5C2E75"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5C2E75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5C2E75"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5C2E75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5C2E75">
              <w:t>1065,91045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1 065,91045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Pr="005C2E75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5C2E75">
              <w:t>56,10055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56,10055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Товарная, 21-23а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4155,9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4155,9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3948,105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3 948,105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207,795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207,795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Товарная, 17-19а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2709,426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2 709,426</w:t>
            </w:r>
          </w:p>
        </w:tc>
        <w:tc>
          <w:tcPr>
            <w:tcW w:w="3166" w:type="dxa"/>
            <w:vMerge w:val="restart"/>
          </w:tcPr>
          <w:p w:rsidR="00140D62" w:rsidRDefault="00140D62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  <w:p w:rsidR="00140D62" w:rsidRDefault="00140D62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140D62" w:rsidRDefault="00140D62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2573,955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2 573,955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135,471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135,471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пр. Победы, 144 а-г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2660,364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2 660,364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-</w:t>
            </w:r>
          </w:p>
        </w:tc>
        <w:tc>
          <w:tcPr>
            <w:tcW w:w="2061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2527,3458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2 527,3458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133,0182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133,0182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Кирова, 30-40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2230,694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2 230,694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2119,159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2 119,159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111,535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111,535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Кирова, 65-71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1746,664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1 746,664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1659,331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1 659,331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87,333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87,333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ул. Эпроновская, 25-29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596,437</w:t>
            </w:r>
          </w:p>
        </w:tc>
        <w:tc>
          <w:tcPr>
            <w:tcW w:w="2061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596,437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-</w:t>
            </w:r>
          </w:p>
        </w:tc>
        <w:tc>
          <w:tcPr>
            <w:tcW w:w="2061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-</w:t>
            </w:r>
          </w:p>
        </w:tc>
        <w:tc>
          <w:tcPr>
            <w:tcW w:w="2061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566,615</w:t>
            </w:r>
          </w:p>
        </w:tc>
        <w:tc>
          <w:tcPr>
            <w:tcW w:w="2061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566,615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29,822</w:t>
            </w:r>
          </w:p>
        </w:tc>
        <w:tc>
          <w:tcPr>
            <w:tcW w:w="2061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29,822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 xml:space="preserve">ул. М. Расковой, 7-9 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911,11475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911,11475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Pr="00241808" w:rsidRDefault="00140D62" w:rsidP="00776C02">
            <w:pPr>
              <w:autoSpaceDE w:val="0"/>
              <w:autoSpaceDN w:val="0"/>
              <w:adjustRightInd w:val="0"/>
              <w:jc w:val="center"/>
            </w:pPr>
            <w:r w:rsidRPr="00241808">
              <w:t>911,11475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911,11475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409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 xml:space="preserve">ул. Артиллерийская, 37, 41, 43 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6000,0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6 000,0</w:t>
            </w:r>
          </w:p>
        </w:tc>
        <w:tc>
          <w:tcPr>
            <w:tcW w:w="3166" w:type="dxa"/>
            <w:vMerge w:val="restart"/>
          </w:tcPr>
          <w:p w:rsidR="00140D62" w:rsidRDefault="00140D62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  <w:p w:rsidR="00140D62" w:rsidRDefault="00140D62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140D62" w:rsidRDefault="00140D62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6000,0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6 000,0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4096" w:type="dxa"/>
            <w:vMerge w:val="restart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 xml:space="preserve">пр-кт. Советский, 202 </w:t>
            </w:r>
          </w:p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(детская площадка)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251,232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251,232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МКУ «КР МКД», организации, управляющие МКД 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251,232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251,232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rHeight w:val="550"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 w:val="restart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17.</w:t>
            </w:r>
          </w:p>
        </w:tc>
        <w:tc>
          <w:tcPr>
            <w:tcW w:w="4096" w:type="dxa"/>
            <w:vMerge w:val="restart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 xml:space="preserve">ул. Ген. Буткова, 4а-8а </w:t>
            </w:r>
          </w:p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t>(детская площадка)</w:t>
            </w: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 w:rsidRPr="00693D76">
              <w:t>всего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3166" w:type="dxa"/>
            <w:vMerge w:val="restart"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 xml:space="preserve">МКУ «КР МКД», организации, управляющие МКД </w:t>
            </w:r>
          </w:p>
          <w:p w:rsidR="00140D62" w:rsidRPr="00693D76" w:rsidRDefault="00140D62" w:rsidP="001D69EA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и подрядные организации</w:t>
            </w: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ФБ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 w:rsidP="001D69EA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РБ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 w:rsidP="001D69EA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МБ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  <w:tr w:rsidR="00140D62" w:rsidRPr="00693D76" w:rsidTr="00793FBD">
        <w:trPr>
          <w:cantSplit/>
          <w:tblCellSpacing w:w="5" w:type="nil"/>
          <w:jc w:val="center"/>
        </w:trPr>
        <w:tc>
          <w:tcPr>
            <w:tcW w:w="1330" w:type="dxa"/>
            <w:vMerge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  <w:tc>
          <w:tcPr>
            <w:tcW w:w="2359" w:type="dxa"/>
          </w:tcPr>
          <w:p w:rsidR="00140D62" w:rsidRDefault="00140D62">
            <w:pPr>
              <w:autoSpaceDE w:val="0"/>
              <w:autoSpaceDN w:val="0"/>
              <w:adjustRightInd w:val="0"/>
            </w:pPr>
            <w:r>
              <w:t>ПБП</w:t>
            </w:r>
          </w:p>
        </w:tc>
        <w:tc>
          <w:tcPr>
            <w:tcW w:w="1708" w:type="dxa"/>
          </w:tcPr>
          <w:p w:rsidR="00140D62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061" w:type="dxa"/>
          </w:tcPr>
          <w:p w:rsidR="00140D62" w:rsidRPr="00693D76" w:rsidRDefault="00140D62" w:rsidP="00776C0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6" w:type="dxa"/>
            <w:vMerge/>
          </w:tcPr>
          <w:p w:rsidR="00140D62" w:rsidRPr="00693D76" w:rsidRDefault="00140D62">
            <w:pPr>
              <w:autoSpaceDE w:val="0"/>
              <w:autoSpaceDN w:val="0"/>
              <w:adjustRightInd w:val="0"/>
            </w:pPr>
          </w:p>
        </w:tc>
      </w:tr>
    </w:tbl>
    <w:p w:rsidR="00140D62" w:rsidRPr="00DC4F9C" w:rsidRDefault="00140D62" w:rsidP="00DC4F9C">
      <w:pPr>
        <w:rPr>
          <w:b/>
          <w:bCs/>
          <w:sz w:val="28"/>
          <w:szCs w:val="28"/>
        </w:rPr>
      </w:pPr>
    </w:p>
    <w:sectPr w:rsidR="00140D62" w:rsidRPr="00DC4F9C" w:rsidSect="009F0ED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D62" w:rsidRDefault="00140D62">
      <w:r>
        <w:separator/>
      </w:r>
    </w:p>
  </w:endnote>
  <w:endnote w:type="continuationSeparator" w:id="1">
    <w:p w:rsidR="00140D62" w:rsidRDefault="00140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D62" w:rsidRDefault="00140D62">
      <w:r>
        <w:separator/>
      </w:r>
    </w:p>
  </w:footnote>
  <w:footnote w:type="continuationSeparator" w:id="1">
    <w:p w:rsidR="00140D62" w:rsidRDefault="00140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D62" w:rsidRDefault="00140D62" w:rsidP="003542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0D62" w:rsidRDefault="00140D62" w:rsidP="0078372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D62" w:rsidRDefault="00140D6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40D62" w:rsidRDefault="00140D62" w:rsidP="0078372D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D62" w:rsidRDefault="00140D62">
    <w:pPr>
      <w:pStyle w:val="Header"/>
      <w:jc w:val="center"/>
    </w:pPr>
  </w:p>
  <w:p w:rsidR="00140D62" w:rsidRDefault="00140D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6349F"/>
    <w:multiLevelType w:val="hybridMultilevel"/>
    <w:tmpl w:val="0C407522"/>
    <w:lvl w:ilvl="0" w:tplc="2BD4E41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78A7618"/>
    <w:multiLevelType w:val="hybridMultilevel"/>
    <w:tmpl w:val="F5B4C606"/>
    <w:lvl w:ilvl="0" w:tplc="2320D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2CE"/>
    <w:rsid w:val="00007517"/>
    <w:rsid w:val="00021FFB"/>
    <w:rsid w:val="000324EB"/>
    <w:rsid w:val="00051C76"/>
    <w:rsid w:val="00053720"/>
    <w:rsid w:val="00064D58"/>
    <w:rsid w:val="000656F9"/>
    <w:rsid w:val="000660F1"/>
    <w:rsid w:val="0006646E"/>
    <w:rsid w:val="00071A0A"/>
    <w:rsid w:val="00075A15"/>
    <w:rsid w:val="00076731"/>
    <w:rsid w:val="000806B2"/>
    <w:rsid w:val="00080E09"/>
    <w:rsid w:val="0009491E"/>
    <w:rsid w:val="00095AC3"/>
    <w:rsid w:val="000B1B05"/>
    <w:rsid w:val="000B1C88"/>
    <w:rsid w:val="000C3BB4"/>
    <w:rsid w:val="000D3F42"/>
    <w:rsid w:val="000D5D6C"/>
    <w:rsid w:val="000E0C6F"/>
    <w:rsid w:val="000E3B60"/>
    <w:rsid w:val="000E449B"/>
    <w:rsid w:val="000E7C5C"/>
    <w:rsid w:val="00112DE8"/>
    <w:rsid w:val="001173A5"/>
    <w:rsid w:val="00120803"/>
    <w:rsid w:val="00124B46"/>
    <w:rsid w:val="00137D59"/>
    <w:rsid w:val="001400DD"/>
    <w:rsid w:val="00140D62"/>
    <w:rsid w:val="0015601C"/>
    <w:rsid w:val="00161497"/>
    <w:rsid w:val="00161828"/>
    <w:rsid w:val="00161DB6"/>
    <w:rsid w:val="00166914"/>
    <w:rsid w:val="001712C0"/>
    <w:rsid w:val="00175322"/>
    <w:rsid w:val="0017614C"/>
    <w:rsid w:val="00176288"/>
    <w:rsid w:val="001763E6"/>
    <w:rsid w:val="00176611"/>
    <w:rsid w:val="00181250"/>
    <w:rsid w:val="0018214B"/>
    <w:rsid w:val="001848F3"/>
    <w:rsid w:val="0019248F"/>
    <w:rsid w:val="001A1DB9"/>
    <w:rsid w:val="001A379B"/>
    <w:rsid w:val="001A4227"/>
    <w:rsid w:val="001A444F"/>
    <w:rsid w:val="001B2E37"/>
    <w:rsid w:val="001B62B3"/>
    <w:rsid w:val="001C2F65"/>
    <w:rsid w:val="001D474A"/>
    <w:rsid w:val="001D69EA"/>
    <w:rsid w:val="001E631E"/>
    <w:rsid w:val="001E65E8"/>
    <w:rsid w:val="001F135B"/>
    <w:rsid w:val="001F1670"/>
    <w:rsid w:val="001F4D50"/>
    <w:rsid w:val="001F7845"/>
    <w:rsid w:val="002041FF"/>
    <w:rsid w:val="002068A7"/>
    <w:rsid w:val="00210218"/>
    <w:rsid w:val="00211564"/>
    <w:rsid w:val="00220639"/>
    <w:rsid w:val="002212FD"/>
    <w:rsid w:val="00225F8A"/>
    <w:rsid w:val="00231856"/>
    <w:rsid w:val="00241808"/>
    <w:rsid w:val="0024419F"/>
    <w:rsid w:val="00244AFC"/>
    <w:rsid w:val="00244F4A"/>
    <w:rsid w:val="00251EB3"/>
    <w:rsid w:val="00252021"/>
    <w:rsid w:val="002576D7"/>
    <w:rsid w:val="002611E4"/>
    <w:rsid w:val="0026143A"/>
    <w:rsid w:val="00264001"/>
    <w:rsid w:val="0026495E"/>
    <w:rsid w:val="00270300"/>
    <w:rsid w:val="00270A59"/>
    <w:rsid w:val="00271065"/>
    <w:rsid w:val="00274843"/>
    <w:rsid w:val="00275AFE"/>
    <w:rsid w:val="00286E6F"/>
    <w:rsid w:val="00287B61"/>
    <w:rsid w:val="00297778"/>
    <w:rsid w:val="002A2714"/>
    <w:rsid w:val="002A7C38"/>
    <w:rsid w:val="002A7E23"/>
    <w:rsid w:val="002B5535"/>
    <w:rsid w:val="002C3C96"/>
    <w:rsid w:val="002E6AB3"/>
    <w:rsid w:val="002F0DE6"/>
    <w:rsid w:val="002F0E9D"/>
    <w:rsid w:val="002F233B"/>
    <w:rsid w:val="002F597D"/>
    <w:rsid w:val="00307947"/>
    <w:rsid w:val="00307F95"/>
    <w:rsid w:val="00311D4E"/>
    <w:rsid w:val="003175D4"/>
    <w:rsid w:val="00325A84"/>
    <w:rsid w:val="0033263E"/>
    <w:rsid w:val="00345C0A"/>
    <w:rsid w:val="003467C2"/>
    <w:rsid w:val="00347201"/>
    <w:rsid w:val="00354200"/>
    <w:rsid w:val="003555C8"/>
    <w:rsid w:val="00356418"/>
    <w:rsid w:val="00362ABF"/>
    <w:rsid w:val="00362D23"/>
    <w:rsid w:val="003649B6"/>
    <w:rsid w:val="003673B9"/>
    <w:rsid w:val="00371D55"/>
    <w:rsid w:val="00375036"/>
    <w:rsid w:val="00376444"/>
    <w:rsid w:val="00383E4C"/>
    <w:rsid w:val="00395382"/>
    <w:rsid w:val="00396A95"/>
    <w:rsid w:val="00397875"/>
    <w:rsid w:val="00397E64"/>
    <w:rsid w:val="003A3112"/>
    <w:rsid w:val="003A71AE"/>
    <w:rsid w:val="003B0CFC"/>
    <w:rsid w:val="003B7228"/>
    <w:rsid w:val="003C084D"/>
    <w:rsid w:val="003D26F4"/>
    <w:rsid w:val="003D6045"/>
    <w:rsid w:val="003E33D3"/>
    <w:rsid w:val="003E40CE"/>
    <w:rsid w:val="003F092E"/>
    <w:rsid w:val="003F3C68"/>
    <w:rsid w:val="003F7386"/>
    <w:rsid w:val="004024A6"/>
    <w:rsid w:val="0040357D"/>
    <w:rsid w:val="00415E5A"/>
    <w:rsid w:val="004207DC"/>
    <w:rsid w:val="0042216C"/>
    <w:rsid w:val="00426560"/>
    <w:rsid w:val="00431C8C"/>
    <w:rsid w:val="00432378"/>
    <w:rsid w:val="00432EFC"/>
    <w:rsid w:val="00437699"/>
    <w:rsid w:val="00441E25"/>
    <w:rsid w:val="004426ED"/>
    <w:rsid w:val="004502E3"/>
    <w:rsid w:val="004534F2"/>
    <w:rsid w:val="00461C5D"/>
    <w:rsid w:val="00466C91"/>
    <w:rsid w:val="00471321"/>
    <w:rsid w:val="00483C5A"/>
    <w:rsid w:val="00484DA7"/>
    <w:rsid w:val="00492B19"/>
    <w:rsid w:val="004A3316"/>
    <w:rsid w:val="004A74F5"/>
    <w:rsid w:val="004B3E36"/>
    <w:rsid w:val="004B5235"/>
    <w:rsid w:val="004C4EEF"/>
    <w:rsid w:val="004C574A"/>
    <w:rsid w:val="004C6AFD"/>
    <w:rsid w:val="004D3043"/>
    <w:rsid w:val="004D7FAC"/>
    <w:rsid w:val="004E06F3"/>
    <w:rsid w:val="004E157F"/>
    <w:rsid w:val="004E2CAA"/>
    <w:rsid w:val="004F10E0"/>
    <w:rsid w:val="004F4DEE"/>
    <w:rsid w:val="00511176"/>
    <w:rsid w:val="00514251"/>
    <w:rsid w:val="00514CFE"/>
    <w:rsid w:val="00526572"/>
    <w:rsid w:val="00526883"/>
    <w:rsid w:val="00531576"/>
    <w:rsid w:val="00531FAE"/>
    <w:rsid w:val="00534933"/>
    <w:rsid w:val="00540134"/>
    <w:rsid w:val="00541372"/>
    <w:rsid w:val="005419C3"/>
    <w:rsid w:val="0054609F"/>
    <w:rsid w:val="0054688E"/>
    <w:rsid w:val="00557A74"/>
    <w:rsid w:val="00571370"/>
    <w:rsid w:val="005716D2"/>
    <w:rsid w:val="00571B40"/>
    <w:rsid w:val="00572C46"/>
    <w:rsid w:val="00573C7F"/>
    <w:rsid w:val="00574BDC"/>
    <w:rsid w:val="0057516D"/>
    <w:rsid w:val="005860CC"/>
    <w:rsid w:val="00596F00"/>
    <w:rsid w:val="005A28F8"/>
    <w:rsid w:val="005A4157"/>
    <w:rsid w:val="005B4F18"/>
    <w:rsid w:val="005C2E75"/>
    <w:rsid w:val="005D0067"/>
    <w:rsid w:val="005D44E5"/>
    <w:rsid w:val="005D5297"/>
    <w:rsid w:val="005D77DD"/>
    <w:rsid w:val="005E285E"/>
    <w:rsid w:val="005E2E43"/>
    <w:rsid w:val="005E39F3"/>
    <w:rsid w:val="005E4686"/>
    <w:rsid w:val="005E5AFE"/>
    <w:rsid w:val="005E731B"/>
    <w:rsid w:val="00603CF9"/>
    <w:rsid w:val="0060402C"/>
    <w:rsid w:val="00611832"/>
    <w:rsid w:val="00615BF7"/>
    <w:rsid w:val="00622145"/>
    <w:rsid w:val="006319A2"/>
    <w:rsid w:val="0063781D"/>
    <w:rsid w:val="00647515"/>
    <w:rsid w:val="00651CDF"/>
    <w:rsid w:val="006532F2"/>
    <w:rsid w:val="00654C20"/>
    <w:rsid w:val="00654CC9"/>
    <w:rsid w:val="00655618"/>
    <w:rsid w:val="006567CD"/>
    <w:rsid w:val="00657162"/>
    <w:rsid w:val="006579CE"/>
    <w:rsid w:val="00660439"/>
    <w:rsid w:val="00671482"/>
    <w:rsid w:val="0067211C"/>
    <w:rsid w:val="00683FEE"/>
    <w:rsid w:val="00685EE6"/>
    <w:rsid w:val="0068636D"/>
    <w:rsid w:val="00693D76"/>
    <w:rsid w:val="00693DDB"/>
    <w:rsid w:val="00694B0E"/>
    <w:rsid w:val="006955C6"/>
    <w:rsid w:val="006A2E60"/>
    <w:rsid w:val="006A33A4"/>
    <w:rsid w:val="006B054E"/>
    <w:rsid w:val="006B33FC"/>
    <w:rsid w:val="006C2A89"/>
    <w:rsid w:val="006D2637"/>
    <w:rsid w:val="006D2A57"/>
    <w:rsid w:val="006D431F"/>
    <w:rsid w:val="006F099C"/>
    <w:rsid w:val="006F2815"/>
    <w:rsid w:val="006F688F"/>
    <w:rsid w:val="0070232F"/>
    <w:rsid w:val="007032F5"/>
    <w:rsid w:val="00721994"/>
    <w:rsid w:val="00721D9D"/>
    <w:rsid w:val="0072572A"/>
    <w:rsid w:val="0072712C"/>
    <w:rsid w:val="00730D9F"/>
    <w:rsid w:val="007315EC"/>
    <w:rsid w:val="007345D4"/>
    <w:rsid w:val="00734B89"/>
    <w:rsid w:val="00735F24"/>
    <w:rsid w:val="00737C01"/>
    <w:rsid w:val="007405E0"/>
    <w:rsid w:val="0074122D"/>
    <w:rsid w:val="00742EEC"/>
    <w:rsid w:val="0075084D"/>
    <w:rsid w:val="00750D7B"/>
    <w:rsid w:val="0075558C"/>
    <w:rsid w:val="00755FC0"/>
    <w:rsid w:val="0076430A"/>
    <w:rsid w:val="00776C02"/>
    <w:rsid w:val="00780F47"/>
    <w:rsid w:val="007836CC"/>
    <w:rsid w:val="0078372D"/>
    <w:rsid w:val="0078515D"/>
    <w:rsid w:val="0078533E"/>
    <w:rsid w:val="007857E1"/>
    <w:rsid w:val="00793D8C"/>
    <w:rsid w:val="00793FBD"/>
    <w:rsid w:val="00795EE1"/>
    <w:rsid w:val="007A1511"/>
    <w:rsid w:val="007A490F"/>
    <w:rsid w:val="007A50D3"/>
    <w:rsid w:val="007A6A38"/>
    <w:rsid w:val="007B2476"/>
    <w:rsid w:val="007C57C1"/>
    <w:rsid w:val="007C6231"/>
    <w:rsid w:val="007C7232"/>
    <w:rsid w:val="007C772C"/>
    <w:rsid w:val="007D12FB"/>
    <w:rsid w:val="007D4632"/>
    <w:rsid w:val="007E5098"/>
    <w:rsid w:val="007F182C"/>
    <w:rsid w:val="007F7BB8"/>
    <w:rsid w:val="007F7D28"/>
    <w:rsid w:val="0080183B"/>
    <w:rsid w:val="00803067"/>
    <w:rsid w:val="008148C9"/>
    <w:rsid w:val="00814ED5"/>
    <w:rsid w:val="008179FE"/>
    <w:rsid w:val="00817DC0"/>
    <w:rsid w:val="0082264C"/>
    <w:rsid w:val="008277BD"/>
    <w:rsid w:val="00827AE0"/>
    <w:rsid w:val="008311DD"/>
    <w:rsid w:val="008337C7"/>
    <w:rsid w:val="008361BB"/>
    <w:rsid w:val="00843FC8"/>
    <w:rsid w:val="00851068"/>
    <w:rsid w:val="008510FD"/>
    <w:rsid w:val="00863029"/>
    <w:rsid w:val="0086634A"/>
    <w:rsid w:val="0087003A"/>
    <w:rsid w:val="00871EC1"/>
    <w:rsid w:val="008772CA"/>
    <w:rsid w:val="008818BD"/>
    <w:rsid w:val="00884888"/>
    <w:rsid w:val="00884CC8"/>
    <w:rsid w:val="00887F8F"/>
    <w:rsid w:val="00892BE2"/>
    <w:rsid w:val="00893372"/>
    <w:rsid w:val="008967C0"/>
    <w:rsid w:val="008A0EB5"/>
    <w:rsid w:val="008A51FA"/>
    <w:rsid w:val="008A78AA"/>
    <w:rsid w:val="008B2863"/>
    <w:rsid w:val="008B39F3"/>
    <w:rsid w:val="008C453D"/>
    <w:rsid w:val="008C5819"/>
    <w:rsid w:val="008C6318"/>
    <w:rsid w:val="008D00C2"/>
    <w:rsid w:val="008D4915"/>
    <w:rsid w:val="008E3FFF"/>
    <w:rsid w:val="008E54A1"/>
    <w:rsid w:val="008E5634"/>
    <w:rsid w:val="008F30D8"/>
    <w:rsid w:val="008F6333"/>
    <w:rsid w:val="00905713"/>
    <w:rsid w:val="00906BE3"/>
    <w:rsid w:val="00907E96"/>
    <w:rsid w:val="00914AA8"/>
    <w:rsid w:val="009156D3"/>
    <w:rsid w:val="0092422E"/>
    <w:rsid w:val="00930FA5"/>
    <w:rsid w:val="0093123A"/>
    <w:rsid w:val="00933B85"/>
    <w:rsid w:val="00934418"/>
    <w:rsid w:val="00934811"/>
    <w:rsid w:val="00934BDC"/>
    <w:rsid w:val="009357DB"/>
    <w:rsid w:val="00935AF7"/>
    <w:rsid w:val="00940296"/>
    <w:rsid w:val="00941FF1"/>
    <w:rsid w:val="009466D3"/>
    <w:rsid w:val="0095089D"/>
    <w:rsid w:val="00953E5A"/>
    <w:rsid w:val="00955E47"/>
    <w:rsid w:val="0096369E"/>
    <w:rsid w:val="00966DCE"/>
    <w:rsid w:val="00980693"/>
    <w:rsid w:val="00980DC8"/>
    <w:rsid w:val="009920CB"/>
    <w:rsid w:val="009938E4"/>
    <w:rsid w:val="00995E99"/>
    <w:rsid w:val="009974AC"/>
    <w:rsid w:val="009A124B"/>
    <w:rsid w:val="009A45C2"/>
    <w:rsid w:val="009A5F62"/>
    <w:rsid w:val="009B0B78"/>
    <w:rsid w:val="009B1A4F"/>
    <w:rsid w:val="009B1AC0"/>
    <w:rsid w:val="009C57D2"/>
    <w:rsid w:val="009D2C62"/>
    <w:rsid w:val="009E6A98"/>
    <w:rsid w:val="009F0ED4"/>
    <w:rsid w:val="009F0F07"/>
    <w:rsid w:val="009F368C"/>
    <w:rsid w:val="009F5580"/>
    <w:rsid w:val="009F590C"/>
    <w:rsid w:val="00A13E3F"/>
    <w:rsid w:val="00A172CE"/>
    <w:rsid w:val="00A176DE"/>
    <w:rsid w:val="00A17B3A"/>
    <w:rsid w:val="00A2263E"/>
    <w:rsid w:val="00A25C17"/>
    <w:rsid w:val="00A25C95"/>
    <w:rsid w:val="00A356D1"/>
    <w:rsid w:val="00A43ACB"/>
    <w:rsid w:val="00A44892"/>
    <w:rsid w:val="00A505CF"/>
    <w:rsid w:val="00A53CE4"/>
    <w:rsid w:val="00A6094E"/>
    <w:rsid w:val="00A754D9"/>
    <w:rsid w:val="00A759A7"/>
    <w:rsid w:val="00A765B1"/>
    <w:rsid w:val="00A831A1"/>
    <w:rsid w:val="00A84F38"/>
    <w:rsid w:val="00A85EA0"/>
    <w:rsid w:val="00A86364"/>
    <w:rsid w:val="00A86B5F"/>
    <w:rsid w:val="00A91380"/>
    <w:rsid w:val="00AA6BFF"/>
    <w:rsid w:val="00AA6F28"/>
    <w:rsid w:val="00AB2FBC"/>
    <w:rsid w:val="00AB3F85"/>
    <w:rsid w:val="00AB5233"/>
    <w:rsid w:val="00AC2C37"/>
    <w:rsid w:val="00AD05C1"/>
    <w:rsid w:val="00AD0619"/>
    <w:rsid w:val="00AD579A"/>
    <w:rsid w:val="00AD5E9A"/>
    <w:rsid w:val="00AE094E"/>
    <w:rsid w:val="00AE4E14"/>
    <w:rsid w:val="00AF27C1"/>
    <w:rsid w:val="00B03C5C"/>
    <w:rsid w:val="00B117BB"/>
    <w:rsid w:val="00B135F4"/>
    <w:rsid w:val="00B141FE"/>
    <w:rsid w:val="00B1713F"/>
    <w:rsid w:val="00B20FFD"/>
    <w:rsid w:val="00B33F09"/>
    <w:rsid w:val="00B3410E"/>
    <w:rsid w:val="00B374AE"/>
    <w:rsid w:val="00B41B9A"/>
    <w:rsid w:val="00B52582"/>
    <w:rsid w:val="00B579B0"/>
    <w:rsid w:val="00B63DCC"/>
    <w:rsid w:val="00B6487E"/>
    <w:rsid w:val="00B674B0"/>
    <w:rsid w:val="00B67C5B"/>
    <w:rsid w:val="00B828B2"/>
    <w:rsid w:val="00B86B73"/>
    <w:rsid w:val="00B86DD0"/>
    <w:rsid w:val="00B924DD"/>
    <w:rsid w:val="00BA31C2"/>
    <w:rsid w:val="00BA52A4"/>
    <w:rsid w:val="00BB389A"/>
    <w:rsid w:val="00BB6062"/>
    <w:rsid w:val="00BD4700"/>
    <w:rsid w:val="00BE00AB"/>
    <w:rsid w:val="00BE1FC3"/>
    <w:rsid w:val="00BE5FDA"/>
    <w:rsid w:val="00C027DA"/>
    <w:rsid w:val="00C10352"/>
    <w:rsid w:val="00C15A23"/>
    <w:rsid w:val="00C17412"/>
    <w:rsid w:val="00C21083"/>
    <w:rsid w:val="00C22E06"/>
    <w:rsid w:val="00C3504F"/>
    <w:rsid w:val="00C36CB4"/>
    <w:rsid w:val="00C37F9F"/>
    <w:rsid w:val="00C40F84"/>
    <w:rsid w:val="00C43E76"/>
    <w:rsid w:val="00C45584"/>
    <w:rsid w:val="00C465FD"/>
    <w:rsid w:val="00C46A1B"/>
    <w:rsid w:val="00C53FBA"/>
    <w:rsid w:val="00C545D9"/>
    <w:rsid w:val="00C54733"/>
    <w:rsid w:val="00C55AEB"/>
    <w:rsid w:val="00C65370"/>
    <w:rsid w:val="00C6701C"/>
    <w:rsid w:val="00C71E1B"/>
    <w:rsid w:val="00C720DB"/>
    <w:rsid w:val="00C73468"/>
    <w:rsid w:val="00C73DD8"/>
    <w:rsid w:val="00C75B39"/>
    <w:rsid w:val="00C8016A"/>
    <w:rsid w:val="00C9145C"/>
    <w:rsid w:val="00CA6E73"/>
    <w:rsid w:val="00CB338C"/>
    <w:rsid w:val="00CB3BB3"/>
    <w:rsid w:val="00CB7BBB"/>
    <w:rsid w:val="00CC7C7D"/>
    <w:rsid w:val="00CD2CF2"/>
    <w:rsid w:val="00CD4031"/>
    <w:rsid w:val="00CD6731"/>
    <w:rsid w:val="00CE1E93"/>
    <w:rsid w:val="00CF23E7"/>
    <w:rsid w:val="00CF4ABB"/>
    <w:rsid w:val="00D0100D"/>
    <w:rsid w:val="00D01A2B"/>
    <w:rsid w:val="00D05615"/>
    <w:rsid w:val="00D07FCB"/>
    <w:rsid w:val="00D138D7"/>
    <w:rsid w:val="00D13BDA"/>
    <w:rsid w:val="00D175C2"/>
    <w:rsid w:val="00D2182A"/>
    <w:rsid w:val="00D26031"/>
    <w:rsid w:val="00D32E25"/>
    <w:rsid w:val="00D35476"/>
    <w:rsid w:val="00D35B00"/>
    <w:rsid w:val="00D42F39"/>
    <w:rsid w:val="00D4636E"/>
    <w:rsid w:val="00D71D81"/>
    <w:rsid w:val="00D746E5"/>
    <w:rsid w:val="00D76C1B"/>
    <w:rsid w:val="00D80643"/>
    <w:rsid w:val="00D9544E"/>
    <w:rsid w:val="00DA1C04"/>
    <w:rsid w:val="00DA230F"/>
    <w:rsid w:val="00DA2B43"/>
    <w:rsid w:val="00DB215F"/>
    <w:rsid w:val="00DB2E7B"/>
    <w:rsid w:val="00DB47D6"/>
    <w:rsid w:val="00DB4FD1"/>
    <w:rsid w:val="00DC4F9C"/>
    <w:rsid w:val="00DC5F48"/>
    <w:rsid w:val="00DC723F"/>
    <w:rsid w:val="00DD7A6C"/>
    <w:rsid w:val="00DE0030"/>
    <w:rsid w:val="00DE3B71"/>
    <w:rsid w:val="00DF0688"/>
    <w:rsid w:val="00DF20C0"/>
    <w:rsid w:val="00E07405"/>
    <w:rsid w:val="00E11DE3"/>
    <w:rsid w:val="00E154B8"/>
    <w:rsid w:val="00E17F5D"/>
    <w:rsid w:val="00E32142"/>
    <w:rsid w:val="00E3230F"/>
    <w:rsid w:val="00E33A61"/>
    <w:rsid w:val="00E36955"/>
    <w:rsid w:val="00E402F3"/>
    <w:rsid w:val="00E4168F"/>
    <w:rsid w:val="00E42DB6"/>
    <w:rsid w:val="00E43C8E"/>
    <w:rsid w:val="00E46DAF"/>
    <w:rsid w:val="00E47144"/>
    <w:rsid w:val="00E50178"/>
    <w:rsid w:val="00E5307E"/>
    <w:rsid w:val="00E53C12"/>
    <w:rsid w:val="00E66D5D"/>
    <w:rsid w:val="00E6796F"/>
    <w:rsid w:val="00E70DF7"/>
    <w:rsid w:val="00E72052"/>
    <w:rsid w:val="00E7263E"/>
    <w:rsid w:val="00E77DF1"/>
    <w:rsid w:val="00E83F2F"/>
    <w:rsid w:val="00E947CB"/>
    <w:rsid w:val="00EA4978"/>
    <w:rsid w:val="00EA49BE"/>
    <w:rsid w:val="00EB4F9D"/>
    <w:rsid w:val="00EB6E68"/>
    <w:rsid w:val="00EC0B12"/>
    <w:rsid w:val="00EC3112"/>
    <w:rsid w:val="00EC328D"/>
    <w:rsid w:val="00EC396F"/>
    <w:rsid w:val="00EC499D"/>
    <w:rsid w:val="00ED4FA7"/>
    <w:rsid w:val="00EE0AC5"/>
    <w:rsid w:val="00EE1732"/>
    <w:rsid w:val="00EE4179"/>
    <w:rsid w:val="00EE4683"/>
    <w:rsid w:val="00EF203E"/>
    <w:rsid w:val="00EF22E7"/>
    <w:rsid w:val="00EF6662"/>
    <w:rsid w:val="00F00891"/>
    <w:rsid w:val="00F01541"/>
    <w:rsid w:val="00F03B9A"/>
    <w:rsid w:val="00F05026"/>
    <w:rsid w:val="00F0608E"/>
    <w:rsid w:val="00F1313D"/>
    <w:rsid w:val="00F13A87"/>
    <w:rsid w:val="00F159AC"/>
    <w:rsid w:val="00F51821"/>
    <w:rsid w:val="00F562CE"/>
    <w:rsid w:val="00F56589"/>
    <w:rsid w:val="00F6037E"/>
    <w:rsid w:val="00F647D1"/>
    <w:rsid w:val="00F6639B"/>
    <w:rsid w:val="00F707AA"/>
    <w:rsid w:val="00F70A5C"/>
    <w:rsid w:val="00F75A4E"/>
    <w:rsid w:val="00F8057B"/>
    <w:rsid w:val="00F805F3"/>
    <w:rsid w:val="00F82372"/>
    <w:rsid w:val="00F9428B"/>
    <w:rsid w:val="00F9726E"/>
    <w:rsid w:val="00FA2197"/>
    <w:rsid w:val="00FA3367"/>
    <w:rsid w:val="00FB2782"/>
    <w:rsid w:val="00FB48B1"/>
    <w:rsid w:val="00FC117A"/>
    <w:rsid w:val="00FC3AF0"/>
    <w:rsid w:val="00FC6428"/>
    <w:rsid w:val="00FC6CD1"/>
    <w:rsid w:val="00FC7080"/>
    <w:rsid w:val="00FE1914"/>
    <w:rsid w:val="00FE5593"/>
    <w:rsid w:val="00FE6A12"/>
    <w:rsid w:val="00FE73C5"/>
    <w:rsid w:val="00FE754D"/>
    <w:rsid w:val="00FF2D9F"/>
    <w:rsid w:val="00FF58F6"/>
    <w:rsid w:val="00FF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2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562CE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rsid w:val="00F562C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117B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562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Знак Знак Знак Знак"/>
    <w:basedOn w:val="Normal"/>
    <w:uiPriority w:val="99"/>
    <w:rsid w:val="00F562C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F562C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562C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562C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7837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80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2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11</Pages>
  <Words>1623</Words>
  <Characters>9253</Characters>
  <Application>Microsoft Office Outlook</Application>
  <DocSecurity>0</DocSecurity>
  <Lines>0</Lines>
  <Paragraphs>0</Paragraphs>
  <ScaleCrop>false</ScaleCrop>
  <Company>work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Баранов Валерий Анатольевич (BARANOV_VA - БарановВА)</cp:lastModifiedBy>
  <cp:revision>6</cp:revision>
  <cp:lastPrinted>2013-12-25T13:47:00Z</cp:lastPrinted>
  <dcterms:created xsi:type="dcterms:W3CDTF">2013-12-18T06:07:00Z</dcterms:created>
  <dcterms:modified xsi:type="dcterms:W3CDTF">2013-12-25T13:49:00Z</dcterms:modified>
</cp:coreProperties>
</file>