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-106" w:type="dxa"/>
        <w:tblLook w:val="00A0"/>
      </w:tblPr>
      <w:tblGrid>
        <w:gridCol w:w="667"/>
        <w:gridCol w:w="1934"/>
        <w:gridCol w:w="3200"/>
        <w:gridCol w:w="2125"/>
        <w:gridCol w:w="1716"/>
        <w:gridCol w:w="1505"/>
        <w:gridCol w:w="1975"/>
        <w:gridCol w:w="1854"/>
      </w:tblGrid>
      <w:tr w:rsidR="00F12E35" w:rsidRPr="00486E75">
        <w:trPr>
          <w:trHeight w:val="31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Default="00F12E35" w:rsidP="004F3B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2E35" w:rsidRDefault="00F12E35" w:rsidP="004F3B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2E35" w:rsidRPr="004F3B2E" w:rsidRDefault="00F12E35" w:rsidP="004F3B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F12E35" w:rsidRPr="004F3B2E" w:rsidRDefault="00F12E35" w:rsidP="004F3B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2E35" w:rsidRPr="00486E75">
        <w:trPr>
          <w:trHeight w:val="31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постановлению администрации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F12E35" w:rsidRPr="004F3B2E" w:rsidRDefault="00F12E35" w:rsidP="004F3B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2E35" w:rsidRPr="00486E75">
        <w:trPr>
          <w:trHeight w:val="31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F94A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 округа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4F3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 Калининград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F12E35" w:rsidRPr="004F3B2E" w:rsidRDefault="00F12E35" w:rsidP="004F3B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2E35" w:rsidRPr="00486E75">
        <w:trPr>
          <w:trHeight w:val="31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F94A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декабря </w:t>
            </w:r>
            <w:r w:rsidRPr="004F3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№ 2089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F12E35" w:rsidRPr="004F3B2E" w:rsidRDefault="00F12E35" w:rsidP="004F3B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2E35" w:rsidRPr="00486E75">
        <w:trPr>
          <w:trHeight w:val="315"/>
        </w:trPr>
        <w:tc>
          <w:tcPr>
            <w:tcW w:w="1312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Default="00F12E35" w:rsidP="001A3B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2E35" w:rsidRDefault="00F12E35" w:rsidP="001A3B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2E35" w:rsidRPr="004F3B2E" w:rsidRDefault="00F12E35" w:rsidP="003F1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особо ценного движимого 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стоимостью свыше 50 000 рублей м</w:t>
            </w:r>
            <w:r w:rsidRPr="004F3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автономного     учреждения</w:t>
            </w:r>
            <w:r w:rsidRPr="004F3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дополнительного образования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 </w:t>
            </w:r>
            <w:r w:rsidRPr="004F3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Калининграда детско-юношеск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4F3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спортивн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4F3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4F3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хоккею с шайбой, расположенно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Pr="004F3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адресу: 236023,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3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Калининград, проспект Московский, 169А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2E35" w:rsidRPr="00486E75">
        <w:trPr>
          <w:trHeight w:val="16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</w:tr>
      <w:tr w:rsidR="00F12E35" w:rsidRPr="00486E75">
        <w:trPr>
          <w:trHeight w:val="168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Инвентарный номер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Наименование недвижимого имущества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Первоначальная стоимость (руб.)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Амортизация (руб.)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Остаточная стоимость  на 01.10.2015 (руб.)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Основание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Дата</w:t>
            </w:r>
          </w:p>
        </w:tc>
      </w:tr>
      <w:tr w:rsidR="00F12E35" w:rsidRPr="00486E75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26163693170006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 xml:space="preserve">Камень керлинговый </w:t>
            </w:r>
          </w:p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(комп.16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F3B2E">
              <w:rPr>
                <w:rFonts w:ascii="Times New Roman" w:hAnsi="Times New Roman" w:cs="Times New Roman"/>
                <w:color w:val="000000"/>
              </w:rPr>
              <w:t>шт)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320 000,00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195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F3B2E">
              <w:rPr>
                <w:rFonts w:ascii="Times New Roman" w:hAnsi="Times New Roman" w:cs="Times New Roman"/>
                <w:color w:val="000000"/>
              </w:rPr>
              <w:t>555,58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124 444,42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Расп.1991/р-КМИ от 19.05.2014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C84B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26.12.2013</w:t>
            </w:r>
          </w:p>
        </w:tc>
      </w:tr>
      <w:tr w:rsidR="00F12E35" w:rsidRPr="00486E75">
        <w:trPr>
          <w:trHeight w:val="64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26163693170005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 xml:space="preserve">Камень керлинговый </w:t>
            </w:r>
          </w:p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(комп.16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F3B2E">
              <w:rPr>
                <w:rFonts w:ascii="Times New Roman" w:hAnsi="Times New Roman" w:cs="Times New Roman"/>
                <w:color w:val="000000"/>
              </w:rPr>
              <w:t>шт)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495 000,00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495 </w:t>
            </w:r>
            <w:r w:rsidRPr="004F3B2E"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Расп.70-563/р от 04.03.2013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C84B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24.07.2012</w:t>
            </w:r>
          </w:p>
        </w:tc>
      </w:tr>
      <w:tr w:rsidR="00F12E35" w:rsidRPr="00486E75">
        <w:trPr>
          <w:trHeight w:val="67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26163690099001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Ограждение для флорбола с сеткой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425 700,00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241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F3B2E">
              <w:rPr>
                <w:rFonts w:ascii="Times New Roman" w:hAnsi="Times New Roman" w:cs="Times New Roman"/>
                <w:color w:val="000000"/>
              </w:rPr>
              <w:t>230,00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184 470,00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Расп.70-563/р от 04.03.2013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C84B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10.12.2012</w:t>
            </w:r>
          </w:p>
        </w:tc>
      </w:tr>
      <w:tr w:rsidR="00F12E35" w:rsidRPr="00486E75">
        <w:trPr>
          <w:trHeight w:val="64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0000000142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Станок для заточки коньков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193 640,00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193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F3B2E">
              <w:rPr>
                <w:rFonts w:ascii="Times New Roman" w:hAnsi="Times New Roman" w:cs="Times New Roman"/>
                <w:color w:val="000000"/>
              </w:rPr>
              <w:t>640,00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Доп.сог.60/12/дс/д от 14.02.2012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C84B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06.12.2006</w:t>
            </w:r>
          </w:p>
        </w:tc>
      </w:tr>
      <w:tr w:rsidR="00F12E35" w:rsidRPr="00486E75">
        <w:trPr>
          <w:trHeight w:val="465"/>
        </w:trPr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1 434 340,00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1 125 425,58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308 914,42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12E35" w:rsidRPr="00486E75">
        <w:trPr>
          <w:trHeight w:val="30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</w:tr>
      <w:tr w:rsidR="00F12E35" w:rsidRPr="00486E75">
        <w:trPr>
          <w:trHeight w:val="635"/>
        </w:trPr>
        <w:tc>
          <w:tcPr>
            <w:tcW w:w="1312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2E35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2E35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2E35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2E35" w:rsidRDefault="00F12E35" w:rsidP="000847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2E35" w:rsidRDefault="00F12E35" w:rsidP="000847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2E35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2E35" w:rsidRDefault="00F12E35" w:rsidP="000847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2E35" w:rsidRDefault="00F12E35" w:rsidP="000847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2E35" w:rsidRDefault="00F12E35" w:rsidP="00146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2E35" w:rsidRPr="004F3B2E" w:rsidRDefault="00F12E35" w:rsidP="003F1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5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особо ценного движимого имущества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3B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стоимостью менее</w:t>
            </w:r>
            <w:r w:rsidRPr="004F3B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50 000 рублей м</w:t>
            </w:r>
            <w:r w:rsidRPr="004F3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автономного     учреждения</w:t>
            </w:r>
            <w:r w:rsidRPr="004F3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дополнительного образования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 </w:t>
            </w:r>
            <w:r w:rsidRPr="004F3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Калининграда детско-юношеск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4F3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спортивн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4F3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4F3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хоккею с шайбой, расположенно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Pr="004F3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адресу: 236023,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3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Калининград, проспект Московский, 169А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2E35" w:rsidRPr="00486E75">
        <w:trPr>
          <w:trHeight w:val="31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3F1B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F12E35" w:rsidRPr="004F3B2E" w:rsidRDefault="00F12E35" w:rsidP="004F3B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2E35" w:rsidRPr="00486E75">
        <w:trPr>
          <w:trHeight w:val="16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</w:tr>
      <w:tr w:rsidR="00F12E35" w:rsidRPr="00486E75">
        <w:trPr>
          <w:trHeight w:val="126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Инвентарный номер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Наименование недвижимого имущества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Первоначальная стоимость (руб.)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Амортизация (руб.)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Остаточная стоимость  на 01.10.2015 (руб.)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Основание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Дата</w:t>
            </w:r>
          </w:p>
        </w:tc>
      </w:tr>
      <w:tr w:rsidR="00F12E35" w:rsidRPr="00486E75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24163693540002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Велоэргометр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13 761,00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13 761,00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10.12.2012</w:t>
            </w:r>
          </w:p>
        </w:tc>
      </w:tr>
      <w:tr w:rsidR="00F12E35" w:rsidRPr="00486E75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24143230150001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Видеокамера Soni 260VE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23 000,00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23 000,00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20.11.2012</w:t>
            </w:r>
          </w:p>
        </w:tc>
      </w:tr>
      <w:tr w:rsidR="00F12E35" w:rsidRPr="00486E75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26163693399003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Ворота для флорбола с сеткой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11 880,00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11 880,00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Расп.1991/р-КМИ от 19.05.2014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10.12.2012</w:t>
            </w:r>
          </w:p>
        </w:tc>
      </w:tr>
      <w:tr w:rsidR="00F12E35" w:rsidRPr="00486E75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26163693399004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Ворота для флорбола с сеткой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11 880,00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11 880,00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10.12..2012</w:t>
            </w:r>
          </w:p>
        </w:tc>
      </w:tr>
      <w:tr w:rsidR="00F12E35" w:rsidRPr="00486E75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26163693230001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Козел гимнастический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22 671,00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22 671,00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10.12.2012</w:t>
            </w:r>
          </w:p>
        </w:tc>
      </w:tr>
      <w:tr w:rsidR="00F12E35" w:rsidRPr="00486E75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34143020201002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Компьютер 2012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9 410,00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9 410,00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05.07.2012</w:t>
            </w:r>
          </w:p>
        </w:tc>
      </w:tr>
      <w:tr w:rsidR="00F12E35" w:rsidRPr="00486E75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0000000117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Компьютер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21 963,15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21 963,15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Доп.сог.60/12/дс/д от 14.02.2012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20.06.2006</w:t>
            </w:r>
          </w:p>
        </w:tc>
      </w:tr>
      <w:tr w:rsidR="00F12E35" w:rsidRPr="00486E75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0000000155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Копировальный аппарат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14 280,00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14 280,00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Доп.сог.60/12/дс/д от 14.02.2012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13.02.2008</w:t>
            </w:r>
          </w:p>
        </w:tc>
      </w:tr>
      <w:tr w:rsidR="00F12E35" w:rsidRPr="00486E75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36163693170006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Лейка для керлинга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17 900,00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17 900,00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23.07.2012</w:t>
            </w:r>
          </w:p>
        </w:tc>
      </w:tr>
      <w:tr w:rsidR="00F12E35" w:rsidRPr="00486E75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36163693170008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Лейка для керлинга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17 900,00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17 900,00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23.07.2012</w:t>
            </w:r>
          </w:p>
        </w:tc>
      </w:tr>
      <w:tr w:rsidR="00F12E35" w:rsidRPr="00486E75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Т-1М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Монитор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7 543,50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7 543,50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Доп.сог.60/12/дс/д от 14.02.2012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20.12.2005</w:t>
            </w:r>
          </w:p>
        </w:tc>
      </w:tr>
      <w:tr w:rsidR="00F12E35" w:rsidRPr="00486E75">
        <w:trPr>
          <w:trHeight w:val="60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F12E35" w:rsidRPr="00486E75">
        <w:trPr>
          <w:trHeight w:val="42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086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086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00000000ПР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086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Принтер НР 1020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086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5 146,31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086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5 146,31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086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086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Доп.сог.60/12/дс/д от 14.02.2012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086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25.05.2006</w:t>
            </w:r>
          </w:p>
        </w:tc>
      </w:tr>
      <w:tr w:rsidR="00F12E35" w:rsidRPr="00486E75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0000000172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4F3B2E">
              <w:rPr>
                <w:rFonts w:ascii="Times New Roman" w:hAnsi="Times New Roman" w:cs="Times New Roman"/>
                <w:color w:val="000000"/>
              </w:rPr>
              <w:t>ринтер НР 1215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16 715,00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16 715,00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Доп.сог.60/12/дс/д от 14.02.2012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02.09.2009</w:t>
            </w:r>
          </w:p>
        </w:tc>
      </w:tr>
      <w:tr w:rsidR="00F12E35" w:rsidRPr="00486E75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000000000002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Принтер-копир-факс Canon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17 120,00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17 120,00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Доп.сог.60/12/дс/д от 14.02.2012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17.07.2005</w:t>
            </w:r>
          </w:p>
        </w:tc>
      </w:tr>
      <w:tr w:rsidR="00F12E35" w:rsidRPr="00486E75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0000000168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Пылесос АS1200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13 254,00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13 254,00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Доп.сог.60/12/дс/д от 14.02.2012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20.06.2008</w:t>
            </w:r>
          </w:p>
        </w:tc>
      </w:tr>
      <w:tr w:rsidR="00F12E35" w:rsidRPr="00486E75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0000000141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Сейф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8 919,98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8 919,98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Доп.сог.60/12/дс/д от 14.02.2012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05.12.2006</w:t>
            </w:r>
          </w:p>
        </w:tc>
      </w:tr>
      <w:tr w:rsidR="00F12E35" w:rsidRPr="00486E75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26163693540001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Тренажер многофункциональный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19 701,00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19 701,00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Расп.70-563/р от 04.03.2013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10.12.2012</w:t>
            </w:r>
          </w:p>
        </w:tc>
      </w:tr>
      <w:tr w:rsidR="00F12E35" w:rsidRPr="00486E75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24143230102001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Телевизор Samsung46Е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39 000,00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39 000,00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Доп.сог.60/12/дс/д от 14.02.2012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20.11.2012</w:t>
            </w:r>
          </w:p>
        </w:tc>
      </w:tr>
      <w:tr w:rsidR="00F12E35" w:rsidRPr="00486E75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26163693572001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Табло электронное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34 650,00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34 650,00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10.12.2012</w:t>
            </w:r>
          </w:p>
        </w:tc>
      </w:tr>
      <w:tr w:rsidR="00F12E35" w:rsidRPr="00486E75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Т-1Ф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Факс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9 653,54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9 653,54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Доп.сог.60/12/дс/д от 14.02.2012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17.07.2005</w:t>
            </w:r>
          </w:p>
        </w:tc>
      </w:tr>
      <w:tr w:rsidR="00F12E35" w:rsidRPr="00486E75">
        <w:trPr>
          <w:trHeight w:val="6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24143322170001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Фотоаппарат цифровой Nikon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19 200,00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19 200,00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18.12.2012</w:t>
            </w:r>
          </w:p>
        </w:tc>
      </w:tr>
      <w:tr w:rsidR="00F12E35" w:rsidRPr="00486E75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Pr="004F3B2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4101340001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Компьютер в сборе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19 170,00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19 170,00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25.07.2014</w:t>
            </w:r>
          </w:p>
        </w:tc>
      </w:tr>
      <w:tr w:rsidR="00F12E35" w:rsidRPr="00486E75">
        <w:trPr>
          <w:trHeight w:val="30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4101340002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Проектор Epson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39 530,00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39 530,00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17.01.2015</w:t>
            </w:r>
          </w:p>
        </w:tc>
      </w:tr>
      <w:tr w:rsidR="00F12E35" w:rsidRPr="00486E75">
        <w:trPr>
          <w:trHeight w:val="30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4101360014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Станок гимнастический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18 250,00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18 250,00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23.12.2014</w:t>
            </w:r>
          </w:p>
        </w:tc>
      </w:tr>
      <w:tr w:rsidR="00F12E35" w:rsidRPr="00486E75">
        <w:trPr>
          <w:trHeight w:val="30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4101340003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Экран проекционный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9 900,00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9 900,00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3B2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17.01.2015</w:t>
            </w:r>
          </w:p>
        </w:tc>
      </w:tr>
      <w:tr w:rsidR="00F12E35" w:rsidRPr="00486E75">
        <w:trPr>
          <w:trHeight w:val="315"/>
        </w:trPr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442 398,48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442 398,48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4F3B2E" w:rsidRDefault="00F12E35" w:rsidP="00343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12E35" w:rsidRPr="00486E75">
        <w:trPr>
          <w:trHeight w:val="450"/>
        </w:trPr>
        <w:tc>
          <w:tcPr>
            <w:tcW w:w="58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B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B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1 876 738,48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B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1 567 824,06</w:t>
            </w:r>
          </w:p>
        </w:tc>
        <w:tc>
          <w:tcPr>
            <w:tcW w:w="1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12E35" w:rsidRPr="003F1B02" w:rsidRDefault="00F12E35" w:rsidP="004F3B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B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308 914,42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3F1B02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</w:tr>
      <w:tr w:rsidR="00F12E35" w:rsidRPr="00486E75">
        <w:trPr>
          <w:trHeight w:val="30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F12E35" w:rsidRPr="004F3B2E" w:rsidRDefault="00F12E35" w:rsidP="004F3B2E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F12E35" w:rsidRDefault="00F12E35"/>
    <w:p w:rsidR="00F12E35" w:rsidRDefault="00F12E35" w:rsidP="00084715">
      <w:pPr>
        <w:tabs>
          <w:tab w:val="left" w:pos="5423"/>
        </w:tabs>
      </w:pPr>
    </w:p>
    <w:p w:rsidR="00F12E35" w:rsidRDefault="00F12E35" w:rsidP="00146B67">
      <w:pPr>
        <w:ind w:firstLine="708"/>
        <w:jc w:val="center"/>
      </w:pPr>
      <w:r w:rsidRPr="000A5130">
        <w:rPr>
          <w:rFonts w:ascii="Times New Roman" w:hAnsi="Times New Roman" w:cs="Times New Roman"/>
          <w:color w:val="000000"/>
          <w:sz w:val="24"/>
          <w:szCs w:val="24"/>
        </w:rPr>
        <w:t xml:space="preserve">Перечень </w:t>
      </w:r>
      <w:r w:rsidRPr="001A3BF5">
        <w:rPr>
          <w:rFonts w:ascii="Times New Roman" w:hAnsi="Times New Roman" w:cs="Times New Roman"/>
          <w:color w:val="000000"/>
          <w:sz w:val="24"/>
          <w:szCs w:val="24"/>
        </w:rPr>
        <w:t>иного движимого имущества (не относящегося к категории особо ценного движимого имущества)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</w:t>
      </w:r>
      <w:r w:rsidRPr="004F3B2E">
        <w:rPr>
          <w:rFonts w:ascii="Times New Roman" w:hAnsi="Times New Roman" w:cs="Times New Roman"/>
          <w:color w:val="000000"/>
          <w:sz w:val="24"/>
          <w:szCs w:val="24"/>
        </w:rPr>
        <w:t>униципально</w:t>
      </w:r>
      <w:r>
        <w:rPr>
          <w:rFonts w:ascii="Times New Roman" w:hAnsi="Times New Roman" w:cs="Times New Roman"/>
          <w:color w:val="000000"/>
          <w:sz w:val="24"/>
          <w:szCs w:val="24"/>
        </w:rPr>
        <w:t>го автономного     учреждения</w:t>
      </w:r>
      <w:r w:rsidRPr="004F3B2E">
        <w:rPr>
          <w:rFonts w:ascii="Times New Roman" w:hAnsi="Times New Roman" w:cs="Times New Roman"/>
          <w:color w:val="000000"/>
          <w:sz w:val="24"/>
          <w:szCs w:val="24"/>
        </w:rPr>
        <w:t xml:space="preserve"> дополнительного образования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города </w:t>
      </w:r>
      <w:r w:rsidRPr="004F3B2E">
        <w:rPr>
          <w:rFonts w:ascii="Times New Roman" w:hAnsi="Times New Roman" w:cs="Times New Roman"/>
          <w:color w:val="000000"/>
          <w:sz w:val="24"/>
          <w:szCs w:val="24"/>
        </w:rPr>
        <w:t>Калининграда детско-юношеск</w:t>
      </w:r>
      <w:r>
        <w:rPr>
          <w:rFonts w:ascii="Times New Roman" w:hAnsi="Times New Roman" w:cs="Times New Roman"/>
          <w:color w:val="000000"/>
          <w:sz w:val="24"/>
          <w:szCs w:val="24"/>
        </w:rPr>
        <w:t>ой</w:t>
      </w:r>
      <w:r w:rsidRPr="004F3B2E">
        <w:rPr>
          <w:rFonts w:ascii="Times New Roman" w:hAnsi="Times New Roman" w:cs="Times New Roman"/>
          <w:color w:val="000000"/>
          <w:sz w:val="24"/>
          <w:szCs w:val="24"/>
        </w:rPr>
        <w:t xml:space="preserve"> спортивн</w:t>
      </w:r>
      <w:r>
        <w:rPr>
          <w:rFonts w:ascii="Times New Roman" w:hAnsi="Times New Roman" w:cs="Times New Roman"/>
          <w:color w:val="000000"/>
          <w:sz w:val="24"/>
          <w:szCs w:val="24"/>
        </w:rPr>
        <w:t>ой</w:t>
      </w:r>
      <w:r w:rsidRPr="004F3B2E">
        <w:rPr>
          <w:rFonts w:ascii="Times New Roman" w:hAnsi="Times New Roman" w:cs="Times New Roman"/>
          <w:color w:val="000000"/>
          <w:sz w:val="24"/>
          <w:szCs w:val="24"/>
        </w:rPr>
        <w:t xml:space="preserve"> школ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4F3B2E">
        <w:rPr>
          <w:rFonts w:ascii="Times New Roman" w:hAnsi="Times New Roman" w:cs="Times New Roman"/>
          <w:color w:val="000000"/>
          <w:sz w:val="24"/>
          <w:szCs w:val="24"/>
        </w:rPr>
        <w:t xml:space="preserve"> по хоккею с шайбой, расположенно</w:t>
      </w:r>
      <w:r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Pr="004F3B2E">
        <w:rPr>
          <w:rFonts w:ascii="Times New Roman" w:hAnsi="Times New Roman" w:cs="Times New Roman"/>
          <w:color w:val="000000"/>
          <w:sz w:val="24"/>
          <w:szCs w:val="24"/>
        </w:rPr>
        <w:t xml:space="preserve"> по адресу: 236023,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3B2E">
        <w:rPr>
          <w:rFonts w:ascii="Times New Roman" w:hAnsi="Times New Roman" w:cs="Times New Roman"/>
          <w:color w:val="000000"/>
          <w:sz w:val="24"/>
          <w:szCs w:val="24"/>
        </w:rPr>
        <w:t xml:space="preserve">Калининград,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проспект </w:t>
      </w:r>
      <w:r w:rsidRPr="004F3B2E">
        <w:rPr>
          <w:rFonts w:ascii="Times New Roman" w:hAnsi="Times New Roman" w:cs="Times New Roman"/>
          <w:color w:val="000000"/>
          <w:sz w:val="24"/>
          <w:szCs w:val="24"/>
        </w:rPr>
        <w:t>Московский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F3B2E">
        <w:rPr>
          <w:rFonts w:ascii="Times New Roman" w:hAnsi="Times New Roman" w:cs="Times New Roman"/>
          <w:color w:val="000000"/>
          <w:sz w:val="24"/>
          <w:szCs w:val="24"/>
        </w:rPr>
        <w:t xml:space="preserve"> 169А</w:t>
      </w:r>
    </w:p>
    <w:tbl>
      <w:tblPr>
        <w:tblW w:w="14969" w:type="dxa"/>
        <w:tblInd w:w="-106" w:type="dxa"/>
        <w:tblLook w:val="00A0"/>
      </w:tblPr>
      <w:tblGrid>
        <w:gridCol w:w="601"/>
        <w:gridCol w:w="1928"/>
        <w:gridCol w:w="3300"/>
        <w:gridCol w:w="1903"/>
        <w:gridCol w:w="1660"/>
        <w:gridCol w:w="1540"/>
        <w:gridCol w:w="2040"/>
        <w:gridCol w:w="1997"/>
      </w:tblGrid>
      <w:tr w:rsidR="00F12E35" w:rsidRPr="00486E75">
        <w:trPr>
          <w:trHeight w:val="30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Инвентарный номер</w:t>
            </w: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Наименование недвижимого имущества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Первоначальная стоимость (руб.)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Амортизация (руб.)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Остаточная стоимость  на 01.10.2015 (руб.)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Основание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Дата</w:t>
            </w:r>
          </w:p>
        </w:tc>
      </w:tr>
      <w:tr w:rsidR="00F12E35" w:rsidRPr="00486E75">
        <w:trPr>
          <w:trHeight w:val="915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F12E35" w:rsidRPr="00486E75">
        <w:trPr>
          <w:trHeight w:val="3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361636933220001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Батут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9 900,00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9 900,00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E41535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1535">
              <w:rPr>
                <w:rFonts w:ascii="Times New Roman" w:hAnsi="Times New Roman" w:cs="Times New Roman"/>
                <w:color w:val="000000"/>
              </w:rPr>
              <w:t>10.12.2012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0000000121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Вывеска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5 200,00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E41535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11.08.2006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0000000157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Диван кожаный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E41535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22.02.2008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0000000156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ИБП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3 654,60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3 654,60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E41535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03.03.2008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000000000004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Коньки вратарские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6 360,00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6 360,00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E41535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01.09.2011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ШЛЗ.2/3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Коньки вратарские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6 360,00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6 360,00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Расп.70-563/р 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E41535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01.09.2011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36163693110006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Коньки 2012 вратарские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E41535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30.11.2012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36163693110006/1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Коньки 2012 вратарские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E41535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30.11.2012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36163693110006/2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Коньки 2012 вратарские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E41535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30.11.2012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36163693110006/3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Коньки 2012 вратарские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E41535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30.11.2012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36163693110006/4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Коньки 2012 вратарские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E41535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30.11.2012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36163693110007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Коньки 2012 хоккейные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3 500,00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E41535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30.11.2012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F82E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F82E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F82E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F82E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F82E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F82E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F82E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3F1B02" w:rsidRDefault="00F12E35" w:rsidP="00F82E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36163693110007/1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Коньки 2012 хоккейные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30.11.2012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36163693110007/2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Коньки 2012 хоккейные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30.11.2012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36163693110007/3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Коньки 2012 хоккейные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30.11.2012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36163693110007/4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Коньки 2012 хоккейные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Расп.70-563/р 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30.11.2012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36163693110007/5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Коньки 2012 хоккейные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30.11.2012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36163693110007/6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Коньки 2012 хоккейные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30.11.2012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36163693110007/7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Коньки 2012 хоккейные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30.11.2012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36163693110007/8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Коньки 2012 хоккейные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30.11.2012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36163693110008/1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Коньки 2012 фигурные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Расп.70-563/р 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30.11.2012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36163693110008/2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Коньки 2012 фигурные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Расп.70-563/р 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30.11.2012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36163693110008/3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Коньки 2012 фигурные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30.11.2012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36163693110008/4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Коньки 2012 фигурные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30.11.2012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34143020201001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Компьютер I3-2100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20 669,90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20 669,90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30.12.2011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232B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0000000164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Кресло менеджера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8 783,00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8 783,00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16.05.2008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232B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14-М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Пенал-шкаф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4 140,90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4 140,90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19.10.2005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DB2D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DB2D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36163693230001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DB2D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Мостик гимнастический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DB2D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10 108,00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DB2D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10 108,00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DB2D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DB2D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DB2D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10.12.2012</w:t>
            </w:r>
          </w:p>
        </w:tc>
      </w:tr>
      <w:tr w:rsidR="00F12E35" w:rsidRPr="00486E75">
        <w:trPr>
          <w:trHeight w:val="42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D96F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D96F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0414300228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D96F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Монитор ASUS МВ17SE 17 LCD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D96F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6 630,00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D96F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6 630,00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D96F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D96F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D96F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03.10.2011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361636935720001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Скамья гимнастическая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8 811,00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8 811,00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10.12.2012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361636935720002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Скамья гимнастическая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8 811,00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8 811,00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10.12.2012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361636935720003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Скамья гимнастическая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8 811,00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8 811,00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10.12.2012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251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361636935720004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Скамья гимнастическая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8 811,00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8 811,00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10.12.2012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251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0000000120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Стол компьютерный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4 095,30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4 095,30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11.08.2006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251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0000000125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Стенд малый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12.09.2007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D05F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0000000126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Стенд большой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12.09.2007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36163695300001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Стенд информационный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 1991/р-ким от 19.05.2014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12.09.2013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0000000134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Стол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7 350,00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7 350,00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19.11.2007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0000000136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Стол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19.11.2007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0000000139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Стол для переговоров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18 100,00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18 100,00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19.11.2007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0000000177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Стол для заточного станка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28.11.2008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1-М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Стеллаж 600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3 819,90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3 819,90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19.10.2005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2022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12-М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2022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Стол угловой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2022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6 750,63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2022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6 750,63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2022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2022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2022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19.10.2005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D66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13-М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D66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Стол угловой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D66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6 750,63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D66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6 750,63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D66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D66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D66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19.10.2005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8A5D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2-М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8A5D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Стеллаж 750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8A5D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4 354,90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8A5D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4 354,90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8A5D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8A5D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8A5D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19.10.2005</w:t>
            </w:r>
          </w:p>
        </w:tc>
      </w:tr>
      <w:tr w:rsidR="00F12E35" w:rsidRPr="00486E75">
        <w:trPr>
          <w:trHeight w:val="42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877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3-М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877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Стеллаж угловой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877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6 670,38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877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6 670,38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877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877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877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19.10.2005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4-М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Стеллаж 556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3 584,50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3 584,50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19.10.2005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5-М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Стеллаж 566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3 584,50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3 584,50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19.10.2005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6-М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Стеллаж 566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3 584,50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3 584,50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19.10.2005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7-М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Стол угловой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7 653,71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7 653,71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19.10.2005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34143222135001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232B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Телефакс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AF3022">
              <w:rPr>
                <w:rFonts w:ascii="Times New Roman" w:hAnsi="Times New Roman" w:cs="Times New Roman"/>
                <w:color w:val="000000"/>
              </w:rPr>
              <w:t>Панасоник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7 300,00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7 300,00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18.12.2012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0000000137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Тумба для бумаг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3 350,00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3 350,00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19.11.2007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361636934700001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Штанга тяжелоатлетическая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8 811,00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8 811,00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10.12.2012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361636934700002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Штанга тяжелоатлетическая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8 811,00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8 811,00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 xml:space="preserve">Расп.70-563/р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10.12.2012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0000000130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Шкаф для бумаг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5 700,00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5 700,00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19.11.2007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9434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0000000131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Шкаф для бумаг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4 700,00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4 700,00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19.11.2007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9434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0000000132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Шкаф для бумаг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4 700,00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4 700,00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19.11.2007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0000000133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Шкаф для сейфа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3 450,00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3 450,00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19.11.2007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0000000138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Шкаф платяной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4 900,00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4 900,00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19.11.2007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15-М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Шкаф для документов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4 644,87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4 644,87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19.10.2005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8-М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Шкаф для документов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4 644,87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4 644,87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19.10.2005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9-М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Шкаф для документов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4 226,50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4 226,50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Доп.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сог.60/12/дс/д от 14.02.2012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19.10.2005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36162930340001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Шуруповерт Makita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7 999,90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7 999,90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Расп.70-563/р от 04.03.2013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04.07.2012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2101360012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Весы медицинские  ВМЭН-150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6 178,00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6 178,00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11.08.2015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4101360001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Вешалка 1800*500*450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23.12.2014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4101360002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Вешалка 1800*500*451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23.12.2014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4101360003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Вешалка 1800*500*452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23.12.2014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4101360004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Вешалка 1800*500*453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23.12.2014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4101360005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Вешалка 1800*500*454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23.12.2014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4101360006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Вешалка 1800*500*455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23.12.2014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4101360007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Вешалка 1800*500*456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23.12.2014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4101360008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Вешалка 1800*500*457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23.12.2014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F94AB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4101360009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Вешалка 1800*500*458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23.12.2014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4101360010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Вешалка 1800*500*459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23.12.2014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4101360011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Вешалка 1800*500*460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23.12.2014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4101360012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Вешалка 1800*500*461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3 991,00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23.12.2014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2101360019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Коньки вратаря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9 800,00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9 800,00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23.12.2014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2101360020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Нагрудник вратаря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27.07.2015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2101360001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Нагрудник вратаря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28.07.2015</w:t>
            </w:r>
          </w:p>
        </w:tc>
      </w:tr>
      <w:tr w:rsidR="00F12E35" w:rsidRPr="00486E75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2101360011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3F1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Облучатель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рециркуляторный мед.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>СН111-115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3 645,00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3 645,00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11.08.2015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2101360013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Ростомер РП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6 582,00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6 582,00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11.08.2015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3F1B0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2101360014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Стол А-4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4 195,00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4 195,00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11.08.2015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2101360015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Тумба А-28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3 385,00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3 385,00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11.08.2015</w:t>
            </w:r>
          </w:p>
        </w:tc>
      </w:tr>
      <w:tr w:rsidR="00F12E35" w:rsidRPr="00486E75">
        <w:trPr>
          <w:trHeight w:val="39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2101360018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Холодильник Snaige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3022">
              <w:rPr>
                <w:rFonts w:ascii="Times New Roman" w:hAnsi="Times New Roman" w:cs="Times New Roman"/>
                <w:color w:val="000000"/>
              </w:rPr>
              <w:t xml:space="preserve">FR </w:t>
            </w:r>
          </w:p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275-1101А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15 498,00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15 498,00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12.08.2015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2101360021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Шлем вратаря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9 100,00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9 100,00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28.08.2015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2101360022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Шлем игрока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28.08.2015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2101360017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Шкаф А-78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4 420,00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4 420,00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11.08.2015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2101360016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Шкаф А-61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11.08.2015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2101360007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Щитки игрока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3 700,00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3 700,00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27.07.2015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2101360006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Щитки игрока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3 700,00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3 700,00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28.07.2015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2101360005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Щитки игрока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3 700,00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3 700,00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28.07.2015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2101360008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Щитки игрока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3 700,00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3 700,00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28.07.2015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2101360009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Щитки игрока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3 700,00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3 700,00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28.07.2015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2101360003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Щитки игрока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3 700,00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3 700,00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28.07.2015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2101360002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3F1B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Щитк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 w:rsidRPr="00AF3022">
              <w:rPr>
                <w:rFonts w:ascii="Times New Roman" w:hAnsi="Times New Roman" w:cs="Times New Roman"/>
                <w:color w:val="000000"/>
              </w:rPr>
              <w:t xml:space="preserve"> вратарские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9 200,00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9 200,00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27.07.2015</w:t>
            </w: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EE62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2101360010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Щитки вратарские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9 200,00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9 200,00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2E35" w:rsidRPr="00C0513E" w:rsidRDefault="00F12E35" w:rsidP="00E415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513E">
              <w:rPr>
                <w:rFonts w:ascii="Times New Roman" w:hAnsi="Times New Roman" w:cs="Times New Roman"/>
                <w:color w:val="000000"/>
              </w:rPr>
              <w:t>27.07.2015</w:t>
            </w:r>
          </w:p>
        </w:tc>
      </w:tr>
      <w:tr w:rsidR="00F12E35" w:rsidRPr="00486E75">
        <w:trPr>
          <w:trHeight w:val="300"/>
        </w:trPr>
        <w:tc>
          <w:tcPr>
            <w:tcW w:w="5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611 532,49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611 532,49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1B0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35" w:rsidRPr="00AF302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02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2E35" w:rsidRPr="00AF3022" w:rsidRDefault="00F12E35" w:rsidP="00AF3022">
            <w:pPr>
              <w:spacing w:after="0" w:line="240" w:lineRule="auto"/>
              <w:rPr>
                <w:color w:val="000000"/>
              </w:rPr>
            </w:pPr>
            <w:r w:rsidRPr="00AF3022">
              <w:rPr>
                <w:color w:val="000000"/>
              </w:rPr>
              <w:t> </w:t>
            </w:r>
          </w:p>
        </w:tc>
      </w:tr>
      <w:tr w:rsidR="00F12E35" w:rsidRPr="00486E75">
        <w:trPr>
          <w:trHeight w:val="31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3F1B02" w:rsidRDefault="00F12E35" w:rsidP="00AF302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3F1B02" w:rsidRDefault="00F12E35" w:rsidP="00AF302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3F1B02" w:rsidRDefault="00F12E35" w:rsidP="00AF302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3F1B02" w:rsidRDefault="00F12E35" w:rsidP="00AF302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3F1B02" w:rsidRDefault="00F12E35" w:rsidP="00AF302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3F1B02" w:rsidRDefault="00F12E35" w:rsidP="00AF302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AF3022" w:rsidRDefault="00F12E35" w:rsidP="00AF302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AF3022" w:rsidRDefault="00F12E35" w:rsidP="00AF3022">
            <w:pPr>
              <w:spacing w:after="0" w:line="240" w:lineRule="auto"/>
              <w:rPr>
                <w:color w:val="000000"/>
              </w:rPr>
            </w:pPr>
          </w:p>
        </w:tc>
      </w:tr>
      <w:tr w:rsidR="00F12E35" w:rsidRPr="00486E75">
        <w:trPr>
          <w:trHeight w:val="435"/>
        </w:trPr>
        <w:tc>
          <w:tcPr>
            <w:tcW w:w="58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B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B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2 488 270,97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B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2 179 356,55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12E35" w:rsidRPr="003F1B02" w:rsidRDefault="00F12E35" w:rsidP="00AF30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B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308 914,42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AF3022" w:rsidRDefault="00F12E35" w:rsidP="00AF302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AF3022" w:rsidRDefault="00F12E35" w:rsidP="00AF3022">
            <w:pPr>
              <w:spacing w:after="0" w:line="240" w:lineRule="auto"/>
              <w:rPr>
                <w:color w:val="000000"/>
              </w:rPr>
            </w:pPr>
          </w:p>
        </w:tc>
      </w:tr>
      <w:tr w:rsidR="00F12E35" w:rsidRPr="00486E75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AF3022" w:rsidRDefault="00F12E35" w:rsidP="00AF302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AF3022" w:rsidRDefault="00F12E35" w:rsidP="00AF302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AF3022" w:rsidRDefault="00F12E35" w:rsidP="00AF302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AF3022" w:rsidRDefault="00F12E35" w:rsidP="00AF302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AF3022" w:rsidRDefault="00F12E35" w:rsidP="00AF302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AF3022" w:rsidRDefault="00F12E35" w:rsidP="00AF302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AF3022" w:rsidRDefault="00F12E35" w:rsidP="00AF302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2E35" w:rsidRPr="00AF3022" w:rsidRDefault="00F12E35" w:rsidP="00AF3022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F12E35" w:rsidRDefault="00F12E35"/>
    <w:sectPr w:rsidR="00F12E35" w:rsidSect="003F1B02">
      <w:headerReference w:type="default" r:id="rId7"/>
      <w:pgSz w:w="16838" w:h="11906" w:orient="landscape" w:code="9"/>
      <w:pgMar w:top="426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E35" w:rsidRDefault="00F12E35" w:rsidP="00F00886">
      <w:pPr>
        <w:spacing w:after="0" w:line="240" w:lineRule="auto"/>
      </w:pPr>
      <w:r>
        <w:separator/>
      </w:r>
    </w:p>
  </w:endnote>
  <w:endnote w:type="continuationSeparator" w:id="0">
    <w:p w:rsidR="00F12E35" w:rsidRDefault="00F12E35" w:rsidP="00F00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E35" w:rsidRDefault="00F12E35" w:rsidP="00F00886">
      <w:pPr>
        <w:spacing w:after="0" w:line="240" w:lineRule="auto"/>
      </w:pPr>
      <w:r>
        <w:separator/>
      </w:r>
    </w:p>
  </w:footnote>
  <w:footnote w:type="continuationSeparator" w:id="0">
    <w:p w:rsidR="00F12E35" w:rsidRDefault="00F12E35" w:rsidP="00F00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E35" w:rsidRDefault="00F12E35" w:rsidP="00146B67">
    <w:pPr>
      <w:pStyle w:val="Header"/>
    </w:pPr>
  </w:p>
  <w:p w:rsidR="00F12E35" w:rsidRPr="00F00886" w:rsidRDefault="00F12E35" w:rsidP="00146B67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00331"/>
    <w:multiLevelType w:val="hybridMultilevel"/>
    <w:tmpl w:val="24D091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C123E8"/>
    <w:multiLevelType w:val="hybridMultilevel"/>
    <w:tmpl w:val="55642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7F65AB"/>
    <w:multiLevelType w:val="hybridMultilevel"/>
    <w:tmpl w:val="3F7005D2"/>
    <w:lvl w:ilvl="0" w:tplc="0419000F">
      <w:start w:val="1"/>
      <w:numFmt w:val="decimal"/>
      <w:lvlText w:val="%1."/>
      <w:lvlJc w:val="left"/>
      <w:pPr>
        <w:ind w:left="904" w:hanging="360"/>
      </w:pPr>
    </w:lvl>
    <w:lvl w:ilvl="1" w:tplc="04190019">
      <w:start w:val="1"/>
      <w:numFmt w:val="lowerLetter"/>
      <w:lvlText w:val="%2."/>
      <w:lvlJc w:val="left"/>
      <w:pPr>
        <w:ind w:left="1624" w:hanging="360"/>
      </w:pPr>
    </w:lvl>
    <w:lvl w:ilvl="2" w:tplc="0419001B">
      <w:start w:val="1"/>
      <w:numFmt w:val="lowerRoman"/>
      <w:lvlText w:val="%3."/>
      <w:lvlJc w:val="right"/>
      <w:pPr>
        <w:ind w:left="2344" w:hanging="180"/>
      </w:pPr>
    </w:lvl>
    <w:lvl w:ilvl="3" w:tplc="0419000F">
      <w:start w:val="1"/>
      <w:numFmt w:val="decimal"/>
      <w:lvlText w:val="%4."/>
      <w:lvlJc w:val="left"/>
      <w:pPr>
        <w:ind w:left="3064" w:hanging="360"/>
      </w:pPr>
    </w:lvl>
    <w:lvl w:ilvl="4" w:tplc="04190019">
      <w:start w:val="1"/>
      <w:numFmt w:val="lowerLetter"/>
      <w:lvlText w:val="%5."/>
      <w:lvlJc w:val="left"/>
      <w:pPr>
        <w:ind w:left="3784" w:hanging="360"/>
      </w:pPr>
    </w:lvl>
    <w:lvl w:ilvl="5" w:tplc="0419001B">
      <w:start w:val="1"/>
      <w:numFmt w:val="lowerRoman"/>
      <w:lvlText w:val="%6."/>
      <w:lvlJc w:val="right"/>
      <w:pPr>
        <w:ind w:left="4504" w:hanging="180"/>
      </w:pPr>
    </w:lvl>
    <w:lvl w:ilvl="6" w:tplc="0419000F">
      <w:start w:val="1"/>
      <w:numFmt w:val="decimal"/>
      <w:lvlText w:val="%7."/>
      <w:lvlJc w:val="left"/>
      <w:pPr>
        <w:ind w:left="5224" w:hanging="360"/>
      </w:pPr>
    </w:lvl>
    <w:lvl w:ilvl="7" w:tplc="04190019">
      <w:start w:val="1"/>
      <w:numFmt w:val="lowerLetter"/>
      <w:lvlText w:val="%8."/>
      <w:lvlJc w:val="left"/>
      <w:pPr>
        <w:ind w:left="5944" w:hanging="360"/>
      </w:pPr>
    </w:lvl>
    <w:lvl w:ilvl="8" w:tplc="0419001B">
      <w:start w:val="1"/>
      <w:numFmt w:val="lowerRoman"/>
      <w:lvlText w:val="%9."/>
      <w:lvlJc w:val="right"/>
      <w:pPr>
        <w:ind w:left="666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3B2E"/>
    <w:rsid w:val="00084715"/>
    <w:rsid w:val="000861CB"/>
    <w:rsid w:val="000A5130"/>
    <w:rsid w:val="000F0424"/>
    <w:rsid w:val="00146B67"/>
    <w:rsid w:val="00196817"/>
    <w:rsid w:val="001A3BF5"/>
    <w:rsid w:val="001A7659"/>
    <w:rsid w:val="0020223A"/>
    <w:rsid w:val="002213A0"/>
    <w:rsid w:val="0022169A"/>
    <w:rsid w:val="00232B71"/>
    <w:rsid w:val="00240747"/>
    <w:rsid w:val="00251B58"/>
    <w:rsid w:val="002A6170"/>
    <w:rsid w:val="002B3E4F"/>
    <w:rsid w:val="00342F0F"/>
    <w:rsid w:val="00343773"/>
    <w:rsid w:val="0036030E"/>
    <w:rsid w:val="003F1B02"/>
    <w:rsid w:val="00465804"/>
    <w:rsid w:val="0048275A"/>
    <w:rsid w:val="00485521"/>
    <w:rsid w:val="00486E75"/>
    <w:rsid w:val="004A658D"/>
    <w:rsid w:val="004F3B2E"/>
    <w:rsid w:val="0050633A"/>
    <w:rsid w:val="005670DD"/>
    <w:rsid w:val="00593729"/>
    <w:rsid w:val="005E1051"/>
    <w:rsid w:val="00615EBC"/>
    <w:rsid w:val="007144A4"/>
    <w:rsid w:val="00757A26"/>
    <w:rsid w:val="007C3CED"/>
    <w:rsid w:val="007D6503"/>
    <w:rsid w:val="008431BA"/>
    <w:rsid w:val="00877BAA"/>
    <w:rsid w:val="008A44BD"/>
    <w:rsid w:val="008A5D17"/>
    <w:rsid w:val="008A716B"/>
    <w:rsid w:val="008C5419"/>
    <w:rsid w:val="00935FCF"/>
    <w:rsid w:val="009434CD"/>
    <w:rsid w:val="00975D02"/>
    <w:rsid w:val="0099182E"/>
    <w:rsid w:val="009921C3"/>
    <w:rsid w:val="009E2BE8"/>
    <w:rsid w:val="00A24468"/>
    <w:rsid w:val="00A86729"/>
    <w:rsid w:val="00AF2F55"/>
    <w:rsid w:val="00AF3022"/>
    <w:rsid w:val="00B04AD8"/>
    <w:rsid w:val="00B4154A"/>
    <w:rsid w:val="00B81D74"/>
    <w:rsid w:val="00C0513E"/>
    <w:rsid w:val="00C1170A"/>
    <w:rsid w:val="00C760C7"/>
    <w:rsid w:val="00C84B94"/>
    <w:rsid w:val="00D05F82"/>
    <w:rsid w:val="00D663BD"/>
    <w:rsid w:val="00D90492"/>
    <w:rsid w:val="00D96FA9"/>
    <w:rsid w:val="00DB2DAC"/>
    <w:rsid w:val="00DC4958"/>
    <w:rsid w:val="00DD54CD"/>
    <w:rsid w:val="00DE02E8"/>
    <w:rsid w:val="00DF2E58"/>
    <w:rsid w:val="00E02194"/>
    <w:rsid w:val="00E15C8A"/>
    <w:rsid w:val="00E41535"/>
    <w:rsid w:val="00ED5C04"/>
    <w:rsid w:val="00EE62F6"/>
    <w:rsid w:val="00F00886"/>
    <w:rsid w:val="00F12E35"/>
    <w:rsid w:val="00F82EE4"/>
    <w:rsid w:val="00F94AB2"/>
    <w:rsid w:val="00FF5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54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1170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C1170A"/>
    <w:rPr>
      <w:color w:val="800080"/>
      <w:u w:val="single"/>
    </w:rPr>
  </w:style>
  <w:style w:type="paragraph" w:customStyle="1" w:styleId="xl65">
    <w:name w:val="xl65"/>
    <w:basedOn w:val="Normal"/>
    <w:uiPriority w:val="99"/>
    <w:rsid w:val="00C1170A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6">
    <w:name w:val="xl66"/>
    <w:basedOn w:val="Normal"/>
    <w:uiPriority w:val="99"/>
    <w:rsid w:val="00C1170A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7">
    <w:name w:val="xl67"/>
    <w:basedOn w:val="Normal"/>
    <w:uiPriority w:val="99"/>
    <w:rsid w:val="00C1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C1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Normal"/>
    <w:uiPriority w:val="99"/>
    <w:rsid w:val="00C1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Normal"/>
    <w:uiPriority w:val="99"/>
    <w:rsid w:val="00C1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C117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8"/>
      <w:szCs w:val="28"/>
    </w:rPr>
  </w:style>
  <w:style w:type="paragraph" w:customStyle="1" w:styleId="xl72">
    <w:name w:val="xl72"/>
    <w:basedOn w:val="Normal"/>
    <w:uiPriority w:val="99"/>
    <w:rsid w:val="00C1170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8"/>
      <w:szCs w:val="28"/>
    </w:rPr>
  </w:style>
  <w:style w:type="paragraph" w:customStyle="1" w:styleId="xl73">
    <w:name w:val="xl73"/>
    <w:basedOn w:val="Normal"/>
    <w:uiPriority w:val="99"/>
    <w:rsid w:val="00C117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 w:val="28"/>
      <w:szCs w:val="28"/>
    </w:rPr>
  </w:style>
  <w:style w:type="paragraph" w:customStyle="1" w:styleId="xl74">
    <w:name w:val="xl74"/>
    <w:basedOn w:val="Normal"/>
    <w:uiPriority w:val="99"/>
    <w:rsid w:val="00C117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sz w:val="28"/>
      <w:szCs w:val="28"/>
    </w:rPr>
  </w:style>
  <w:style w:type="paragraph" w:customStyle="1" w:styleId="xl75">
    <w:name w:val="xl75"/>
    <w:basedOn w:val="Normal"/>
    <w:uiPriority w:val="99"/>
    <w:rsid w:val="00C1170A"/>
    <w:pPr>
      <w:spacing w:before="100" w:beforeAutospacing="1" w:after="100" w:afterAutospacing="1" w:line="240" w:lineRule="auto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C11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Normal"/>
    <w:uiPriority w:val="99"/>
    <w:rsid w:val="00C11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8">
    <w:name w:val="xl78"/>
    <w:basedOn w:val="Normal"/>
    <w:uiPriority w:val="99"/>
    <w:rsid w:val="00C11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9">
    <w:name w:val="xl79"/>
    <w:basedOn w:val="Normal"/>
    <w:uiPriority w:val="99"/>
    <w:rsid w:val="00C1170A"/>
    <w:pPr>
      <w:spacing w:before="100" w:beforeAutospacing="1" w:after="100" w:afterAutospacing="1" w:line="240" w:lineRule="auto"/>
      <w:jc w:val="center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F94AB2"/>
    <w:pPr>
      <w:ind w:left="720"/>
    </w:pPr>
  </w:style>
  <w:style w:type="paragraph" w:styleId="Header">
    <w:name w:val="header"/>
    <w:basedOn w:val="Normal"/>
    <w:link w:val="HeaderChar"/>
    <w:uiPriority w:val="99"/>
    <w:rsid w:val="00F0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00886"/>
  </w:style>
  <w:style w:type="paragraph" w:styleId="Footer">
    <w:name w:val="footer"/>
    <w:basedOn w:val="Normal"/>
    <w:link w:val="FooterChar"/>
    <w:uiPriority w:val="99"/>
    <w:semiHidden/>
    <w:rsid w:val="00F0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008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34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9</Pages>
  <Words>2004</Words>
  <Characters>11429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buh-2</dc:creator>
  <cp:keywords/>
  <dc:description/>
  <cp:lastModifiedBy>Наташа</cp:lastModifiedBy>
  <cp:revision>9</cp:revision>
  <cp:lastPrinted>2015-12-09T14:07:00Z</cp:lastPrinted>
  <dcterms:created xsi:type="dcterms:W3CDTF">2015-11-20T08:54:00Z</dcterms:created>
  <dcterms:modified xsi:type="dcterms:W3CDTF">2015-12-18T08:44:00Z</dcterms:modified>
</cp:coreProperties>
</file>