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04" w:rsidRDefault="00DA7A04" w:rsidP="00862E5B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DA7A04" w:rsidRDefault="00DA7A04" w:rsidP="00862E5B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городского округа «Город Калининград»</w:t>
      </w:r>
    </w:p>
    <w:p w:rsidR="00DA7A04" w:rsidRDefault="00DA7A04" w:rsidP="00862E5B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апреля 2016 г. № 531</w:t>
      </w:r>
    </w:p>
    <w:p w:rsidR="00DA7A04" w:rsidRDefault="00DA7A04" w:rsidP="0082579C">
      <w:pPr>
        <w:spacing w:after="0"/>
        <w:jc w:val="center"/>
        <w:rPr>
          <w:sz w:val="28"/>
          <w:szCs w:val="28"/>
        </w:rPr>
      </w:pPr>
    </w:p>
    <w:p w:rsidR="00DA7A04" w:rsidRPr="0082579C" w:rsidRDefault="00DA7A04" w:rsidP="0082579C">
      <w:pPr>
        <w:spacing w:after="0"/>
        <w:jc w:val="center"/>
        <w:rPr>
          <w:sz w:val="28"/>
          <w:szCs w:val="28"/>
        </w:rPr>
      </w:pPr>
      <w:r w:rsidRPr="0082579C">
        <w:rPr>
          <w:sz w:val="28"/>
          <w:szCs w:val="28"/>
        </w:rPr>
        <w:t>Типовая документация</w:t>
      </w:r>
    </w:p>
    <w:p w:rsidR="00DA7A04" w:rsidRPr="0082579C" w:rsidRDefault="00DA7A04" w:rsidP="0082579C">
      <w:pPr>
        <w:spacing w:after="0"/>
        <w:jc w:val="center"/>
        <w:rPr>
          <w:sz w:val="28"/>
          <w:szCs w:val="28"/>
        </w:rPr>
      </w:pPr>
      <w:r w:rsidRPr="0082579C">
        <w:rPr>
          <w:sz w:val="28"/>
          <w:szCs w:val="28"/>
        </w:rPr>
        <w:t>на проведение аукциона на право заключения договора на размещение нестационарных объектов для организации досуга на</w:t>
      </w:r>
      <w:r>
        <w:rPr>
          <w:sz w:val="28"/>
          <w:szCs w:val="28"/>
        </w:rPr>
        <w:t xml:space="preserve"> землях общего пользования</w:t>
      </w:r>
      <w:r w:rsidRPr="0082579C">
        <w:rPr>
          <w:sz w:val="28"/>
          <w:szCs w:val="28"/>
        </w:rPr>
        <w:t xml:space="preserve"> территории городского округа «Город Калининград»</w:t>
      </w:r>
    </w:p>
    <w:p w:rsidR="00DA7A04" w:rsidRPr="0082579C" w:rsidRDefault="00DA7A04" w:rsidP="0082579C">
      <w:pPr>
        <w:spacing w:after="0"/>
        <w:jc w:val="center"/>
        <w:rPr>
          <w:sz w:val="28"/>
          <w:szCs w:val="28"/>
        </w:rPr>
      </w:pPr>
    </w:p>
    <w:p w:rsidR="00DA7A04" w:rsidRPr="0082579C" w:rsidRDefault="00DA7A04" w:rsidP="0082579C">
      <w:pPr>
        <w:spacing w:after="0"/>
        <w:ind w:firstLine="567"/>
        <w:jc w:val="center"/>
        <w:rPr>
          <w:sz w:val="28"/>
          <w:szCs w:val="28"/>
        </w:rPr>
      </w:pPr>
      <w:r w:rsidRPr="0082579C">
        <w:rPr>
          <w:sz w:val="28"/>
          <w:szCs w:val="28"/>
        </w:rPr>
        <w:t>I. Извещение</w:t>
      </w:r>
    </w:p>
    <w:p w:rsidR="00DA7A04" w:rsidRPr="0082579C" w:rsidRDefault="00DA7A04" w:rsidP="0082579C">
      <w:pPr>
        <w:spacing w:after="0"/>
        <w:ind w:firstLine="567"/>
        <w:jc w:val="center"/>
        <w:rPr>
          <w:sz w:val="28"/>
          <w:szCs w:val="28"/>
        </w:rPr>
      </w:pPr>
      <w:r w:rsidRPr="0082579C">
        <w:rPr>
          <w:sz w:val="28"/>
          <w:szCs w:val="28"/>
        </w:rPr>
        <w:t>о проведении открытого аукциона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</w:p>
    <w:p w:rsidR="00DA7A04" w:rsidRDefault="00DA7A04" w:rsidP="00097A89">
      <w:pPr>
        <w:spacing w:after="0"/>
        <w:ind w:firstLine="567"/>
        <w:rPr>
          <w:sz w:val="28"/>
          <w:szCs w:val="28"/>
        </w:rPr>
      </w:pPr>
      <w:r w:rsidRPr="00097A8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97A89">
        <w:rPr>
          <w:sz w:val="28"/>
          <w:szCs w:val="28"/>
        </w:rPr>
        <w:t>Наименование аукциона: __________________  (лоты №№_____).</w:t>
      </w:r>
    </w:p>
    <w:p w:rsidR="00DA7A04" w:rsidRPr="00097A89" w:rsidRDefault="00DA7A04" w:rsidP="00097A89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Pr="001347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проведения аукциона: открытый аукцион с </w:t>
      </w:r>
      <w:r w:rsidRPr="00732670">
        <w:rPr>
          <w:sz w:val="28"/>
          <w:szCs w:val="28"/>
        </w:rPr>
        <w:t>закрытой формой подачи предложени</w:t>
      </w:r>
      <w:r>
        <w:rPr>
          <w:sz w:val="28"/>
          <w:szCs w:val="28"/>
        </w:rPr>
        <w:t>й</w:t>
      </w:r>
      <w:r w:rsidRPr="00732670">
        <w:rPr>
          <w:sz w:val="28"/>
          <w:szCs w:val="28"/>
        </w:rPr>
        <w:t xml:space="preserve"> о цене</w:t>
      </w:r>
      <w:r>
        <w:rPr>
          <w:sz w:val="28"/>
          <w:szCs w:val="28"/>
        </w:rPr>
        <w:t xml:space="preserve"> договора (цене лота). 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579C">
        <w:rPr>
          <w:sz w:val="28"/>
          <w:szCs w:val="28"/>
        </w:rPr>
        <w:t>Организатор аукциона: комитет по социальной политике администрации городс</w:t>
      </w:r>
      <w:r>
        <w:rPr>
          <w:sz w:val="28"/>
          <w:szCs w:val="28"/>
        </w:rPr>
        <w:t xml:space="preserve">кого округа «Город Калининград» </w:t>
      </w:r>
      <w:r w:rsidRPr="00256E8B">
        <w:rPr>
          <w:sz w:val="28"/>
          <w:szCs w:val="28"/>
        </w:rPr>
        <w:t>(далее - Организатор)</w:t>
      </w:r>
      <w:r>
        <w:rPr>
          <w:sz w:val="28"/>
          <w:szCs w:val="28"/>
        </w:rPr>
        <w:t>.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 xml:space="preserve">Адрес </w:t>
      </w:r>
      <w:r>
        <w:rPr>
          <w:sz w:val="28"/>
          <w:szCs w:val="28"/>
        </w:rPr>
        <w:t>О</w:t>
      </w:r>
      <w:r w:rsidRPr="0082579C">
        <w:rPr>
          <w:sz w:val="28"/>
          <w:szCs w:val="28"/>
        </w:rPr>
        <w:t>рганизатора: ________________________________________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>Почтовый адрес: ___________________________________________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  <w:highlight w:val="cyan"/>
        </w:rPr>
      </w:pPr>
      <w:r w:rsidRPr="0082579C">
        <w:rPr>
          <w:sz w:val="28"/>
          <w:szCs w:val="28"/>
        </w:rPr>
        <w:t>Адрес электронной почты: ___________________________________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>Телефон: _________________________________________________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>Контактное лицо: __________________________________________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>Аукционная документация и проект договора размещаются на официальном сайте торгов (официальн</w:t>
      </w:r>
      <w:r>
        <w:rPr>
          <w:sz w:val="28"/>
          <w:szCs w:val="28"/>
        </w:rPr>
        <w:t>ом</w:t>
      </w:r>
      <w:r w:rsidRPr="0082579C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82579C">
        <w:rPr>
          <w:sz w:val="28"/>
          <w:szCs w:val="28"/>
        </w:rPr>
        <w:t xml:space="preserve"> администрации городского округа «Город Калининград» в сети Интернет</w:t>
      </w:r>
      <w:r>
        <w:rPr>
          <w:sz w:val="28"/>
          <w:szCs w:val="28"/>
        </w:rPr>
        <w:t>)</w:t>
      </w:r>
      <w:r w:rsidRPr="0082579C">
        <w:rPr>
          <w:sz w:val="28"/>
          <w:szCs w:val="28"/>
        </w:rPr>
        <w:t>.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>Информация о проведении аукционов, размещенная на официальном сайте торгов, доступна для ознакомления и скачивания без взимания платы.</w:t>
      </w:r>
    </w:p>
    <w:p w:rsidR="00DA7A04" w:rsidRDefault="00DA7A04" w:rsidP="008C3C6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3E8">
        <w:rPr>
          <w:rFonts w:ascii="Times New Roman" w:hAnsi="Times New Roman" w:cs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2B65B2">
        <w:rPr>
          <w:rFonts w:ascii="Times New Roman" w:hAnsi="Times New Roman" w:cs="Times New Roman"/>
          <w:sz w:val="28"/>
          <w:szCs w:val="28"/>
        </w:rPr>
        <w:t>Для участия в аукционе</w:t>
      </w:r>
      <w:r>
        <w:rPr>
          <w:rFonts w:ascii="Times New Roman" w:hAnsi="Times New Roman" w:cs="Times New Roman"/>
          <w:sz w:val="28"/>
          <w:szCs w:val="28"/>
        </w:rPr>
        <w:t xml:space="preserve"> заявитель в порядке очереди (с использованием электронной системы управления очередью) обращается в МКУ «МФЦ г. Калининграда»</w:t>
      </w:r>
      <w:r w:rsidRPr="002B65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передает </w:t>
      </w:r>
      <w:r w:rsidRPr="002B65B2">
        <w:rPr>
          <w:rFonts w:ascii="Times New Roman" w:hAnsi="Times New Roman" w:cs="Times New Roman"/>
          <w:sz w:val="28"/>
          <w:szCs w:val="28"/>
        </w:rPr>
        <w:t>запечатанн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B65B2">
        <w:rPr>
          <w:rFonts w:ascii="Times New Roman" w:hAnsi="Times New Roman" w:cs="Times New Roman"/>
          <w:sz w:val="28"/>
          <w:szCs w:val="28"/>
        </w:rPr>
        <w:t xml:space="preserve"> </w:t>
      </w:r>
      <w:r w:rsidRPr="00885AE1">
        <w:rPr>
          <w:rFonts w:ascii="Times New Roman" w:hAnsi="Times New Roman" w:cs="Times New Roman"/>
          <w:sz w:val="28"/>
          <w:szCs w:val="28"/>
        </w:rPr>
        <w:t>конверт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85AE1">
        <w:rPr>
          <w:rFonts w:ascii="Times New Roman" w:hAnsi="Times New Roman" w:cs="Times New Roman"/>
          <w:sz w:val="28"/>
          <w:szCs w:val="28"/>
        </w:rPr>
        <w:t xml:space="preserve"> запол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85AE1">
        <w:rPr>
          <w:rFonts w:ascii="Times New Roman" w:hAnsi="Times New Roman" w:cs="Times New Roman"/>
          <w:sz w:val="28"/>
          <w:szCs w:val="28"/>
        </w:rPr>
        <w:t>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85AE1">
        <w:rPr>
          <w:rFonts w:ascii="Times New Roman" w:hAnsi="Times New Roman" w:cs="Times New Roman"/>
          <w:sz w:val="28"/>
          <w:szCs w:val="28"/>
        </w:rPr>
        <w:t xml:space="preserve"> в письменном виде </w:t>
      </w:r>
      <w:hyperlink r:id="rId7" w:history="1">
        <w:r w:rsidRPr="00885AE1">
          <w:rPr>
            <w:rFonts w:ascii="Times New Roman" w:hAnsi="Times New Roman" w:cs="Times New Roman"/>
            <w:sz w:val="28"/>
            <w:szCs w:val="28"/>
          </w:rPr>
          <w:t>заявк</w:t>
        </w:r>
        <w:r>
          <w:rPr>
            <w:rFonts w:ascii="Times New Roman" w:hAnsi="Times New Roman" w:cs="Times New Roman"/>
            <w:sz w:val="28"/>
            <w:szCs w:val="28"/>
          </w:rPr>
          <w:t>ой</w:t>
        </w:r>
      </w:hyperlink>
      <w:r w:rsidRPr="00885AE1">
        <w:rPr>
          <w:rFonts w:ascii="Times New Roman" w:hAnsi="Times New Roman" w:cs="Times New Roman"/>
          <w:sz w:val="28"/>
          <w:szCs w:val="28"/>
        </w:rPr>
        <w:t xml:space="preserve"> с приложен</w:t>
      </w:r>
      <w:r>
        <w:rPr>
          <w:rFonts w:ascii="Times New Roman" w:hAnsi="Times New Roman" w:cs="Times New Roman"/>
          <w:sz w:val="28"/>
          <w:szCs w:val="28"/>
        </w:rPr>
        <w:t>ными документами</w:t>
      </w:r>
      <w:r w:rsidRPr="00885AE1">
        <w:rPr>
          <w:rFonts w:ascii="Times New Roman" w:hAnsi="Times New Roman" w:cs="Times New Roman"/>
          <w:sz w:val="28"/>
          <w:szCs w:val="28"/>
        </w:rPr>
        <w:t xml:space="preserve">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5AE1">
        <w:rPr>
          <w:rFonts w:ascii="Times New Roman" w:hAnsi="Times New Roman" w:cs="Times New Roman"/>
          <w:sz w:val="28"/>
          <w:szCs w:val="28"/>
        </w:rPr>
        <w:t xml:space="preserve"> </w:t>
      </w:r>
      <w:r w:rsidRPr="00885AE1">
        <w:rPr>
          <w:rFonts w:ascii="Times New Roman" w:hAnsi="Times New Roman" w:cs="Times New Roman"/>
          <w:sz w:val="28"/>
          <w:szCs w:val="28"/>
          <w:lang w:eastAsia="en-US"/>
        </w:rPr>
        <w:t>установленной документацией об аукционе</w:t>
      </w:r>
      <w:r w:rsidRPr="002B65B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2B65B2">
        <w:rPr>
          <w:rFonts w:ascii="Times New Roman" w:hAnsi="Times New Roman" w:cs="Times New Roman"/>
          <w:sz w:val="28"/>
          <w:szCs w:val="28"/>
        </w:rPr>
        <w:t xml:space="preserve"> конверте</w:t>
      </w:r>
      <w:r>
        <w:rPr>
          <w:rFonts w:ascii="Times New Roman" w:hAnsi="Times New Roman" w:cs="Times New Roman"/>
          <w:sz w:val="28"/>
          <w:szCs w:val="28"/>
        </w:rPr>
        <w:t xml:space="preserve"> заявитель</w:t>
      </w:r>
      <w:r w:rsidRPr="002B65B2">
        <w:rPr>
          <w:rFonts w:ascii="Times New Roman" w:hAnsi="Times New Roman" w:cs="Times New Roman"/>
          <w:sz w:val="28"/>
          <w:szCs w:val="28"/>
        </w:rPr>
        <w:t xml:space="preserve"> указыва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B65B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свои данные:</w:t>
      </w:r>
      <w:r w:rsidRPr="002B65B2">
        <w:rPr>
          <w:rFonts w:ascii="Times New Roman" w:hAnsi="Times New Roman" w:cs="Times New Roman"/>
          <w:sz w:val="28"/>
          <w:szCs w:val="28"/>
        </w:rPr>
        <w:t xml:space="preserve"> наименование и </w:t>
      </w:r>
      <w:r>
        <w:rPr>
          <w:rFonts w:ascii="Times New Roman" w:hAnsi="Times New Roman" w:cs="Times New Roman"/>
          <w:sz w:val="28"/>
          <w:szCs w:val="28"/>
        </w:rPr>
        <w:t>почтовый адрес</w:t>
      </w:r>
      <w:r w:rsidRPr="002B65B2">
        <w:rPr>
          <w:rFonts w:ascii="Times New Roman" w:hAnsi="Times New Roman" w:cs="Times New Roman"/>
          <w:sz w:val="28"/>
          <w:szCs w:val="28"/>
        </w:rPr>
        <w:t>, идентификационный номер налогоплательщика, основной государственный регистрационный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юридического лица</w:t>
      </w:r>
      <w:r w:rsidRPr="002B65B2">
        <w:rPr>
          <w:rFonts w:ascii="Times New Roman" w:hAnsi="Times New Roman" w:cs="Times New Roman"/>
          <w:sz w:val="28"/>
          <w:szCs w:val="28"/>
        </w:rPr>
        <w:t xml:space="preserve"> либо основной государственный регистрационный номер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>, а также наименование аукциона и номер лота</w:t>
      </w:r>
      <w:r w:rsidRPr="002B65B2">
        <w:rPr>
          <w:rFonts w:ascii="Times New Roman" w:hAnsi="Times New Roman" w:cs="Times New Roman"/>
          <w:sz w:val="28"/>
          <w:szCs w:val="28"/>
        </w:rPr>
        <w:t>.</w:t>
      </w:r>
    </w:p>
    <w:p w:rsidR="00DA7A04" w:rsidRDefault="00DA7A04" w:rsidP="008C3C6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Конверт подается в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14323E">
        <w:rPr>
          <w:rFonts w:ascii="Times New Roman" w:hAnsi="Times New Roman" w:cs="Times New Roman"/>
          <w:sz w:val="28"/>
          <w:szCs w:val="28"/>
        </w:rPr>
        <w:t xml:space="preserve">236040,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4323E">
        <w:rPr>
          <w:rFonts w:ascii="Times New Roman" w:hAnsi="Times New Roman" w:cs="Times New Roman"/>
          <w:sz w:val="28"/>
          <w:szCs w:val="28"/>
        </w:rPr>
        <w:t>г. Калининград, площадь Победы, 1.</w:t>
      </w:r>
      <w:r>
        <w:rPr>
          <w:rFonts w:ascii="Times New Roman" w:hAnsi="Times New Roman" w:cs="Times New Roman"/>
          <w:sz w:val="28"/>
          <w:szCs w:val="28"/>
        </w:rPr>
        <w:t xml:space="preserve"> По факту приема конверта специалистом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F97A3E">
        <w:rPr>
          <w:rFonts w:ascii="Times New Roman" w:hAnsi="Times New Roman" w:cs="Times New Roman"/>
          <w:sz w:val="28"/>
          <w:szCs w:val="28"/>
        </w:rPr>
        <w:t>СЭД «Дело» заводится соответствующая регистрационная карточка. На</w:t>
      </w:r>
      <w:r>
        <w:rPr>
          <w:rFonts w:ascii="Times New Roman" w:hAnsi="Times New Roman" w:cs="Times New Roman"/>
          <w:sz w:val="28"/>
          <w:szCs w:val="28"/>
        </w:rPr>
        <w:t xml:space="preserve"> конверте специалистом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проставляются дата приема и регистрационный номер.  </w:t>
      </w:r>
    </w:p>
    <w:p w:rsidR="00DA7A04" w:rsidRDefault="00DA7A04" w:rsidP="008C3C6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регистрации конверт в течение дня приема специалистом МКУ «МФЦ г. Калининграда» по реестру передачи документов передается председателю аукционной комиссии</w:t>
      </w:r>
      <w:r w:rsidRPr="00210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ответственное хранение.</w:t>
      </w:r>
    </w:p>
    <w:p w:rsidR="00DA7A04" w:rsidRDefault="00DA7A04" w:rsidP="008C3C6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конверта в нерабочий день председателя аукционной комиссии конверт хранится в сейфе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передается председателю аукционной комиссии</w:t>
      </w:r>
      <w:r w:rsidRPr="00210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ответственное хранение в течение следующего рабочего дня председателя аукционной комиссии.</w:t>
      </w:r>
    </w:p>
    <w:p w:rsidR="00DA7A04" w:rsidRPr="00307259" w:rsidRDefault="00DA7A04" w:rsidP="008C3C6B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307259">
        <w:rPr>
          <w:sz w:val="28"/>
          <w:szCs w:val="28"/>
        </w:rPr>
        <w:t>пециалист МКУ «МФЦ</w:t>
      </w:r>
      <w:r>
        <w:rPr>
          <w:sz w:val="28"/>
          <w:szCs w:val="28"/>
        </w:rPr>
        <w:t xml:space="preserve"> г. Калининграда</w:t>
      </w:r>
      <w:r w:rsidRPr="00307259">
        <w:rPr>
          <w:sz w:val="28"/>
          <w:szCs w:val="28"/>
        </w:rPr>
        <w:t xml:space="preserve">» выдает расписку </w:t>
      </w:r>
      <w:r>
        <w:rPr>
          <w:sz w:val="28"/>
          <w:szCs w:val="28"/>
        </w:rPr>
        <w:t>в</w:t>
      </w:r>
      <w:r w:rsidRPr="00307259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 от заявителя документов для передачи организатору аукциона на право заключения договора на размещение нестационарных объектов для организации досуга на землях общего пользования территории городского округа «Город Калининград»</w:t>
      </w:r>
      <w:r w:rsidRPr="00307259">
        <w:rPr>
          <w:sz w:val="28"/>
          <w:szCs w:val="28"/>
        </w:rPr>
        <w:t xml:space="preserve"> с указанием</w:t>
      </w:r>
      <w:r>
        <w:rPr>
          <w:sz w:val="28"/>
          <w:szCs w:val="28"/>
        </w:rPr>
        <w:t xml:space="preserve"> входящего номера,</w:t>
      </w:r>
      <w:r w:rsidRPr="00307259">
        <w:rPr>
          <w:sz w:val="28"/>
          <w:szCs w:val="28"/>
        </w:rPr>
        <w:t xml:space="preserve"> даты и времени </w:t>
      </w:r>
      <w:r>
        <w:rPr>
          <w:sz w:val="28"/>
          <w:szCs w:val="28"/>
        </w:rPr>
        <w:t>приема</w:t>
      </w:r>
      <w:r w:rsidRPr="00307259">
        <w:rPr>
          <w:sz w:val="28"/>
          <w:szCs w:val="28"/>
        </w:rPr>
        <w:t>.</w:t>
      </w:r>
    </w:p>
    <w:p w:rsidR="00DA7A04" w:rsidRPr="0014323E" w:rsidRDefault="00DA7A04" w:rsidP="008C3C6B">
      <w:pPr>
        <w:widowControl w:val="0"/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 w:rsidRPr="0014323E">
        <w:rPr>
          <w:sz w:val="28"/>
          <w:szCs w:val="28"/>
        </w:rPr>
        <w:t xml:space="preserve">График работы </w:t>
      </w:r>
      <w:r w:rsidRPr="00C21C5C">
        <w:rPr>
          <w:sz w:val="28"/>
          <w:szCs w:val="28"/>
        </w:rPr>
        <w:t>МКУ «МФЦ</w:t>
      </w:r>
      <w:r>
        <w:rPr>
          <w:sz w:val="28"/>
          <w:szCs w:val="28"/>
        </w:rPr>
        <w:t xml:space="preserve"> г. Калининграда</w:t>
      </w:r>
      <w:r w:rsidRPr="00C21C5C">
        <w:rPr>
          <w:sz w:val="28"/>
          <w:szCs w:val="28"/>
        </w:rPr>
        <w:t>»</w:t>
      </w:r>
      <w:r w:rsidRPr="0014323E">
        <w:rPr>
          <w:sz w:val="28"/>
          <w:szCs w:val="28"/>
        </w:rPr>
        <w:t>:</w:t>
      </w:r>
    </w:p>
    <w:p w:rsidR="00DA7A04" w:rsidRPr="0014323E" w:rsidRDefault="00DA7A04" w:rsidP="008C3C6B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sz w:val="28"/>
          <w:szCs w:val="28"/>
        </w:rPr>
      </w:pPr>
      <w:r w:rsidRPr="0014323E">
        <w:rPr>
          <w:sz w:val="28"/>
          <w:szCs w:val="28"/>
        </w:rPr>
        <w:t>понедельник - пятница с 08:00 до 20:00;</w:t>
      </w:r>
    </w:p>
    <w:p w:rsidR="00DA7A04" w:rsidRPr="0014323E" w:rsidRDefault="00DA7A04" w:rsidP="008C3C6B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sz w:val="28"/>
          <w:szCs w:val="28"/>
        </w:rPr>
      </w:pPr>
      <w:r w:rsidRPr="0014323E">
        <w:rPr>
          <w:sz w:val="28"/>
          <w:szCs w:val="28"/>
        </w:rPr>
        <w:t>суббота  с 08:00 до 17:00;</w:t>
      </w:r>
    </w:p>
    <w:p w:rsidR="00DA7A04" w:rsidRDefault="00DA7A04" w:rsidP="008C3C6B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sz w:val="28"/>
          <w:szCs w:val="28"/>
        </w:rPr>
      </w:pPr>
      <w:r w:rsidRPr="0014323E">
        <w:rPr>
          <w:sz w:val="28"/>
          <w:szCs w:val="28"/>
        </w:rPr>
        <w:t>воскресенье, праздничные дни – выходные дни.</w:t>
      </w:r>
    </w:p>
    <w:p w:rsidR="00DA7A04" w:rsidRPr="002A351A" w:rsidRDefault="00DA7A04" w:rsidP="002F6DE7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2579C">
        <w:rPr>
          <w:sz w:val="28"/>
          <w:szCs w:val="28"/>
        </w:rPr>
        <w:t>Размер задатка для участия в аукционе определен в размере</w:t>
      </w:r>
      <w:r>
        <w:rPr>
          <w:sz w:val="28"/>
          <w:szCs w:val="28"/>
        </w:rPr>
        <w:t>________.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6. Реквизиты п</w:t>
      </w:r>
      <w:r w:rsidRPr="0082579C">
        <w:rPr>
          <w:sz w:val="28"/>
          <w:szCs w:val="28"/>
        </w:rPr>
        <w:t>риказ</w:t>
      </w:r>
      <w:r>
        <w:rPr>
          <w:sz w:val="28"/>
          <w:szCs w:val="28"/>
        </w:rPr>
        <w:t>а</w:t>
      </w:r>
      <w:r w:rsidRPr="008257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Организатора </w:t>
      </w:r>
      <w:r w:rsidRPr="0082579C">
        <w:rPr>
          <w:sz w:val="28"/>
          <w:szCs w:val="28"/>
        </w:rPr>
        <w:t>о проведени</w:t>
      </w:r>
      <w:r>
        <w:rPr>
          <w:sz w:val="28"/>
          <w:szCs w:val="28"/>
        </w:rPr>
        <w:t>и</w:t>
      </w:r>
      <w:r w:rsidRPr="0082579C">
        <w:rPr>
          <w:sz w:val="28"/>
          <w:szCs w:val="28"/>
        </w:rPr>
        <w:t xml:space="preserve"> аукциона: __________.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2579C">
        <w:rPr>
          <w:sz w:val="28"/>
          <w:szCs w:val="28"/>
        </w:rPr>
        <w:t xml:space="preserve">Предмет аукциона: </w:t>
      </w:r>
      <w:r>
        <w:rPr>
          <w:sz w:val="28"/>
          <w:szCs w:val="28"/>
        </w:rPr>
        <w:t>п</w:t>
      </w:r>
      <w:r w:rsidRPr="0082579C">
        <w:rPr>
          <w:sz w:val="28"/>
          <w:szCs w:val="28"/>
        </w:rPr>
        <w:t>раво на размещение нестационарного объекта для организации досуга на</w:t>
      </w:r>
      <w:r>
        <w:rPr>
          <w:sz w:val="28"/>
          <w:szCs w:val="28"/>
        </w:rPr>
        <w:t xml:space="preserve"> </w:t>
      </w:r>
      <w:r w:rsidRPr="00C1796E">
        <w:rPr>
          <w:sz w:val="28"/>
          <w:szCs w:val="28"/>
        </w:rPr>
        <w:t>землях общего пользования</w:t>
      </w:r>
      <w:r>
        <w:rPr>
          <w:sz w:val="28"/>
          <w:szCs w:val="28"/>
        </w:rPr>
        <w:t xml:space="preserve"> </w:t>
      </w:r>
      <w:r w:rsidRPr="0082579C">
        <w:rPr>
          <w:sz w:val="28"/>
          <w:szCs w:val="28"/>
        </w:rPr>
        <w:t>территории городского округа «Город Калининград» (лоты №№____) в соответствии с таблицей лотов (приложение к извещению).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2579C">
        <w:rPr>
          <w:sz w:val="28"/>
          <w:szCs w:val="28"/>
        </w:rPr>
        <w:t>Критерий определения победителя: наиболее высокая цена за право размещения нестационарного объекта для организации досуга.</w:t>
      </w:r>
    </w:p>
    <w:p w:rsidR="00DA7A04" w:rsidRPr="0082579C" w:rsidRDefault="00DA7A04" w:rsidP="009C7C0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2579C">
        <w:rPr>
          <w:sz w:val="28"/>
          <w:szCs w:val="28"/>
        </w:rPr>
        <w:t>Срок заключения договора на размещение нестационарного объекта для организации досуга:</w:t>
      </w:r>
      <w:r w:rsidRPr="00AF692A">
        <w:rPr>
          <w:sz w:val="28"/>
          <w:szCs w:val="28"/>
        </w:rPr>
        <w:t xml:space="preserve"> </w:t>
      </w:r>
      <w:r w:rsidRPr="0082579C">
        <w:rPr>
          <w:sz w:val="28"/>
          <w:szCs w:val="28"/>
        </w:rPr>
        <w:t xml:space="preserve"> не более 15 дней с даты подписания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A7A04" w:rsidRDefault="00DA7A04" w:rsidP="0082579C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10. П</w:t>
      </w:r>
      <w:r w:rsidRPr="0082579C">
        <w:rPr>
          <w:sz w:val="28"/>
          <w:szCs w:val="28"/>
        </w:rPr>
        <w:t>орядок и сроки внесения итоговой цены предмета аукциона: в соответствии с проектом договора.</w:t>
      </w:r>
    </w:p>
    <w:p w:rsidR="00DA7A04" w:rsidRDefault="00DA7A04" w:rsidP="00E93FAE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82579C">
        <w:rPr>
          <w:sz w:val="28"/>
          <w:szCs w:val="28"/>
        </w:rPr>
        <w:t xml:space="preserve">Сведения о месте, дате, времени и порядке </w:t>
      </w:r>
      <w:r>
        <w:rPr>
          <w:sz w:val="28"/>
          <w:szCs w:val="28"/>
        </w:rPr>
        <w:t xml:space="preserve">вскрытия конвертов: </w:t>
      </w:r>
      <w:r w:rsidRPr="0082579C">
        <w:rPr>
          <w:sz w:val="28"/>
          <w:szCs w:val="28"/>
        </w:rPr>
        <w:t xml:space="preserve">«___» ______ 20___ г. в «__» час. «__» мин. по калининградскому времени (регистрация </w:t>
      </w:r>
      <w:r>
        <w:rPr>
          <w:sz w:val="28"/>
          <w:szCs w:val="28"/>
        </w:rPr>
        <w:t>заявителей</w:t>
      </w:r>
      <w:r w:rsidRPr="0082579C">
        <w:rPr>
          <w:sz w:val="28"/>
          <w:szCs w:val="28"/>
        </w:rPr>
        <w:t xml:space="preserve"> начинается  в «__» час. «__» мин.,  завершается в «__» час. «__» мин. по калининградскому времени)  по адресу: ______________________________________________________________.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82579C">
        <w:rPr>
          <w:sz w:val="28"/>
          <w:szCs w:val="28"/>
        </w:rPr>
        <w:t xml:space="preserve">Сведения о месте, дате, времени и порядке проведения аукциона: </w:t>
      </w:r>
    </w:p>
    <w:p w:rsidR="00DA7A04" w:rsidRDefault="00DA7A04" w:rsidP="0082579C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>«___» ______ 20___ г. в «__» час. «__» мин. по калининградскому времени (регистрация участников начинается  в «__» час. «__» мин.,  завершается в «__» час. «__» мин. по калининградскому времени)  по адресу: ______________________________________________________________.</w:t>
      </w:r>
    </w:p>
    <w:p w:rsidR="00DA7A04" w:rsidRPr="0082579C" w:rsidRDefault="00DA7A04" w:rsidP="0006007F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13.</w:t>
      </w:r>
      <w:r w:rsidRPr="0082579C">
        <w:rPr>
          <w:sz w:val="28"/>
          <w:szCs w:val="28"/>
        </w:rPr>
        <w:t xml:space="preserve"> Начало приема заявок: </w:t>
      </w:r>
    </w:p>
    <w:p w:rsidR="00DA7A04" w:rsidRPr="0082579C" w:rsidRDefault="00DA7A04" w:rsidP="0006007F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 xml:space="preserve">«___» ______ 20___ г. в «__» час. «__» мин. по калининградскому времени по адресу: </w:t>
      </w:r>
      <w:r w:rsidRPr="0014323E">
        <w:rPr>
          <w:sz w:val="28"/>
          <w:szCs w:val="28"/>
        </w:rPr>
        <w:t>236040, г.</w:t>
      </w:r>
      <w:r>
        <w:rPr>
          <w:sz w:val="28"/>
          <w:szCs w:val="28"/>
        </w:rPr>
        <w:t xml:space="preserve"> Калининград, площадь Победы, 1 (</w:t>
      </w:r>
      <w:r w:rsidRPr="0082579C">
        <w:rPr>
          <w:sz w:val="28"/>
          <w:szCs w:val="28"/>
        </w:rPr>
        <w:t>МКУ «МФЦ</w:t>
      </w:r>
      <w:r>
        <w:rPr>
          <w:sz w:val="28"/>
          <w:szCs w:val="28"/>
        </w:rPr>
        <w:t xml:space="preserve"> г. Калининграда</w:t>
      </w:r>
      <w:r w:rsidRPr="0082579C">
        <w:rPr>
          <w:sz w:val="28"/>
          <w:szCs w:val="28"/>
        </w:rPr>
        <w:t>»</w:t>
      </w:r>
      <w:r>
        <w:rPr>
          <w:sz w:val="28"/>
          <w:szCs w:val="28"/>
        </w:rPr>
        <w:t>).</w:t>
      </w:r>
    </w:p>
    <w:p w:rsidR="00DA7A04" w:rsidRPr="0014323E" w:rsidRDefault="00DA7A04" w:rsidP="0006007F">
      <w:pPr>
        <w:widowControl w:val="0"/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 w:rsidRPr="0014323E">
        <w:rPr>
          <w:sz w:val="28"/>
          <w:szCs w:val="28"/>
        </w:rPr>
        <w:t xml:space="preserve">График работы </w:t>
      </w:r>
      <w:r w:rsidRPr="00C21C5C">
        <w:rPr>
          <w:sz w:val="28"/>
          <w:szCs w:val="28"/>
        </w:rPr>
        <w:t>МКУ «МФЦ</w:t>
      </w:r>
      <w:r>
        <w:rPr>
          <w:sz w:val="28"/>
          <w:szCs w:val="28"/>
        </w:rPr>
        <w:t xml:space="preserve"> г. Калининграда</w:t>
      </w:r>
      <w:r w:rsidRPr="00C21C5C">
        <w:rPr>
          <w:sz w:val="28"/>
          <w:szCs w:val="28"/>
        </w:rPr>
        <w:t>»</w:t>
      </w:r>
      <w:r w:rsidRPr="0014323E">
        <w:rPr>
          <w:sz w:val="28"/>
          <w:szCs w:val="28"/>
        </w:rPr>
        <w:t>:</w:t>
      </w:r>
    </w:p>
    <w:p w:rsidR="00DA7A04" w:rsidRPr="0014323E" w:rsidRDefault="00DA7A04" w:rsidP="0006007F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sz w:val="28"/>
          <w:szCs w:val="28"/>
        </w:rPr>
      </w:pPr>
      <w:r w:rsidRPr="0014323E">
        <w:rPr>
          <w:sz w:val="28"/>
          <w:szCs w:val="28"/>
        </w:rPr>
        <w:t>понедельник - пятница с 08:00 до 20:00;</w:t>
      </w:r>
    </w:p>
    <w:p w:rsidR="00DA7A04" w:rsidRPr="0014323E" w:rsidRDefault="00DA7A04" w:rsidP="0006007F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sz w:val="28"/>
          <w:szCs w:val="28"/>
        </w:rPr>
      </w:pPr>
      <w:r w:rsidRPr="0014323E">
        <w:rPr>
          <w:sz w:val="28"/>
          <w:szCs w:val="28"/>
        </w:rPr>
        <w:t>суббота  с 08:00 до 17:00;</w:t>
      </w:r>
    </w:p>
    <w:p w:rsidR="00DA7A04" w:rsidRDefault="00DA7A04" w:rsidP="0006007F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sz w:val="28"/>
          <w:szCs w:val="28"/>
        </w:rPr>
      </w:pPr>
      <w:r w:rsidRPr="0014323E">
        <w:rPr>
          <w:sz w:val="28"/>
          <w:szCs w:val="28"/>
        </w:rPr>
        <w:t>воскресенье, праздничные дни – выходные дни.</w:t>
      </w:r>
    </w:p>
    <w:p w:rsidR="00DA7A04" w:rsidRDefault="00DA7A04" w:rsidP="0006007F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452426">
        <w:rPr>
          <w:sz w:val="28"/>
          <w:szCs w:val="28"/>
        </w:rPr>
        <w:t xml:space="preserve">Окончание приема заявок: </w:t>
      </w:r>
    </w:p>
    <w:p w:rsidR="00DA7A04" w:rsidRDefault="00DA7A04" w:rsidP="0006007F">
      <w:pPr>
        <w:spacing w:after="0"/>
        <w:ind w:firstLine="567"/>
        <w:rPr>
          <w:sz w:val="28"/>
          <w:szCs w:val="28"/>
        </w:rPr>
      </w:pPr>
      <w:r w:rsidRPr="00452426">
        <w:rPr>
          <w:sz w:val="28"/>
          <w:szCs w:val="28"/>
        </w:rPr>
        <w:t>«___» ______ 20___ г. в «__»</w:t>
      </w:r>
      <w:r w:rsidRPr="0082579C">
        <w:rPr>
          <w:sz w:val="28"/>
          <w:szCs w:val="28"/>
        </w:rPr>
        <w:t xml:space="preserve"> час. «__» мин. по калининградскому </w:t>
      </w:r>
      <w:r w:rsidRPr="00452426">
        <w:rPr>
          <w:sz w:val="28"/>
          <w:szCs w:val="28"/>
        </w:rPr>
        <w:t>времени.</w:t>
      </w:r>
      <w:r w:rsidRPr="0082579C">
        <w:rPr>
          <w:sz w:val="28"/>
          <w:szCs w:val="28"/>
        </w:rPr>
        <w:t xml:space="preserve"> </w:t>
      </w:r>
    </w:p>
    <w:p w:rsidR="00DA7A04" w:rsidRDefault="00DA7A04" w:rsidP="0082579C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82579C">
        <w:rPr>
          <w:sz w:val="28"/>
          <w:szCs w:val="28"/>
        </w:rPr>
        <w:t>Порядок проведения аукциона входит в состав аукционной документации.</w:t>
      </w:r>
    </w:p>
    <w:p w:rsidR="00DA7A04" w:rsidRPr="00B21F3B" w:rsidRDefault="00DA7A04" w:rsidP="00BE2EA5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B21F3B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B21F3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21F3B">
        <w:rPr>
          <w:sz w:val="28"/>
          <w:szCs w:val="28"/>
        </w:rPr>
        <w:t>Срок, в течени</w:t>
      </w:r>
      <w:r>
        <w:rPr>
          <w:sz w:val="28"/>
          <w:szCs w:val="28"/>
        </w:rPr>
        <w:t>е</w:t>
      </w:r>
      <w:r w:rsidRPr="00B21F3B">
        <w:rPr>
          <w:sz w:val="28"/>
          <w:szCs w:val="28"/>
        </w:rPr>
        <w:t xml:space="preserve"> которого Организатор вправе отказаться от проведения аукциона/внести изменения в документацию об аукционе:</w:t>
      </w:r>
      <w:bookmarkStart w:id="0" w:name="Par15"/>
      <w:bookmarkEnd w:id="0"/>
    </w:p>
    <w:p w:rsidR="00DA7A04" w:rsidRPr="00B21F3B" w:rsidRDefault="00DA7A04" w:rsidP="00BE2EA5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B21F3B">
        <w:rPr>
          <w:sz w:val="28"/>
          <w:szCs w:val="28"/>
        </w:rPr>
        <w:t>1) Не позднее чем за три дня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В течение пяти дней с даты принятия указанного решения Организатор направляет соответствующие уведомления всем заявителям. Организатор возвращает заявителям задаток в течение десяти дней с даты принятия решения об отказе от проведения аукциона.</w:t>
      </w:r>
    </w:p>
    <w:p w:rsidR="00DA7A04" w:rsidRPr="00B21F3B" w:rsidRDefault="00DA7A04" w:rsidP="00BE2EA5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B21F3B">
        <w:rPr>
          <w:sz w:val="28"/>
          <w:szCs w:val="28"/>
        </w:rPr>
        <w:t xml:space="preserve">2) Не позднее чем за пять дней до даты окончания подачи заявок на участие в аукционе. В течение одного дня с даты принятия указанного решения такие изменения размещаются </w:t>
      </w:r>
      <w:r>
        <w:rPr>
          <w:sz w:val="28"/>
          <w:szCs w:val="28"/>
        </w:rPr>
        <w:t>О</w:t>
      </w:r>
      <w:r w:rsidRPr="00B21F3B">
        <w:rPr>
          <w:sz w:val="28"/>
          <w:szCs w:val="28"/>
        </w:rPr>
        <w:t>рганизатором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дней.</w:t>
      </w:r>
    </w:p>
    <w:p w:rsidR="00DA7A04" w:rsidRPr="0082579C" w:rsidRDefault="00DA7A04" w:rsidP="0082579C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17.</w:t>
      </w:r>
      <w:r w:rsidRPr="00256E8B">
        <w:rPr>
          <w:sz w:val="28"/>
          <w:szCs w:val="28"/>
        </w:rPr>
        <w:t xml:space="preserve"> Разъяснение положений документации об аукционе осуществляется на основании заявления</w:t>
      </w:r>
      <w:r>
        <w:rPr>
          <w:sz w:val="28"/>
          <w:szCs w:val="28"/>
        </w:rPr>
        <w:t>,</w:t>
      </w:r>
      <w:r w:rsidRPr="00256E8B">
        <w:rPr>
          <w:sz w:val="28"/>
          <w:szCs w:val="28"/>
        </w:rPr>
        <w:t xml:space="preserve"> поданного</w:t>
      </w:r>
      <w:r>
        <w:rPr>
          <w:sz w:val="28"/>
          <w:szCs w:val="28"/>
        </w:rPr>
        <w:t xml:space="preserve"> </w:t>
      </w:r>
      <w:r w:rsidRPr="00256E8B">
        <w:rPr>
          <w:sz w:val="28"/>
          <w:szCs w:val="28"/>
        </w:rPr>
        <w:t>люб</w:t>
      </w:r>
      <w:r>
        <w:rPr>
          <w:sz w:val="28"/>
          <w:szCs w:val="28"/>
        </w:rPr>
        <w:t>ым</w:t>
      </w:r>
      <w:r w:rsidRPr="00256E8B">
        <w:rPr>
          <w:sz w:val="28"/>
          <w:szCs w:val="28"/>
        </w:rPr>
        <w:t xml:space="preserve"> заинтересованн</w:t>
      </w:r>
      <w:r>
        <w:rPr>
          <w:sz w:val="28"/>
          <w:szCs w:val="28"/>
        </w:rPr>
        <w:t>ым</w:t>
      </w:r>
      <w:r w:rsidRPr="00256E8B">
        <w:rPr>
          <w:sz w:val="28"/>
          <w:szCs w:val="28"/>
        </w:rPr>
        <w:t xml:space="preserve"> лиц</w:t>
      </w:r>
      <w:r>
        <w:rPr>
          <w:sz w:val="28"/>
          <w:szCs w:val="28"/>
        </w:rPr>
        <w:t>ом</w:t>
      </w:r>
      <w:r w:rsidRPr="00256E8B">
        <w:rPr>
          <w:sz w:val="28"/>
          <w:szCs w:val="28"/>
        </w:rPr>
        <w:t xml:space="preserve"> в письменной форме. Организатор в течение десяти дней с даты получения </w:t>
      </w:r>
      <w:r>
        <w:rPr>
          <w:sz w:val="28"/>
          <w:szCs w:val="28"/>
        </w:rPr>
        <w:t>заявления</w:t>
      </w:r>
      <w:r w:rsidRPr="00256E8B">
        <w:rPr>
          <w:sz w:val="28"/>
          <w:szCs w:val="28"/>
        </w:rPr>
        <w:t xml:space="preserve"> о разъяснении положений документации об аукционе размещает на официальном сайте торгов соответствующие разъяснения.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18. Заявка на участие в аукционе.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2579C">
        <w:rPr>
          <w:sz w:val="28"/>
          <w:szCs w:val="28"/>
        </w:rPr>
        <w:t xml:space="preserve">Форма заявки: приложение № 2 к </w:t>
      </w:r>
      <w:r>
        <w:rPr>
          <w:sz w:val="28"/>
          <w:szCs w:val="28"/>
        </w:rPr>
        <w:t>типовой</w:t>
      </w:r>
      <w:r w:rsidRPr="0082579C">
        <w:rPr>
          <w:sz w:val="28"/>
          <w:szCs w:val="28"/>
        </w:rPr>
        <w:t xml:space="preserve"> документации.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2579C">
        <w:rPr>
          <w:sz w:val="28"/>
          <w:szCs w:val="28"/>
        </w:rPr>
        <w:t>Порядок приема заявки: в соответствии с частью II аукционной документации.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3)</w:t>
      </w:r>
      <w:r w:rsidRPr="0082579C">
        <w:rPr>
          <w:sz w:val="28"/>
          <w:szCs w:val="28"/>
        </w:rPr>
        <w:t xml:space="preserve"> Начало приема заявок: 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 xml:space="preserve">«___» ______ 20___ г. в «__» час. «__» мин. по калининградскому времени по адресу: </w:t>
      </w:r>
      <w:r w:rsidRPr="0014323E">
        <w:rPr>
          <w:sz w:val="28"/>
          <w:szCs w:val="28"/>
        </w:rPr>
        <w:t>236040, г.</w:t>
      </w:r>
      <w:r>
        <w:rPr>
          <w:sz w:val="28"/>
          <w:szCs w:val="28"/>
        </w:rPr>
        <w:t xml:space="preserve"> Калининград, площадь Победы, 1 (</w:t>
      </w:r>
      <w:r w:rsidRPr="0082579C">
        <w:rPr>
          <w:sz w:val="28"/>
          <w:szCs w:val="28"/>
        </w:rPr>
        <w:t>МКУ «МФЦ</w:t>
      </w:r>
      <w:r>
        <w:rPr>
          <w:sz w:val="28"/>
          <w:szCs w:val="28"/>
        </w:rPr>
        <w:t xml:space="preserve"> г. Калининграда</w:t>
      </w:r>
      <w:r w:rsidRPr="0082579C">
        <w:rPr>
          <w:sz w:val="28"/>
          <w:szCs w:val="28"/>
        </w:rPr>
        <w:t>»</w:t>
      </w:r>
      <w:r>
        <w:rPr>
          <w:sz w:val="28"/>
          <w:szCs w:val="28"/>
        </w:rPr>
        <w:t>).</w:t>
      </w:r>
    </w:p>
    <w:p w:rsidR="00DA7A04" w:rsidRPr="0014323E" w:rsidRDefault="00DA7A04" w:rsidP="00EF180D">
      <w:pPr>
        <w:widowControl w:val="0"/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 w:rsidRPr="0014323E">
        <w:rPr>
          <w:sz w:val="28"/>
          <w:szCs w:val="28"/>
        </w:rPr>
        <w:t xml:space="preserve">График работы </w:t>
      </w:r>
      <w:r w:rsidRPr="00C21C5C">
        <w:rPr>
          <w:sz w:val="28"/>
          <w:szCs w:val="28"/>
        </w:rPr>
        <w:t>МКУ «МФЦ</w:t>
      </w:r>
      <w:r>
        <w:rPr>
          <w:sz w:val="28"/>
          <w:szCs w:val="28"/>
        </w:rPr>
        <w:t xml:space="preserve"> г. Калининграда</w:t>
      </w:r>
      <w:r w:rsidRPr="00C21C5C">
        <w:rPr>
          <w:sz w:val="28"/>
          <w:szCs w:val="28"/>
        </w:rPr>
        <w:t>»</w:t>
      </w:r>
      <w:r w:rsidRPr="0014323E">
        <w:rPr>
          <w:sz w:val="28"/>
          <w:szCs w:val="28"/>
        </w:rPr>
        <w:t>:</w:t>
      </w:r>
    </w:p>
    <w:p w:rsidR="00DA7A04" w:rsidRPr="0014323E" w:rsidRDefault="00DA7A04" w:rsidP="00EF180D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sz w:val="28"/>
          <w:szCs w:val="28"/>
        </w:rPr>
      </w:pPr>
      <w:r w:rsidRPr="0014323E">
        <w:rPr>
          <w:sz w:val="28"/>
          <w:szCs w:val="28"/>
        </w:rPr>
        <w:t>понедельник - пятница с 08:00 до 20:00;</w:t>
      </w:r>
    </w:p>
    <w:p w:rsidR="00DA7A04" w:rsidRPr="0014323E" w:rsidRDefault="00DA7A04" w:rsidP="00EF180D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sz w:val="28"/>
          <w:szCs w:val="28"/>
        </w:rPr>
      </w:pPr>
      <w:r w:rsidRPr="0014323E">
        <w:rPr>
          <w:sz w:val="28"/>
          <w:szCs w:val="28"/>
        </w:rPr>
        <w:t>суббота  с 08:00 до 17:00;</w:t>
      </w:r>
    </w:p>
    <w:p w:rsidR="00DA7A04" w:rsidRDefault="00DA7A04" w:rsidP="00EF180D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sz w:val="28"/>
          <w:szCs w:val="28"/>
        </w:rPr>
      </w:pPr>
      <w:r w:rsidRPr="0014323E">
        <w:rPr>
          <w:sz w:val="28"/>
          <w:szCs w:val="28"/>
        </w:rPr>
        <w:t>воскресенье, праздничные дни – выходные дни.</w:t>
      </w:r>
    </w:p>
    <w:p w:rsidR="00DA7A04" w:rsidRDefault="00DA7A04" w:rsidP="00610512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452426">
        <w:rPr>
          <w:sz w:val="28"/>
          <w:szCs w:val="28"/>
        </w:rPr>
        <w:t>Окончание приема заявок:</w:t>
      </w:r>
    </w:p>
    <w:p w:rsidR="00DA7A04" w:rsidRDefault="00DA7A04" w:rsidP="00610512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«___» ______ 20___ г.</w:t>
      </w:r>
      <w:r w:rsidRPr="00452426">
        <w:rPr>
          <w:sz w:val="28"/>
          <w:szCs w:val="28"/>
        </w:rPr>
        <w:t xml:space="preserve"> в «__»</w:t>
      </w:r>
      <w:r w:rsidRPr="0082579C">
        <w:rPr>
          <w:sz w:val="28"/>
          <w:szCs w:val="28"/>
        </w:rPr>
        <w:t xml:space="preserve"> час. «__» мин. по калининградскому </w:t>
      </w:r>
      <w:r w:rsidRPr="00452426">
        <w:rPr>
          <w:sz w:val="28"/>
          <w:szCs w:val="28"/>
        </w:rPr>
        <w:t>времени.</w:t>
      </w:r>
      <w:r w:rsidRPr="0082579C">
        <w:rPr>
          <w:sz w:val="28"/>
          <w:szCs w:val="28"/>
        </w:rPr>
        <w:t xml:space="preserve"> 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82579C">
        <w:rPr>
          <w:sz w:val="28"/>
          <w:szCs w:val="28"/>
        </w:rPr>
        <w:t>Начало рассмотрения заявок: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«___» ______ 20___ г.</w:t>
      </w:r>
      <w:r w:rsidRPr="0082579C">
        <w:rPr>
          <w:sz w:val="28"/>
          <w:szCs w:val="28"/>
        </w:rPr>
        <w:t xml:space="preserve"> в «__» час. «__» мин. по калининградскому времени по адресу: </w:t>
      </w:r>
      <w:r>
        <w:rPr>
          <w:sz w:val="28"/>
          <w:szCs w:val="28"/>
        </w:rPr>
        <w:t>__________________________.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82579C">
        <w:rPr>
          <w:sz w:val="28"/>
          <w:szCs w:val="28"/>
        </w:rPr>
        <w:t>Окончание рассмотрения заявок: не более десяти рабочих дней с даты окончания срока подачи заявок.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82579C">
        <w:rPr>
          <w:sz w:val="28"/>
          <w:szCs w:val="28"/>
        </w:rPr>
        <w:t xml:space="preserve">Размер задатка для участия в аукционе определен в размере </w:t>
      </w:r>
      <w:r>
        <w:rPr>
          <w:sz w:val="28"/>
          <w:szCs w:val="28"/>
        </w:rPr>
        <w:t>__________________________________________________________________</w:t>
      </w:r>
      <w:r w:rsidRPr="0082579C">
        <w:rPr>
          <w:sz w:val="28"/>
          <w:szCs w:val="28"/>
        </w:rPr>
        <w:t xml:space="preserve">. 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82579C">
        <w:rPr>
          <w:sz w:val="28"/>
          <w:szCs w:val="28"/>
        </w:rPr>
        <w:t>Порядок внесения и возврата задатка: в соответствии с частью II аукционной документации.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 xml:space="preserve">Реквизиты для перечисления задатка: </w:t>
      </w:r>
    </w:p>
    <w:p w:rsidR="00DA7A04" w:rsidRPr="00FE7927" w:rsidRDefault="00DA7A04" w:rsidP="001479F2">
      <w:pPr>
        <w:rPr>
          <w:sz w:val="28"/>
          <w:szCs w:val="28"/>
        </w:rPr>
      </w:pPr>
      <w:r w:rsidRPr="0082579C">
        <w:rPr>
          <w:sz w:val="28"/>
          <w:szCs w:val="28"/>
        </w:rPr>
        <w:t xml:space="preserve">Получатель: </w:t>
      </w:r>
      <w:r>
        <w:rPr>
          <w:sz w:val="28"/>
          <w:szCs w:val="28"/>
        </w:rPr>
        <w:t>________________</w:t>
      </w:r>
    </w:p>
    <w:p w:rsidR="00DA7A04" w:rsidRDefault="00DA7A04" w:rsidP="00610512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>ИНН:</w:t>
      </w:r>
      <w:r w:rsidRPr="00A742C1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>КПП:</w:t>
      </w:r>
      <w:r>
        <w:rPr>
          <w:sz w:val="28"/>
          <w:szCs w:val="28"/>
        </w:rPr>
        <w:t xml:space="preserve"> __________________</w:t>
      </w:r>
    </w:p>
    <w:p w:rsidR="00DA7A04" w:rsidRDefault="00DA7A04" w:rsidP="00610512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>Счет для перечисления суммы задатка за участие в аукционе: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 xml:space="preserve">Банк </w:t>
      </w:r>
      <w:r>
        <w:rPr>
          <w:sz w:val="28"/>
          <w:szCs w:val="28"/>
        </w:rPr>
        <w:t>___________________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 xml:space="preserve">Лицевой счет:  </w:t>
      </w:r>
      <w:r>
        <w:rPr>
          <w:sz w:val="28"/>
          <w:szCs w:val="28"/>
        </w:rPr>
        <w:t>___________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</w:pPr>
      <w:r w:rsidRPr="0082579C">
        <w:rPr>
          <w:sz w:val="28"/>
          <w:szCs w:val="28"/>
        </w:rPr>
        <w:t xml:space="preserve">БИК: </w:t>
      </w:r>
      <w:r>
        <w:rPr>
          <w:sz w:val="28"/>
          <w:szCs w:val="28"/>
        </w:rPr>
        <w:t>___________________</w:t>
      </w:r>
    </w:p>
    <w:p w:rsidR="00DA7A04" w:rsidRPr="0082579C" w:rsidRDefault="00DA7A04" w:rsidP="00610512">
      <w:pPr>
        <w:spacing w:after="0"/>
        <w:ind w:firstLine="567"/>
        <w:rPr>
          <w:sz w:val="28"/>
          <w:szCs w:val="28"/>
        </w:rPr>
        <w:sectPr w:rsidR="00DA7A04" w:rsidRPr="0082579C" w:rsidSect="00A64FF8">
          <w:headerReference w:type="default" r:id="rId8"/>
          <w:footerReference w:type="default" r:id="rId9"/>
          <w:pgSz w:w="11906" w:h="16838"/>
          <w:pgMar w:top="851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82579C">
        <w:rPr>
          <w:sz w:val="28"/>
          <w:szCs w:val="28"/>
        </w:rPr>
        <w:t>В платежном поручении обязательно указ</w:t>
      </w:r>
      <w:r>
        <w:rPr>
          <w:sz w:val="28"/>
          <w:szCs w:val="28"/>
        </w:rPr>
        <w:t>ать</w:t>
      </w:r>
      <w:r w:rsidRPr="0082579C">
        <w:rPr>
          <w:sz w:val="28"/>
          <w:szCs w:val="28"/>
        </w:rPr>
        <w:t xml:space="preserve"> назначение платежа «задаток за участие в </w:t>
      </w:r>
      <w:r>
        <w:rPr>
          <w:sz w:val="28"/>
          <w:szCs w:val="28"/>
        </w:rPr>
        <w:t>___________________</w:t>
      </w:r>
      <w:r w:rsidRPr="0082579C">
        <w:rPr>
          <w:sz w:val="28"/>
          <w:szCs w:val="28"/>
        </w:rPr>
        <w:t xml:space="preserve">  (лот №__).</w:t>
      </w:r>
      <w:r>
        <w:rPr>
          <w:sz w:val="28"/>
          <w:szCs w:val="28"/>
        </w:rPr>
        <w:t>»</w:t>
      </w:r>
    </w:p>
    <w:p w:rsidR="00DA7A04" w:rsidRPr="0082579C" w:rsidRDefault="00DA7A04" w:rsidP="004B3893">
      <w:pPr>
        <w:spacing w:after="0"/>
        <w:jc w:val="right"/>
        <w:rPr>
          <w:sz w:val="28"/>
          <w:szCs w:val="28"/>
        </w:rPr>
      </w:pPr>
      <w:r w:rsidRPr="0082579C">
        <w:rPr>
          <w:sz w:val="28"/>
          <w:szCs w:val="28"/>
        </w:rPr>
        <w:t>Приложение к извещению</w:t>
      </w:r>
    </w:p>
    <w:p w:rsidR="00DA7A04" w:rsidRPr="0082579C" w:rsidRDefault="00DA7A04" w:rsidP="004B3893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Pr="0082579C">
        <w:rPr>
          <w:sz w:val="28"/>
          <w:szCs w:val="28"/>
        </w:rPr>
        <w:t xml:space="preserve">аблица лотов  </w:t>
      </w:r>
      <w:r>
        <w:rPr>
          <w:sz w:val="28"/>
          <w:szCs w:val="28"/>
        </w:rPr>
        <w:t>____________</w:t>
      </w:r>
    </w:p>
    <w:p w:rsidR="00DA7A04" w:rsidRPr="0082579C" w:rsidRDefault="00DA7A04" w:rsidP="0082579C">
      <w:pPr>
        <w:spacing w:after="0"/>
        <w:rPr>
          <w:sz w:val="28"/>
          <w:szCs w:val="28"/>
        </w:rPr>
      </w:pPr>
    </w:p>
    <w:tbl>
      <w:tblPr>
        <w:tblW w:w="1565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99"/>
        <w:gridCol w:w="4677"/>
        <w:gridCol w:w="2268"/>
        <w:gridCol w:w="1843"/>
        <w:gridCol w:w="1418"/>
        <w:gridCol w:w="2126"/>
        <w:gridCol w:w="2126"/>
      </w:tblGrid>
      <w:tr w:rsidR="00DA7A04" w:rsidRPr="0082579C">
        <w:trPr>
          <w:trHeight w:val="1818"/>
        </w:trPr>
        <w:tc>
          <w:tcPr>
            <w:tcW w:w="1199" w:type="dxa"/>
          </w:tcPr>
          <w:p w:rsidR="00DA7A04" w:rsidRPr="0082579C" w:rsidRDefault="00DA7A04" w:rsidP="008B074E">
            <w:pPr>
              <w:spacing w:after="0"/>
              <w:jc w:val="center"/>
              <w:rPr>
                <w:sz w:val="28"/>
                <w:szCs w:val="28"/>
              </w:rPr>
            </w:pPr>
            <w:r w:rsidRPr="0082579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л</w:t>
            </w:r>
            <w:r w:rsidRPr="0082579C">
              <w:rPr>
                <w:sz w:val="28"/>
                <w:szCs w:val="28"/>
              </w:rPr>
              <w:t>ота</w:t>
            </w:r>
          </w:p>
        </w:tc>
        <w:tc>
          <w:tcPr>
            <w:tcW w:w="4677" w:type="dxa"/>
          </w:tcPr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  <w:r w:rsidRPr="0082579C">
              <w:rPr>
                <w:sz w:val="28"/>
                <w:szCs w:val="28"/>
              </w:rPr>
              <w:t>Местоположение</w:t>
            </w:r>
          </w:p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A7A04" w:rsidRPr="0082579C" w:rsidRDefault="00DA7A04" w:rsidP="008B074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Указание на вид деятельности (с</w:t>
            </w:r>
            <w:r w:rsidRPr="0082579C">
              <w:rPr>
                <w:sz w:val="28"/>
                <w:szCs w:val="28"/>
              </w:rPr>
              <w:t>пециализаци</w:t>
            </w:r>
            <w:r>
              <w:rPr>
                <w:sz w:val="28"/>
                <w:szCs w:val="28"/>
              </w:rPr>
              <w:t>ю)</w:t>
            </w:r>
          </w:p>
        </w:tc>
        <w:tc>
          <w:tcPr>
            <w:tcW w:w="1843" w:type="dxa"/>
          </w:tcPr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  <w:r w:rsidRPr="0082579C">
              <w:rPr>
                <w:sz w:val="28"/>
                <w:szCs w:val="28"/>
              </w:rPr>
              <w:t>Период размещения</w:t>
            </w:r>
          </w:p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DA7A04" w:rsidRPr="0082579C" w:rsidRDefault="00DA7A04" w:rsidP="008B074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(дни)</w:t>
            </w:r>
          </w:p>
        </w:tc>
        <w:tc>
          <w:tcPr>
            <w:tcW w:w="1418" w:type="dxa"/>
          </w:tcPr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  <w:r w:rsidRPr="0082579C">
              <w:rPr>
                <w:sz w:val="28"/>
                <w:szCs w:val="28"/>
              </w:rPr>
              <w:t>Площадь</w:t>
            </w:r>
          </w:p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(кв.</w:t>
            </w:r>
            <w:r w:rsidRPr="0082579C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  <w:r w:rsidRPr="0082579C">
              <w:rPr>
                <w:sz w:val="28"/>
                <w:szCs w:val="28"/>
              </w:rPr>
              <w:t xml:space="preserve">Начальная </w:t>
            </w:r>
            <w:r>
              <w:rPr>
                <w:sz w:val="28"/>
                <w:szCs w:val="28"/>
              </w:rPr>
              <w:t xml:space="preserve">(минимальная) </w:t>
            </w:r>
            <w:r w:rsidRPr="0082579C">
              <w:rPr>
                <w:sz w:val="28"/>
                <w:szCs w:val="28"/>
              </w:rPr>
              <w:t>цена</w:t>
            </w:r>
          </w:p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  <w:r w:rsidRPr="0082579C">
              <w:rPr>
                <w:sz w:val="28"/>
                <w:szCs w:val="28"/>
              </w:rPr>
              <w:t>за период размещения</w:t>
            </w:r>
          </w:p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  <w:r w:rsidRPr="0082579C">
              <w:rPr>
                <w:sz w:val="28"/>
                <w:szCs w:val="28"/>
              </w:rPr>
              <w:t>(руб.)</w:t>
            </w:r>
          </w:p>
        </w:tc>
        <w:tc>
          <w:tcPr>
            <w:tcW w:w="2126" w:type="dxa"/>
          </w:tcPr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  <w:r w:rsidRPr="0082579C">
              <w:rPr>
                <w:sz w:val="28"/>
                <w:szCs w:val="28"/>
              </w:rPr>
              <w:t>Размер задатка</w:t>
            </w:r>
          </w:p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  <w:r w:rsidRPr="0082579C">
              <w:rPr>
                <w:sz w:val="28"/>
                <w:szCs w:val="28"/>
              </w:rPr>
              <w:t>(руб.)</w:t>
            </w:r>
          </w:p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DA7A04" w:rsidRPr="0082579C" w:rsidRDefault="00DA7A04" w:rsidP="004B389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DA7A04" w:rsidRPr="0082579C">
        <w:trPr>
          <w:trHeight w:val="1818"/>
        </w:trPr>
        <w:tc>
          <w:tcPr>
            <w:tcW w:w="1199" w:type="dxa"/>
            <w:vAlign w:val="center"/>
          </w:tcPr>
          <w:p w:rsidR="00DA7A04" w:rsidRPr="0082579C" w:rsidRDefault="00DA7A04" w:rsidP="00B959EE">
            <w:pPr>
              <w:spacing w:after="0"/>
              <w:jc w:val="center"/>
              <w:rPr>
                <w:sz w:val="28"/>
                <w:szCs w:val="28"/>
              </w:rPr>
            </w:pPr>
            <w:r w:rsidRPr="0082579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</w:tcPr>
          <w:p w:rsidR="00DA7A04" w:rsidRPr="0082579C" w:rsidRDefault="00DA7A04" w:rsidP="0082579C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A7A04" w:rsidRPr="0082579C" w:rsidRDefault="00DA7A04" w:rsidP="0082579C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DA7A04" w:rsidRPr="0082579C" w:rsidRDefault="00DA7A04" w:rsidP="0082579C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A7A04" w:rsidRPr="0082579C" w:rsidRDefault="00DA7A04" w:rsidP="0082579C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A7A04" w:rsidRPr="0082579C" w:rsidRDefault="00DA7A04" w:rsidP="0082579C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A7A04" w:rsidRPr="0082579C" w:rsidRDefault="00DA7A04" w:rsidP="0082579C">
            <w:pPr>
              <w:spacing w:after="0"/>
              <w:rPr>
                <w:sz w:val="28"/>
                <w:szCs w:val="28"/>
              </w:rPr>
            </w:pPr>
          </w:p>
        </w:tc>
      </w:tr>
      <w:tr w:rsidR="00DA7A04" w:rsidRPr="0082579C">
        <w:trPr>
          <w:trHeight w:val="1818"/>
        </w:trPr>
        <w:tc>
          <w:tcPr>
            <w:tcW w:w="1199" w:type="dxa"/>
            <w:vAlign w:val="center"/>
          </w:tcPr>
          <w:p w:rsidR="00DA7A04" w:rsidRPr="0082579C" w:rsidRDefault="00DA7A04" w:rsidP="00B959EE">
            <w:pPr>
              <w:spacing w:after="0"/>
              <w:jc w:val="center"/>
              <w:rPr>
                <w:sz w:val="28"/>
                <w:szCs w:val="28"/>
              </w:rPr>
            </w:pPr>
            <w:r w:rsidRPr="0082579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7" w:type="dxa"/>
            <w:vAlign w:val="center"/>
          </w:tcPr>
          <w:p w:rsidR="00DA7A04" w:rsidRPr="0082579C" w:rsidRDefault="00DA7A04" w:rsidP="0082579C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A7A04" w:rsidRPr="0082579C" w:rsidRDefault="00DA7A04" w:rsidP="0082579C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DA7A04" w:rsidRPr="0082579C" w:rsidRDefault="00DA7A04" w:rsidP="0082579C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A7A04" w:rsidRPr="0082579C" w:rsidRDefault="00DA7A04" w:rsidP="0082579C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A7A04" w:rsidRPr="0082579C" w:rsidRDefault="00DA7A04" w:rsidP="0082579C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A7A04" w:rsidRPr="0082579C" w:rsidRDefault="00DA7A04" w:rsidP="0082579C">
            <w:pPr>
              <w:spacing w:after="0"/>
              <w:rPr>
                <w:sz w:val="28"/>
                <w:szCs w:val="28"/>
              </w:rPr>
            </w:pPr>
          </w:p>
        </w:tc>
      </w:tr>
    </w:tbl>
    <w:p w:rsidR="00DA7A04" w:rsidRPr="0082579C" w:rsidRDefault="00DA7A04" w:rsidP="0082579C">
      <w:pPr>
        <w:spacing w:after="0"/>
        <w:rPr>
          <w:sz w:val="28"/>
          <w:szCs w:val="28"/>
        </w:rPr>
        <w:sectPr w:rsidR="00DA7A04" w:rsidRPr="0082579C" w:rsidSect="00BC205B">
          <w:footerReference w:type="default" r:id="rId10"/>
          <w:pgSz w:w="16838" w:h="11906" w:orient="landscape"/>
          <w:pgMar w:top="851" w:right="1478" w:bottom="1701" w:left="1134" w:header="709" w:footer="709" w:gutter="0"/>
          <w:cols w:space="708"/>
          <w:docGrid w:linePitch="360"/>
        </w:sectPr>
      </w:pPr>
    </w:p>
    <w:p w:rsidR="00DA7A04" w:rsidRPr="0082579C" w:rsidRDefault="00DA7A04" w:rsidP="00050CA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2579C">
        <w:rPr>
          <w:sz w:val="28"/>
          <w:szCs w:val="28"/>
        </w:rPr>
        <w:t>Часть II. Общая</w:t>
      </w:r>
    </w:p>
    <w:p w:rsidR="00DA7A04" w:rsidRPr="0082579C" w:rsidRDefault="00DA7A04" w:rsidP="0082579C">
      <w:pPr>
        <w:spacing w:after="0"/>
        <w:rPr>
          <w:sz w:val="28"/>
          <w:szCs w:val="28"/>
        </w:rPr>
      </w:pPr>
    </w:p>
    <w:p w:rsidR="00DA7A04" w:rsidRPr="00256E8B" w:rsidRDefault="00DA7A04" w:rsidP="008E5B5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56E8B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DA7A04" w:rsidRPr="00256E8B" w:rsidRDefault="00DA7A04" w:rsidP="004F3FA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1.1. Порядок проведения открытого аукциона на право заключения договора на размещение нестационарных объектов для организации досуга  </w:t>
      </w:r>
      <w:r w:rsidRPr="00897C0E">
        <w:rPr>
          <w:rFonts w:ascii="Times New Roman" w:hAnsi="Times New Roman" w:cs="Times New Roman"/>
          <w:sz w:val="28"/>
          <w:szCs w:val="28"/>
        </w:rPr>
        <w:t>на землях общего пользования</w:t>
      </w:r>
      <w:r w:rsidRPr="00897C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 xml:space="preserve">территории городского округа «Город Калининград» (далее – Порядок)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устанавливает порядок организации и проведения аукционов на право заключения договоров </w:t>
      </w:r>
      <w:r w:rsidRPr="00256E8B">
        <w:rPr>
          <w:rFonts w:ascii="Times New Roman" w:hAnsi="Times New Roman" w:cs="Times New Roman"/>
          <w:sz w:val="28"/>
          <w:szCs w:val="28"/>
        </w:rPr>
        <w:t>на размещение нестационарных объектов для организации досуга на</w:t>
      </w:r>
      <w:r w:rsidRPr="00897C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7C0E">
        <w:rPr>
          <w:rFonts w:ascii="Times New Roman" w:hAnsi="Times New Roman" w:cs="Times New Roman"/>
          <w:sz w:val="28"/>
          <w:szCs w:val="28"/>
        </w:rPr>
        <w:t>землях общего пользования  территории городского округа «Город Калини</w:t>
      </w:r>
      <w:r w:rsidRPr="00256E8B">
        <w:rPr>
          <w:rFonts w:ascii="Times New Roman" w:hAnsi="Times New Roman" w:cs="Times New Roman"/>
          <w:sz w:val="28"/>
          <w:szCs w:val="28"/>
        </w:rPr>
        <w:t xml:space="preserve">нград»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 w:rsidRPr="001A6B54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создания дополнительных</w:t>
      </w:r>
      <w:r w:rsidRPr="00DC1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условий для организации досуга жителей города</w:t>
      </w:r>
      <w:r w:rsidRPr="00DC1D4F">
        <w:rPr>
          <w:rFonts w:ascii="Times New Roman" w:hAnsi="Times New Roman" w:cs="Times New Roman"/>
          <w:sz w:val="28"/>
          <w:szCs w:val="28"/>
        </w:rPr>
        <w:t>, развития добросовестной конкуренции, обеспечения гласности и прозрачности</w:t>
      </w:r>
      <w:r>
        <w:rPr>
          <w:rFonts w:ascii="Times New Roman" w:hAnsi="Times New Roman" w:cs="Times New Roman"/>
          <w:sz w:val="28"/>
          <w:szCs w:val="28"/>
        </w:rPr>
        <w:t xml:space="preserve"> при выборе хозяйствующих субъектов, которым предоставляется право </w:t>
      </w:r>
      <w:r w:rsidRPr="00EF349F">
        <w:rPr>
          <w:rFonts w:ascii="Times New Roman" w:hAnsi="Times New Roman" w:cs="Times New Roman"/>
          <w:sz w:val="28"/>
          <w:szCs w:val="28"/>
        </w:rPr>
        <w:t>размещени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F349F">
        <w:rPr>
          <w:rFonts w:ascii="Times New Roman" w:hAnsi="Times New Roman" w:cs="Times New Roman"/>
          <w:sz w:val="28"/>
          <w:szCs w:val="28"/>
        </w:rPr>
        <w:t xml:space="preserve"> нестационарн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F34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 для организации досуга</w:t>
      </w:r>
      <w:r w:rsidRPr="00F11489">
        <w:rPr>
          <w:rFonts w:ascii="Times New Roman" w:hAnsi="Times New Roman" w:cs="Times New Roman"/>
          <w:sz w:val="28"/>
          <w:szCs w:val="28"/>
        </w:rPr>
        <w:t xml:space="preserve"> </w:t>
      </w:r>
      <w:r w:rsidRPr="00EF349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землях общего пользования</w:t>
      </w:r>
      <w:r w:rsidRPr="00EF349F">
        <w:rPr>
          <w:rFonts w:ascii="Times New Roman" w:hAnsi="Times New Roman" w:cs="Times New Roman"/>
          <w:sz w:val="28"/>
          <w:szCs w:val="28"/>
        </w:rPr>
        <w:t xml:space="preserve"> территории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1E84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F349F">
        <w:rPr>
          <w:rFonts w:ascii="Times New Roman" w:hAnsi="Times New Roman" w:cs="Times New Roman"/>
          <w:sz w:val="28"/>
          <w:szCs w:val="28"/>
        </w:rPr>
        <w:t>.</w:t>
      </w:r>
    </w:p>
    <w:p w:rsidR="00DA7A04" w:rsidRDefault="00DA7A04" w:rsidP="008E5B5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6E8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6E8B">
        <w:rPr>
          <w:rFonts w:ascii="Times New Roman" w:hAnsi="Times New Roman" w:cs="Times New Roman"/>
          <w:sz w:val="28"/>
          <w:szCs w:val="28"/>
        </w:rPr>
        <w:t>.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укцион явля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тся открытым по составу участников с закрытой формой подачи предложени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й о цене договора (цене лота).</w:t>
      </w:r>
    </w:p>
    <w:p w:rsidR="00DA7A04" w:rsidRPr="00256E8B" w:rsidRDefault="00DA7A04" w:rsidP="008011D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  <w:lang w:eastAsia="en-US"/>
        </w:rPr>
        <w:t>1.</w:t>
      </w: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Pr="00256E8B">
        <w:rPr>
          <w:rFonts w:ascii="Times New Roman" w:hAnsi="Times New Roman" w:cs="Times New Roman"/>
          <w:sz w:val="28"/>
          <w:szCs w:val="28"/>
        </w:rPr>
        <w:t xml:space="preserve">Организатором проведения аукциона является комитет по социальной политике администрации городского округа «Город Калининград»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56E8B">
        <w:rPr>
          <w:rFonts w:ascii="Times New Roman" w:hAnsi="Times New Roman" w:cs="Times New Roman"/>
          <w:sz w:val="28"/>
          <w:szCs w:val="28"/>
        </w:rPr>
        <w:t xml:space="preserve"> Организатор).</w:t>
      </w:r>
    </w:p>
    <w:p w:rsidR="00DA7A04" w:rsidRPr="00256E8B" w:rsidRDefault="00DA7A04" w:rsidP="008E5B5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7A04" w:rsidRPr="00256E8B" w:rsidRDefault="00DA7A04" w:rsidP="008E5B5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56E8B">
        <w:rPr>
          <w:rFonts w:ascii="Times New Roman" w:hAnsi="Times New Roman" w:cs="Times New Roman"/>
          <w:sz w:val="28"/>
          <w:szCs w:val="28"/>
        </w:rPr>
        <w:t>. Основные понятия, используемые в настоящем Порядке.</w:t>
      </w:r>
    </w:p>
    <w:p w:rsidR="00DA7A04" w:rsidRDefault="00DA7A04" w:rsidP="008E5B5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7A04" w:rsidRDefault="00DA7A04" w:rsidP="000C49D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Нестационарный объект для организации досуга – временн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 xml:space="preserve">е, конструкция, </w:t>
      </w:r>
      <w:r w:rsidRPr="00120588">
        <w:rPr>
          <w:rFonts w:ascii="Times New Roman" w:hAnsi="Times New Roman" w:cs="Times New Roman"/>
          <w:sz w:val="28"/>
          <w:szCs w:val="28"/>
        </w:rPr>
        <w:t>не связанная прочно с земельным участком</w:t>
      </w:r>
      <w:r w:rsidRPr="00120588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120588">
        <w:rPr>
          <w:rFonts w:ascii="Times New Roman" w:hAnsi="Times New Roman" w:cs="Times New Roman"/>
          <w:sz w:val="28"/>
          <w:szCs w:val="28"/>
        </w:rPr>
        <w:t xml:space="preserve"> в том числе передвижное сооружение и/или устройство</w:t>
      </w:r>
      <w:r w:rsidRPr="00256E8B">
        <w:rPr>
          <w:rFonts w:ascii="Times New Roman" w:hAnsi="Times New Roman" w:cs="Times New Roman"/>
          <w:sz w:val="28"/>
          <w:szCs w:val="28"/>
        </w:rPr>
        <w:t>, предназначенн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для организации развлечения и досуга населения городского округа «Город Калининград» (за исключением стрелковых тиров): </w:t>
      </w:r>
    </w:p>
    <w:p w:rsidR="00DA7A04" w:rsidRDefault="00DA7A04" w:rsidP="000C49D5">
      <w:pPr>
        <w:pStyle w:val="BodyTextIndent"/>
        <w:ind w:firstLine="567"/>
      </w:pPr>
      <w:r>
        <w:t xml:space="preserve">- аттракционы передвижные: батуты, батутные комплексы, детские электромобили, передвижные кинотеатры, бесфундаментные карусели, караоке, интерактивные игры, аэротату; </w:t>
      </w:r>
    </w:p>
    <w:p w:rsidR="00DA7A04" w:rsidRDefault="00DA7A04" w:rsidP="000C49D5">
      <w:pPr>
        <w:pStyle w:val="BodyTextIndent"/>
        <w:ind w:firstLine="567"/>
      </w:pPr>
      <w:r>
        <w:t xml:space="preserve">- пункты проката спортивного оборудования, инвентаря, иного движимого имущества, не подлежащего государственной регистрации как источника повышенной опасности, </w:t>
      </w:r>
      <w:r>
        <w:rPr>
          <w:i/>
          <w:iCs/>
        </w:rPr>
        <w:t xml:space="preserve"> </w:t>
      </w:r>
      <w:r>
        <w:t xml:space="preserve">предоставляемого за плату во временное пользование. </w:t>
      </w:r>
    </w:p>
    <w:p w:rsidR="00DA7A04" w:rsidRDefault="00DA7A04" w:rsidP="00577FF7">
      <w:pPr>
        <w:pStyle w:val="BodyTextIndent"/>
        <w:ind w:firstLine="567"/>
      </w:pPr>
      <w:r>
        <w:t>К н</w:t>
      </w:r>
      <w:r w:rsidRPr="00256E8B">
        <w:t>естационарны</w:t>
      </w:r>
      <w:r>
        <w:t>м</w:t>
      </w:r>
      <w:r w:rsidRPr="00256E8B">
        <w:t xml:space="preserve"> объект</w:t>
      </w:r>
      <w:r>
        <w:t>ам</w:t>
      </w:r>
      <w:r w:rsidRPr="00256E8B">
        <w:t xml:space="preserve"> для организации досуга</w:t>
      </w:r>
      <w:r>
        <w:t xml:space="preserve"> в соответствии с настоящим Порядком относится движимое имущество. Общим критерием отнесения их к таковым является возможность свободного перемещения указанных объектов без нанесения несоразмерного ущерба их назначению, включая возможность их демонтажа с разборкой на составляющие сборно-разборные перемещаемые конструктивные элементы.</w:t>
      </w:r>
      <w:r w:rsidRPr="00F75DAD">
        <w:rPr>
          <w:rFonts w:ascii="Verdana" w:hAnsi="Verdana" w:cs="Verdana"/>
          <w:sz w:val="20"/>
          <w:szCs w:val="20"/>
        </w:rPr>
        <w:t xml:space="preserve"> </w:t>
      </w:r>
    </w:p>
    <w:p w:rsidR="00DA7A04" w:rsidRPr="00256E8B" w:rsidRDefault="00DA7A04" w:rsidP="000C49D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Организатор – структурное подразделение администрации городского округа «Город Калининград» (комитет по социальной политике администрации городского округа «Город Калининград»)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E8B">
        <w:rPr>
          <w:rFonts w:ascii="Times New Roman" w:hAnsi="Times New Roman" w:cs="Times New Roman"/>
          <w:sz w:val="28"/>
          <w:szCs w:val="28"/>
        </w:rPr>
        <w:t xml:space="preserve"> обеспечивающее организацию и проведение аукциона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на право заключения договор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>на размещение нестационарных объектов для организации досуга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883">
        <w:rPr>
          <w:rFonts w:ascii="Times New Roman" w:hAnsi="Times New Roman" w:cs="Times New Roman"/>
          <w:sz w:val="28"/>
          <w:szCs w:val="28"/>
        </w:rPr>
        <w:t>землях общего пользования  территории городского округа «Город Калинингр</w:t>
      </w:r>
      <w:r w:rsidRPr="00256E8B">
        <w:rPr>
          <w:rFonts w:ascii="Times New Roman" w:hAnsi="Times New Roman" w:cs="Times New Roman"/>
          <w:sz w:val="28"/>
          <w:szCs w:val="28"/>
        </w:rPr>
        <w:t>ад».</w:t>
      </w:r>
    </w:p>
    <w:p w:rsidR="00DA7A04" w:rsidRPr="00256E8B" w:rsidRDefault="00DA7A04" w:rsidP="000C49D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Аукционная комиссия – коллегиальный орган, </w:t>
      </w:r>
      <w:r w:rsidRPr="00256E8B">
        <w:rPr>
          <w:rFonts w:ascii="Times New Roman" w:hAnsi="Times New Roman" w:cs="Times New Roman"/>
          <w:sz w:val="28"/>
          <w:szCs w:val="28"/>
        </w:rPr>
        <w:t>осуществляющий вскрытие конвертов с заявками и принимающий решение о допуске к участию в аукционе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E8B">
        <w:rPr>
          <w:rFonts w:ascii="Times New Roman" w:hAnsi="Times New Roman" w:cs="Times New Roman"/>
          <w:sz w:val="28"/>
          <w:szCs w:val="28"/>
        </w:rPr>
        <w:t xml:space="preserve">  определяющий победителя аукциона в соответствии с настоящим Порядком.</w:t>
      </w:r>
    </w:p>
    <w:p w:rsidR="00DA7A04" w:rsidRPr="00256E8B" w:rsidRDefault="00DA7A04" w:rsidP="000C49D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Заявитель –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капитала, в том числе индивидуальный предприниматель, претендующее на заключение договора и подавшее заявку на участие в аукционе.</w:t>
      </w:r>
    </w:p>
    <w:p w:rsidR="00DA7A04" w:rsidRPr="00256E8B" w:rsidRDefault="00DA7A04" w:rsidP="000C49D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Участник аукциона –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заявитель,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допущенн</w:t>
      </w:r>
      <w:r>
        <w:rPr>
          <w:rFonts w:ascii="Times New Roman" w:hAnsi="Times New Roman" w:cs="Times New Roman"/>
          <w:sz w:val="28"/>
          <w:szCs w:val="28"/>
          <w:lang w:eastAsia="en-US"/>
        </w:rPr>
        <w:t>ый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аукционной комиссией </w:t>
      </w:r>
      <w:r w:rsidRPr="00256E8B">
        <w:rPr>
          <w:rFonts w:ascii="Times New Roman" w:hAnsi="Times New Roman" w:cs="Times New Roman"/>
          <w:sz w:val="28"/>
          <w:szCs w:val="28"/>
        </w:rPr>
        <w:t>к участию в аукционе.</w:t>
      </w:r>
    </w:p>
    <w:p w:rsidR="00DA7A04" w:rsidRPr="00256E8B" w:rsidRDefault="00DA7A04" w:rsidP="000C49D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Победитель аукциона –  участник аукциона, который предложил  наибольшую плату за право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заключения договора </w:t>
      </w:r>
      <w:r w:rsidRPr="00256E8B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объекта для организации досуга на </w:t>
      </w:r>
      <w:r w:rsidRPr="004A5883">
        <w:rPr>
          <w:rFonts w:ascii="Times New Roman" w:hAnsi="Times New Roman" w:cs="Times New Roman"/>
          <w:sz w:val="28"/>
          <w:szCs w:val="28"/>
        </w:rPr>
        <w:t xml:space="preserve">землях общего пользования  </w:t>
      </w:r>
      <w:r w:rsidRPr="00256E8B">
        <w:rPr>
          <w:rFonts w:ascii="Times New Roman" w:hAnsi="Times New Roman" w:cs="Times New Roman"/>
          <w:sz w:val="28"/>
          <w:szCs w:val="28"/>
        </w:rPr>
        <w:t>территории городского округа «Город Калининград» и заявке которого присвоен первый номер.</w:t>
      </w:r>
    </w:p>
    <w:p w:rsidR="00DA7A04" w:rsidRPr="00256E8B" w:rsidRDefault="00DA7A04" w:rsidP="000C49D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Официальный сайт торгов – официальный сайт администрации городского округа «Город Калининград» в сети Интернет.</w:t>
      </w:r>
    </w:p>
    <w:p w:rsidR="00DA7A04" w:rsidRPr="00256E8B" w:rsidRDefault="00DA7A04" w:rsidP="008E5B5F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7A04" w:rsidRDefault="00DA7A04" w:rsidP="0049338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56E8B">
        <w:rPr>
          <w:rFonts w:ascii="Times New Roman" w:hAnsi="Times New Roman" w:cs="Times New Roman"/>
          <w:sz w:val="28"/>
          <w:szCs w:val="28"/>
        </w:rPr>
        <w:t>. Требовани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к участникам аукциона и условия допуска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56E8B">
        <w:rPr>
          <w:rFonts w:ascii="Times New Roman" w:hAnsi="Times New Roman" w:cs="Times New Roman"/>
          <w:sz w:val="28"/>
          <w:szCs w:val="28"/>
        </w:rPr>
        <w:t xml:space="preserve"> к участию в аукционе</w:t>
      </w:r>
    </w:p>
    <w:p w:rsidR="00DA7A04" w:rsidRPr="00256E8B" w:rsidRDefault="00DA7A04" w:rsidP="0049338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7A04" w:rsidRPr="00256E8B" w:rsidRDefault="00DA7A04" w:rsidP="0049338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3.1. При проведении аукциона Организатор устанавливает</w:t>
      </w:r>
      <w:r>
        <w:rPr>
          <w:sz w:val="28"/>
          <w:szCs w:val="28"/>
        </w:rPr>
        <w:t xml:space="preserve"> единое</w:t>
      </w:r>
      <w:r w:rsidRPr="00256E8B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е</w:t>
      </w:r>
      <w:r w:rsidRPr="00256E8B">
        <w:rPr>
          <w:sz w:val="28"/>
          <w:szCs w:val="28"/>
        </w:rPr>
        <w:t xml:space="preserve"> к участникам аукциона</w:t>
      </w:r>
      <w:r>
        <w:rPr>
          <w:sz w:val="28"/>
          <w:szCs w:val="28"/>
        </w:rPr>
        <w:t xml:space="preserve"> –</w:t>
      </w:r>
      <w:r w:rsidRPr="00256E8B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признание </w:t>
      </w:r>
      <w:r w:rsidRPr="00256E8B">
        <w:rPr>
          <w:sz w:val="28"/>
          <w:szCs w:val="28"/>
        </w:rPr>
        <w:t>несостоятельным (банкротом)</w:t>
      </w:r>
      <w:r>
        <w:rPr>
          <w:sz w:val="28"/>
          <w:szCs w:val="28"/>
        </w:rPr>
        <w:t>, неприостановление деятельности.</w:t>
      </w:r>
    </w:p>
    <w:p w:rsidR="00DA7A04" w:rsidRPr="00256E8B" w:rsidRDefault="00DA7A04" w:rsidP="0049338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3.2. Информация об установленн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пункте 3.1 настоящего Порядка </w:t>
      </w:r>
      <w:r w:rsidRPr="00256E8B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6E8B">
        <w:rPr>
          <w:rFonts w:ascii="Times New Roman" w:hAnsi="Times New Roman" w:cs="Times New Roman"/>
          <w:sz w:val="28"/>
          <w:szCs w:val="28"/>
        </w:rPr>
        <w:t xml:space="preserve"> указывается Организатором в извещении о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Pr="00256E8B">
        <w:rPr>
          <w:rFonts w:ascii="Times New Roman" w:hAnsi="Times New Roman" w:cs="Times New Roman"/>
          <w:sz w:val="28"/>
          <w:szCs w:val="28"/>
        </w:rPr>
        <w:t>аукциона и документации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256E8B">
        <w:rPr>
          <w:rFonts w:ascii="Times New Roman" w:hAnsi="Times New Roman" w:cs="Times New Roman"/>
          <w:sz w:val="28"/>
          <w:szCs w:val="28"/>
        </w:rPr>
        <w:t xml:space="preserve"> аукционе.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>Организатор не вправе 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дополнительные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требования к участникам аукциона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7A04" w:rsidRPr="00256E8B" w:rsidRDefault="00DA7A04" w:rsidP="0049338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256E8B">
        <w:rPr>
          <w:sz w:val="28"/>
          <w:szCs w:val="28"/>
        </w:rPr>
        <w:t>. Указанн</w:t>
      </w:r>
      <w:r>
        <w:rPr>
          <w:sz w:val="28"/>
          <w:szCs w:val="28"/>
        </w:rPr>
        <w:t>ое</w:t>
      </w:r>
      <w:r w:rsidRPr="00256E8B">
        <w:rPr>
          <w:sz w:val="28"/>
          <w:szCs w:val="28"/>
        </w:rPr>
        <w:t xml:space="preserve"> в настоящем Порядке требовани</w:t>
      </w:r>
      <w:r>
        <w:rPr>
          <w:sz w:val="28"/>
          <w:szCs w:val="28"/>
        </w:rPr>
        <w:t>е</w:t>
      </w:r>
      <w:r w:rsidRPr="00256E8B">
        <w:rPr>
          <w:sz w:val="28"/>
          <w:szCs w:val="28"/>
        </w:rPr>
        <w:t xml:space="preserve"> предъявля</w:t>
      </w:r>
      <w:r>
        <w:rPr>
          <w:sz w:val="28"/>
          <w:szCs w:val="28"/>
        </w:rPr>
        <w:t>е</w:t>
      </w:r>
      <w:r w:rsidRPr="00256E8B">
        <w:rPr>
          <w:sz w:val="28"/>
          <w:szCs w:val="28"/>
        </w:rPr>
        <w:t>тся в равной мере ко всем участникам аукцион</w:t>
      </w:r>
      <w:r>
        <w:rPr>
          <w:sz w:val="28"/>
          <w:szCs w:val="28"/>
        </w:rPr>
        <w:t>а</w:t>
      </w:r>
      <w:r w:rsidRPr="00256E8B">
        <w:rPr>
          <w:sz w:val="28"/>
          <w:szCs w:val="28"/>
        </w:rPr>
        <w:t>.</w:t>
      </w:r>
    </w:p>
    <w:p w:rsidR="00DA7A04" w:rsidRPr="00256E8B" w:rsidRDefault="00DA7A04" w:rsidP="0049338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bookmarkStart w:id="1" w:name="Par0"/>
      <w:bookmarkEnd w:id="1"/>
      <w:r w:rsidRPr="00256E8B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256E8B">
        <w:rPr>
          <w:sz w:val="28"/>
          <w:szCs w:val="28"/>
        </w:rPr>
        <w:t>. Заявитель не допускается аукционной комиссией к участию в аукционе в случа</w:t>
      </w:r>
      <w:r>
        <w:rPr>
          <w:sz w:val="28"/>
          <w:szCs w:val="28"/>
        </w:rPr>
        <w:t>е</w:t>
      </w:r>
      <w:r w:rsidRPr="00256E8B">
        <w:rPr>
          <w:sz w:val="28"/>
          <w:szCs w:val="28"/>
        </w:rPr>
        <w:t>:</w:t>
      </w:r>
    </w:p>
    <w:p w:rsidR="00DA7A04" w:rsidRPr="00256E8B" w:rsidRDefault="00DA7A04" w:rsidP="0049338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256E8B">
        <w:rPr>
          <w:sz w:val="28"/>
          <w:szCs w:val="28"/>
        </w:rPr>
        <w:t>.1 непредставления документов, определенных настоящим Порядком, либо наличия в таких документах недостоверных сведений;</w:t>
      </w:r>
    </w:p>
    <w:p w:rsidR="00DA7A04" w:rsidRPr="00256E8B" w:rsidRDefault="00DA7A04" w:rsidP="0049338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EB1D0C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EB1D0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EB1D0C">
        <w:rPr>
          <w:sz w:val="28"/>
          <w:szCs w:val="28"/>
        </w:rPr>
        <w:t xml:space="preserve"> невнесения задатка;</w:t>
      </w:r>
    </w:p>
    <w:p w:rsidR="00DA7A04" w:rsidRPr="00256E8B" w:rsidRDefault="00DA7A04" w:rsidP="0049338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7E5043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7E5043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7E5043">
        <w:rPr>
          <w:sz w:val="28"/>
          <w:szCs w:val="28"/>
        </w:rPr>
        <w:t xml:space="preserve"> несоответствия заявки на участие в аукционе требованиям документации об аукционе;</w:t>
      </w:r>
    </w:p>
    <w:p w:rsidR="00DA7A04" w:rsidRPr="00256E8B" w:rsidRDefault="00DA7A04" w:rsidP="0049338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256E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признания </w:t>
      </w:r>
      <w:r w:rsidRPr="00256E8B">
        <w:rPr>
          <w:sz w:val="28"/>
          <w:szCs w:val="28"/>
        </w:rPr>
        <w:t>несостоятельным (банкротом)</w:t>
      </w:r>
      <w:r>
        <w:rPr>
          <w:sz w:val="28"/>
          <w:szCs w:val="28"/>
        </w:rPr>
        <w:t>, приостановления деятельности.</w:t>
      </w:r>
    </w:p>
    <w:p w:rsidR="00DA7A04" w:rsidRPr="00256E8B" w:rsidRDefault="00DA7A04" w:rsidP="0049338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bookmarkStart w:id="2" w:name="Par8"/>
      <w:bookmarkEnd w:id="2"/>
      <w:r w:rsidRPr="00256E8B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256E8B">
        <w:rPr>
          <w:sz w:val="28"/>
          <w:szCs w:val="28"/>
        </w:rPr>
        <w:t>. Отказ в допуске к участию в аукционе по иным основаниям не допускается.</w:t>
      </w:r>
    </w:p>
    <w:p w:rsidR="00DA7A04" w:rsidRPr="00256E8B" w:rsidRDefault="00DA7A04" w:rsidP="0049338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256E8B">
        <w:rPr>
          <w:sz w:val="28"/>
          <w:szCs w:val="28"/>
        </w:rPr>
        <w:t>. В случае установления факта недостоверности сведений, содержащихся в документах, представленных заявителем или участником аукциона</w:t>
      </w:r>
      <w:r>
        <w:rPr>
          <w:sz w:val="28"/>
          <w:szCs w:val="28"/>
        </w:rPr>
        <w:t>,</w:t>
      </w:r>
      <w:r w:rsidRPr="00256E8B">
        <w:rPr>
          <w:sz w:val="28"/>
          <w:szCs w:val="28"/>
        </w:rPr>
        <w:t xml:space="preserve"> аукционная комиссия обязана отстранить такого заявителя или участника аукциона от участия в аукционе на любом этапе его проведения. Протокол об отстранении заявителя или участника  аукциона от участия в аукционе подлежит размещению на официальном сайте торгов в срок не позднее дня, следующего за днем принятия такого решения. При этом в протоколе указываются установленные факты</w:t>
      </w:r>
      <w:r>
        <w:rPr>
          <w:sz w:val="28"/>
          <w:szCs w:val="28"/>
        </w:rPr>
        <w:t xml:space="preserve"> представления</w:t>
      </w:r>
      <w:r w:rsidRPr="00256E8B">
        <w:rPr>
          <w:sz w:val="28"/>
          <w:szCs w:val="28"/>
        </w:rPr>
        <w:t xml:space="preserve"> недостоверных сведений.</w:t>
      </w:r>
    </w:p>
    <w:p w:rsidR="00DA7A04" w:rsidRPr="00256E8B" w:rsidRDefault="00DA7A04" w:rsidP="0049338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256E8B">
        <w:rPr>
          <w:sz w:val="28"/>
          <w:szCs w:val="28"/>
        </w:rPr>
        <w:t>. Аукционная комиссия проверяет соответствие участников аукциона требованиям, указанным в настоящем Порядке</w:t>
      </w:r>
      <w:r>
        <w:rPr>
          <w:sz w:val="28"/>
          <w:szCs w:val="28"/>
        </w:rPr>
        <w:t>,</w:t>
      </w:r>
      <w:r w:rsidRPr="00256E8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принимает решение о допуске/не</w:t>
      </w:r>
      <w:r w:rsidRPr="00256E8B">
        <w:rPr>
          <w:sz w:val="28"/>
          <w:szCs w:val="28"/>
        </w:rPr>
        <w:t xml:space="preserve">допуске </w:t>
      </w:r>
      <w:r>
        <w:rPr>
          <w:sz w:val="28"/>
          <w:szCs w:val="28"/>
        </w:rPr>
        <w:t>з</w:t>
      </w:r>
      <w:r w:rsidRPr="00256E8B">
        <w:rPr>
          <w:sz w:val="28"/>
          <w:szCs w:val="28"/>
        </w:rPr>
        <w:t xml:space="preserve">аявителей к участию в аукционе. </w:t>
      </w:r>
      <w:bookmarkStart w:id="3" w:name="Par10"/>
      <w:bookmarkStart w:id="4" w:name="Par12"/>
      <w:bookmarkEnd w:id="3"/>
      <w:bookmarkEnd w:id="4"/>
    </w:p>
    <w:p w:rsidR="00DA7A04" w:rsidRPr="00256E8B" w:rsidRDefault="00DA7A04" w:rsidP="0049338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256E8B">
        <w:rPr>
          <w:sz w:val="28"/>
          <w:szCs w:val="28"/>
        </w:rPr>
        <w:t>. Ре</w:t>
      </w:r>
      <w:r>
        <w:rPr>
          <w:sz w:val="28"/>
          <w:szCs w:val="28"/>
        </w:rPr>
        <w:t>шение аукционной комиссии  о не</w:t>
      </w:r>
      <w:r w:rsidRPr="00256E8B">
        <w:rPr>
          <w:sz w:val="28"/>
          <w:szCs w:val="28"/>
        </w:rPr>
        <w:t xml:space="preserve">допуске к участию в аукционе может быть обжаловано </w:t>
      </w:r>
      <w:r>
        <w:rPr>
          <w:sz w:val="28"/>
          <w:szCs w:val="28"/>
        </w:rPr>
        <w:t>з</w:t>
      </w:r>
      <w:r w:rsidRPr="00256E8B">
        <w:rPr>
          <w:sz w:val="28"/>
          <w:szCs w:val="28"/>
        </w:rPr>
        <w:t xml:space="preserve">аявителем в </w:t>
      </w:r>
      <w:r w:rsidRPr="00256E8B">
        <w:rPr>
          <w:kern w:val="2"/>
          <w:sz w:val="28"/>
          <w:szCs w:val="28"/>
        </w:rPr>
        <w:t>порядке,  установленном действующим законодательством</w:t>
      </w:r>
      <w:r w:rsidRPr="00256E8B">
        <w:rPr>
          <w:sz w:val="28"/>
          <w:szCs w:val="28"/>
        </w:rPr>
        <w:t>.</w:t>
      </w:r>
    </w:p>
    <w:p w:rsidR="00DA7A04" w:rsidRDefault="00DA7A04" w:rsidP="008E5B5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7A04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256E8B">
        <w:rPr>
          <w:sz w:val="28"/>
          <w:szCs w:val="28"/>
        </w:rPr>
        <w:t>. Информационное обеспечение аукциона и порядок предоставления документации об аукционе</w:t>
      </w:r>
    </w:p>
    <w:p w:rsidR="00DA7A04" w:rsidRPr="00256E8B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</w:p>
    <w:p w:rsidR="00DA7A04" w:rsidRPr="00256E8B" w:rsidRDefault="00DA7A04" w:rsidP="00AD28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4.1.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Информация о проведении 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размещается на официальном сайте торгов. При этом к информации о проведении 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относ</w:t>
      </w:r>
      <w:r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тся предусмотренная настоящим </w:t>
      </w:r>
      <w:r w:rsidRPr="00256E8B">
        <w:rPr>
          <w:rFonts w:ascii="Times New Roman" w:hAnsi="Times New Roman" w:cs="Times New Roman"/>
          <w:sz w:val="28"/>
          <w:szCs w:val="28"/>
        </w:rPr>
        <w:t>Порядком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информация и полученные в результате принятия решения о проведении 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и в ходе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проведения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сведения, в том числе сведения, содержащиеся в извещении о проведении аукциона, извещении об отказе от проведения 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,  документации об аукционе,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сведения об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изменениях, вносимых в такие извещения и такую документацию, разъяснения такой документации, протокол</w:t>
      </w:r>
      <w:r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, составляемы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в ходе 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DA7A04" w:rsidRPr="00256E8B" w:rsidRDefault="00DA7A04" w:rsidP="00AD282A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4.2. Информация о проведении аукцион</w:t>
      </w:r>
      <w:r>
        <w:rPr>
          <w:sz w:val="28"/>
          <w:szCs w:val="28"/>
        </w:rPr>
        <w:t>а</w:t>
      </w:r>
      <w:r w:rsidRPr="00256E8B">
        <w:rPr>
          <w:sz w:val="28"/>
          <w:szCs w:val="28"/>
        </w:rPr>
        <w:t xml:space="preserve">, размещенная на официальном сайте торгов, доступна для ознакомления </w:t>
      </w:r>
      <w:r>
        <w:rPr>
          <w:sz w:val="28"/>
          <w:szCs w:val="28"/>
        </w:rPr>
        <w:t xml:space="preserve">и скачивания </w:t>
      </w:r>
      <w:r w:rsidRPr="00256E8B">
        <w:rPr>
          <w:sz w:val="28"/>
          <w:szCs w:val="28"/>
        </w:rPr>
        <w:t xml:space="preserve">без взимания платы. </w:t>
      </w:r>
    </w:p>
    <w:p w:rsidR="00DA7A04" w:rsidRDefault="00DA7A04" w:rsidP="00AD28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4.3.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При проведении аукциона </w:t>
      </w: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рганизатор обеспечивает размещение аукционной документации на официальном сайте торгов в срок, предусмотренный настоящим </w:t>
      </w:r>
      <w:r w:rsidRPr="00256E8B">
        <w:rPr>
          <w:rFonts w:ascii="Times New Roman" w:hAnsi="Times New Roman" w:cs="Times New Roman"/>
          <w:sz w:val="28"/>
          <w:szCs w:val="28"/>
        </w:rPr>
        <w:t>Порядком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, одновременно с размещением извещения о проведении аукциона. Документация об аукционе должна быть доступна для ознакомления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скачивания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торгов без взимания платы.</w:t>
      </w:r>
    </w:p>
    <w:p w:rsidR="00DA7A04" w:rsidRPr="00256E8B" w:rsidRDefault="00DA7A04" w:rsidP="00AD28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A7A04" w:rsidRDefault="00DA7A04" w:rsidP="003A7F64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1"/>
      <w:bookmarkEnd w:id="5"/>
      <w:r w:rsidRPr="003A7F64">
        <w:rPr>
          <w:rFonts w:ascii="Times New Roman" w:hAnsi="Times New Roman" w:cs="Times New Roman"/>
          <w:sz w:val="28"/>
          <w:szCs w:val="28"/>
        </w:rPr>
        <w:t>5. Срок отказа Организатора от проведения аукциона/внесени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A7F64">
        <w:rPr>
          <w:rFonts w:ascii="Times New Roman" w:hAnsi="Times New Roman" w:cs="Times New Roman"/>
          <w:sz w:val="28"/>
          <w:szCs w:val="28"/>
        </w:rPr>
        <w:t xml:space="preserve"> изменений в документацию об аукционе </w:t>
      </w:r>
    </w:p>
    <w:p w:rsidR="00DA7A04" w:rsidRPr="003A7F64" w:rsidRDefault="00DA7A04" w:rsidP="003A7F64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7A04" w:rsidRPr="00256E8B" w:rsidRDefault="00DA7A04" w:rsidP="004D26D3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256E8B">
        <w:rPr>
          <w:sz w:val="28"/>
          <w:szCs w:val="28"/>
        </w:rPr>
        <w:t xml:space="preserve">. Организатор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аукционе. В течение одного дня с даты принятия указанного решения такие изменения размещаются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>рганизатором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дней.</w:t>
      </w:r>
    </w:p>
    <w:p w:rsidR="00DA7A04" w:rsidRPr="00256E8B" w:rsidRDefault="00DA7A04" w:rsidP="004D26D3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256E8B">
        <w:rPr>
          <w:sz w:val="28"/>
          <w:szCs w:val="28"/>
        </w:rPr>
        <w:t xml:space="preserve">. Организатор аукциона вправе отказаться от проведения аукциона не позднее чем за три дня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В течение пяти дней с даты принятия указанного решения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 xml:space="preserve">рганизатор направляет соответствующие уведомления всем заявителям. Организатор возвращает заявителям </w:t>
      </w:r>
      <w:r w:rsidRPr="00444B55">
        <w:rPr>
          <w:sz w:val="28"/>
          <w:szCs w:val="28"/>
        </w:rPr>
        <w:t>задаток в</w:t>
      </w:r>
      <w:r w:rsidRPr="00256E8B">
        <w:rPr>
          <w:sz w:val="28"/>
          <w:szCs w:val="28"/>
        </w:rPr>
        <w:t xml:space="preserve"> течение десяти дней с даты принятия решения об отказе от проведения аукциона.</w:t>
      </w:r>
    </w:p>
    <w:p w:rsidR="00DA7A04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</w:p>
    <w:p w:rsidR="00DA7A04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256E8B">
        <w:rPr>
          <w:sz w:val="28"/>
          <w:szCs w:val="28"/>
        </w:rPr>
        <w:t xml:space="preserve">. </w:t>
      </w:r>
      <w:r>
        <w:rPr>
          <w:sz w:val="28"/>
          <w:szCs w:val="28"/>
        </w:rPr>
        <w:t>Разъяснение положений д</w:t>
      </w:r>
      <w:r w:rsidRPr="00256E8B">
        <w:rPr>
          <w:sz w:val="28"/>
          <w:szCs w:val="28"/>
        </w:rPr>
        <w:t>окументаци</w:t>
      </w:r>
      <w:r>
        <w:rPr>
          <w:sz w:val="28"/>
          <w:szCs w:val="28"/>
        </w:rPr>
        <w:t>и</w:t>
      </w:r>
      <w:r w:rsidRPr="00256E8B">
        <w:rPr>
          <w:sz w:val="28"/>
          <w:szCs w:val="28"/>
        </w:rPr>
        <w:t xml:space="preserve"> об аукционе</w:t>
      </w:r>
    </w:p>
    <w:p w:rsidR="00DA7A04" w:rsidRPr="00256E8B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</w:p>
    <w:p w:rsidR="00DA7A04" w:rsidRDefault="00DA7A04" w:rsidP="00D519D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6.</w:t>
      </w:r>
      <w:r>
        <w:rPr>
          <w:sz w:val="28"/>
          <w:szCs w:val="28"/>
        </w:rPr>
        <w:t>1</w:t>
      </w:r>
      <w:r w:rsidRPr="00256E8B">
        <w:rPr>
          <w:sz w:val="28"/>
          <w:szCs w:val="28"/>
        </w:rPr>
        <w:t>. Разъяснение положений документации об аукционе осуществляется на основании заявления, поданного</w:t>
      </w:r>
      <w:r w:rsidRPr="00786A64">
        <w:rPr>
          <w:sz w:val="28"/>
          <w:szCs w:val="28"/>
        </w:rPr>
        <w:t xml:space="preserve"> </w:t>
      </w:r>
      <w:r w:rsidRPr="00256E8B">
        <w:rPr>
          <w:sz w:val="28"/>
          <w:szCs w:val="28"/>
        </w:rPr>
        <w:t>люб</w:t>
      </w:r>
      <w:r>
        <w:rPr>
          <w:sz w:val="28"/>
          <w:szCs w:val="28"/>
        </w:rPr>
        <w:t>ым</w:t>
      </w:r>
      <w:r w:rsidRPr="00256E8B">
        <w:rPr>
          <w:sz w:val="28"/>
          <w:szCs w:val="28"/>
        </w:rPr>
        <w:t xml:space="preserve"> заинтересованн</w:t>
      </w:r>
      <w:r>
        <w:rPr>
          <w:sz w:val="28"/>
          <w:szCs w:val="28"/>
        </w:rPr>
        <w:t>ым</w:t>
      </w:r>
      <w:r w:rsidRPr="00256E8B">
        <w:rPr>
          <w:sz w:val="28"/>
          <w:szCs w:val="28"/>
        </w:rPr>
        <w:t xml:space="preserve"> лиц</w:t>
      </w:r>
      <w:r>
        <w:rPr>
          <w:sz w:val="28"/>
          <w:szCs w:val="28"/>
        </w:rPr>
        <w:t>ом</w:t>
      </w:r>
      <w:r w:rsidRPr="00256E8B">
        <w:rPr>
          <w:sz w:val="28"/>
          <w:szCs w:val="28"/>
        </w:rPr>
        <w:t xml:space="preserve"> в письменной форме. Организатор в течение десяти дней с даты получения </w:t>
      </w:r>
      <w:r>
        <w:rPr>
          <w:sz w:val="28"/>
          <w:szCs w:val="28"/>
        </w:rPr>
        <w:t>заявления</w:t>
      </w:r>
      <w:r w:rsidRPr="00256E8B">
        <w:rPr>
          <w:sz w:val="28"/>
          <w:szCs w:val="28"/>
        </w:rPr>
        <w:t xml:space="preserve"> о разъяснении положений документации об аукционе размещает на официальном сайте торгов соответствующие разъяснения.</w:t>
      </w:r>
    </w:p>
    <w:p w:rsidR="00DA7A04" w:rsidRDefault="00DA7A04" w:rsidP="007B5E83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</w:p>
    <w:p w:rsidR="00DA7A04" w:rsidRDefault="00DA7A04" w:rsidP="007B5E83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  <w:r w:rsidRPr="007B5E83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7B5E83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Условия договора</w:t>
      </w:r>
    </w:p>
    <w:p w:rsidR="00DA7A04" w:rsidRPr="007B5E83" w:rsidRDefault="00DA7A04" w:rsidP="007B5E83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</w:p>
    <w:p w:rsidR="00DA7A04" w:rsidRDefault="00DA7A04" w:rsidP="008E5B5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E83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7B5E83">
        <w:rPr>
          <w:rFonts w:ascii="Times New Roman" w:hAnsi="Times New Roman" w:cs="Times New Roman"/>
          <w:sz w:val="28"/>
          <w:szCs w:val="28"/>
        </w:rPr>
        <w:t xml:space="preserve"> При заключении и исполнении договора изменение условий договора, указанных в документации об аукционе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5E83">
        <w:rPr>
          <w:rFonts w:ascii="Times New Roman" w:hAnsi="Times New Roman" w:cs="Times New Roman"/>
          <w:sz w:val="28"/>
          <w:szCs w:val="28"/>
        </w:rPr>
        <w:t xml:space="preserve"> не допускается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7A04" w:rsidRDefault="00DA7A04" w:rsidP="008E5B5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7A04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Pr="00256E8B">
        <w:rPr>
          <w:sz w:val="28"/>
          <w:szCs w:val="28"/>
        </w:rPr>
        <w:t>. Порядок подачи заявок на участие в аукционе</w:t>
      </w:r>
    </w:p>
    <w:p w:rsidR="00DA7A04" w:rsidRPr="00256E8B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</w:p>
    <w:p w:rsidR="00DA7A04" w:rsidRDefault="00DA7A04" w:rsidP="00BD1F0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A0216">
        <w:rPr>
          <w:rFonts w:ascii="Times New Roman" w:hAnsi="Times New Roman" w:cs="Times New Roman"/>
          <w:sz w:val="28"/>
          <w:szCs w:val="28"/>
        </w:rPr>
        <w:t xml:space="preserve">.1. </w:t>
      </w:r>
      <w:r w:rsidRPr="002B65B2">
        <w:rPr>
          <w:rFonts w:ascii="Times New Roman" w:hAnsi="Times New Roman" w:cs="Times New Roman"/>
          <w:sz w:val="28"/>
          <w:szCs w:val="28"/>
        </w:rPr>
        <w:t>Для участия в аукционе</w:t>
      </w:r>
      <w:r>
        <w:rPr>
          <w:rFonts w:ascii="Times New Roman" w:hAnsi="Times New Roman" w:cs="Times New Roman"/>
          <w:sz w:val="28"/>
          <w:szCs w:val="28"/>
        </w:rPr>
        <w:t xml:space="preserve"> заявитель в порядке очереди (с использованием электронной системы управления очередью) обращается в МКУ «МФЦ г. Калининграда»</w:t>
      </w:r>
      <w:r w:rsidRPr="002B65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передает </w:t>
      </w:r>
      <w:r w:rsidRPr="002B65B2">
        <w:rPr>
          <w:rFonts w:ascii="Times New Roman" w:hAnsi="Times New Roman" w:cs="Times New Roman"/>
          <w:sz w:val="28"/>
          <w:szCs w:val="28"/>
        </w:rPr>
        <w:t>запечатанн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B65B2">
        <w:rPr>
          <w:rFonts w:ascii="Times New Roman" w:hAnsi="Times New Roman" w:cs="Times New Roman"/>
          <w:sz w:val="28"/>
          <w:szCs w:val="28"/>
        </w:rPr>
        <w:t xml:space="preserve"> </w:t>
      </w:r>
      <w:r w:rsidRPr="00885AE1">
        <w:rPr>
          <w:rFonts w:ascii="Times New Roman" w:hAnsi="Times New Roman" w:cs="Times New Roman"/>
          <w:sz w:val="28"/>
          <w:szCs w:val="28"/>
        </w:rPr>
        <w:t>конверт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85AE1">
        <w:rPr>
          <w:rFonts w:ascii="Times New Roman" w:hAnsi="Times New Roman" w:cs="Times New Roman"/>
          <w:sz w:val="28"/>
          <w:szCs w:val="28"/>
        </w:rPr>
        <w:t xml:space="preserve"> запол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85AE1">
        <w:rPr>
          <w:rFonts w:ascii="Times New Roman" w:hAnsi="Times New Roman" w:cs="Times New Roman"/>
          <w:sz w:val="28"/>
          <w:szCs w:val="28"/>
        </w:rPr>
        <w:t>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85AE1">
        <w:rPr>
          <w:rFonts w:ascii="Times New Roman" w:hAnsi="Times New Roman" w:cs="Times New Roman"/>
          <w:sz w:val="28"/>
          <w:szCs w:val="28"/>
        </w:rPr>
        <w:t xml:space="preserve"> в письменном виде </w:t>
      </w:r>
      <w:hyperlink r:id="rId11" w:history="1">
        <w:r w:rsidRPr="00885AE1">
          <w:rPr>
            <w:rFonts w:ascii="Times New Roman" w:hAnsi="Times New Roman" w:cs="Times New Roman"/>
            <w:sz w:val="28"/>
            <w:szCs w:val="28"/>
          </w:rPr>
          <w:t>заявк</w:t>
        </w:r>
        <w:r>
          <w:rPr>
            <w:rFonts w:ascii="Times New Roman" w:hAnsi="Times New Roman" w:cs="Times New Roman"/>
            <w:sz w:val="28"/>
            <w:szCs w:val="28"/>
          </w:rPr>
          <w:t>ой</w:t>
        </w:r>
      </w:hyperlink>
      <w:r w:rsidRPr="00885AE1">
        <w:rPr>
          <w:rFonts w:ascii="Times New Roman" w:hAnsi="Times New Roman" w:cs="Times New Roman"/>
          <w:sz w:val="28"/>
          <w:szCs w:val="28"/>
        </w:rPr>
        <w:t xml:space="preserve"> с приложен</w:t>
      </w:r>
      <w:r>
        <w:rPr>
          <w:rFonts w:ascii="Times New Roman" w:hAnsi="Times New Roman" w:cs="Times New Roman"/>
          <w:sz w:val="28"/>
          <w:szCs w:val="28"/>
        </w:rPr>
        <w:t>ными документами</w:t>
      </w:r>
      <w:r w:rsidRPr="00885AE1">
        <w:rPr>
          <w:rFonts w:ascii="Times New Roman" w:hAnsi="Times New Roman" w:cs="Times New Roman"/>
          <w:sz w:val="28"/>
          <w:szCs w:val="28"/>
        </w:rPr>
        <w:t xml:space="preserve">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5AE1">
        <w:rPr>
          <w:rFonts w:ascii="Times New Roman" w:hAnsi="Times New Roman" w:cs="Times New Roman"/>
          <w:sz w:val="28"/>
          <w:szCs w:val="28"/>
        </w:rPr>
        <w:t xml:space="preserve"> </w:t>
      </w:r>
      <w:r w:rsidRPr="00885AE1">
        <w:rPr>
          <w:rFonts w:ascii="Times New Roman" w:hAnsi="Times New Roman" w:cs="Times New Roman"/>
          <w:sz w:val="28"/>
          <w:szCs w:val="28"/>
          <w:lang w:eastAsia="en-US"/>
        </w:rPr>
        <w:t>установленной документацией об аукционе</w:t>
      </w:r>
      <w:r w:rsidRPr="002B65B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2B65B2">
        <w:rPr>
          <w:rFonts w:ascii="Times New Roman" w:hAnsi="Times New Roman" w:cs="Times New Roman"/>
          <w:sz w:val="28"/>
          <w:szCs w:val="28"/>
        </w:rPr>
        <w:t xml:space="preserve"> конверте</w:t>
      </w:r>
      <w:r>
        <w:rPr>
          <w:rFonts w:ascii="Times New Roman" w:hAnsi="Times New Roman" w:cs="Times New Roman"/>
          <w:sz w:val="28"/>
          <w:szCs w:val="28"/>
        </w:rPr>
        <w:t xml:space="preserve"> заявитель</w:t>
      </w:r>
      <w:r w:rsidRPr="002B65B2">
        <w:rPr>
          <w:rFonts w:ascii="Times New Roman" w:hAnsi="Times New Roman" w:cs="Times New Roman"/>
          <w:sz w:val="28"/>
          <w:szCs w:val="28"/>
        </w:rPr>
        <w:t xml:space="preserve"> указыва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B65B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свои данные:</w:t>
      </w:r>
      <w:r w:rsidRPr="002B65B2">
        <w:rPr>
          <w:rFonts w:ascii="Times New Roman" w:hAnsi="Times New Roman" w:cs="Times New Roman"/>
          <w:sz w:val="28"/>
          <w:szCs w:val="28"/>
        </w:rPr>
        <w:t xml:space="preserve"> наименование и </w:t>
      </w:r>
      <w:r>
        <w:rPr>
          <w:rFonts w:ascii="Times New Roman" w:hAnsi="Times New Roman" w:cs="Times New Roman"/>
          <w:sz w:val="28"/>
          <w:szCs w:val="28"/>
        </w:rPr>
        <w:t>почтовый адрес</w:t>
      </w:r>
      <w:r w:rsidRPr="002B65B2">
        <w:rPr>
          <w:rFonts w:ascii="Times New Roman" w:hAnsi="Times New Roman" w:cs="Times New Roman"/>
          <w:sz w:val="28"/>
          <w:szCs w:val="28"/>
        </w:rPr>
        <w:t>, идентификационный номер налогоплательщика, основной государственный регистрационный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юридического лица</w:t>
      </w:r>
      <w:r w:rsidRPr="002B65B2">
        <w:rPr>
          <w:rFonts w:ascii="Times New Roman" w:hAnsi="Times New Roman" w:cs="Times New Roman"/>
          <w:sz w:val="28"/>
          <w:szCs w:val="28"/>
        </w:rPr>
        <w:t xml:space="preserve"> либо основной государственный регистрационный номер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>, а также наименование аукциона и номер лота</w:t>
      </w:r>
      <w:r w:rsidRPr="002B65B2">
        <w:rPr>
          <w:rFonts w:ascii="Times New Roman" w:hAnsi="Times New Roman" w:cs="Times New Roman"/>
          <w:sz w:val="28"/>
          <w:szCs w:val="28"/>
        </w:rPr>
        <w:t>.</w:t>
      </w:r>
    </w:p>
    <w:p w:rsidR="00DA7A04" w:rsidRDefault="00DA7A04" w:rsidP="00BD1F0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Конверт подается в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14323E">
        <w:rPr>
          <w:rFonts w:ascii="Times New Roman" w:hAnsi="Times New Roman" w:cs="Times New Roman"/>
          <w:sz w:val="28"/>
          <w:szCs w:val="28"/>
        </w:rPr>
        <w:t xml:space="preserve">236040,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4323E">
        <w:rPr>
          <w:rFonts w:ascii="Times New Roman" w:hAnsi="Times New Roman" w:cs="Times New Roman"/>
          <w:sz w:val="28"/>
          <w:szCs w:val="28"/>
        </w:rPr>
        <w:t>г. Калининград, площадь Победы, 1.</w:t>
      </w:r>
      <w:r>
        <w:rPr>
          <w:rFonts w:ascii="Times New Roman" w:hAnsi="Times New Roman" w:cs="Times New Roman"/>
          <w:sz w:val="28"/>
          <w:szCs w:val="28"/>
        </w:rPr>
        <w:t xml:space="preserve"> По факту приема конверта специалистом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F97A3E">
        <w:rPr>
          <w:rFonts w:ascii="Times New Roman" w:hAnsi="Times New Roman" w:cs="Times New Roman"/>
          <w:sz w:val="28"/>
          <w:szCs w:val="28"/>
        </w:rPr>
        <w:t>СЭД «Дело» заводится соответствующая регистрационная карточка. На</w:t>
      </w:r>
      <w:r>
        <w:rPr>
          <w:rFonts w:ascii="Times New Roman" w:hAnsi="Times New Roman" w:cs="Times New Roman"/>
          <w:sz w:val="28"/>
          <w:szCs w:val="28"/>
        </w:rPr>
        <w:t xml:space="preserve"> конверте специалистом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проставляются дата приема и регистрационный номер.  </w:t>
      </w:r>
    </w:p>
    <w:p w:rsidR="00DA7A04" w:rsidRDefault="00DA7A04" w:rsidP="00BD1F0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регистрации конверт в течение дня приема специалистом МКУ «МФЦ г. Калининграда» по реестру передачи документов передается председателю аукционной комиссии</w:t>
      </w:r>
      <w:r w:rsidRPr="00210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ответственное хранение.</w:t>
      </w:r>
    </w:p>
    <w:p w:rsidR="00DA7A04" w:rsidRDefault="00DA7A04" w:rsidP="00BD1F0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конверта в нерабочий день председателя аукционной комиссии конверт хранится в сейфе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передается председателю аукционной комиссии</w:t>
      </w:r>
      <w:r w:rsidRPr="00210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ответственное хранение в течение следующего рабочего дня председателя аукционной комиссии.</w:t>
      </w:r>
    </w:p>
    <w:p w:rsidR="00DA7A04" w:rsidRPr="00307259" w:rsidRDefault="00DA7A04" w:rsidP="00BD1F04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307259">
        <w:rPr>
          <w:sz w:val="28"/>
          <w:szCs w:val="28"/>
        </w:rPr>
        <w:t>пециалист МКУ «МФЦ</w:t>
      </w:r>
      <w:r>
        <w:rPr>
          <w:sz w:val="28"/>
          <w:szCs w:val="28"/>
        </w:rPr>
        <w:t xml:space="preserve"> г. Калининграда</w:t>
      </w:r>
      <w:r w:rsidRPr="00307259">
        <w:rPr>
          <w:sz w:val="28"/>
          <w:szCs w:val="28"/>
        </w:rPr>
        <w:t xml:space="preserve">» выдает расписку </w:t>
      </w:r>
      <w:r>
        <w:rPr>
          <w:sz w:val="28"/>
          <w:szCs w:val="28"/>
        </w:rPr>
        <w:t>в</w:t>
      </w:r>
      <w:r w:rsidRPr="00307259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 от заявителя документов для передачи организатору аукциона на право заключения договора на размещение нестационарных объектов для организации досуга на землях общего пользования территории городского округа «Город Калининград»</w:t>
      </w:r>
      <w:r w:rsidRPr="00307259">
        <w:rPr>
          <w:sz w:val="28"/>
          <w:szCs w:val="28"/>
        </w:rPr>
        <w:t xml:space="preserve"> с указанием</w:t>
      </w:r>
      <w:r>
        <w:rPr>
          <w:sz w:val="28"/>
          <w:szCs w:val="28"/>
        </w:rPr>
        <w:t xml:space="preserve"> входящего номера,</w:t>
      </w:r>
      <w:r w:rsidRPr="00307259">
        <w:rPr>
          <w:sz w:val="28"/>
          <w:szCs w:val="28"/>
        </w:rPr>
        <w:t xml:space="preserve"> даты и времени </w:t>
      </w:r>
      <w:r>
        <w:rPr>
          <w:sz w:val="28"/>
          <w:szCs w:val="28"/>
        </w:rPr>
        <w:t>приема</w:t>
      </w:r>
      <w:r w:rsidRPr="00307259">
        <w:rPr>
          <w:sz w:val="28"/>
          <w:szCs w:val="28"/>
        </w:rPr>
        <w:t>.</w:t>
      </w:r>
    </w:p>
    <w:p w:rsidR="00DA7A04" w:rsidRPr="0014323E" w:rsidRDefault="00DA7A04" w:rsidP="00BD1F04">
      <w:pPr>
        <w:widowControl w:val="0"/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 w:rsidRPr="0014323E">
        <w:rPr>
          <w:sz w:val="28"/>
          <w:szCs w:val="28"/>
        </w:rPr>
        <w:t xml:space="preserve">График работы </w:t>
      </w:r>
      <w:r w:rsidRPr="00C21C5C">
        <w:rPr>
          <w:sz w:val="28"/>
          <w:szCs w:val="28"/>
        </w:rPr>
        <w:t>МКУ «МФЦ</w:t>
      </w:r>
      <w:r>
        <w:rPr>
          <w:sz w:val="28"/>
          <w:szCs w:val="28"/>
        </w:rPr>
        <w:t xml:space="preserve"> г. Калининграда</w:t>
      </w:r>
      <w:r w:rsidRPr="00C21C5C">
        <w:rPr>
          <w:sz w:val="28"/>
          <w:szCs w:val="28"/>
        </w:rPr>
        <w:t>»</w:t>
      </w:r>
      <w:r w:rsidRPr="0014323E">
        <w:rPr>
          <w:sz w:val="28"/>
          <w:szCs w:val="28"/>
        </w:rPr>
        <w:t>:</w:t>
      </w:r>
    </w:p>
    <w:p w:rsidR="00DA7A04" w:rsidRPr="0014323E" w:rsidRDefault="00DA7A04" w:rsidP="00BD1F04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sz w:val="28"/>
          <w:szCs w:val="28"/>
        </w:rPr>
      </w:pPr>
      <w:r w:rsidRPr="0014323E">
        <w:rPr>
          <w:sz w:val="28"/>
          <w:szCs w:val="28"/>
        </w:rPr>
        <w:t>понедельник - пятница с 08:00 до 20:00;</w:t>
      </w:r>
    </w:p>
    <w:p w:rsidR="00DA7A04" w:rsidRPr="0014323E" w:rsidRDefault="00DA7A04" w:rsidP="00BD1F04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sz w:val="28"/>
          <w:szCs w:val="28"/>
        </w:rPr>
      </w:pPr>
      <w:r w:rsidRPr="0014323E">
        <w:rPr>
          <w:sz w:val="28"/>
          <w:szCs w:val="28"/>
        </w:rPr>
        <w:t>суббота  с 08:00 до 17:00;</w:t>
      </w:r>
    </w:p>
    <w:p w:rsidR="00DA7A04" w:rsidRDefault="00DA7A04" w:rsidP="00BD1F04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sz w:val="28"/>
          <w:szCs w:val="28"/>
        </w:rPr>
      </w:pPr>
      <w:r w:rsidRPr="0014323E">
        <w:rPr>
          <w:sz w:val="28"/>
          <w:szCs w:val="28"/>
        </w:rPr>
        <w:t>воскресенье, праздничные дни – выходные дни.</w:t>
      </w:r>
    </w:p>
    <w:p w:rsidR="00DA7A04" w:rsidRPr="000F5DAB" w:rsidRDefault="00DA7A04" w:rsidP="000F5DAB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8</w:t>
      </w:r>
      <w:r w:rsidRPr="000F5DAB">
        <w:rPr>
          <w:sz w:val="28"/>
          <w:szCs w:val="28"/>
        </w:rPr>
        <w:t>.2. Заявка на участие в аукционе должна содержать:</w:t>
      </w:r>
    </w:p>
    <w:p w:rsidR="00DA7A04" w:rsidRPr="000F5DAB" w:rsidRDefault="00DA7A04" w:rsidP="000F5DAB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0F5DAB">
        <w:rPr>
          <w:sz w:val="28"/>
          <w:szCs w:val="28"/>
        </w:rPr>
        <w:t>а) полное наименование, банковские реквизиты, сведения о месте нахождения, почтовый адрес, номер контактного телефона, адрес электронной почты</w:t>
      </w:r>
      <w:r>
        <w:rPr>
          <w:sz w:val="28"/>
          <w:szCs w:val="28"/>
        </w:rPr>
        <w:t xml:space="preserve"> заявителя</w:t>
      </w:r>
      <w:r w:rsidRPr="000F5DAB">
        <w:rPr>
          <w:sz w:val="28"/>
          <w:szCs w:val="28"/>
        </w:rPr>
        <w:t>;</w:t>
      </w:r>
    </w:p>
    <w:p w:rsidR="00DA7A04" w:rsidRPr="000F5DAB" w:rsidRDefault="00DA7A04" w:rsidP="000F5DAB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0F5DAB">
        <w:rPr>
          <w:sz w:val="28"/>
          <w:szCs w:val="28"/>
        </w:rPr>
        <w:t>б) документ, подтверждающий полномочия лица на осуществление действий от имени заявителя:</w:t>
      </w:r>
    </w:p>
    <w:p w:rsidR="00DA7A04" w:rsidRPr="000F5DAB" w:rsidRDefault="00DA7A04" w:rsidP="000F5DAB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0F5DAB">
        <w:rPr>
          <w:sz w:val="28"/>
          <w:szCs w:val="28"/>
        </w:rPr>
        <w:t xml:space="preserve"> - для юридического лица – копию решения о назначении или об избрании либо копию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–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DA7A04" w:rsidRPr="000F5DAB" w:rsidRDefault="00DA7A04" w:rsidP="000F5DAB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0F5DAB">
        <w:rPr>
          <w:sz w:val="28"/>
          <w:szCs w:val="28"/>
        </w:rPr>
        <w:t xml:space="preserve">- для индивидуального предпринимателя – копию паспорта гражданина Российской Федерации либо </w:t>
      </w:r>
      <w:r>
        <w:rPr>
          <w:sz w:val="28"/>
          <w:szCs w:val="28"/>
        </w:rPr>
        <w:t xml:space="preserve">копию </w:t>
      </w:r>
      <w:r w:rsidRPr="000F5DAB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Pr="000F5DAB">
        <w:rPr>
          <w:sz w:val="28"/>
          <w:szCs w:val="28"/>
        </w:rPr>
        <w:t>, его заменяющ</w:t>
      </w:r>
      <w:r>
        <w:rPr>
          <w:sz w:val="28"/>
          <w:szCs w:val="28"/>
        </w:rPr>
        <w:t>его</w:t>
      </w:r>
      <w:r w:rsidRPr="000F5DAB">
        <w:rPr>
          <w:sz w:val="28"/>
          <w:szCs w:val="28"/>
        </w:rPr>
        <w:t>. В случае если от имени заявителя действует иное лицо, заявка на участие в аукционе должна содержать также нотариально заверенную доверенность на осуществление действий от имени заявителя;</w:t>
      </w:r>
    </w:p>
    <w:p w:rsidR="00DA7A04" w:rsidRPr="000F5DAB" w:rsidRDefault="00DA7A04" w:rsidP="000F5DAB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0F5DAB">
        <w:rPr>
          <w:sz w:val="28"/>
          <w:szCs w:val="28"/>
        </w:rPr>
        <w:t>в) заявление о непризна</w:t>
      </w:r>
      <w:r>
        <w:rPr>
          <w:sz w:val="28"/>
          <w:szCs w:val="28"/>
        </w:rPr>
        <w:t>нии несостоятельным (банкротом)</w:t>
      </w:r>
      <w:r w:rsidRPr="000F5DAB">
        <w:rPr>
          <w:sz w:val="28"/>
          <w:szCs w:val="28"/>
        </w:rPr>
        <w:t xml:space="preserve"> и неприостановлении  деятельности заявителя – юридического лица,  индивидуального предпринимателя.</w:t>
      </w:r>
    </w:p>
    <w:p w:rsidR="00DA7A04" w:rsidRPr="00256E8B" w:rsidRDefault="00DA7A04" w:rsidP="00152BD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8</w:t>
      </w:r>
      <w:r w:rsidRPr="00256E8B">
        <w:rPr>
          <w:sz w:val="28"/>
          <w:szCs w:val="28"/>
        </w:rPr>
        <w:t xml:space="preserve">.3. Не допускается требовать от заявителя </w:t>
      </w:r>
      <w:r>
        <w:rPr>
          <w:sz w:val="28"/>
          <w:szCs w:val="28"/>
        </w:rPr>
        <w:t>иных сведений и документов</w:t>
      </w:r>
      <w:r w:rsidRPr="00256E8B">
        <w:rPr>
          <w:sz w:val="28"/>
          <w:szCs w:val="28"/>
        </w:rPr>
        <w:t>.</w:t>
      </w:r>
    </w:p>
    <w:p w:rsidR="00DA7A04" w:rsidRPr="00256E8B" w:rsidRDefault="00DA7A04" w:rsidP="00152BD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8</w:t>
      </w:r>
      <w:r w:rsidRPr="00256E8B">
        <w:rPr>
          <w:sz w:val="28"/>
          <w:szCs w:val="28"/>
        </w:rPr>
        <w:t>.4. Заявитель вправе подать только одну заявку в отношении каждого предмета аукциона (лота).</w:t>
      </w:r>
    </w:p>
    <w:p w:rsidR="00DA7A04" w:rsidRPr="00BF3C53" w:rsidRDefault="00DA7A04" w:rsidP="00152BD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8</w:t>
      </w:r>
      <w:r w:rsidRPr="00BF3C53">
        <w:rPr>
          <w:sz w:val="28"/>
          <w:szCs w:val="28"/>
        </w:rPr>
        <w:t>.5. Прием заявок на участие в аукционе прекращается в указанный в извещении о проведении аукциона день рассмотрения заявок на участие в аукционе</w:t>
      </w:r>
      <w:r>
        <w:rPr>
          <w:sz w:val="28"/>
          <w:szCs w:val="28"/>
        </w:rPr>
        <w:t>.</w:t>
      </w:r>
    </w:p>
    <w:p w:rsidR="00DA7A04" w:rsidRPr="00BF3C53" w:rsidRDefault="00DA7A04" w:rsidP="00152BD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8</w:t>
      </w:r>
      <w:r w:rsidRPr="00BF3C53">
        <w:rPr>
          <w:sz w:val="28"/>
          <w:szCs w:val="28"/>
        </w:rPr>
        <w:t>.6. После окончания установленного срока приема заявок на участие в аукционе заявки не принимаются. Организатор обязан вернуть задаток заявителям в течение десяти дней с даты подписания протокола аукциона.</w:t>
      </w:r>
    </w:p>
    <w:p w:rsidR="00DA7A04" w:rsidRDefault="00DA7A04" w:rsidP="00152BD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8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256E8B">
        <w:rPr>
          <w:sz w:val="28"/>
          <w:szCs w:val="28"/>
        </w:rPr>
        <w:t>. Заявитель вправе отозвать заявку в любое время до установленных даты и времени начала рассмотрения заявок на участие в аукционе.</w:t>
      </w:r>
    </w:p>
    <w:p w:rsidR="00DA7A04" w:rsidRDefault="00DA7A04" w:rsidP="00152BD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Для подачи заявления об отзыве заявки заявитель лично (либо через представителя)</w:t>
      </w:r>
      <w:r w:rsidRPr="00831572"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 очереди (с использованием электронной системы управления очередью) обращается</w:t>
      </w:r>
      <w:r w:rsidRPr="002B65B2">
        <w:rPr>
          <w:sz w:val="28"/>
          <w:szCs w:val="28"/>
        </w:rPr>
        <w:t xml:space="preserve"> </w:t>
      </w:r>
      <w:r>
        <w:rPr>
          <w:sz w:val="28"/>
          <w:szCs w:val="28"/>
        </w:rPr>
        <w:t>в МКУ «</w:t>
      </w:r>
      <w:r w:rsidRPr="0014323E">
        <w:rPr>
          <w:sz w:val="28"/>
          <w:szCs w:val="28"/>
        </w:rPr>
        <w:t>МФЦ</w:t>
      </w:r>
      <w:r>
        <w:rPr>
          <w:sz w:val="28"/>
          <w:szCs w:val="28"/>
        </w:rPr>
        <w:t xml:space="preserve"> г. Калининграда» с заявлением об отзыве заявки (в свободной форме) с приложением </w:t>
      </w:r>
      <w:r w:rsidRPr="00256E8B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Pr="00256E8B">
        <w:rPr>
          <w:sz w:val="28"/>
          <w:szCs w:val="28"/>
        </w:rPr>
        <w:t>, подтверждающ</w:t>
      </w:r>
      <w:r>
        <w:rPr>
          <w:sz w:val="28"/>
          <w:szCs w:val="28"/>
        </w:rPr>
        <w:t>его</w:t>
      </w:r>
      <w:r w:rsidRPr="00256E8B">
        <w:rPr>
          <w:sz w:val="28"/>
          <w:szCs w:val="28"/>
        </w:rPr>
        <w:t xml:space="preserve"> полномочия лица на осуществление действий от имени заявителя</w:t>
      </w:r>
      <w:r>
        <w:rPr>
          <w:sz w:val="28"/>
          <w:szCs w:val="28"/>
        </w:rPr>
        <w:t>:</w:t>
      </w:r>
    </w:p>
    <w:p w:rsidR="00DA7A04" w:rsidRDefault="00DA7A04" w:rsidP="00152BD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-</w:t>
      </w:r>
      <w:r>
        <w:rPr>
          <w:sz w:val="28"/>
          <w:szCs w:val="28"/>
        </w:rPr>
        <w:t xml:space="preserve"> для</w:t>
      </w:r>
      <w:r w:rsidRPr="00256E8B">
        <w:rPr>
          <w:sz w:val="28"/>
          <w:szCs w:val="28"/>
        </w:rPr>
        <w:t xml:space="preserve"> юридического лица </w:t>
      </w:r>
      <w:r>
        <w:rPr>
          <w:sz w:val="28"/>
          <w:szCs w:val="28"/>
        </w:rPr>
        <w:t xml:space="preserve">– </w:t>
      </w:r>
      <w:r w:rsidRPr="00256E8B">
        <w:rPr>
          <w:sz w:val="28"/>
          <w:szCs w:val="28"/>
        </w:rPr>
        <w:t>копи</w:t>
      </w:r>
      <w:r>
        <w:rPr>
          <w:sz w:val="28"/>
          <w:szCs w:val="28"/>
        </w:rPr>
        <w:t>и</w:t>
      </w:r>
      <w:r w:rsidRPr="00256E8B">
        <w:rPr>
          <w:sz w:val="28"/>
          <w:szCs w:val="28"/>
        </w:rPr>
        <w:t xml:space="preserve"> решения о назначении или об избрании либо </w:t>
      </w:r>
      <w:r>
        <w:rPr>
          <w:sz w:val="28"/>
          <w:szCs w:val="28"/>
        </w:rPr>
        <w:t xml:space="preserve">копии </w:t>
      </w:r>
      <w:r w:rsidRPr="00256E8B">
        <w:rPr>
          <w:sz w:val="28"/>
          <w:szCs w:val="28"/>
        </w:rPr>
        <w:t xml:space="preserve">приказа о назначении </w:t>
      </w:r>
      <w:r>
        <w:rPr>
          <w:sz w:val="28"/>
          <w:szCs w:val="28"/>
        </w:rPr>
        <w:t>руководителя</w:t>
      </w:r>
      <w:r w:rsidRPr="00256E8B">
        <w:rPr>
          <w:sz w:val="28"/>
          <w:szCs w:val="28"/>
        </w:rPr>
        <w:t xml:space="preserve">. В случае если от имени заявителя действует иное лицо, </w:t>
      </w:r>
      <w:r>
        <w:rPr>
          <w:sz w:val="28"/>
          <w:szCs w:val="28"/>
        </w:rPr>
        <w:t>к заявлению об отзыве заявки</w:t>
      </w:r>
      <w:r w:rsidRPr="00256E8B">
        <w:rPr>
          <w:sz w:val="28"/>
          <w:szCs w:val="28"/>
        </w:rPr>
        <w:t xml:space="preserve"> должна </w:t>
      </w:r>
      <w:r>
        <w:rPr>
          <w:sz w:val="28"/>
          <w:szCs w:val="28"/>
        </w:rPr>
        <w:t xml:space="preserve">прилагаться </w:t>
      </w:r>
      <w:r w:rsidRPr="00256E8B">
        <w:rPr>
          <w:sz w:val="28"/>
          <w:szCs w:val="28"/>
        </w:rPr>
        <w:t xml:space="preserve"> также доверенность на осуществление действий от имени заявителя, заверенн</w:t>
      </w:r>
      <w:r>
        <w:rPr>
          <w:sz w:val="28"/>
          <w:szCs w:val="28"/>
        </w:rPr>
        <w:t>ая</w:t>
      </w:r>
      <w:r w:rsidRPr="00256E8B">
        <w:rPr>
          <w:sz w:val="28"/>
          <w:szCs w:val="28"/>
        </w:rPr>
        <w:t xml:space="preserve"> печатью заявителя и подписанн</w:t>
      </w:r>
      <w:r>
        <w:rPr>
          <w:sz w:val="28"/>
          <w:szCs w:val="28"/>
        </w:rPr>
        <w:t>ая</w:t>
      </w:r>
      <w:r w:rsidRPr="00256E8B">
        <w:rPr>
          <w:sz w:val="28"/>
          <w:szCs w:val="28"/>
        </w:rPr>
        <w:t xml:space="preserve"> руководителем заявителя или уполномоченным этим руководителем лицом, либо нотариально заверенн</w:t>
      </w:r>
      <w:r>
        <w:rPr>
          <w:sz w:val="28"/>
          <w:szCs w:val="28"/>
        </w:rPr>
        <w:t>ая</w:t>
      </w:r>
      <w:r w:rsidRPr="00256E8B">
        <w:rPr>
          <w:sz w:val="28"/>
          <w:szCs w:val="28"/>
        </w:rPr>
        <w:t xml:space="preserve"> копи</w:t>
      </w:r>
      <w:r>
        <w:rPr>
          <w:sz w:val="28"/>
          <w:szCs w:val="28"/>
        </w:rPr>
        <w:t>я</w:t>
      </w:r>
      <w:r w:rsidRPr="00256E8B">
        <w:rPr>
          <w:sz w:val="28"/>
          <w:szCs w:val="28"/>
        </w:rPr>
        <w:t xml:space="preserve"> такой доверенности. В случае если указанная доверенность подписана лицом, уполномоченным руководителем заявителя, </w:t>
      </w:r>
      <w:r>
        <w:rPr>
          <w:sz w:val="28"/>
          <w:szCs w:val="28"/>
        </w:rPr>
        <w:t>к заявлению об отзыве заявки</w:t>
      </w:r>
      <w:r w:rsidRPr="00256E8B">
        <w:rPr>
          <w:sz w:val="28"/>
          <w:szCs w:val="28"/>
        </w:rPr>
        <w:t xml:space="preserve"> </w:t>
      </w:r>
      <w:r>
        <w:rPr>
          <w:sz w:val="28"/>
          <w:szCs w:val="28"/>
        </w:rPr>
        <w:t>прилагается</w:t>
      </w:r>
      <w:r w:rsidRPr="00256E8B">
        <w:rPr>
          <w:sz w:val="28"/>
          <w:szCs w:val="28"/>
        </w:rPr>
        <w:t xml:space="preserve"> также документ, подтверждающий полномочия такого лица</w:t>
      </w:r>
      <w:r>
        <w:rPr>
          <w:sz w:val="28"/>
          <w:szCs w:val="28"/>
        </w:rPr>
        <w:t>;</w:t>
      </w:r>
    </w:p>
    <w:p w:rsidR="00DA7A04" w:rsidRDefault="00DA7A04" w:rsidP="00152BD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- для</w:t>
      </w:r>
      <w:r w:rsidRPr="00256E8B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индивидуального предпринимателя – копии паспорта гражданина Российской Федерации либо копии документа, его заменяющего.</w:t>
      </w:r>
      <w:r w:rsidRPr="00B9678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56E8B">
        <w:rPr>
          <w:sz w:val="28"/>
          <w:szCs w:val="28"/>
        </w:rPr>
        <w:t xml:space="preserve"> случае если от имени заявителя действует иное лицо, </w:t>
      </w:r>
      <w:r>
        <w:rPr>
          <w:sz w:val="28"/>
          <w:szCs w:val="28"/>
        </w:rPr>
        <w:t>к заявлению об отзыве заявки</w:t>
      </w:r>
      <w:r w:rsidRPr="00256E8B">
        <w:rPr>
          <w:sz w:val="28"/>
          <w:szCs w:val="28"/>
        </w:rPr>
        <w:t xml:space="preserve"> должна </w:t>
      </w:r>
      <w:r>
        <w:rPr>
          <w:sz w:val="28"/>
          <w:szCs w:val="28"/>
        </w:rPr>
        <w:t xml:space="preserve">прилагаться </w:t>
      </w:r>
      <w:r w:rsidRPr="00256E8B">
        <w:rPr>
          <w:sz w:val="28"/>
          <w:szCs w:val="28"/>
        </w:rPr>
        <w:t xml:space="preserve"> также</w:t>
      </w:r>
      <w:r>
        <w:rPr>
          <w:sz w:val="28"/>
          <w:szCs w:val="28"/>
        </w:rPr>
        <w:t xml:space="preserve"> нотариально заверенная</w:t>
      </w:r>
      <w:r w:rsidRPr="00256E8B">
        <w:rPr>
          <w:sz w:val="28"/>
          <w:szCs w:val="28"/>
        </w:rPr>
        <w:t xml:space="preserve"> доверенность на осуществление действий от имени заявителя</w:t>
      </w:r>
      <w:r>
        <w:rPr>
          <w:sz w:val="28"/>
          <w:szCs w:val="28"/>
        </w:rPr>
        <w:t>.</w:t>
      </w:r>
    </w:p>
    <w:p w:rsidR="00DA7A04" w:rsidRDefault="00DA7A04" w:rsidP="00152BD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Заявление об отзыве заявки принимается и регистрируется в СЭД «Дело» только после предъявления заявителем паспорта гражданина Российской Федерации либо документа, его заменяющего.</w:t>
      </w:r>
    </w:p>
    <w:p w:rsidR="00DA7A04" w:rsidRDefault="00DA7A04" w:rsidP="00152BD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заявлении об отзыве заявки специалистом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проставляются дата приема и регистрационный номер.  </w:t>
      </w:r>
    </w:p>
    <w:p w:rsidR="00DA7A04" w:rsidRDefault="00DA7A04" w:rsidP="00152BD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F34">
        <w:rPr>
          <w:rFonts w:ascii="Times New Roman" w:hAnsi="Times New Roman" w:cs="Times New Roman"/>
          <w:sz w:val="28"/>
          <w:szCs w:val="28"/>
        </w:rPr>
        <w:t>После регистрации заявление об отзыве заявки в течение дня приема МКУ «МФЦ г. Калининграда» по реестру передачи документов передается председателю аукционной комиссии.</w:t>
      </w:r>
    </w:p>
    <w:p w:rsidR="00DA7A04" w:rsidRDefault="00DA7A04" w:rsidP="00152BD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об отзыве заявки в нерабочий день председателя аукционной комиссии заявление об отзыве заявки хранится в сейфе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передается председателю аукционной комиссии</w:t>
      </w:r>
      <w:r w:rsidRPr="00210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следующего рабочего дня председателя аукционной комиссии.</w:t>
      </w:r>
    </w:p>
    <w:p w:rsidR="00DA7A04" w:rsidRPr="00307259" w:rsidRDefault="00DA7A04" w:rsidP="00152BDF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DA77DB">
        <w:rPr>
          <w:sz w:val="28"/>
          <w:szCs w:val="28"/>
        </w:rPr>
        <w:t>Специалист МКУ «МФЦ г. Калининграда» выдает</w:t>
      </w:r>
      <w:r w:rsidRPr="00307259">
        <w:rPr>
          <w:sz w:val="28"/>
          <w:szCs w:val="28"/>
        </w:rPr>
        <w:t xml:space="preserve"> расписку </w:t>
      </w:r>
      <w:r>
        <w:rPr>
          <w:sz w:val="28"/>
          <w:szCs w:val="28"/>
        </w:rPr>
        <w:t>в</w:t>
      </w:r>
      <w:r w:rsidRPr="00307259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 от заявителя документов для передачи организатору аукциона на право заключения договора на размещение нестационарных объектов для организации досуга на землях общего пользования территории городского округа «Город Калининград»</w:t>
      </w:r>
      <w:r w:rsidRPr="00307259">
        <w:rPr>
          <w:sz w:val="28"/>
          <w:szCs w:val="28"/>
        </w:rPr>
        <w:t xml:space="preserve"> с указанием</w:t>
      </w:r>
      <w:r>
        <w:rPr>
          <w:sz w:val="28"/>
          <w:szCs w:val="28"/>
        </w:rPr>
        <w:t xml:space="preserve"> входящего номера,</w:t>
      </w:r>
      <w:r w:rsidRPr="00307259">
        <w:rPr>
          <w:sz w:val="28"/>
          <w:szCs w:val="28"/>
        </w:rPr>
        <w:t xml:space="preserve"> даты и времени </w:t>
      </w:r>
      <w:r>
        <w:rPr>
          <w:sz w:val="28"/>
          <w:szCs w:val="28"/>
        </w:rPr>
        <w:t>приема.</w:t>
      </w:r>
    </w:p>
    <w:p w:rsidR="00DA7A04" w:rsidRPr="00AD0C84" w:rsidRDefault="00DA7A04" w:rsidP="00152BD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AD0C84">
        <w:rPr>
          <w:sz w:val="28"/>
          <w:szCs w:val="28"/>
        </w:rPr>
        <w:t xml:space="preserve"> Организатор обязан вернуть задаток заявителю в течение десяти дней с даты подписания протокола аукциона. </w:t>
      </w:r>
    </w:p>
    <w:p w:rsidR="00DA7A04" w:rsidRPr="00256E8B" w:rsidRDefault="00DA7A04" w:rsidP="00152BD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8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256E8B">
        <w:rPr>
          <w:sz w:val="28"/>
          <w:szCs w:val="28"/>
        </w:rPr>
        <w:t>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DA7A04" w:rsidRPr="00256E8B" w:rsidRDefault="00DA7A04" w:rsidP="008E5B5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</w:p>
    <w:p w:rsidR="00DA7A04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256E8B">
        <w:rPr>
          <w:sz w:val="28"/>
          <w:szCs w:val="28"/>
        </w:rPr>
        <w:t>. Порядок рассмотрения заявок на участие в аукционе                   (вскрыти</w:t>
      </w:r>
      <w:r>
        <w:rPr>
          <w:sz w:val="28"/>
          <w:szCs w:val="28"/>
        </w:rPr>
        <w:t>я</w:t>
      </w:r>
      <w:r w:rsidRPr="00256E8B">
        <w:rPr>
          <w:sz w:val="28"/>
          <w:szCs w:val="28"/>
        </w:rPr>
        <w:t xml:space="preserve"> конвертов)</w:t>
      </w:r>
    </w:p>
    <w:p w:rsidR="00DA7A04" w:rsidRPr="00256E8B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</w:p>
    <w:p w:rsidR="00DA7A04" w:rsidRPr="00256E8B" w:rsidRDefault="00DA7A04" w:rsidP="00982715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9</w:t>
      </w:r>
      <w:r w:rsidRPr="00256E8B">
        <w:rPr>
          <w:sz w:val="28"/>
          <w:szCs w:val="28"/>
        </w:rPr>
        <w:t xml:space="preserve">.1. Конверты с заявками вскрываются аукционной комиссией публично </w:t>
      </w:r>
      <w:r>
        <w:rPr>
          <w:sz w:val="28"/>
          <w:szCs w:val="28"/>
        </w:rPr>
        <w:t>во время, день и</w:t>
      </w:r>
      <w:r w:rsidRPr="00256E8B">
        <w:rPr>
          <w:sz w:val="28"/>
          <w:szCs w:val="28"/>
        </w:rPr>
        <w:t xml:space="preserve"> месте, указанные в извещении о проведении аукциона. Аукционная комиссия </w:t>
      </w:r>
      <w:r>
        <w:rPr>
          <w:sz w:val="28"/>
          <w:szCs w:val="28"/>
        </w:rPr>
        <w:t>проверяет</w:t>
      </w:r>
      <w:r w:rsidRPr="00256E8B">
        <w:rPr>
          <w:sz w:val="28"/>
          <w:szCs w:val="28"/>
        </w:rPr>
        <w:t xml:space="preserve">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 настоящим Порядком.</w:t>
      </w:r>
    </w:p>
    <w:p w:rsidR="00DA7A04" w:rsidRPr="00CC4C3C" w:rsidRDefault="00DA7A04" w:rsidP="009827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C4C3C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C4C3C">
        <w:rPr>
          <w:rFonts w:ascii="Times New Roman" w:hAnsi="Times New Roman" w:cs="Times New Roman"/>
          <w:sz w:val="28"/>
          <w:szCs w:val="28"/>
        </w:rPr>
        <w:t>епосредственно перед вскрытием конвертов с заявками на участие в аукционе, но не раньше времени, указанного в извещении о проведении аукциона и в документации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C4C3C">
        <w:rPr>
          <w:rFonts w:ascii="Times New Roman" w:hAnsi="Times New Roman" w:cs="Times New Roman"/>
          <w:sz w:val="28"/>
          <w:szCs w:val="28"/>
        </w:rPr>
        <w:t xml:space="preserve"> аукционе,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CC4C3C">
        <w:rPr>
          <w:rFonts w:ascii="Times New Roman" w:hAnsi="Times New Roman" w:cs="Times New Roman"/>
          <w:sz w:val="28"/>
          <w:szCs w:val="28"/>
        </w:rPr>
        <w:t>аукционн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C4C3C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C4C3C">
        <w:rPr>
          <w:rFonts w:ascii="Times New Roman" w:hAnsi="Times New Roman" w:cs="Times New Roman"/>
          <w:sz w:val="28"/>
          <w:szCs w:val="28"/>
        </w:rPr>
        <w:t xml:space="preserve"> обязан объявить присутствующим при вскрытии таких конвертов </w:t>
      </w:r>
      <w:r>
        <w:rPr>
          <w:rFonts w:ascii="Times New Roman" w:hAnsi="Times New Roman" w:cs="Times New Roman"/>
          <w:sz w:val="28"/>
          <w:szCs w:val="28"/>
        </w:rPr>
        <w:t>заявителям</w:t>
      </w:r>
      <w:r w:rsidRPr="00CC4C3C">
        <w:rPr>
          <w:rFonts w:ascii="Times New Roman" w:hAnsi="Times New Roman" w:cs="Times New Roman"/>
          <w:sz w:val="28"/>
          <w:szCs w:val="28"/>
        </w:rPr>
        <w:t xml:space="preserve"> о возможности отозвать поданные заявки на участие в аукционе до вскрытия конвертов с заявками на участие в аукционе.</w:t>
      </w:r>
    </w:p>
    <w:p w:rsidR="00DA7A04" w:rsidRDefault="00DA7A04" w:rsidP="009827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C4C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4C3C">
        <w:rPr>
          <w:rFonts w:ascii="Times New Roman" w:hAnsi="Times New Roman" w:cs="Times New Roman"/>
          <w:sz w:val="28"/>
          <w:szCs w:val="28"/>
        </w:rPr>
        <w:t xml:space="preserve">. При вскрытии конвертов с заявками на участие в аукционе объявляются </w:t>
      </w:r>
      <w:r>
        <w:rPr>
          <w:rFonts w:ascii="Times New Roman" w:hAnsi="Times New Roman" w:cs="Times New Roman"/>
          <w:sz w:val="28"/>
          <w:szCs w:val="28"/>
        </w:rPr>
        <w:t xml:space="preserve">председателем аукционной комиссии </w:t>
      </w:r>
      <w:r w:rsidRPr="00CC4C3C">
        <w:rPr>
          <w:rFonts w:ascii="Times New Roman" w:hAnsi="Times New Roman" w:cs="Times New Roman"/>
          <w:sz w:val="28"/>
          <w:szCs w:val="28"/>
        </w:rPr>
        <w:t>и заносятся</w:t>
      </w:r>
      <w:r>
        <w:rPr>
          <w:rFonts w:ascii="Times New Roman" w:hAnsi="Times New Roman" w:cs="Times New Roman"/>
          <w:sz w:val="28"/>
          <w:szCs w:val="28"/>
        </w:rPr>
        <w:t xml:space="preserve"> секретарем </w:t>
      </w:r>
      <w:r w:rsidRPr="00CC4C3C">
        <w:rPr>
          <w:rFonts w:ascii="Times New Roman" w:hAnsi="Times New Roman" w:cs="Times New Roman"/>
          <w:sz w:val="28"/>
          <w:szCs w:val="28"/>
        </w:rPr>
        <w:t>аукционной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C4C3C">
        <w:rPr>
          <w:rFonts w:ascii="Times New Roman" w:hAnsi="Times New Roman" w:cs="Times New Roman"/>
          <w:sz w:val="28"/>
          <w:szCs w:val="28"/>
        </w:rPr>
        <w:t xml:space="preserve"> в протокол </w:t>
      </w:r>
      <w:r>
        <w:rPr>
          <w:rFonts w:ascii="Times New Roman" w:hAnsi="Times New Roman" w:cs="Times New Roman"/>
          <w:sz w:val="28"/>
          <w:szCs w:val="28"/>
        </w:rPr>
        <w:t xml:space="preserve">вскрытия конвертов </w:t>
      </w:r>
      <w:r w:rsidRPr="00CC4C3C">
        <w:rPr>
          <w:rFonts w:ascii="Times New Roman" w:hAnsi="Times New Roman" w:cs="Times New Roman"/>
          <w:sz w:val="28"/>
          <w:szCs w:val="28"/>
        </w:rPr>
        <w:t xml:space="preserve">наименование (для юридического лица), фамилия, имя, отчество (для индивидуального предпринимателя) и </w:t>
      </w:r>
      <w:r>
        <w:rPr>
          <w:rFonts w:ascii="Times New Roman" w:hAnsi="Times New Roman" w:cs="Times New Roman"/>
          <w:sz w:val="28"/>
          <w:szCs w:val="28"/>
        </w:rPr>
        <w:t xml:space="preserve">почтовый </w:t>
      </w:r>
      <w:r w:rsidRPr="00CC4C3C">
        <w:rPr>
          <w:rFonts w:ascii="Times New Roman" w:hAnsi="Times New Roman" w:cs="Times New Roman"/>
          <w:sz w:val="28"/>
          <w:szCs w:val="28"/>
        </w:rPr>
        <w:t xml:space="preserve">адрес каждого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CC4C3C">
        <w:rPr>
          <w:rFonts w:ascii="Times New Roman" w:hAnsi="Times New Roman" w:cs="Times New Roman"/>
          <w:sz w:val="28"/>
          <w:szCs w:val="28"/>
        </w:rPr>
        <w:t xml:space="preserve">, конверт с заявкой на участие в аукционе которого вскрывается, </w:t>
      </w:r>
      <w:r>
        <w:rPr>
          <w:rFonts w:ascii="Times New Roman" w:hAnsi="Times New Roman" w:cs="Times New Roman"/>
          <w:sz w:val="28"/>
          <w:szCs w:val="28"/>
        </w:rPr>
        <w:t xml:space="preserve">оглашается состав заявки (приложенные документы). </w:t>
      </w:r>
    </w:p>
    <w:p w:rsidR="00DA7A04" w:rsidRDefault="00DA7A04" w:rsidP="009827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Секретарем аукционной комиссии проверяются:</w:t>
      </w:r>
    </w:p>
    <w:p w:rsidR="00DA7A04" w:rsidRDefault="00DA7A04" w:rsidP="009827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фактическое поступление задатка на счет Организатора;</w:t>
      </w:r>
    </w:p>
    <w:p w:rsidR="00DA7A04" w:rsidRDefault="00DA7A04" w:rsidP="009827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56E8B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признание </w:t>
      </w:r>
      <w:r w:rsidRPr="00256E8B">
        <w:rPr>
          <w:rFonts w:ascii="Times New Roman" w:hAnsi="Times New Roman" w:cs="Times New Roman"/>
          <w:sz w:val="28"/>
          <w:szCs w:val="28"/>
        </w:rPr>
        <w:t>несостоятельным (банкротом)</w:t>
      </w:r>
      <w:r>
        <w:rPr>
          <w:rFonts w:ascii="Times New Roman" w:hAnsi="Times New Roman" w:cs="Times New Roman"/>
          <w:sz w:val="28"/>
          <w:szCs w:val="28"/>
        </w:rPr>
        <w:t xml:space="preserve">, неприостановление деятельности заявителя. </w:t>
      </w:r>
    </w:p>
    <w:p w:rsidR="00DA7A04" w:rsidRPr="00256E8B" w:rsidRDefault="00DA7A04" w:rsidP="00982715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9.4. </w:t>
      </w:r>
      <w:r w:rsidRPr="00256E8B">
        <w:rPr>
          <w:sz w:val="28"/>
          <w:szCs w:val="28"/>
        </w:rPr>
        <w:t xml:space="preserve">В случае если по окончании срока подачи заявок на участие в аукционе подана только одна заявка или не подано ни одной заявки, в </w:t>
      </w:r>
      <w:r>
        <w:rPr>
          <w:sz w:val="28"/>
          <w:szCs w:val="28"/>
        </w:rPr>
        <w:t xml:space="preserve">протокол </w:t>
      </w:r>
      <w:r w:rsidRPr="00CC4C3C">
        <w:rPr>
          <w:sz w:val="28"/>
          <w:szCs w:val="28"/>
        </w:rPr>
        <w:t>вскрыти</w:t>
      </w:r>
      <w:r>
        <w:rPr>
          <w:sz w:val="28"/>
          <w:szCs w:val="28"/>
        </w:rPr>
        <w:t>я</w:t>
      </w:r>
      <w:r w:rsidRPr="00CC4C3C">
        <w:rPr>
          <w:sz w:val="28"/>
          <w:szCs w:val="28"/>
        </w:rPr>
        <w:t xml:space="preserve"> конвертов с заявками на участие в аукционе </w:t>
      </w:r>
      <w:r w:rsidRPr="00256E8B">
        <w:rPr>
          <w:sz w:val="28"/>
          <w:szCs w:val="28"/>
        </w:rPr>
        <w:t>вносится информация о признании аукциона несостоявшимся.</w:t>
      </w:r>
    </w:p>
    <w:p w:rsidR="00DA7A04" w:rsidRDefault="00DA7A04" w:rsidP="009827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 П</w:t>
      </w:r>
      <w:r w:rsidRPr="00256E8B">
        <w:rPr>
          <w:rFonts w:ascii="Times New Roman" w:hAnsi="Times New Roman" w:cs="Times New Roman"/>
          <w:sz w:val="28"/>
          <w:szCs w:val="28"/>
        </w:rPr>
        <w:t xml:space="preserve">ротокол </w:t>
      </w:r>
      <w:r>
        <w:rPr>
          <w:rFonts w:ascii="Times New Roman" w:hAnsi="Times New Roman" w:cs="Times New Roman"/>
          <w:sz w:val="28"/>
          <w:szCs w:val="28"/>
        </w:rPr>
        <w:t>вскрытия конвертов</w:t>
      </w:r>
      <w:r w:rsidRPr="000D7B05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>с заявками на участие в аукционе</w:t>
      </w:r>
      <w:r>
        <w:rPr>
          <w:rFonts w:ascii="Times New Roman" w:hAnsi="Times New Roman" w:cs="Times New Roman"/>
          <w:sz w:val="28"/>
          <w:szCs w:val="28"/>
        </w:rPr>
        <w:t xml:space="preserve"> на следующий </w:t>
      </w:r>
      <w:r w:rsidRPr="00256E8B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после проведения процедуры вскрытия конвертов с заявками на участие в аукционе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размещается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рганизатором на официальном сайте торгов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7A04" w:rsidRPr="00256E8B" w:rsidRDefault="00DA7A04" w:rsidP="00982715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9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256E8B">
        <w:rPr>
          <w:sz w:val="28"/>
          <w:szCs w:val="28"/>
        </w:rPr>
        <w:t>. Срок рассмотрения заявок на участие в аукционе не может превышать десяти дней с даты окончания срока подачи заявок.</w:t>
      </w:r>
    </w:p>
    <w:p w:rsidR="00DA7A04" w:rsidRPr="00256E8B" w:rsidRDefault="00DA7A04" w:rsidP="00982715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9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256E8B">
        <w:rPr>
          <w:sz w:val="28"/>
          <w:szCs w:val="28"/>
        </w:rPr>
        <w:t>. В случае установления факта подачи одним заявителем двух и более заявок на участие в аукционе в отношении одного и того же лота при условии, что ранее</w:t>
      </w:r>
      <w:r>
        <w:rPr>
          <w:sz w:val="28"/>
          <w:szCs w:val="28"/>
        </w:rPr>
        <w:t xml:space="preserve"> </w:t>
      </w:r>
      <w:r w:rsidRPr="00256E8B">
        <w:rPr>
          <w:sz w:val="28"/>
          <w:szCs w:val="28"/>
        </w:rPr>
        <w:t>поданные таким заявителем заявки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</w:p>
    <w:p w:rsidR="00DA7A04" w:rsidRDefault="00DA7A04" w:rsidP="00982715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9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256E8B">
        <w:rPr>
          <w:sz w:val="28"/>
          <w:szCs w:val="28"/>
        </w:rPr>
        <w:t xml:space="preserve">.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признании заявителя участником аукциона или об отказе в допуске такого заявителя к участию в аукционе в порядке и по основаниям, предусмотренным настоящим Порядком, которое оформляется протоколом рассмотрения заявок на участие в аукционе. </w:t>
      </w:r>
    </w:p>
    <w:p w:rsidR="00DA7A04" w:rsidRDefault="00DA7A04" w:rsidP="00982715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Протокол ведется секретарем аукционной комисси</w:t>
      </w:r>
      <w:r>
        <w:rPr>
          <w:sz w:val="28"/>
          <w:szCs w:val="28"/>
        </w:rPr>
        <w:t>и</w:t>
      </w:r>
      <w:r w:rsidRPr="00256E8B">
        <w:rPr>
          <w:sz w:val="28"/>
          <w:szCs w:val="28"/>
        </w:rPr>
        <w:t xml:space="preserve"> и подписывается всеми присутствующими на заседании членами аукционной комиссии в день окончания рассмотрения заявок. Протокол должен содержать сведения о заявителях, решение о допуске заявител</w:t>
      </w:r>
      <w:r>
        <w:rPr>
          <w:sz w:val="28"/>
          <w:szCs w:val="28"/>
        </w:rPr>
        <w:t>ей</w:t>
      </w:r>
      <w:r w:rsidRPr="00256E8B">
        <w:rPr>
          <w:sz w:val="28"/>
          <w:szCs w:val="28"/>
        </w:rPr>
        <w:t xml:space="preserve"> к участию в аукционе и признании </w:t>
      </w:r>
      <w:r>
        <w:rPr>
          <w:sz w:val="28"/>
          <w:szCs w:val="28"/>
        </w:rPr>
        <w:t>их</w:t>
      </w:r>
      <w:r w:rsidRPr="00256E8B">
        <w:rPr>
          <w:sz w:val="28"/>
          <w:szCs w:val="28"/>
        </w:rPr>
        <w:t xml:space="preserve"> участник</w:t>
      </w:r>
      <w:r>
        <w:rPr>
          <w:sz w:val="28"/>
          <w:szCs w:val="28"/>
        </w:rPr>
        <w:t>ами</w:t>
      </w:r>
      <w:r w:rsidRPr="00256E8B">
        <w:rPr>
          <w:sz w:val="28"/>
          <w:szCs w:val="28"/>
        </w:rPr>
        <w:t xml:space="preserve"> аукциона или об отказе в допуске к участию в аукционе с обоснованием такого решения и указанием положений настоящего Порядка, которым не соответству</w:t>
      </w:r>
      <w:r>
        <w:rPr>
          <w:sz w:val="28"/>
          <w:szCs w:val="28"/>
        </w:rPr>
        <w:t>ю</w:t>
      </w:r>
      <w:r w:rsidRPr="00256E8B">
        <w:rPr>
          <w:sz w:val="28"/>
          <w:szCs w:val="28"/>
        </w:rPr>
        <w:t>т заявител</w:t>
      </w:r>
      <w:r>
        <w:rPr>
          <w:sz w:val="28"/>
          <w:szCs w:val="28"/>
        </w:rPr>
        <w:t>и</w:t>
      </w:r>
      <w:r w:rsidRPr="00256E8B">
        <w:rPr>
          <w:sz w:val="28"/>
          <w:szCs w:val="28"/>
        </w:rPr>
        <w:t>, положений документации об аукционе, которым не соответству</w:t>
      </w:r>
      <w:r>
        <w:rPr>
          <w:sz w:val="28"/>
          <w:szCs w:val="28"/>
        </w:rPr>
        <w:t>ю</w:t>
      </w:r>
      <w:r w:rsidRPr="00256E8B">
        <w:rPr>
          <w:sz w:val="28"/>
          <w:szCs w:val="28"/>
        </w:rPr>
        <w:t xml:space="preserve">т </w:t>
      </w:r>
      <w:r>
        <w:rPr>
          <w:sz w:val="28"/>
          <w:szCs w:val="28"/>
        </w:rPr>
        <w:t>их</w:t>
      </w:r>
      <w:r w:rsidRPr="00256E8B">
        <w:rPr>
          <w:sz w:val="28"/>
          <w:szCs w:val="28"/>
        </w:rPr>
        <w:t xml:space="preserve"> заявк</w:t>
      </w:r>
      <w:r>
        <w:rPr>
          <w:sz w:val="28"/>
          <w:szCs w:val="28"/>
        </w:rPr>
        <w:t>и</w:t>
      </w:r>
      <w:r w:rsidRPr="00256E8B">
        <w:rPr>
          <w:sz w:val="28"/>
          <w:szCs w:val="28"/>
        </w:rPr>
        <w:t xml:space="preserve"> на участие в аукционе, положений так</w:t>
      </w:r>
      <w:r>
        <w:rPr>
          <w:sz w:val="28"/>
          <w:szCs w:val="28"/>
        </w:rPr>
        <w:t>их</w:t>
      </w:r>
      <w:r w:rsidRPr="00256E8B">
        <w:rPr>
          <w:sz w:val="28"/>
          <w:szCs w:val="28"/>
        </w:rPr>
        <w:t xml:space="preserve"> заяв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 xml:space="preserve">к, не соответствующих требованиям документации об аукционе. </w:t>
      </w:r>
      <w:r>
        <w:rPr>
          <w:sz w:val="28"/>
          <w:szCs w:val="28"/>
        </w:rPr>
        <w:t>П</w:t>
      </w:r>
      <w:r w:rsidRPr="00256E8B">
        <w:rPr>
          <w:sz w:val="28"/>
          <w:szCs w:val="28"/>
        </w:rPr>
        <w:t>ротокол</w:t>
      </w:r>
      <w:r>
        <w:rPr>
          <w:sz w:val="28"/>
          <w:szCs w:val="28"/>
        </w:rPr>
        <w:t xml:space="preserve"> </w:t>
      </w:r>
      <w:r w:rsidRPr="00256E8B">
        <w:rPr>
          <w:sz w:val="28"/>
          <w:szCs w:val="28"/>
        </w:rPr>
        <w:t xml:space="preserve">рассмотрения заявок на участие в аукционе в день окончания рассмотрения заявок на участие в аукционе размещается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 xml:space="preserve">рганизатором на официальном сайте торгов. </w:t>
      </w:r>
    </w:p>
    <w:p w:rsidR="00DA7A04" w:rsidRPr="00256E8B" w:rsidRDefault="00DA7A04" w:rsidP="00982715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9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256E8B">
        <w:rPr>
          <w:sz w:val="28"/>
          <w:szCs w:val="28"/>
        </w:rPr>
        <w:t>. О</w:t>
      </w:r>
      <w:r>
        <w:rPr>
          <w:sz w:val="28"/>
          <w:szCs w:val="28"/>
        </w:rPr>
        <w:t xml:space="preserve">рганизатор </w:t>
      </w:r>
      <w:r w:rsidRPr="00256E8B">
        <w:rPr>
          <w:sz w:val="28"/>
          <w:szCs w:val="28"/>
        </w:rPr>
        <w:t>обязан вернуть задаток заявителю, не допущенному к участию в аукционе, в течение десяти дней с даты подписания протокола рассмотрения заявок.</w:t>
      </w:r>
    </w:p>
    <w:p w:rsidR="00DA7A04" w:rsidRPr="00256E8B" w:rsidRDefault="00DA7A04" w:rsidP="00982715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9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10.</w:t>
      </w:r>
      <w:r w:rsidRPr="00256E8B">
        <w:rPr>
          <w:sz w:val="28"/>
          <w:szCs w:val="28"/>
        </w:rPr>
        <w:t xml:space="preserve">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</w:t>
      </w:r>
      <w:r>
        <w:rPr>
          <w:sz w:val="28"/>
          <w:szCs w:val="28"/>
        </w:rPr>
        <w:t>то относительно всех заявителей</w:t>
      </w:r>
      <w:r w:rsidRPr="00256E8B">
        <w:rPr>
          <w:sz w:val="28"/>
          <w:szCs w:val="28"/>
        </w:rPr>
        <w:t xml:space="preserve"> или решение о допуске к участию в котором и признании участником аукциона принято относительно только одного заявителя.</w:t>
      </w:r>
    </w:p>
    <w:p w:rsidR="00DA7A04" w:rsidRDefault="00DA7A04" w:rsidP="00982715">
      <w:pPr>
        <w:pStyle w:val="ConsPlusNormal"/>
        <w:tabs>
          <w:tab w:val="left" w:pos="54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A7A04" w:rsidRDefault="00DA7A04" w:rsidP="008E5B5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256E8B">
        <w:rPr>
          <w:rFonts w:ascii="Times New Roman" w:hAnsi="Times New Roman" w:cs="Times New Roman"/>
          <w:sz w:val="28"/>
          <w:szCs w:val="28"/>
        </w:rPr>
        <w:t>. Последствия признания аукциона несостоявшимся</w:t>
      </w:r>
    </w:p>
    <w:p w:rsidR="00DA7A04" w:rsidRPr="00256E8B" w:rsidRDefault="00DA7A04" w:rsidP="008E5B5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7A04" w:rsidRPr="00256E8B" w:rsidRDefault="00DA7A04" w:rsidP="00D86A87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10</w:t>
      </w:r>
      <w:r w:rsidRPr="00256E8B">
        <w:rPr>
          <w:sz w:val="28"/>
          <w:szCs w:val="28"/>
        </w:rPr>
        <w:t xml:space="preserve">.1.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>рганизатор обязан заключить договор по цене, котор</w:t>
      </w:r>
      <w:r>
        <w:rPr>
          <w:sz w:val="28"/>
          <w:szCs w:val="28"/>
        </w:rPr>
        <w:t>ая</w:t>
      </w:r>
      <w:r w:rsidRPr="00256E8B">
        <w:rPr>
          <w:sz w:val="28"/>
          <w:szCs w:val="28"/>
        </w:rPr>
        <w:t xml:space="preserve"> предусмотрен</w:t>
      </w:r>
      <w:r>
        <w:rPr>
          <w:sz w:val="28"/>
          <w:szCs w:val="28"/>
        </w:rPr>
        <w:t>а</w:t>
      </w:r>
      <w:r w:rsidRPr="00256E8B">
        <w:rPr>
          <w:sz w:val="28"/>
          <w:szCs w:val="28"/>
        </w:rPr>
        <w:t xml:space="preserve"> заявкой на участие в аукционе, но не менее начальной минимальной цены договора (лота), указанной в извещении о проведении аукциона.</w:t>
      </w:r>
    </w:p>
    <w:p w:rsidR="00DA7A04" w:rsidRPr="00256E8B" w:rsidRDefault="00DA7A04" w:rsidP="00D86A87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10</w:t>
      </w:r>
      <w:r w:rsidRPr="00256E8B">
        <w:rPr>
          <w:sz w:val="28"/>
          <w:szCs w:val="28"/>
        </w:rPr>
        <w:t xml:space="preserve">.2. В случае если аукцион признан несостоявшимся по основаниям, не указанным в </w:t>
      </w:r>
      <w:hyperlink w:anchor="Par0" w:history="1">
        <w:r w:rsidRPr="00256E8B">
          <w:rPr>
            <w:sz w:val="28"/>
            <w:szCs w:val="28"/>
          </w:rPr>
          <w:t xml:space="preserve">пункте </w:t>
        </w:r>
      </w:hyperlink>
      <w:r>
        <w:rPr>
          <w:sz w:val="28"/>
          <w:szCs w:val="28"/>
        </w:rPr>
        <w:t>10</w:t>
      </w:r>
      <w:r w:rsidRPr="00256E8B">
        <w:rPr>
          <w:sz w:val="28"/>
          <w:szCs w:val="28"/>
        </w:rPr>
        <w:t xml:space="preserve">.1 настоящего Порядка,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 xml:space="preserve">рганизатор вправе объявить о проведении нового аукциона в установленном порядке. При этом в случае объявления о проведении нового аукциона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>рганизатор вправе изменить условия аукциона.</w:t>
      </w:r>
    </w:p>
    <w:p w:rsidR="00DA7A04" w:rsidRPr="00256E8B" w:rsidRDefault="00DA7A04" w:rsidP="008E5B5F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</w:p>
    <w:p w:rsidR="00DA7A04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Pr="00256E8B">
        <w:rPr>
          <w:sz w:val="28"/>
          <w:szCs w:val="28"/>
        </w:rPr>
        <w:t>. Порядок проведения аукциона (определения победителя)</w:t>
      </w:r>
    </w:p>
    <w:p w:rsidR="00DA7A04" w:rsidRPr="00256E8B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</w:p>
    <w:p w:rsidR="00DA7A04" w:rsidRDefault="00DA7A04" w:rsidP="00941F59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56E8B">
        <w:rPr>
          <w:sz w:val="28"/>
          <w:szCs w:val="28"/>
        </w:rPr>
        <w:t xml:space="preserve">.1. </w:t>
      </w:r>
      <w:r>
        <w:rPr>
          <w:sz w:val="28"/>
          <w:szCs w:val="28"/>
        </w:rPr>
        <w:t>Аукцион проводится во время, день и месте, указанные в извещении о проведении аукциона.</w:t>
      </w:r>
    </w:p>
    <w:p w:rsidR="00DA7A04" w:rsidRDefault="00DA7A04" w:rsidP="00941F59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11.2. Аукцион является открытым по составу участников с </w:t>
      </w:r>
      <w:r w:rsidRPr="00732670">
        <w:rPr>
          <w:sz w:val="28"/>
          <w:szCs w:val="28"/>
        </w:rPr>
        <w:t>закрытой формой подачи предложени</w:t>
      </w:r>
      <w:r>
        <w:rPr>
          <w:sz w:val="28"/>
          <w:szCs w:val="28"/>
        </w:rPr>
        <w:t>й</w:t>
      </w:r>
      <w:r w:rsidRPr="00732670">
        <w:rPr>
          <w:sz w:val="28"/>
          <w:szCs w:val="28"/>
        </w:rPr>
        <w:t xml:space="preserve"> о цене</w:t>
      </w:r>
      <w:r>
        <w:rPr>
          <w:sz w:val="28"/>
          <w:szCs w:val="28"/>
        </w:rPr>
        <w:t xml:space="preserve"> договора (цене лота). </w:t>
      </w:r>
      <w:r w:rsidRPr="00256E8B">
        <w:rPr>
          <w:sz w:val="28"/>
          <w:szCs w:val="28"/>
        </w:rPr>
        <w:t xml:space="preserve">В аукционе могут участвовать только заявители, признанные участниками аукциона. </w:t>
      </w:r>
    </w:p>
    <w:p w:rsidR="00DA7A04" w:rsidRPr="003D0324" w:rsidRDefault="00DA7A04" w:rsidP="00941F59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>11</w:t>
      </w:r>
      <w:r w:rsidRPr="003D0324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Pr="003D0324">
        <w:rPr>
          <w:sz w:val="28"/>
          <w:szCs w:val="28"/>
        </w:rPr>
        <w:t xml:space="preserve"> Аукцион проводится в следующем порядке:</w:t>
      </w:r>
    </w:p>
    <w:p w:rsidR="00DA7A04" w:rsidRDefault="00DA7A04" w:rsidP="00941F59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 w:rsidRPr="003D0324">
        <w:rPr>
          <w:sz w:val="28"/>
          <w:szCs w:val="28"/>
        </w:rPr>
        <w:t xml:space="preserve">а) </w:t>
      </w:r>
      <w:r w:rsidRPr="00245577">
        <w:rPr>
          <w:sz w:val="28"/>
          <w:szCs w:val="28"/>
        </w:rPr>
        <w:t xml:space="preserve">секретарь </w:t>
      </w:r>
      <w:r w:rsidRPr="003D0324">
        <w:rPr>
          <w:sz w:val="28"/>
          <w:szCs w:val="28"/>
        </w:rPr>
        <w:t>аукционн</w:t>
      </w:r>
      <w:r w:rsidRPr="00245577">
        <w:rPr>
          <w:sz w:val="28"/>
          <w:szCs w:val="28"/>
        </w:rPr>
        <w:t>ой</w:t>
      </w:r>
      <w:r w:rsidRPr="003D0324">
        <w:rPr>
          <w:sz w:val="28"/>
          <w:szCs w:val="28"/>
        </w:rPr>
        <w:t xml:space="preserve"> комисси</w:t>
      </w:r>
      <w:r w:rsidRPr="00245577">
        <w:rPr>
          <w:sz w:val="28"/>
          <w:szCs w:val="28"/>
        </w:rPr>
        <w:t>и</w:t>
      </w:r>
      <w:r w:rsidRPr="003D0324">
        <w:rPr>
          <w:sz w:val="28"/>
          <w:szCs w:val="28"/>
        </w:rPr>
        <w:t xml:space="preserve"> непосредственно перед началом проведения аукциона регистрирует явившихся на аукцион </w:t>
      </w:r>
      <w:r w:rsidRPr="00245577">
        <w:rPr>
          <w:sz w:val="28"/>
          <w:szCs w:val="28"/>
        </w:rPr>
        <w:t>участников аукциона</w:t>
      </w:r>
      <w:r w:rsidRPr="003D0324">
        <w:rPr>
          <w:sz w:val="28"/>
          <w:szCs w:val="28"/>
        </w:rPr>
        <w:t xml:space="preserve"> (их представителей). В случае проведения аукциона по нескольким лотам </w:t>
      </w:r>
      <w:r w:rsidRPr="00245577">
        <w:rPr>
          <w:sz w:val="28"/>
          <w:szCs w:val="28"/>
        </w:rPr>
        <w:t xml:space="preserve">секретарь </w:t>
      </w:r>
      <w:r w:rsidRPr="003D0324">
        <w:rPr>
          <w:sz w:val="28"/>
          <w:szCs w:val="28"/>
        </w:rPr>
        <w:t>аукционн</w:t>
      </w:r>
      <w:r w:rsidRPr="00245577">
        <w:rPr>
          <w:sz w:val="28"/>
          <w:szCs w:val="28"/>
        </w:rPr>
        <w:t>ой</w:t>
      </w:r>
      <w:r w:rsidRPr="003D0324">
        <w:rPr>
          <w:sz w:val="28"/>
          <w:szCs w:val="28"/>
        </w:rPr>
        <w:t xml:space="preserve"> комисси</w:t>
      </w:r>
      <w:r w:rsidRPr="00245577">
        <w:rPr>
          <w:sz w:val="28"/>
          <w:szCs w:val="28"/>
        </w:rPr>
        <w:t>и</w:t>
      </w:r>
      <w:r w:rsidRPr="003D0324">
        <w:rPr>
          <w:sz w:val="28"/>
          <w:szCs w:val="28"/>
        </w:rPr>
        <w:t xml:space="preserve"> перед началом </w:t>
      </w:r>
      <w:r>
        <w:rPr>
          <w:sz w:val="28"/>
          <w:szCs w:val="28"/>
        </w:rPr>
        <w:t xml:space="preserve">торгов по каждому </w:t>
      </w:r>
      <w:r w:rsidRPr="003D0324">
        <w:rPr>
          <w:sz w:val="28"/>
          <w:szCs w:val="28"/>
        </w:rPr>
        <w:t xml:space="preserve"> лот</w:t>
      </w:r>
      <w:r>
        <w:rPr>
          <w:sz w:val="28"/>
          <w:szCs w:val="28"/>
        </w:rPr>
        <w:t>у</w:t>
      </w:r>
      <w:r w:rsidRPr="003D0324">
        <w:rPr>
          <w:sz w:val="28"/>
          <w:szCs w:val="28"/>
        </w:rPr>
        <w:t xml:space="preserve"> регистрирует явившихся на аукцион участников аукциона (их представителей), подавших заявки в отношении такого лота</w:t>
      </w:r>
      <w:r>
        <w:rPr>
          <w:sz w:val="28"/>
          <w:szCs w:val="28"/>
        </w:rPr>
        <w:t>;</w:t>
      </w:r>
      <w:r w:rsidRPr="003D0324">
        <w:rPr>
          <w:sz w:val="28"/>
          <w:szCs w:val="28"/>
        </w:rPr>
        <w:t xml:space="preserve"> </w:t>
      </w:r>
    </w:p>
    <w:p w:rsidR="00DA7A04" w:rsidRDefault="00DA7A04" w:rsidP="00941F59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D0324">
        <w:rPr>
          <w:sz w:val="28"/>
          <w:szCs w:val="28"/>
        </w:rPr>
        <w:t>участник</w:t>
      </w:r>
      <w:r>
        <w:rPr>
          <w:sz w:val="28"/>
          <w:szCs w:val="28"/>
        </w:rPr>
        <w:t>и</w:t>
      </w:r>
      <w:r w:rsidRPr="003D0324">
        <w:rPr>
          <w:sz w:val="28"/>
          <w:szCs w:val="28"/>
        </w:rPr>
        <w:t xml:space="preserve"> аукциона (их представител</w:t>
      </w:r>
      <w:r>
        <w:rPr>
          <w:sz w:val="28"/>
          <w:szCs w:val="28"/>
        </w:rPr>
        <w:t>и</w:t>
      </w:r>
      <w:r w:rsidRPr="003D0324">
        <w:rPr>
          <w:sz w:val="28"/>
          <w:szCs w:val="28"/>
        </w:rPr>
        <w:t>)</w:t>
      </w:r>
      <w:r>
        <w:rPr>
          <w:sz w:val="28"/>
          <w:szCs w:val="28"/>
        </w:rPr>
        <w:t xml:space="preserve"> во время регистрации передают</w:t>
      </w:r>
      <w:r w:rsidRPr="00245577">
        <w:rPr>
          <w:sz w:val="28"/>
          <w:szCs w:val="28"/>
        </w:rPr>
        <w:t xml:space="preserve"> секретар</w:t>
      </w:r>
      <w:r>
        <w:rPr>
          <w:sz w:val="28"/>
          <w:szCs w:val="28"/>
        </w:rPr>
        <w:t>ю</w:t>
      </w:r>
      <w:r w:rsidRPr="00245577">
        <w:rPr>
          <w:sz w:val="28"/>
          <w:szCs w:val="28"/>
        </w:rPr>
        <w:t xml:space="preserve"> аукционной комиссии</w:t>
      </w:r>
      <w:r w:rsidRPr="003D0324">
        <w:rPr>
          <w:sz w:val="28"/>
          <w:szCs w:val="28"/>
        </w:rPr>
        <w:t xml:space="preserve"> </w:t>
      </w:r>
      <w:r w:rsidRPr="00245577">
        <w:rPr>
          <w:sz w:val="28"/>
          <w:szCs w:val="28"/>
        </w:rPr>
        <w:t>запечатанные конверты</w:t>
      </w:r>
      <w:r>
        <w:rPr>
          <w:sz w:val="28"/>
          <w:szCs w:val="28"/>
        </w:rPr>
        <w:t>,</w:t>
      </w:r>
      <w:r w:rsidRPr="00245577">
        <w:rPr>
          <w:sz w:val="28"/>
          <w:szCs w:val="28"/>
        </w:rPr>
        <w:t xml:space="preserve"> содержащие предложени</w:t>
      </w:r>
      <w:r>
        <w:rPr>
          <w:sz w:val="28"/>
          <w:szCs w:val="28"/>
        </w:rPr>
        <w:t>я</w:t>
      </w:r>
      <w:r w:rsidRPr="00245577">
        <w:rPr>
          <w:sz w:val="28"/>
          <w:szCs w:val="28"/>
        </w:rPr>
        <w:t xml:space="preserve"> </w:t>
      </w:r>
      <w:r w:rsidRPr="00732670">
        <w:rPr>
          <w:sz w:val="28"/>
          <w:szCs w:val="28"/>
        </w:rPr>
        <w:t>о цене</w:t>
      </w:r>
      <w:r>
        <w:rPr>
          <w:sz w:val="28"/>
          <w:szCs w:val="28"/>
        </w:rPr>
        <w:t xml:space="preserve"> договора (цене лота). </w:t>
      </w:r>
      <w:r w:rsidRPr="002B65B2">
        <w:rPr>
          <w:sz w:val="28"/>
          <w:szCs w:val="28"/>
        </w:rPr>
        <w:t xml:space="preserve">При этом на таком конверте указываются наименование аукциона, наименование и </w:t>
      </w:r>
      <w:r>
        <w:rPr>
          <w:sz w:val="28"/>
          <w:szCs w:val="28"/>
        </w:rPr>
        <w:t xml:space="preserve">почтовый </w:t>
      </w:r>
      <w:r w:rsidRPr="002B65B2">
        <w:rPr>
          <w:sz w:val="28"/>
          <w:szCs w:val="28"/>
        </w:rPr>
        <w:t xml:space="preserve">адрес </w:t>
      </w:r>
      <w:r>
        <w:rPr>
          <w:sz w:val="28"/>
          <w:szCs w:val="28"/>
        </w:rPr>
        <w:t>заявителя;</w:t>
      </w:r>
    </w:p>
    <w:p w:rsidR="00DA7A04" w:rsidRDefault="00DA7A04" w:rsidP="00941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 xml:space="preserve">аукцион начинается с объявления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председателем 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>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ной комиссии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 xml:space="preserve"> начала проведения аукциона, номера лота (в случае проведения аукциона по нескольким лотам), предмета договора, начальной (минимальной) цены договора (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цены 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>лота)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A7A04" w:rsidRDefault="00DA7A04" w:rsidP="00941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председателем 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>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ной комиссии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производятся вскрытие конвертов и оглашение </w:t>
      </w:r>
      <w:r w:rsidRPr="00245577">
        <w:rPr>
          <w:rFonts w:ascii="Times New Roman" w:hAnsi="Times New Roman" w:cs="Times New Roman"/>
          <w:sz w:val="28"/>
          <w:szCs w:val="28"/>
        </w:rPr>
        <w:t>предложени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45577">
        <w:rPr>
          <w:rFonts w:ascii="Times New Roman" w:hAnsi="Times New Roman" w:cs="Times New Roman"/>
          <w:sz w:val="28"/>
          <w:szCs w:val="28"/>
        </w:rPr>
        <w:t xml:space="preserve"> </w:t>
      </w:r>
      <w:r w:rsidRPr="00732670">
        <w:rPr>
          <w:rFonts w:ascii="Times New Roman" w:hAnsi="Times New Roman" w:cs="Times New Roman"/>
          <w:sz w:val="28"/>
          <w:szCs w:val="28"/>
        </w:rPr>
        <w:t>о цене</w:t>
      </w:r>
      <w:r>
        <w:rPr>
          <w:rFonts w:ascii="Times New Roman" w:hAnsi="Times New Roman" w:cs="Times New Roman"/>
          <w:sz w:val="28"/>
          <w:szCs w:val="28"/>
        </w:rPr>
        <w:t xml:space="preserve"> договора (цене лота)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; </w:t>
      </w:r>
    </w:p>
    <w:p w:rsidR="00DA7A04" w:rsidRPr="00803D2A" w:rsidRDefault="00DA7A04" w:rsidP="00941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д) </w:t>
      </w:r>
      <w:r w:rsidRPr="006C1C6F">
        <w:rPr>
          <w:rFonts w:ascii="Times New Roman" w:hAnsi="Times New Roman" w:cs="Times New Roman"/>
          <w:sz w:val="28"/>
          <w:szCs w:val="28"/>
          <w:lang w:eastAsia="en-US"/>
        </w:rPr>
        <w:t xml:space="preserve">аукцион считается оконченным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после оглашения всех</w:t>
      </w:r>
      <w:r w:rsidRPr="00AA3089">
        <w:rPr>
          <w:rFonts w:ascii="Times New Roman" w:hAnsi="Times New Roman" w:cs="Times New Roman"/>
          <w:sz w:val="28"/>
          <w:szCs w:val="28"/>
        </w:rPr>
        <w:t xml:space="preserve"> </w:t>
      </w:r>
      <w:r w:rsidRPr="00245577">
        <w:rPr>
          <w:rFonts w:ascii="Times New Roman" w:hAnsi="Times New Roman" w:cs="Times New Roman"/>
          <w:sz w:val="28"/>
          <w:szCs w:val="28"/>
        </w:rPr>
        <w:t>предложени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45577">
        <w:rPr>
          <w:rFonts w:ascii="Times New Roman" w:hAnsi="Times New Roman" w:cs="Times New Roman"/>
          <w:sz w:val="28"/>
          <w:szCs w:val="28"/>
        </w:rPr>
        <w:t xml:space="preserve"> </w:t>
      </w:r>
      <w:r w:rsidRPr="00732670">
        <w:rPr>
          <w:rFonts w:ascii="Times New Roman" w:hAnsi="Times New Roman" w:cs="Times New Roman"/>
          <w:sz w:val="28"/>
          <w:szCs w:val="28"/>
        </w:rPr>
        <w:t>о цене</w:t>
      </w:r>
      <w:r>
        <w:rPr>
          <w:rFonts w:ascii="Times New Roman" w:hAnsi="Times New Roman" w:cs="Times New Roman"/>
          <w:sz w:val="28"/>
          <w:szCs w:val="28"/>
        </w:rPr>
        <w:t xml:space="preserve"> договора (цене лота) и объявления победителя аукциона.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DA7A04" w:rsidRPr="00256E8B" w:rsidRDefault="00DA7A04" w:rsidP="00941F5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6E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6E8B">
        <w:rPr>
          <w:rFonts w:ascii="Times New Roman" w:hAnsi="Times New Roman" w:cs="Times New Roman"/>
          <w:sz w:val="28"/>
          <w:szCs w:val="28"/>
        </w:rPr>
        <w:t>. Победителем аукциона признается участник аукциона, который предложил  наибольшую цену за право заключения договора на размещение нестационарного объекта для организации досуга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A01">
        <w:rPr>
          <w:rFonts w:ascii="Times New Roman" w:hAnsi="Times New Roman" w:cs="Times New Roman"/>
          <w:sz w:val="28"/>
          <w:szCs w:val="28"/>
        </w:rPr>
        <w:t>землях общего пользования  территории городского округа «Город Калининград</w:t>
      </w:r>
      <w:r w:rsidRPr="00256E8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56E8B">
        <w:rPr>
          <w:rFonts w:ascii="Times New Roman" w:hAnsi="Times New Roman" w:cs="Times New Roman"/>
          <w:sz w:val="28"/>
          <w:szCs w:val="28"/>
        </w:rPr>
        <w:t xml:space="preserve">заявке </w:t>
      </w:r>
      <w:r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Pr="00256E8B">
        <w:rPr>
          <w:rFonts w:ascii="Times New Roman" w:hAnsi="Times New Roman" w:cs="Times New Roman"/>
          <w:sz w:val="28"/>
          <w:szCs w:val="28"/>
        </w:rPr>
        <w:t>присв</w:t>
      </w:r>
      <w:r>
        <w:rPr>
          <w:rFonts w:ascii="Times New Roman" w:hAnsi="Times New Roman" w:cs="Times New Roman"/>
          <w:sz w:val="28"/>
          <w:szCs w:val="28"/>
        </w:rPr>
        <w:t>оен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первый номер.</w:t>
      </w:r>
    </w:p>
    <w:p w:rsidR="00DA7A04" w:rsidRPr="00256E8B" w:rsidRDefault="00DA7A04" w:rsidP="00941F5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6E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6E8B">
        <w:rPr>
          <w:rFonts w:ascii="Times New Roman" w:hAnsi="Times New Roman" w:cs="Times New Roman"/>
          <w:sz w:val="28"/>
          <w:szCs w:val="28"/>
        </w:rPr>
        <w:t xml:space="preserve">. Если по результатам аукциона установлено, что два или более участника аукциона предложили одинаковую цену за право заключения договора на размещение нестационарного объекта для организации досуга на </w:t>
      </w:r>
      <w:r w:rsidRPr="00A62A01">
        <w:rPr>
          <w:rFonts w:ascii="Times New Roman" w:hAnsi="Times New Roman" w:cs="Times New Roman"/>
          <w:sz w:val="28"/>
          <w:szCs w:val="28"/>
        </w:rPr>
        <w:t>землях общего пользования</w:t>
      </w:r>
      <w:r w:rsidRPr="00897C0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56E8B">
        <w:rPr>
          <w:rFonts w:ascii="Times New Roman" w:hAnsi="Times New Roman" w:cs="Times New Roman"/>
          <w:sz w:val="28"/>
          <w:szCs w:val="28"/>
        </w:rPr>
        <w:t>территории городского округа «Город Калининград», то победителем признается тот участник аукциона, чья заявка на участие в аукционе была зарегистрирована ранее.</w:t>
      </w:r>
    </w:p>
    <w:p w:rsidR="00DA7A04" w:rsidRPr="00256E8B" w:rsidRDefault="00DA7A04" w:rsidP="00941F59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256E8B">
        <w:rPr>
          <w:sz w:val="28"/>
          <w:szCs w:val="28"/>
        </w:rPr>
        <w:t xml:space="preserve">. При проведении аукциона секретарь аукционной комиссии ведет протокол аукциона, в котором </w:t>
      </w:r>
      <w:r>
        <w:rPr>
          <w:sz w:val="28"/>
          <w:szCs w:val="28"/>
        </w:rPr>
        <w:t>указывает</w:t>
      </w:r>
      <w:r w:rsidRPr="00256E8B">
        <w:rPr>
          <w:sz w:val="28"/>
          <w:szCs w:val="28"/>
        </w:rPr>
        <w:t xml:space="preserve"> сведения о месте, дате и времени проведения аукциона, участниках аукциона, начальной минимальной цене договора (цене лота), наименовани</w:t>
      </w:r>
      <w:r>
        <w:rPr>
          <w:sz w:val="28"/>
          <w:szCs w:val="28"/>
        </w:rPr>
        <w:t>е</w:t>
      </w:r>
      <w:r w:rsidRPr="00256E8B">
        <w:rPr>
          <w:sz w:val="28"/>
          <w:szCs w:val="28"/>
        </w:rPr>
        <w:t xml:space="preserve"> и мест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 xml:space="preserve"> нахождения победителя аукциона, присвое</w:t>
      </w:r>
      <w:r>
        <w:rPr>
          <w:sz w:val="28"/>
          <w:szCs w:val="28"/>
        </w:rPr>
        <w:t>н</w:t>
      </w:r>
      <w:r w:rsidRPr="00256E8B">
        <w:rPr>
          <w:sz w:val="28"/>
          <w:szCs w:val="28"/>
        </w:rPr>
        <w:t>н</w:t>
      </w:r>
      <w:r>
        <w:rPr>
          <w:sz w:val="28"/>
          <w:szCs w:val="28"/>
        </w:rPr>
        <w:t>ые</w:t>
      </w:r>
      <w:r w:rsidRPr="00256E8B">
        <w:rPr>
          <w:sz w:val="28"/>
          <w:szCs w:val="28"/>
        </w:rPr>
        <w:t xml:space="preserve"> заявкам порядковы</w:t>
      </w:r>
      <w:r>
        <w:rPr>
          <w:sz w:val="28"/>
          <w:szCs w:val="28"/>
        </w:rPr>
        <w:t>е</w:t>
      </w:r>
      <w:r w:rsidRPr="00256E8B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а</w:t>
      </w:r>
      <w:r w:rsidRPr="00256E8B">
        <w:rPr>
          <w:sz w:val="28"/>
          <w:szCs w:val="28"/>
        </w:rPr>
        <w:t>, а также наименования (для юридических лиц), фамили</w:t>
      </w:r>
      <w:r>
        <w:rPr>
          <w:sz w:val="28"/>
          <w:szCs w:val="28"/>
        </w:rPr>
        <w:t>и</w:t>
      </w:r>
      <w:r w:rsidRPr="00256E8B">
        <w:rPr>
          <w:sz w:val="28"/>
          <w:szCs w:val="28"/>
        </w:rPr>
        <w:t>, им</w:t>
      </w:r>
      <w:r>
        <w:rPr>
          <w:sz w:val="28"/>
          <w:szCs w:val="28"/>
        </w:rPr>
        <w:t>ена</w:t>
      </w:r>
      <w:r w:rsidRPr="00256E8B">
        <w:rPr>
          <w:sz w:val="28"/>
          <w:szCs w:val="28"/>
        </w:rPr>
        <w:t>, отчеств</w:t>
      </w:r>
      <w:r>
        <w:rPr>
          <w:sz w:val="28"/>
          <w:szCs w:val="28"/>
        </w:rPr>
        <w:t>а</w:t>
      </w:r>
      <w:r w:rsidRPr="00256E8B">
        <w:rPr>
          <w:sz w:val="28"/>
          <w:szCs w:val="28"/>
        </w:rPr>
        <w:t xml:space="preserve"> (для индивидуальных предпринимателей) и почтовые адреса участников аукциона, заявкам которых присвоены первый и второй номера по каждому лот</w:t>
      </w:r>
      <w:r>
        <w:rPr>
          <w:sz w:val="28"/>
          <w:szCs w:val="28"/>
        </w:rPr>
        <w:t>у</w:t>
      </w:r>
      <w:r w:rsidRPr="00256E8B">
        <w:rPr>
          <w:sz w:val="28"/>
          <w:szCs w:val="28"/>
        </w:rPr>
        <w:t xml:space="preserve">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 xml:space="preserve">рганизатора. </w:t>
      </w:r>
      <w:r>
        <w:rPr>
          <w:sz w:val="28"/>
          <w:szCs w:val="28"/>
        </w:rPr>
        <w:t>Секретарь</w:t>
      </w:r>
      <w:r w:rsidRPr="00256E8B">
        <w:rPr>
          <w:sz w:val="28"/>
          <w:szCs w:val="28"/>
        </w:rPr>
        <w:t xml:space="preserve"> аукцион</w:t>
      </w:r>
      <w:r>
        <w:rPr>
          <w:sz w:val="28"/>
          <w:szCs w:val="28"/>
        </w:rPr>
        <w:t>ной комиссии</w:t>
      </w:r>
      <w:r w:rsidRPr="00256E8B">
        <w:rPr>
          <w:sz w:val="28"/>
          <w:szCs w:val="28"/>
        </w:rPr>
        <w:t xml:space="preserve"> в течение пяти дней с даты подписания протокола аукциона передает победителю аукциона один экземпляр </w:t>
      </w:r>
      <w:r w:rsidRPr="00E1413F">
        <w:rPr>
          <w:sz w:val="28"/>
          <w:szCs w:val="28"/>
        </w:rPr>
        <w:t>протокола и два</w:t>
      </w:r>
      <w:r>
        <w:rPr>
          <w:sz w:val="28"/>
          <w:szCs w:val="28"/>
        </w:rPr>
        <w:t xml:space="preserve"> </w:t>
      </w:r>
      <w:r w:rsidRPr="00256E8B">
        <w:rPr>
          <w:sz w:val="28"/>
          <w:szCs w:val="28"/>
        </w:rPr>
        <w:t>экземпляр</w:t>
      </w:r>
      <w:r>
        <w:rPr>
          <w:sz w:val="28"/>
          <w:szCs w:val="28"/>
        </w:rPr>
        <w:t>а</w:t>
      </w:r>
      <w:r w:rsidRPr="00E1413F">
        <w:rPr>
          <w:sz w:val="28"/>
          <w:szCs w:val="28"/>
        </w:rPr>
        <w:t xml:space="preserve"> проекта договора</w:t>
      </w:r>
      <w:r w:rsidRPr="00256E8B">
        <w:rPr>
          <w:sz w:val="28"/>
          <w:szCs w:val="28"/>
        </w:rPr>
        <w:t>, котор</w:t>
      </w:r>
      <w:r>
        <w:rPr>
          <w:sz w:val="28"/>
          <w:szCs w:val="28"/>
        </w:rPr>
        <w:t>ый</w:t>
      </w:r>
      <w:r w:rsidRPr="00256E8B">
        <w:rPr>
          <w:sz w:val="28"/>
          <w:szCs w:val="28"/>
        </w:rPr>
        <w:t xml:space="preserve"> составля</w:t>
      </w:r>
      <w:r>
        <w:rPr>
          <w:sz w:val="28"/>
          <w:szCs w:val="28"/>
        </w:rPr>
        <w:t>е</w:t>
      </w:r>
      <w:r w:rsidRPr="00256E8B">
        <w:rPr>
          <w:sz w:val="28"/>
          <w:szCs w:val="28"/>
        </w:rPr>
        <w:t>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DA7A04" w:rsidRPr="00256E8B" w:rsidRDefault="00DA7A04" w:rsidP="00941F59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256E8B">
        <w:rPr>
          <w:sz w:val="28"/>
          <w:szCs w:val="28"/>
        </w:rPr>
        <w:t xml:space="preserve">. Протокол аукциона размещается на официальном сайте торгов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>рганизатором в течение трех дней с момента  подписания указанного протокола.</w:t>
      </w:r>
    </w:p>
    <w:p w:rsidR="00DA7A04" w:rsidRPr="00256E8B" w:rsidRDefault="00DA7A04" w:rsidP="00941F59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256E8B">
        <w:rPr>
          <w:sz w:val="28"/>
          <w:szCs w:val="28"/>
        </w:rPr>
        <w:t>. Любой участник аукциона вправе осуществлять аудио- и/или видеозапись аукциона.</w:t>
      </w:r>
    </w:p>
    <w:p w:rsidR="00DA7A04" w:rsidRPr="00256E8B" w:rsidRDefault="00DA7A04" w:rsidP="00941F59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256E8B">
        <w:rPr>
          <w:sz w:val="28"/>
          <w:szCs w:val="28"/>
        </w:rPr>
        <w:t>. Любой участник аукциона после размещения протокола аукциона вправе направить аукционной комиссии в письменной форме запрос о разъяснении результатов аукциона. Аукционная комиссия в течение пяти дней с даты поступления такого запроса обязана пред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>ставить такому участнику аукциона соответствующие разъяснения в письменной форме.</w:t>
      </w:r>
    </w:p>
    <w:p w:rsidR="00DA7A04" w:rsidRPr="00256E8B" w:rsidRDefault="00DA7A04" w:rsidP="00941F59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56E8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256E8B">
        <w:rPr>
          <w:sz w:val="28"/>
          <w:szCs w:val="28"/>
        </w:rPr>
        <w:t>. Организатор в течение десяти дней с даты подписания протокола аукциона обязан возвратить задаток участникам аукциона, которые участвовали в аукционе, но не стали победителями</w:t>
      </w:r>
      <w:r>
        <w:rPr>
          <w:sz w:val="28"/>
          <w:szCs w:val="28"/>
        </w:rPr>
        <w:t>,</w:t>
      </w:r>
      <w:r w:rsidRPr="00256E8B">
        <w:rPr>
          <w:sz w:val="28"/>
          <w:szCs w:val="28"/>
        </w:rPr>
        <w:t xml:space="preserve"> за исключением участника аукциона, заявке на участие в аукционе которого присвоен второй номер. </w:t>
      </w:r>
    </w:p>
    <w:p w:rsidR="00DA7A04" w:rsidRPr="00256E8B" w:rsidRDefault="00DA7A04" w:rsidP="00941F59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Задаток возвращается участнику аукциона, заявке на участие в аукционе которого присвоен второй номер, в течение десяти дней с даты подписания договора с победителем аукциона.</w:t>
      </w:r>
    </w:p>
    <w:p w:rsidR="00DA7A04" w:rsidRPr="00256E8B" w:rsidRDefault="00DA7A04" w:rsidP="00941F59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11.11</w:t>
      </w:r>
      <w:r w:rsidRPr="00256E8B">
        <w:rPr>
          <w:sz w:val="28"/>
          <w:szCs w:val="28"/>
        </w:rPr>
        <w:t>. 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 (цена лота), не поступило ни одного предложения о цене договора, которое предусматривало бы более высокую цену договора, аукцион признается несостоявшимся. В случае если документацией об аукционе предусмотрено два и более лота, решение о признании аукциона несостоявшимся принимается в отношении каждого лота отдельно.</w:t>
      </w:r>
    </w:p>
    <w:p w:rsidR="00DA7A04" w:rsidRPr="00256E8B" w:rsidRDefault="00DA7A04" w:rsidP="00941F59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56E8B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256E8B">
        <w:rPr>
          <w:sz w:val="28"/>
          <w:szCs w:val="28"/>
        </w:rPr>
        <w:t xml:space="preserve">.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 хранятся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>рганизатором в течение трех лет.</w:t>
      </w:r>
    </w:p>
    <w:p w:rsidR="00DA7A04" w:rsidRPr="00256E8B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</w:p>
    <w:p w:rsidR="00DA7A04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  <w:r w:rsidRPr="00256E8B">
        <w:rPr>
          <w:sz w:val="28"/>
          <w:szCs w:val="28"/>
        </w:rPr>
        <w:t>. Заключение договора по результатам аукциона</w:t>
      </w:r>
    </w:p>
    <w:p w:rsidR="00DA7A04" w:rsidRPr="00256E8B" w:rsidRDefault="00DA7A04" w:rsidP="008E5B5F">
      <w:pPr>
        <w:autoSpaceDE w:val="0"/>
        <w:autoSpaceDN w:val="0"/>
        <w:adjustRightInd w:val="0"/>
        <w:spacing w:after="0"/>
        <w:ind w:firstLine="567"/>
        <w:jc w:val="center"/>
        <w:rPr>
          <w:sz w:val="28"/>
          <w:szCs w:val="28"/>
        </w:rPr>
      </w:pPr>
    </w:p>
    <w:p w:rsidR="00DA7A04" w:rsidRPr="00256E8B" w:rsidRDefault="00DA7A04" w:rsidP="005B2396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256E8B">
        <w:rPr>
          <w:sz w:val="28"/>
          <w:szCs w:val="28"/>
        </w:rPr>
        <w:t>.1. Проект договора должен быть подписан и представлен (возвращен Организатору) победителем аукциона не позднее чем через десять дней с момента получения.</w:t>
      </w:r>
    </w:p>
    <w:p w:rsidR="00DA7A04" w:rsidRPr="00256E8B" w:rsidRDefault="00DA7A04" w:rsidP="005B2396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 xml:space="preserve">В случае если победитель аукциона или участник аукциона, заявке на участие в аукционе которого присвоен второй номер, в срок, предусмотренный настоящим пунктом, не представил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 xml:space="preserve">рганизатору подписанный договор, переданный ему в соответствии с </w:t>
      </w:r>
      <w:hyperlink r:id="rId12" w:history="1">
        <w:r w:rsidRPr="00256E8B">
          <w:rPr>
            <w:sz w:val="28"/>
            <w:szCs w:val="28"/>
          </w:rPr>
          <w:t>пунктами 1</w:t>
        </w:r>
        <w:r>
          <w:rPr>
            <w:sz w:val="28"/>
            <w:szCs w:val="28"/>
          </w:rPr>
          <w:t>1</w:t>
        </w:r>
        <w:r w:rsidRPr="00256E8B">
          <w:rPr>
            <w:sz w:val="28"/>
            <w:szCs w:val="28"/>
          </w:rPr>
          <w:t>.</w:t>
        </w:r>
        <w:r>
          <w:rPr>
            <w:sz w:val="28"/>
            <w:szCs w:val="28"/>
          </w:rPr>
          <w:t>6</w:t>
        </w:r>
      </w:hyperlink>
      <w:r w:rsidRPr="00256E8B">
        <w:rPr>
          <w:sz w:val="28"/>
          <w:szCs w:val="28"/>
        </w:rPr>
        <w:t xml:space="preserve"> или 1</w:t>
      </w:r>
      <w:r>
        <w:rPr>
          <w:sz w:val="28"/>
          <w:szCs w:val="28"/>
        </w:rPr>
        <w:t>2</w:t>
      </w:r>
      <w:r w:rsidRPr="00256E8B">
        <w:rPr>
          <w:sz w:val="28"/>
          <w:szCs w:val="28"/>
        </w:rPr>
        <w:t>.4 настоящего Порядка, победитель аукциона или участник аукциона, заявке на участие в аукционе  которого присвоен второй номер</w:t>
      </w:r>
      <w:r w:rsidRPr="00FA3940">
        <w:rPr>
          <w:sz w:val="28"/>
          <w:szCs w:val="28"/>
        </w:rPr>
        <w:t>, признается</w:t>
      </w:r>
      <w:r w:rsidRPr="00256E8B">
        <w:rPr>
          <w:sz w:val="28"/>
          <w:szCs w:val="28"/>
        </w:rPr>
        <w:t xml:space="preserve"> уклонившимся от заключения договора.</w:t>
      </w:r>
    </w:p>
    <w:p w:rsidR="00DA7A04" w:rsidRPr="00256E8B" w:rsidRDefault="00DA7A04" w:rsidP="005B2396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256E8B">
        <w:rPr>
          <w:sz w:val="28"/>
          <w:szCs w:val="28"/>
        </w:rPr>
        <w:t xml:space="preserve">.2. В срок, предусмотренный для заключения договора,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 xml:space="preserve">рганизатор обязан отказаться от заключения договора с победителем аукциона либо с участником аукциона, с которым заключается такой договор в соответствии с </w:t>
      </w:r>
      <w:hyperlink w:anchor="Par10" w:history="1">
        <w:r w:rsidRPr="00256E8B">
          <w:rPr>
            <w:sz w:val="28"/>
            <w:szCs w:val="28"/>
          </w:rPr>
          <w:t>пунктом 1</w:t>
        </w:r>
        <w:r>
          <w:rPr>
            <w:sz w:val="28"/>
            <w:szCs w:val="28"/>
          </w:rPr>
          <w:t>2</w:t>
        </w:r>
        <w:r w:rsidRPr="00256E8B">
          <w:rPr>
            <w:sz w:val="28"/>
            <w:szCs w:val="28"/>
          </w:rPr>
          <w:t xml:space="preserve">.5 </w:t>
        </w:r>
      </w:hyperlink>
      <w:r w:rsidRPr="00256E8B">
        <w:rPr>
          <w:sz w:val="28"/>
          <w:szCs w:val="28"/>
        </w:rPr>
        <w:t>настоящего Порядка, в случае установления факта:</w:t>
      </w:r>
    </w:p>
    <w:p w:rsidR="00DA7A04" w:rsidRPr="00256E8B" w:rsidRDefault="00DA7A04" w:rsidP="005B2396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E1413F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E1413F">
        <w:rPr>
          <w:sz w:val="28"/>
          <w:szCs w:val="28"/>
        </w:rPr>
        <w:t>.2.1 признания такого лица несостоятельным (банкротом), приостановления деятельности такого лица;</w:t>
      </w:r>
    </w:p>
    <w:p w:rsidR="00DA7A04" w:rsidRPr="00256E8B" w:rsidRDefault="00DA7A04" w:rsidP="005B2396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2.2.2 пред</w:t>
      </w:r>
      <w:r w:rsidRPr="00256E8B">
        <w:rPr>
          <w:sz w:val="28"/>
          <w:szCs w:val="28"/>
        </w:rPr>
        <w:t>ставления таким лицом заведомо ложных сведений в документах, прилагаемых к заявке на участие в аукционе</w:t>
      </w:r>
      <w:r>
        <w:rPr>
          <w:sz w:val="28"/>
          <w:szCs w:val="28"/>
        </w:rPr>
        <w:t>,</w:t>
      </w:r>
      <w:r w:rsidRPr="00256E8B">
        <w:rPr>
          <w:sz w:val="28"/>
          <w:szCs w:val="28"/>
        </w:rPr>
        <w:t xml:space="preserve"> и заявке на участие.</w:t>
      </w:r>
    </w:p>
    <w:p w:rsidR="00DA7A04" w:rsidRPr="00256E8B" w:rsidRDefault="00DA7A04" w:rsidP="005B2396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bookmarkStart w:id="6" w:name="Par5"/>
      <w:bookmarkEnd w:id="6"/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256E8B">
        <w:rPr>
          <w:sz w:val="28"/>
          <w:szCs w:val="28"/>
        </w:rPr>
        <w:t xml:space="preserve">.3. В случае отказа от заключения договора с победителем аукциона либо при уклонении победителя </w:t>
      </w:r>
      <w:r>
        <w:rPr>
          <w:sz w:val="28"/>
          <w:szCs w:val="28"/>
        </w:rPr>
        <w:t>аукциона от заключения договора</w:t>
      </w:r>
      <w:r w:rsidRPr="00256E8B">
        <w:rPr>
          <w:sz w:val="28"/>
          <w:szCs w:val="28"/>
        </w:rPr>
        <w:t xml:space="preserve"> аукционной комиссией в срок не позднее дня, следующего после дня установления фактов, предусмотренных </w:t>
      </w:r>
      <w:hyperlink w:anchor="Par1" w:history="1">
        <w:r w:rsidRPr="00256E8B">
          <w:rPr>
            <w:sz w:val="28"/>
            <w:szCs w:val="28"/>
          </w:rPr>
          <w:t>пунктом 1</w:t>
        </w:r>
        <w:r>
          <w:rPr>
            <w:sz w:val="28"/>
            <w:szCs w:val="28"/>
          </w:rPr>
          <w:t>2</w:t>
        </w:r>
        <w:r w:rsidRPr="00256E8B">
          <w:rPr>
            <w:sz w:val="28"/>
            <w:szCs w:val="28"/>
          </w:rPr>
          <w:t>.2</w:t>
        </w:r>
      </w:hyperlink>
      <w:r w:rsidRPr="00256E8B">
        <w:rPr>
          <w:sz w:val="28"/>
          <w:szCs w:val="28"/>
        </w:rPr>
        <w:t xml:space="preserve"> настоящего Порядка 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лице, с которым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>рганизатор отказывается заключить договор</w:t>
      </w:r>
      <w:r>
        <w:rPr>
          <w:sz w:val="28"/>
          <w:szCs w:val="28"/>
        </w:rPr>
        <w:t>,</w:t>
      </w:r>
      <w:r w:rsidRPr="00256E8B">
        <w:rPr>
          <w:sz w:val="28"/>
          <w:szCs w:val="28"/>
        </w:rPr>
        <w:t xml:space="preserve"> или об уклонении победителя аукциона от заключения договора,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A7A04" w:rsidRPr="00256E8B" w:rsidRDefault="00DA7A04" w:rsidP="005B2396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 xml:space="preserve">Протокол подписывается всеми присутствующими членами аукционной комиссии в день его составления. Протокол составляется в двух экземплярах, один из которых хранится у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>рганизатора.</w:t>
      </w:r>
    </w:p>
    <w:p w:rsidR="00DA7A04" w:rsidRPr="00256E8B" w:rsidRDefault="00DA7A04" w:rsidP="005B2396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 xml:space="preserve">Указанный протокол размещается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 xml:space="preserve">рганизатором на официальном сайте торгов в течение дня, следующего </w:t>
      </w:r>
      <w:r>
        <w:rPr>
          <w:sz w:val="28"/>
          <w:szCs w:val="28"/>
        </w:rPr>
        <w:t>за</w:t>
      </w:r>
      <w:r w:rsidRPr="00256E8B">
        <w:rPr>
          <w:sz w:val="28"/>
          <w:szCs w:val="28"/>
        </w:rPr>
        <w:t xml:space="preserve"> дн</w:t>
      </w:r>
      <w:r>
        <w:rPr>
          <w:sz w:val="28"/>
          <w:szCs w:val="28"/>
        </w:rPr>
        <w:t>ем</w:t>
      </w:r>
      <w:r w:rsidRPr="00256E8B">
        <w:rPr>
          <w:sz w:val="28"/>
          <w:szCs w:val="28"/>
        </w:rPr>
        <w:t xml:space="preserve"> подписания указанного </w:t>
      </w:r>
      <w:r w:rsidRPr="00E1413F">
        <w:rPr>
          <w:sz w:val="28"/>
          <w:szCs w:val="28"/>
        </w:rPr>
        <w:t>протокола. Секретарь аукционной комиссии в течение пяти дней с даты подписания протокола передает один экземпляр протокола (направляет по адресу</w:t>
      </w:r>
      <w:r>
        <w:rPr>
          <w:sz w:val="28"/>
          <w:szCs w:val="28"/>
        </w:rPr>
        <w:t>,</w:t>
      </w:r>
      <w:r w:rsidRPr="00E1413F">
        <w:rPr>
          <w:sz w:val="28"/>
          <w:szCs w:val="28"/>
        </w:rPr>
        <w:t xml:space="preserve"> указанному в заявке на участие в аукционе)</w:t>
      </w:r>
      <w:r w:rsidRPr="005A24F6">
        <w:rPr>
          <w:sz w:val="28"/>
          <w:szCs w:val="28"/>
        </w:rPr>
        <w:t xml:space="preserve"> </w:t>
      </w:r>
      <w:r w:rsidRPr="00E1413F">
        <w:rPr>
          <w:sz w:val="28"/>
          <w:szCs w:val="28"/>
        </w:rPr>
        <w:t>лицу, с которым</w:t>
      </w:r>
      <w:r w:rsidRPr="00256E8B">
        <w:rPr>
          <w:sz w:val="28"/>
          <w:szCs w:val="28"/>
        </w:rPr>
        <w:t xml:space="preserve"> отказывается заключить договор.</w:t>
      </w:r>
    </w:p>
    <w:p w:rsidR="00DA7A04" w:rsidRPr="00256E8B" w:rsidRDefault="00DA7A04" w:rsidP="005B2396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256E8B">
        <w:rPr>
          <w:sz w:val="28"/>
          <w:szCs w:val="28"/>
        </w:rPr>
        <w:t xml:space="preserve">.4. Организатор обязан заключить договор с участником аукциона, заявке на участие в аукционе которого присвоен второй номер, при отказе от заключения договора с победителем аукциона в случаях, предусмотренных </w:t>
      </w:r>
      <w:hyperlink w:anchor="Par5" w:history="1">
        <w:r w:rsidRPr="00256E8B">
          <w:rPr>
            <w:sz w:val="28"/>
            <w:szCs w:val="28"/>
          </w:rPr>
          <w:t>пунктом 1</w:t>
        </w:r>
        <w:r>
          <w:rPr>
            <w:sz w:val="28"/>
            <w:szCs w:val="28"/>
          </w:rPr>
          <w:t>2</w:t>
        </w:r>
        <w:r w:rsidRPr="00256E8B">
          <w:rPr>
            <w:sz w:val="28"/>
            <w:szCs w:val="28"/>
          </w:rPr>
          <w:t>.3</w:t>
        </w:r>
      </w:hyperlink>
      <w:r>
        <w:rPr>
          <w:sz w:val="28"/>
          <w:szCs w:val="28"/>
        </w:rPr>
        <w:t xml:space="preserve"> </w:t>
      </w:r>
      <w:r w:rsidRPr="00256E8B">
        <w:rPr>
          <w:sz w:val="28"/>
          <w:szCs w:val="28"/>
        </w:rPr>
        <w:t xml:space="preserve">настоящего Порядка. </w:t>
      </w:r>
    </w:p>
    <w:p w:rsidR="00DA7A04" w:rsidRPr="00256E8B" w:rsidRDefault="00DA7A04" w:rsidP="005B2396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E1413F">
        <w:rPr>
          <w:sz w:val="28"/>
          <w:szCs w:val="28"/>
        </w:rPr>
        <w:t>Секретарь аукционной комиссии в течение пяти дней с даты подписания протокола об отказе от заключения договора передает</w:t>
      </w:r>
      <w:r w:rsidRPr="00256E8B">
        <w:rPr>
          <w:sz w:val="28"/>
          <w:szCs w:val="28"/>
        </w:rPr>
        <w:t xml:space="preserve"> участнику аукциона, заявке на участие в аукционе которого присвоен второй номер, один экземпляр протокола и проект договора, который составляется путем включения условий исполнения договора, предложенных участником аукциона, заявке на участие в аукционе</w:t>
      </w:r>
      <w:r w:rsidRPr="00256E8B" w:rsidDel="00340D47">
        <w:rPr>
          <w:sz w:val="28"/>
          <w:szCs w:val="28"/>
        </w:rPr>
        <w:t xml:space="preserve"> </w:t>
      </w:r>
      <w:r w:rsidRPr="00256E8B">
        <w:rPr>
          <w:sz w:val="28"/>
          <w:szCs w:val="28"/>
        </w:rPr>
        <w:t xml:space="preserve">которого присвоен второй номер, в заявке на участие в аукционе, в проект договора, прилагаемый к аукционной документации. Указанный проект договора подписывается участником аукциона, заявке на участие в аукционе которого присвоен второй номер, в десятидневный срок и представляется </w:t>
      </w:r>
      <w:r>
        <w:rPr>
          <w:sz w:val="28"/>
          <w:szCs w:val="28"/>
        </w:rPr>
        <w:t>О</w:t>
      </w:r>
      <w:r w:rsidRPr="00256E8B">
        <w:rPr>
          <w:sz w:val="28"/>
          <w:szCs w:val="28"/>
        </w:rPr>
        <w:t>рганизатору.</w:t>
      </w:r>
    </w:p>
    <w:p w:rsidR="00DA7A04" w:rsidRPr="00256E8B" w:rsidRDefault="00DA7A04" w:rsidP="005B2396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При этом заключение договора для участника аукциона, заявке на участие в аукционе которого присвоен второй номер, является обязательным. В случае уклонения победителя аукциона или участника аукциона, заявке на участие в аукционе которого присвоен второй номер, от заключения договора либо отказ</w:t>
      </w:r>
      <w:r>
        <w:rPr>
          <w:sz w:val="28"/>
          <w:szCs w:val="28"/>
        </w:rPr>
        <w:t>а</w:t>
      </w:r>
      <w:r w:rsidRPr="00256E8B">
        <w:rPr>
          <w:sz w:val="28"/>
          <w:szCs w:val="28"/>
        </w:rPr>
        <w:t xml:space="preserve"> Организатора от заключения</w:t>
      </w:r>
      <w:r>
        <w:rPr>
          <w:sz w:val="28"/>
          <w:szCs w:val="28"/>
        </w:rPr>
        <w:t xml:space="preserve"> договора</w:t>
      </w:r>
      <w:r w:rsidRPr="00256E8B">
        <w:rPr>
          <w:sz w:val="28"/>
          <w:szCs w:val="28"/>
        </w:rPr>
        <w:t xml:space="preserve"> по основаниям, установленным в пункте 1</w:t>
      </w:r>
      <w:r>
        <w:rPr>
          <w:sz w:val="28"/>
          <w:szCs w:val="28"/>
        </w:rPr>
        <w:t>2</w:t>
      </w:r>
      <w:r w:rsidRPr="00256E8B">
        <w:rPr>
          <w:sz w:val="28"/>
          <w:szCs w:val="28"/>
        </w:rPr>
        <w:t>.2 настоящего Порядка</w:t>
      </w:r>
      <w:r>
        <w:rPr>
          <w:sz w:val="28"/>
          <w:szCs w:val="28"/>
        </w:rPr>
        <w:t>,</w:t>
      </w:r>
      <w:r w:rsidRPr="00256E8B">
        <w:rPr>
          <w:sz w:val="28"/>
          <w:szCs w:val="28"/>
        </w:rPr>
        <w:t xml:space="preserve"> задаток, внесенный ими</w:t>
      </w:r>
      <w:r>
        <w:rPr>
          <w:sz w:val="28"/>
          <w:szCs w:val="28"/>
        </w:rPr>
        <w:t>,</w:t>
      </w:r>
      <w:r w:rsidRPr="00256E8B">
        <w:rPr>
          <w:sz w:val="28"/>
          <w:szCs w:val="28"/>
        </w:rPr>
        <w:t xml:space="preserve"> не возвращается. В случае если договор не заключен с победителем аукциона или с участником аукциона, заявке на участие в аукционе которого присвоен второй номер, аукцион признается несостоявшимся.</w:t>
      </w:r>
    </w:p>
    <w:p w:rsidR="00DA7A04" w:rsidRPr="00256E8B" w:rsidRDefault="00DA7A04" w:rsidP="005B2396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256E8B">
        <w:rPr>
          <w:sz w:val="28"/>
          <w:szCs w:val="28"/>
        </w:rPr>
        <w:t>.5. Задаток зачитывается победителю аукциона в счет цены договора. Задаток возвращается участнику аукциона, заявке на участие в аукционе которого присвоен второй номер, в течение десяти дней с даты подписания договора с победителем аукциона или зачитывается в с</w:t>
      </w:r>
      <w:r>
        <w:rPr>
          <w:sz w:val="28"/>
          <w:szCs w:val="28"/>
        </w:rPr>
        <w:t>чет цены договора при подписании</w:t>
      </w:r>
      <w:r w:rsidRPr="00256E8B">
        <w:rPr>
          <w:sz w:val="28"/>
          <w:szCs w:val="28"/>
        </w:rPr>
        <w:t xml:space="preserve"> договора с таким участником аукциона.</w:t>
      </w:r>
    </w:p>
    <w:p w:rsidR="00DA7A04" w:rsidRDefault="00DA7A04" w:rsidP="008E5B5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7A04" w:rsidRDefault="00DA7A04" w:rsidP="008E5B5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7A04" w:rsidRPr="00256E8B" w:rsidRDefault="00DA7A04" w:rsidP="008E5B5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256E8B">
        <w:rPr>
          <w:rFonts w:ascii="Times New Roman" w:hAnsi="Times New Roman" w:cs="Times New Roman"/>
          <w:sz w:val="28"/>
          <w:szCs w:val="28"/>
        </w:rPr>
        <w:t>. Обжалование процедуры аукциона и результатов</w:t>
      </w:r>
    </w:p>
    <w:p w:rsidR="00DA7A04" w:rsidRDefault="00DA7A04" w:rsidP="006B0EC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7A04" w:rsidRPr="00256E8B" w:rsidRDefault="00DA7A04" w:rsidP="006B0EC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6E8B">
        <w:rPr>
          <w:rFonts w:ascii="Times New Roman" w:hAnsi="Times New Roman" w:cs="Times New Roman"/>
          <w:sz w:val="28"/>
          <w:szCs w:val="28"/>
        </w:rPr>
        <w:t>.1. Действия (бездействие) Организатора, аукционной комиссии могут быть обжалованы в порядке, установленном действующим законодательством Российской Федерации.</w:t>
      </w:r>
    </w:p>
    <w:p w:rsidR="00DA7A04" w:rsidRPr="00256E8B" w:rsidRDefault="00DA7A04" w:rsidP="006B0EC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13.2. В случае возникновения любых противоречий, претензий, разногласий и споров, связанных с проведением аукциона, участники аукциона, Организатор, аукционная комиссия предпринимают усилия для урегулирования таких противоречий, претензий и разногласий в добровольном порядке.</w:t>
      </w:r>
    </w:p>
    <w:p w:rsidR="00DA7A04" w:rsidRDefault="00DA7A04" w:rsidP="006B0EC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13.3. Любые споры, оставшиеся неурегулированными во внесудебном порядке, разрешаются в судебном порядке.</w:t>
      </w:r>
    </w:p>
    <w:p w:rsidR="00DA7A04" w:rsidRDefault="00DA7A04" w:rsidP="008E5B5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7A04" w:rsidRDefault="00DA7A04" w:rsidP="008E5B5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256E8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Исчисление сроков</w:t>
      </w:r>
    </w:p>
    <w:p w:rsidR="00DA7A04" w:rsidRPr="000E1AFF" w:rsidRDefault="00DA7A04" w:rsidP="008E5B5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7A04" w:rsidRDefault="00DA7A04" w:rsidP="006B0ECE">
      <w:pPr>
        <w:autoSpaceDE w:val="0"/>
        <w:autoSpaceDN w:val="0"/>
        <w:adjustRightInd w:val="0"/>
        <w:spacing w:after="0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14.1.</w:t>
      </w:r>
      <w:r w:rsidRPr="00F059A9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F059A9">
        <w:rPr>
          <w:sz w:val="28"/>
          <w:szCs w:val="28"/>
        </w:rPr>
        <w:t>рок определяется календарной датой или истечением периода времени, который исчисляется годами, месяцами, неделями, днями или часами.</w:t>
      </w:r>
      <w:r>
        <w:rPr>
          <w:sz w:val="28"/>
          <w:szCs w:val="28"/>
        </w:rPr>
        <w:t xml:space="preserve"> </w:t>
      </w:r>
      <w:r w:rsidRPr="00F059A9">
        <w:rPr>
          <w:sz w:val="28"/>
          <w:szCs w:val="28"/>
        </w:rPr>
        <w:t>Срок может определяться также указанием на событие, которое должно неизбежно наступить.</w:t>
      </w:r>
    </w:p>
    <w:p w:rsidR="00DA7A04" w:rsidRDefault="00DA7A04" w:rsidP="006B0ECE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>14.2</w:t>
      </w:r>
      <w:r w:rsidRPr="00F059A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059A9">
        <w:rPr>
          <w:sz w:val="28"/>
          <w:szCs w:val="28"/>
        </w:rPr>
        <w:t>Течение срока, определенного периодом времени, начинается на следующий день после календарной даты или наступления события, которыми определено его начало.</w:t>
      </w:r>
    </w:p>
    <w:p w:rsidR="00DA7A04" w:rsidRDefault="00DA7A04" w:rsidP="006B0ECE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14.3. </w:t>
      </w:r>
      <w:r w:rsidRPr="00F059A9">
        <w:rPr>
          <w:sz w:val="28"/>
          <w:szCs w:val="28"/>
        </w:rPr>
        <w:t>Окончание срока, определенного периодом времени</w:t>
      </w:r>
      <w:r>
        <w:rPr>
          <w:sz w:val="28"/>
          <w:szCs w:val="28"/>
        </w:rPr>
        <w:t>:</w:t>
      </w:r>
    </w:p>
    <w:p w:rsidR="00DA7A04" w:rsidRPr="00F059A9" w:rsidRDefault="00DA7A04" w:rsidP="006B0ECE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>14.3.</w:t>
      </w:r>
      <w:r w:rsidRPr="00F059A9">
        <w:rPr>
          <w:sz w:val="28"/>
          <w:szCs w:val="28"/>
        </w:rPr>
        <w:t xml:space="preserve">1 </w:t>
      </w:r>
      <w:r>
        <w:rPr>
          <w:sz w:val="28"/>
          <w:szCs w:val="28"/>
        </w:rPr>
        <w:t>с</w:t>
      </w:r>
      <w:r w:rsidRPr="00F059A9">
        <w:rPr>
          <w:sz w:val="28"/>
          <w:szCs w:val="28"/>
        </w:rPr>
        <w:t>рок, исчисляемый годами, истекает в соответствующие месяц и число последнего года срока</w:t>
      </w:r>
      <w:r>
        <w:rPr>
          <w:sz w:val="28"/>
          <w:szCs w:val="28"/>
        </w:rPr>
        <w:t>;</w:t>
      </w:r>
    </w:p>
    <w:p w:rsidR="00DA7A04" w:rsidRPr="00F059A9" w:rsidRDefault="00DA7A04" w:rsidP="006B0ECE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>14.3.2</w:t>
      </w:r>
      <w:r w:rsidRPr="00F059A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F059A9">
        <w:rPr>
          <w:sz w:val="28"/>
          <w:szCs w:val="28"/>
        </w:rPr>
        <w:t xml:space="preserve"> сроку, определенному в полгода, применяются правила для сроков, исчисляемых месяцами</w:t>
      </w:r>
      <w:r>
        <w:rPr>
          <w:sz w:val="28"/>
          <w:szCs w:val="28"/>
        </w:rPr>
        <w:t>;</w:t>
      </w:r>
    </w:p>
    <w:p w:rsidR="00DA7A04" w:rsidRPr="00F059A9" w:rsidRDefault="00DA7A04" w:rsidP="006B0ECE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>14.3.3</w:t>
      </w:r>
      <w:r w:rsidRPr="00F059A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F059A9">
        <w:rPr>
          <w:sz w:val="28"/>
          <w:szCs w:val="28"/>
        </w:rPr>
        <w:t xml:space="preserve"> сроку, исчисляемому кварталами года, применяются правила для сроков, исчисляемых месяцами</w:t>
      </w:r>
      <w:r>
        <w:rPr>
          <w:sz w:val="28"/>
          <w:szCs w:val="28"/>
        </w:rPr>
        <w:t>. П</w:t>
      </w:r>
      <w:r w:rsidRPr="00F059A9">
        <w:rPr>
          <w:sz w:val="28"/>
          <w:szCs w:val="28"/>
        </w:rPr>
        <w:t>ри этом квартал считается равным трем месяцам, а отсчет кварталов ведется с начала года</w:t>
      </w:r>
      <w:r>
        <w:rPr>
          <w:sz w:val="28"/>
          <w:szCs w:val="28"/>
        </w:rPr>
        <w:t>;</w:t>
      </w:r>
    </w:p>
    <w:p w:rsidR="00DA7A04" w:rsidRPr="00F059A9" w:rsidRDefault="00DA7A04" w:rsidP="006B0ECE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>14.3.4</w:t>
      </w:r>
      <w:r w:rsidRPr="00F059A9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F059A9">
        <w:rPr>
          <w:sz w:val="28"/>
          <w:szCs w:val="28"/>
        </w:rPr>
        <w:t>рок, исчисляемый месяцами, истекает в соответствующее число последнего месяца срока</w:t>
      </w:r>
      <w:r>
        <w:rPr>
          <w:sz w:val="28"/>
          <w:szCs w:val="28"/>
        </w:rPr>
        <w:t>;</w:t>
      </w:r>
    </w:p>
    <w:p w:rsidR="00DA7A04" w:rsidRPr="00F059A9" w:rsidRDefault="00DA7A04" w:rsidP="006B0ECE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>14.3.5 с</w:t>
      </w:r>
      <w:r w:rsidRPr="00F059A9">
        <w:rPr>
          <w:sz w:val="28"/>
          <w:szCs w:val="28"/>
        </w:rPr>
        <w:t>рок, определенный в полмесяца, рассматривается как срок, исчисляемый днями, и считается равным пятнадцати дням</w:t>
      </w:r>
      <w:r>
        <w:rPr>
          <w:sz w:val="28"/>
          <w:szCs w:val="28"/>
        </w:rPr>
        <w:t>. Е</w:t>
      </w:r>
      <w:r w:rsidRPr="00F059A9">
        <w:rPr>
          <w:sz w:val="28"/>
          <w:szCs w:val="28"/>
        </w:rPr>
        <w:t>сли окончание срока, исчисляемого месяцами, приходится на такой месяц, в котором нет соответствующего числа, то срок истекает в последний день этого месяца</w:t>
      </w:r>
      <w:r>
        <w:rPr>
          <w:sz w:val="28"/>
          <w:szCs w:val="28"/>
        </w:rPr>
        <w:t>;</w:t>
      </w:r>
    </w:p>
    <w:p w:rsidR="00DA7A04" w:rsidRPr="00F059A9" w:rsidRDefault="00DA7A04" w:rsidP="006B0ECE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>14.3.6</w:t>
      </w:r>
      <w:r w:rsidRPr="00F059A9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F059A9">
        <w:rPr>
          <w:sz w:val="28"/>
          <w:szCs w:val="28"/>
        </w:rPr>
        <w:t>рок, исчисляемый неделями, истекает в соответствующий день последней недели срока.</w:t>
      </w:r>
    </w:p>
    <w:p w:rsidR="00DA7A04" w:rsidRDefault="00DA7A04" w:rsidP="006B0ECE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14.4. </w:t>
      </w:r>
      <w:r w:rsidRPr="00F059A9">
        <w:rPr>
          <w:sz w:val="28"/>
          <w:szCs w:val="28"/>
        </w:rPr>
        <w:t>Если последний день срока приходится на нерабочий день, днем окончания срока считается ближайший следующий за ним рабочий день.</w:t>
      </w:r>
    </w:p>
    <w:p w:rsidR="00DA7A04" w:rsidRDefault="00DA7A04" w:rsidP="006B0ECE">
      <w:pPr>
        <w:autoSpaceDE w:val="0"/>
        <w:autoSpaceDN w:val="0"/>
        <w:adjustRightInd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14.5. </w:t>
      </w:r>
      <w:r w:rsidRPr="00F059A9">
        <w:rPr>
          <w:sz w:val="28"/>
          <w:szCs w:val="28"/>
        </w:rPr>
        <w:t>Порядок совершения действий в последний день срока</w:t>
      </w:r>
      <w:r>
        <w:rPr>
          <w:sz w:val="28"/>
          <w:szCs w:val="28"/>
        </w:rPr>
        <w:t>: е</w:t>
      </w:r>
      <w:r w:rsidRPr="00F059A9">
        <w:rPr>
          <w:sz w:val="28"/>
          <w:szCs w:val="28"/>
        </w:rPr>
        <w:t>сли срок установлен для совершения какого-либо действия, оно может быть выполнено до двадцати четырех часов последнего дня срока</w:t>
      </w:r>
      <w:r>
        <w:rPr>
          <w:sz w:val="28"/>
          <w:szCs w:val="28"/>
        </w:rPr>
        <w:t>, о</w:t>
      </w:r>
      <w:r w:rsidRPr="00F059A9">
        <w:rPr>
          <w:sz w:val="28"/>
          <w:szCs w:val="28"/>
        </w:rPr>
        <w:t>днако если это действие должно быть совершено в организации, то срок истекает в тот час, когда в этой организации по установленным правилам прекращаются соответствующие операции</w:t>
      </w:r>
      <w:r>
        <w:rPr>
          <w:sz w:val="28"/>
          <w:szCs w:val="28"/>
        </w:rPr>
        <w:t>.</w:t>
      </w:r>
    </w:p>
    <w:p w:rsidR="00DA7A04" w:rsidRDefault="00DA7A04" w:rsidP="00267E79">
      <w:pPr>
        <w:autoSpaceDE w:val="0"/>
        <w:autoSpaceDN w:val="0"/>
        <w:adjustRightInd w:val="0"/>
        <w:spacing w:after="0"/>
        <w:rPr>
          <w:sz w:val="28"/>
          <w:szCs w:val="28"/>
        </w:rPr>
      </w:pPr>
    </w:p>
    <w:p w:rsidR="00DA7A04" w:rsidRDefault="00DA7A04" w:rsidP="00267E79">
      <w:pPr>
        <w:autoSpaceDE w:val="0"/>
        <w:autoSpaceDN w:val="0"/>
        <w:adjustRightInd w:val="0"/>
        <w:spacing w:after="0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администрации,</w:t>
      </w:r>
    </w:p>
    <w:p w:rsidR="00DA7A04" w:rsidRDefault="00DA7A04" w:rsidP="00267E79">
      <w:pPr>
        <w:autoSpaceDE w:val="0"/>
        <w:autoSpaceDN w:val="0"/>
        <w:adjustRightInd w:val="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</w:p>
    <w:p w:rsidR="00DA7A04" w:rsidRPr="00256E8B" w:rsidRDefault="00DA7A04" w:rsidP="00267E79">
      <w:pPr>
        <w:autoSpaceDE w:val="0"/>
        <w:autoSpaceDN w:val="0"/>
        <w:adjustRightInd w:val="0"/>
        <w:spacing w:after="0"/>
        <w:rPr>
          <w:sz w:val="28"/>
          <w:szCs w:val="28"/>
        </w:rPr>
      </w:pPr>
      <w:r>
        <w:rPr>
          <w:sz w:val="28"/>
          <w:szCs w:val="28"/>
        </w:rPr>
        <w:t>социальной политике                                            подпись, м.п.</w:t>
      </w:r>
    </w:p>
    <w:p w:rsidR="00DA7A04" w:rsidRDefault="00DA7A04" w:rsidP="0082579C">
      <w:pPr>
        <w:spacing w:after="0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E45D98">
      <w:pPr>
        <w:widowControl w:val="0"/>
        <w:ind w:left="5103"/>
        <w:jc w:val="lef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DA7A04" w:rsidRDefault="00DA7A04" w:rsidP="00E45D98">
      <w:pPr>
        <w:widowControl w:val="0"/>
        <w:ind w:left="5103"/>
        <w:jc w:val="left"/>
        <w:rPr>
          <w:sz w:val="28"/>
          <w:szCs w:val="28"/>
        </w:rPr>
      </w:pPr>
      <w:r>
        <w:rPr>
          <w:sz w:val="28"/>
          <w:szCs w:val="28"/>
        </w:rPr>
        <w:t>к типовой документации</w:t>
      </w:r>
    </w:p>
    <w:p w:rsidR="00DA7A04" w:rsidRDefault="00DA7A04" w:rsidP="008F4039">
      <w:pPr>
        <w:widowControl w:val="0"/>
        <w:jc w:val="right"/>
        <w:rPr>
          <w:sz w:val="28"/>
          <w:szCs w:val="28"/>
        </w:rPr>
      </w:pPr>
    </w:p>
    <w:p w:rsidR="00DA7A04" w:rsidRDefault="00DA7A04" w:rsidP="008F403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Форма договора</w:t>
      </w:r>
    </w:p>
    <w:p w:rsidR="00DA7A04" w:rsidRDefault="00DA7A04" w:rsidP="008F40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A7A04" w:rsidRPr="00FE7927" w:rsidRDefault="00DA7A04" w:rsidP="008F40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E7927">
        <w:rPr>
          <w:rFonts w:ascii="Times New Roman" w:hAnsi="Times New Roman" w:cs="Times New Roman"/>
          <w:b w:val="0"/>
          <w:bCs w:val="0"/>
          <w:sz w:val="28"/>
          <w:szCs w:val="28"/>
        </w:rPr>
        <w:t>Договор № ____________</w:t>
      </w:r>
    </w:p>
    <w:p w:rsidR="00DA7A04" w:rsidRPr="00FE7927" w:rsidRDefault="00DA7A04" w:rsidP="008F40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E79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размещение нестационарного объекта для организации досуга на </w:t>
      </w:r>
      <w:r w:rsidRPr="003316EF">
        <w:rPr>
          <w:rFonts w:ascii="Times New Roman" w:hAnsi="Times New Roman" w:cs="Times New Roman"/>
          <w:b w:val="0"/>
          <w:bCs w:val="0"/>
          <w:sz w:val="28"/>
          <w:szCs w:val="28"/>
        </w:rPr>
        <w:t>землях общего пользования территории городского округа «Город Калинин</w:t>
      </w:r>
      <w:r w:rsidRPr="00FE7927">
        <w:rPr>
          <w:rFonts w:ascii="Times New Roman" w:hAnsi="Times New Roman" w:cs="Times New Roman"/>
          <w:b w:val="0"/>
          <w:bCs w:val="0"/>
          <w:sz w:val="28"/>
          <w:szCs w:val="28"/>
        </w:rPr>
        <w:t>град»</w:t>
      </w:r>
    </w:p>
    <w:p w:rsidR="00DA7A04" w:rsidRPr="00FE7927" w:rsidRDefault="00DA7A04" w:rsidP="008F40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A7A04" w:rsidRPr="00FE7927" w:rsidRDefault="00DA7A04" w:rsidP="008F403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E7927">
        <w:rPr>
          <w:rFonts w:ascii="Times New Roman" w:hAnsi="Times New Roman" w:cs="Times New Roman"/>
          <w:sz w:val="28"/>
          <w:szCs w:val="28"/>
        </w:rPr>
        <w:t>г. Калининград                                                               «___» _______ 20___года</w:t>
      </w:r>
    </w:p>
    <w:p w:rsidR="00DA7A04" w:rsidRPr="00FE7927" w:rsidRDefault="00DA7A04" w:rsidP="008F403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A7A04" w:rsidRPr="00FE7927" w:rsidRDefault="00DA7A04" w:rsidP="008F40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927">
        <w:rPr>
          <w:rFonts w:ascii="Times New Roman" w:hAnsi="Times New Roman" w:cs="Times New Roman"/>
          <w:sz w:val="28"/>
          <w:szCs w:val="28"/>
        </w:rPr>
        <w:t xml:space="preserve">Комитет по социальной политике администрации городского округа «Город Калининград»,  именуемый в дальнейшем «Комитет», в лице заместителя главы администрации, председателя комитета по социальной политике администрации городского округа «Город Калининград»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FE792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FE7927">
        <w:rPr>
          <w:rFonts w:ascii="Times New Roman" w:hAnsi="Times New Roman" w:cs="Times New Roman"/>
          <w:sz w:val="28"/>
          <w:szCs w:val="28"/>
        </w:rPr>
        <w:t>действующего на основании Положения, утвержденного решением окружного Совета депутатов города Калининграда от 16.07.2008 № 210 «О юридических лицах администрации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7927">
        <w:rPr>
          <w:rFonts w:ascii="Times New Roman" w:hAnsi="Times New Roman" w:cs="Times New Roman"/>
          <w:sz w:val="28"/>
          <w:szCs w:val="28"/>
        </w:rPr>
        <w:t xml:space="preserve"> с одной стороны и _________________ в лице ___________________, действующего на основании _______________, именуемое в дальнейшем «Пре</w:t>
      </w:r>
      <w:r>
        <w:rPr>
          <w:rFonts w:ascii="Times New Roman" w:hAnsi="Times New Roman" w:cs="Times New Roman"/>
          <w:sz w:val="28"/>
          <w:szCs w:val="28"/>
        </w:rPr>
        <w:t>дприниматель», с другой стороны</w:t>
      </w:r>
      <w:r w:rsidRPr="00FE7927">
        <w:rPr>
          <w:rFonts w:ascii="Times New Roman" w:hAnsi="Times New Roman" w:cs="Times New Roman"/>
          <w:sz w:val="28"/>
          <w:szCs w:val="28"/>
        </w:rPr>
        <w:t xml:space="preserve"> на основании протокола от «___» _______ 20___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FE7927">
        <w:rPr>
          <w:rFonts w:ascii="Times New Roman" w:hAnsi="Times New Roman" w:cs="Times New Roman"/>
          <w:sz w:val="28"/>
          <w:szCs w:val="28"/>
        </w:rPr>
        <w:t xml:space="preserve">№ ______ «Протокол аукциона на право </w:t>
      </w:r>
      <w:r w:rsidRPr="00FE7927">
        <w:rPr>
          <w:rFonts w:ascii="Times New Roman" w:hAnsi="Times New Roman" w:cs="Times New Roman"/>
          <w:sz w:val="28"/>
          <w:szCs w:val="28"/>
          <w:lang w:eastAsia="en-US"/>
        </w:rPr>
        <w:t xml:space="preserve">заключения договора </w:t>
      </w:r>
      <w:r w:rsidRPr="00FE7927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объекта для организации досуга на </w:t>
      </w:r>
      <w:r w:rsidRPr="00815356">
        <w:rPr>
          <w:rFonts w:ascii="Times New Roman" w:hAnsi="Times New Roman" w:cs="Times New Roman"/>
          <w:sz w:val="28"/>
          <w:szCs w:val="28"/>
        </w:rPr>
        <w:t>землях общего пользования</w:t>
      </w:r>
      <w:r w:rsidRPr="00FE7927">
        <w:rPr>
          <w:rFonts w:ascii="Times New Roman" w:hAnsi="Times New Roman" w:cs="Times New Roman"/>
          <w:sz w:val="28"/>
          <w:szCs w:val="28"/>
        </w:rPr>
        <w:t xml:space="preserve"> территории городского округа «Город Калининград» (признани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E7927">
        <w:rPr>
          <w:rFonts w:ascii="Times New Roman" w:hAnsi="Times New Roman" w:cs="Times New Roman"/>
          <w:sz w:val="28"/>
          <w:szCs w:val="28"/>
        </w:rPr>
        <w:t xml:space="preserve"> аукциона несостоявшимся) по лоту № ______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E7927">
        <w:rPr>
          <w:rFonts w:ascii="Times New Roman" w:hAnsi="Times New Roman" w:cs="Times New Roman"/>
          <w:sz w:val="28"/>
          <w:szCs w:val="28"/>
        </w:rPr>
        <w:t>риложение № 1), заключили настоящий договор о нижеследующем:</w:t>
      </w:r>
    </w:p>
    <w:p w:rsidR="00DA7A04" w:rsidRPr="00FE7927" w:rsidRDefault="00DA7A04" w:rsidP="008F403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A7A04" w:rsidRPr="00FE7927" w:rsidRDefault="00DA7A04" w:rsidP="008F403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E7927">
        <w:rPr>
          <w:rFonts w:ascii="Times New Roman" w:hAnsi="Times New Roman" w:cs="Times New Roman"/>
          <w:sz w:val="28"/>
          <w:szCs w:val="28"/>
        </w:rPr>
        <w:t>1. Предмет договора</w:t>
      </w:r>
    </w:p>
    <w:p w:rsidR="00DA7A04" w:rsidRPr="00FE7927" w:rsidRDefault="00DA7A04" w:rsidP="008F4039">
      <w:pPr>
        <w:rPr>
          <w:sz w:val="28"/>
          <w:szCs w:val="28"/>
        </w:rPr>
      </w:pP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1.1. Комитет предоставляет Предпринимателю право разместить нестационарный объект для организации досуга на </w:t>
      </w:r>
      <w:r w:rsidRPr="00815356">
        <w:rPr>
          <w:sz w:val="28"/>
          <w:szCs w:val="28"/>
        </w:rPr>
        <w:t>землях общего пользования</w:t>
      </w:r>
      <w:r w:rsidRPr="00FE7927">
        <w:rPr>
          <w:sz w:val="28"/>
          <w:szCs w:val="28"/>
        </w:rPr>
        <w:t xml:space="preserve"> территории городского округа «Город Калининград»: __________________________________________________________________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                          (специализация объекта для организации досуга)</w:t>
      </w:r>
    </w:p>
    <w:p w:rsidR="00DA7A04" w:rsidRPr="00FE7927" w:rsidRDefault="00DA7A04" w:rsidP="008F4039">
      <w:pPr>
        <w:rPr>
          <w:sz w:val="28"/>
          <w:szCs w:val="28"/>
        </w:rPr>
      </w:pPr>
      <w:r w:rsidRPr="00FE7927">
        <w:rPr>
          <w:sz w:val="28"/>
          <w:szCs w:val="28"/>
        </w:rPr>
        <w:t>__________________________________________________________________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(далее </w:t>
      </w:r>
      <w:r w:rsidRPr="00FE7927">
        <w:rPr>
          <w:sz w:val="28"/>
          <w:szCs w:val="28"/>
        </w:rPr>
        <w:softHyphen/>
        <w:t xml:space="preserve">–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бъект), расположенный по адресу: _________________________, в соответствии со схемой размещения (</w:t>
      </w:r>
      <w:r>
        <w:rPr>
          <w:sz w:val="28"/>
          <w:szCs w:val="28"/>
        </w:rPr>
        <w:t>п</w:t>
      </w:r>
      <w:r w:rsidRPr="00FE7927">
        <w:rPr>
          <w:sz w:val="28"/>
          <w:szCs w:val="28"/>
        </w:rPr>
        <w:t>риложение № 2)</w:t>
      </w:r>
      <w:r>
        <w:rPr>
          <w:sz w:val="28"/>
          <w:szCs w:val="28"/>
        </w:rPr>
        <w:t>,</w:t>
      </w:r>
      <w:r w:rsidRPr="00FE7927">
        <w:rPr>
          <w:sz w:val="28"/>
          <w:szCs w:val="28"/>
        </w:rPr>
        <w:t xml:space="preserve"> являющейся неотъемлемой частью настоящего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>оговора</w:t>
      </w:r>
      <w:r>
        <w:rPr>
          <w:sz w:val="28"/>
          <w:szCs w:val="28"/>
        </w:rPr>
        <w:t>,</w:t>
      </w:r>
      <w:r w:rsidRPr="00FE7927">
        <w:rPr>
          <w:sz w:val="28"/>
          <w:szCs w:val="28"/>
        </w:rPr>
        <w:t xml:space="preserve"> за плату, а Предприниматель обязуется разместить</w:t>
      </w:r>
      <w:r>
        <w:rPr>
          <w:sz w:val="28"/>
          <w:szCs w:val="28"/>
        </w:rPr>
        <w:t xml:space="preserve"> Объект</w:t>
      </w:r>
      <w:r w:rsidRPr="00FE7927">
        <w:rPr>
          <w:sz w:val="28"/>
          <w:szCs w:val="28"/>
        </w:rPr>
        <w:t xml:space="preserve"> и обеспечить в течение всего срока действия настоящего договора </w:t>
      </w:r>
      <w:r>
        <w:rPr>
          <w:sz w:val="28"/>
          <w:szCs w:val="28"/>
        </w:rPr>
        <w:t xml:space="preserve">его </w:t>
      </w:r>
      <w:r w:rsidRPr="00FE7927">
        <w:rPr>
          <w:sz w:val="28"/>
          <w:szCs w:val="28"/>
        </w:rPr>
        <w:t xml:space="preserve">функционирование на условиях и в порядке, предусмотренных настоящим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>оговором, действующим законодательством Российской Федерации, Калининградской области, городского округа «Город Калининград».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1.2. Предприниматель обязуется оплатить предоставленное право в порядке, предусмотренном в извещении о проведении аукциона на право заключения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>оговора на размещение нестационарного объекта для организации досуга на</w:t>
      </w:r>
      <w:r w:rsidRPr="00350595">
        <w:rPr>
          <w:sz w:val="28"/>
          <w:szCs w:val="28"/>
        </w:rPr>
        <w:t xml:space="preserve"> </w:t>
      </w:r>
      <w:r w:rsidRPr="00815356">
        <w:rPr>
          <w:sz w:val="28"/>
          <w:szCs w:val="28"/>
        </w:rPr>
        <w:t>землях общего пользования</w:t>
      </w:r>
      <w:r w:rsidRPr="00FE7927">
        <w:rPr>
          <w:sz w:val="28"/>
          <w:szCs w:val="28"/>
        </w:rPr>
        <w:t xml:space="preserve"> территории городского округа «Город Калининград»</w:t>
      </w:r>
      <w:r>
        <w:rPr>
          <w:sz w:val="28"/>
          <w:szCs w:val="28"/>
        </w:rPr>
        <w:t xml:space="preserve"> и настоящем д</w:t>
      </w:r>
      <w:r w:rsidRPr="00FE7927">
        <w:rPr>
          <w:sz w:val="28"/>
          <w:szCs w:val="28"/>
        </w:rPr>
        <w:t>оговор</w:t>
      </w:r>
      <w:r>
        <w:rPr>
          <w:sz w:val="28"/>
          <w:szCs w:val="28"/>
        </w:rPr>
        <w:t>е</w:t>
      </w:r>
      <w:r w:rsidRPr="00FE7927">
        <w:rPr>
          <w:sz w:val="28"/>
          <w:szCs w:val="28"/>
        </w:rPr>
        <w:t>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1.3. Настоящий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 xml:space="preserve">оговор на размещение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 является подтверждением права Предпринимателя на осуществление досуговой деятельности в месте, установленном схемой размещения</w:t>
      </w:r>
      <w:r>
        <w:rPr>
          <w:sz w:val="28"/>
          <w:szCs w:val="28"/>
        </w:rPr>
        <w:t xml:space="preserve"> (приложение № 2)</w:t>
      </w:r>
      <w:r w:rsidRPr="00FE7927">
        <w:rPr>
          <w:sz w:val="28"/>
          <w:szCs w:val="28"/>
        </w:rPr>
        <w:t xml:space="preserve"> и пунктом 1.1 настоящего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>оговора.</w:t>
      </w:r>
    </w:p>
    <w:p w:rsidR="00DA7A04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1.4. Период размещения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 устанавливается</w:t>
      </w:r>
      <w:r>
        <w:rPr>
          <w:sz w:val="28"/>
          <w:szCs w:val="28"/>
        </w:rPr>
        <w:t>:</w:t>
      </w:r>
      <w:r w:rsidRPr="00FE7927">
        <w:rPr>
          <w:sz w:val="28"/>
          <w:szCs w:val="28"/>
        </w:rPr>
        <w:t xml:space="preserve"> 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FE7927">
        <w:rPr>
          <w:sz w:val="28"/>
          <w:szCs w:val="28"/>
        </w:rPr>
        <w:t xml:space="preserve">«___»______ _______ г. по «____» _________ ________ г. </w:t>
      </w:r>
    </w:p>
    <w:p w:rsidR="00DA7A04" w:rsidRPr="00FE7927" w:rsidRDefault="00DA7A04" w:rsidP="008F4039">
      <w:pPr>
        <w:rPr>
          <w:sz w:val="28"/>
          <w:szCs w:val="28"/>
        </w:rPr>
      </w:pPr>
    </w:p>
    <w:p w:rsidR="00DA7A04" w:rsidRPr="00FE7927" w:rsidRDefault="00DA7A04" w:rsidP="008F4039">
      <w:pPr>
        <w:jc w:val="center"/>
        <w:rPr>
          <w:sz w:val="28"/>
          <w:szCs w:val="28"/>
        </w:rPr>
      </w:pPr>
      <w:r w:rsidRPr="00FE7927">
        <w:rPr>
          <w:sz w:val="28"/>
          <w:szCs w:val="28"/>
        </w:rPr>
        <w:t xml:space="preserve">2. Плата за размещение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 xml:space="preserve">бъекта, порядок расчетов, передача участка под размещение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 xml:space="preserve">бъекта </w:t>
      </w:r>
    </w:p>
    <w:p w:rsidR="00DA7A04" w:rsidRPr="00FE7927" w:rsidRDefault="00DA7A04" w:rsidP="008F4039">
      <w:pPr>
        <w:jc w:val="center"/>
        <w:rPr>
          <w:sz w:val="28"/>
          <w:szCs w:val="28"/>
        </w:rPr>
      </w:pP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2.1. Плата за размещение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 xml:space="preserve">бъекта устанавливается в размере итоговой цены аукциона, </w:t>
      </w:r>
      <w:r>
        <w:rPr>
          <w:sz w:val="28"/>
          <w:szCs w:val="28"/>
        </w:rPr>
        <w:t>по</w:t>
      </w:r>
      <w:r w:rsidRPr="00FE7927">
        <w:rPr>
          <w:sz w:val="28"/>
          <w:szCs w:val="28"/>
        </w:rPr>
        <w:t xml:space="preserve"> котор</w:t>
      </w:r>
      <w:r>
        <w:rPr>
          <w:sz w:val="28"/>
          <w:szCs w:val="28"/>
        </w:rPr>
        <w:t>ой</w:t>
      </w:r>
      <w:r w:rsidRPr="00FE7927">
        <w:rPr>
          <w:sz w:val="28"/>
          <w:szCs w:val="28"/>
        </w:rPr>
        <w:t xml:space="preserve"> Предприниматель приобрел право размещения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бъекта, и составляет____________</w:t>
      </w:r>
      <w:r w:rsidRPr="00C506AB">
        <w:rPr>
          <w:sz w:val="28"/>
          <w:szCs w:val="28"/>
        </w:rPr>
        <w:t xml:space="preserve"> </w:t>
      </w:r>
      <w:r w:rsidRPr="00FE7927">
        <w:rPr>
          <w:sz w:val="28"/>
          <w:szCs w:val="28"/>
        </w:rPr>
        <w:t>рублей в день без учета НДС. НДС оплачивается Предпринимателем в соответствии с действующим законодательством</w:t>
      </w:r>
      <w:r>
        <w:rPr>
          <w:sz w:val="28"/>
          <w:szCs w:val="28"/>
        </w:rPr>
        <w:t xml:space="preserve"> </w:t>
      </w:r>
      <w:r w:rsidRPr="00FE7927">
        <w:rPr>
          <w:sz w:val="28"/>
          <w:szCs w:val="28"/>
        </w:rPr>
        <w:t xml:space="preserve">путем перечисления денежных средств на счет Комитета.  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FE7927">
        <w:rPr>
          <w:sz w:val="28"/>
          <w:szCs w:val="28"/>
        </w:rPr>
        <w:t xml:space="preserve">. Сумма внесенного Предпринимателем задатка за участие в аукционе (________ руб.) засчитывается  Комитетом в качестве первого платежа  за размещение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FE7927">
        <w:rPr>
          <w:sz w:val="28"/>
          <w:szCs w:val="28"/>
        </w:rPr>
        <w:t xml:space="preserve">. Второй платеж </w:t>
      </w:r>
      <w:r>
        <w:rPr>
          <w:sz w:val="28"/>
          <w:szCs w:val="28"/>
        </w:rPr>
        <w:t>перечисляется</w:t>
      </w:r>
      <w:r w:rsidRPr="00FE7927">
        <w:rPr>
          <w:sz w:val="28"/>
          <w:szCs w:val="28"/>
        </w:rPr>
        <w:t xml:space="preserve"> Предпринимателем в срок до __________________ и состоит из соответствующей доли платы до последнего числа месяца, указанного в настоящем пункте, что составляет _________________________ рублей.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2.5. Третий и последующие платежи </w:t>
      </w:r>
      <w:r>
        <w:rPr>
          <w:sz w:val="28"/>
          <w:szCs w:val="28"/>
        </w:rPr>
        <w:t>перечисляются</w:t>
      </w:r>
      <w:r w:rsidRPr="00FE7927">
        <w:rPr>
          <w:sz w:val="28"/>
          <w:szCs w:val="28"/>
        </w:rPr>
        <w:t xml:space="preserve"> Предпринимателем ежемесячно не позднее 5 (пятого) числа текущего месяца.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2.6. Размер платы за размещение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 не может быть изменен по соглашению сторон.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2.7. Участок под размещение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 xml:space="preserve">бъекта считается переданным Комитетом и принятым Предпринимателем с момента подписания сторонами настоящего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>оговора, при этом оформление акта приема-передачи не требуется, т</w:t>
      </w:r>
      <w:r>
        <w:rPr>
          <w:sz w:val="28"/>
          <w:szCs w:val="28"/>
        </w:rPr>
        <w:t>ак как</w:t>
      </w:r>
      <w:r w:rsidRPr="00FE792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 xml:space="preserve">оговор имеет силу акта приема-передачи. </w:t>
      </w:r>
    </w:p>
    <w:p w:rsidR="00DA7A04" w:rsidRDefault="00DA7A04" w:rsidP="008F4039">
      <w:pPr>
        <w:jc w:val="center"/>
        <w:rPr>
          <w:sz w:val="28"/>
          <w:szCs w:val="28"/>
        </w:rPr>
      </w:pPr>
    </w:p>
    <w:p w:rsidR="00DA7A04" w:rsidRPr="00FE7927" w:rsidRDefault="00DA7A04" w:rsidP="008F4039">
      <w:pPr>
        <w:jc w:val="center"/>
        <w:rPr>
          <w:sz w:val="28"/>
          <w:szCs w:val="28"/>
        </w:rPr>
      </w:pPr>
      <w:r w:rsidRPr="00FE7927">
        <w:rPr>
          <w:sz w:val="28"/>
          <w:szCs w:val="28"/>
        </w:rPr>
        <w:t>3. Права и обязанности Сторон</w:t>
      </w:r>
    </w:p>
    <w:p w:rsidR="00DA7A04" w:rsidRPr="00FE7927" w:rsidRDefault="00DA7A04" w:rsidP="008F4039">
      <w:pPr>
        <w:rPr>
          <w:sz w:val="28"/>
          <w:szCs w:val="28"/>
        </w:rPr>
      </w:pP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3.1. Предприниматель имеет право: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3.1.1. Использовать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 для осуществления досуговой деятельности в соответствии с требованиями действующего законодательства Российской Федерации, Калининградской области, городского округа «Город Калининград».</w:t>
      </w:r>
    </w:p>
    <w:p w:rsidR="00DA7A04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3.2. Предприниматель обязан:</w:t>
      </w:r>
    </w:p>
    <w:p w:rsidR="00DA7A04" w:rsidRPr="00216B5C" w:rsidRDefault="00DA7A04" w:rsidP="00216B5C">
      <w:pPr>
        <w:ind w:firstLine="567"/>
        <w:rPr>
          <w:sz w:val="28"/>
          <w:szCs w:val="28"/>
        </w:rPr>
      </w:pPr>
      <w:r w:rsidRPr="00216B5C">
        <w:rPr>
          <w:sz w:val="28"/>
          <w:szCs w:val="28"/>
        </w:rPr>
        <w:t xml:space="preserve">3.2.1. </w:t>
      </w:r>
      <w:r w:rsidRPr="00754965">
        <w:rPr>
          <w:sz w:val="28"/>
          <w:szCs w:val="28"/>
        </w:rPr>
        <w:t>Обеспечить безопасную эксплуатацию Объекта.</w:t>
      </w:r>
    </w:p>
    <w:p w:rsidR="00DA7A04" w:rsidRPr="00216B5C" w:rsidRDefault="00DA7A04" w:rsidP="00216B5C">
      <w:pPr>
        <w:ind w:firstLine="567"/>
        <w:rPr>
          <w:sz w:val="28"/>
          <w:szCs w:val="28"/>
        </w:rPr>
      </w:pPr>
      <w:r>
        <w:rPr>
          <w:rStyle w:val="CharStyle19"/>
          <w:rFonts w:ascii="Times New Roman" w:hAnsi="Times New Roman" w:cs="Times New Roman"/>
          <w:sz w:val="28"/>
          <w:szCs w:val="28"/>
        </w:rPr>
        <w:t xml:space="preserve">3.2.2. </w:t>
      </w:r>
      <w:r w:rsidRPr="00216B5C">
        <w:rPr>
          <w:rStyle w:val="CharStyle19"/>
          <w:rFonts w:ascii="Times New Roman" w:hAnsi="Times New Roman" w:cs="Times New Roman"/>
          <w:sz w:val="28"/>
          <w:szCs w:val="28"/>
        </w:rPr>
        <w:t>С</w:t>
      </w:r>
      <w:r w:rsidRPr="00216B5C">
        <w:rPr>
          <w:sz w:val="28"/>
          <w:szCs w:val="28"/>
        </w:rPr>
        <w:t>амостоятельно разрешать конфликтные ситуации</w:t>
      </w:r>
      <w:r>
        <w:rPr>
          <w:sz w:val="28"/>
          <w:szCs w:val="28"/>
        </w:rPr>
        <w:t>, возникающие</w:t>
      </w:r>
      <w:r w:rsidRPr="00216B5C">
        <w:rPr>
          <w:sz w:val="28"/>
          <w:szCs w:val="28"/>
        </w:rPr>
        <w:t xml:space="preserve"> с посетителями </w:t>
      </w:r>
      <w:r>
        <w:rPr>
          <w:sz w:val="28"/>
          <w:szCs w:val="28"/>
        </w:rPr>
        <w:t>Объекта</w:t>
      </w:r>
      <w:r w:rsidRPr="00216B5C">
        <w:rPr>
          <w:sz w:val="28"/>
          <w:szCs w:val="28"/>
        </w:rPr>
        <w:t xml:space="preserve">. </w:t>
      </w:r>
    </w:p>
    <w:p w:rsidR="00DA7A04" w:rsidRPr="00216B5C" w:rsidRDefault="00DA7A04" w:rsidP="00216B5C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3.2.3.</w:t>
      </w:r>
      <w:r w:rsidRPr="00216B5C">
        <w:rPr>
          <w:sz w:val="28"/>
          <w:szCs w:val="28"/>
        </w:rPr>
        <w:t xml:space="preserve"> Самостоятельно выступать стороной в суде при рассмотрении споров, связанных с работой, функционированием, эксплуатацией и  содержанием </w:t>
      </w:r>
      <w:r>
        <w:rPr>
          <w:sz w:val="28"/>
          <w:szCs w:val="28"/>
        </w:rPr>
        <w:t>Объекта</w:t>
      </w:r>
      <w:r w:rsidRPr="00216B5C">
        <w:rPr>
          <w:sz w:val="28"/>
          <w:szCs w:val="28"/>
        </w:rPr>
        <w:t>.</w:t>
      </w:r>
    </w:p>
    <w:p w:rsidR="00DA7A04" w:rsidRPr="00216B5C" w:rsidRDefault="00DA7A04" w:rsidP="00216B5C">
      <w:pPr>
        <w:ind w:firstLine="567"/>
        <w:rPr>
          <w:rStyle w:val="CharStyle19"/>
          <w:rFonts w:ascii="Times New Roman" w:hAnsi="Times New Roman" w:cs="Times New Roman"/>
          <w:sz w:val="28"/>
          <w:szCs w:val="28"/>
        </w:rPr>
      </w:pPr>
      <w:r>
        <w:rPr>
          <w:rStyle w:val="CharStyle19"/>
          <w:rFonts w:ascii="Times New Roman" w:hAnsi="Times New Roman" w:cs="Times New Roman"/>
          <w:sz w:val="28"/>
          <w:szCs w:val="28"/>
        </w:rPr>
        <w:t>3.2.4.</w:t>
      </w:r>
      <w:r w:rsidRPr="00216B5C">
        <w:rPr>
          <w:rStyle w:val="CharStyle19"/>
          <w:rFonts w:ascii="Times New Roman" w:hAnsi="Times New Roman" w:cs="Times New Roman"/>
          <w:sz w:val="28"/>
          <w:szCs w:val="28"/>
        </w:rPr>
        <w:t xml:space="preserve"> Соблюдать законодательство о рекламе, нести </w:t>
      </w:r>
      <w:bookmarkStart w:id="7" w:name="_GoBack"/>
      <w:r w:rsidRPr="00216B5C">
        <w:rPr>
          <w:rStyle w:val="CharStyle19"/>
          <w:rFonts w:ascii="Times New Roman" w:hAnsi="Times New Roman" w:cs="Times New Roman"/>
          <w:sz w:val="28"/>
          <w:szCs w:val="28"/>
        </w:rPr>
        <w:t>ответственность</w:t>
      </w:r>
      <w:bookmarkEnd w:id="7"/>
      <w:r w:rsidRPr="00216B5C">
        <w:rPr>
          <w:rStyle w:val="CharStyle19"/>
          <w:rFonts w:ascii="Times New Roman" w:hAnsi="Times New Roman" w:cs="Times New Roman"/>
          <w:sz w:val="28"/>
          <w:szCs w:val="28"/>
        </w:rPr>
        <w:t xml:space="preserve"> за его нарушение</w:t>
      </w:r>
      <w:r>
        <w:rPr>
          <w:rStyle w:val="CharStyle19"/>
          <w:rFonts w:ascii="Times New Roman" w:hAnsi="Times New Roman" w:cs="Times New Roman"/>
          <w:sz w:val="28"/>
          <w:szCs w:val="28"/>
        </w:rPr>
        <w:t>.</w:t>
      </w:r>
    </w:p>
    <w:p w:rsidR="00DA7A04" w:rsidRPr="00D5733D" w:rsidRDefault="00DA7A04" w:rsidP="00D57D8C">
      <w:pPr>
        <w:ind w:firstLine="567"/>
        <w:rPr>
          <w:rStyle w:val="CharStyle19"/>
          <w:rFonts w:ascii="Times New Roman" w:hAnsi="Times New Roman" w:cs="Times New Roman"/>
          <w:sz w:val="28"/>
          <w:szCs w:val="28"/>
        </w:rPr>
      </w:pPr>
      <w:r>
        <w:rPr>
          <w:rStyle w:val="CharStyle19"/>
          <w:rFonts w:ascii="Times New Roman" w:hAnsi="Times New Roman" w:cs="Times New Roman"/>
          <w:sz w:val="28"/>
          <w:szCs w:val="28"/>
        </w:rPr>
        <w:t>3.2.5</w:t>
      </w:r>
      <w:r w:rsidRPr="00216B5C">
        <w:rPr>
          <w:rStyle w:val="CharStyle19"/>
          <w:rFonts w:ascii="Times New Roman" w:hAnsi="Times New Roman" w:cs="Times New Roman"/>
          <w:sz w:val="28"/>
          <w:szCs w:val="28"/>
        </w:rPr>
        <w:t>. Не допускать нарушения авторских прав при использовании музыкального сопровождения, особое внимание уделять музыкальному ассортименту и громкости звука (особенно в вечернее и ночное время), использовать в качестве музыкального сопровождения мелодии и жанры</w:t>
      </w:r>
      <w:r>
        <w:rPr>
          <w:rStyle w:val="CharStyle19"/>
          <w:rFonts w:ascii="Times New Roman" w:hAnsi="Times New Roman" w:cs="Times New Roman"/>
          <w:sz w:val="28"/>
          <w:szCs w:val="28"/>
        </w:rPr>
        <w:t>,</w:t>
      </w:r>
      <w:r w:rsidRPr="00216B5C">
        <w:rPr>
          <w:rStyle w:val="CharStyle19"/>
          <w:rFonts w:ascii="Times New Roman" w:hAnsi="Times New Roman" w:cs="Times New Roman"/>
          <w:sz w:val="28"/>
          <w:szCs w:val="28"/>
        </w:rPr>
        <w:t xml:space="preserve"> приемлемые для семейного отдыха (избегать использовани</w:t>
      </w:r>
      <w:r>
        <w:rPr>
          <w:rStyle w:val="CharStyle19"/>
          <w:rFonts w:ascii="Times New Roman" w:hAnsi="Times New Roman" w:cs="Times New Roman"/>
          <w:sz w:val="28"/>
          <w:szCs w:val="28"/>
        </w:rPr>
        <w:t>я</w:t>
      </w:r>
      <w:r w:rsidRPr="00216B5C">
        <w:rPr>
          <w:rStyle w:val="CharStyle19"/>
          <w:rFonts w:ascii="Times New Roman" w:hAnsi="Times New Roman" w:cs="Times New Roman"/>
          <w:sz w:val="28"/>
          <w:szCs w:val="28"/>
        </w:rPr>
        <w:t xml:space="preserve"> направлений</w:t>
      </w:r>
      <w:r>
        <w:rPr>
          <w:rStyle w:val="CharStyle19"/>
          <w:rFonts w:ascii="Times New Roman" w:hAnsi="Times New Roman" w:cs="Times New Roman"/>
          <w:sz w:val="28"/>
          <w:szCs w:val="28"/>
        </w:rPr>
        <w:t>,</w:t>
      </w:r>
      <w:r w:rsidRPr="00216B5C">
        <w:rPr>
          <w:rStyle w:val="CharStyle19"/>
          <w:rFonts w:ascii="Times New Roman" w:hAnsi="Times New Roman" w:cs="Times New Roman"/>
          <w:sz w:val="28"/>
          <w:szCs w:val="28"/>
        </w:rPr>
        <w:t xml:space="preserve"> не ориентированных </w:t>
      </w:r>
      <w:r>
        <w:rPr>
          <w:rStyle w:val="CharStyle19"/>
          <w:rFonts w:ascii="Times New Roman" w:hAnsi="Times New Roman" w:cs="Times New Roman"/>
          <w:sz w:val="28"/>
          <w:szCs w:val="28"/>
        </w:rPr>
        <w:t>на</w:t>
      </w:r>
      <w:r w:rsidRPr="00216B5C">
        <w:rPr>
          <w:rStyle w:val="CharStyle19"/>
          <w:rFonts w:ascii="Times New Roman" w:hAnsi="Times New Roman" w:cs="Times New Roman"/>
          <w:sz w:val="28"/>
          <w:szCs w:val="28"/>
        </w:rPr>
        <w:t xml:space="preserve"> </w:t>
      </w:r>
      <w:r w:rsidRPr="00D5733D">
        <w:rPr>
          <w:rStyle w:val="CharStyle19"/>
          <w:rFonts w:ascii="Times New Roman" w:hAnsi="Times New Roman" w:cs="Times New Roman"/>
          <w:sz w:val="28"/>
          <w:szCs w:val="28"/>
        </w:rPr>
        <w:t>нейтрально</w:t>
      </w:r>
      <w:r>
        <w:rPr>
          <w:rStyle w:val="CharStyle19"/>
          <w:rFonts w:ascii="Times New Roman" w:hAnsi="Times New Roman" w:cs="Times New Roman"/>
          <w:sz w:val="28"/>
          <w:szCs w:val="28"/>
        </w:rPr>
        <w:t>е</w:t>
      </w:r>
      <w:r w:rsidRPr="00D5733D">
        <w:rPr>
          <w:rStyle w:val="CharStyle19"/>
          <w:rFonts w:ascii="Times New Roman" w:hAnsi="Times New Roman" w:cs="Times New Roman"/>
          <w:sz w:val="28"/>
          <w:szCs w:val="28"/>
        </w:rPr>
        <w:t xml:space="preserve"> восприяти</w:t>
      </w:r>
      <w:r>
        <w:rPr>
          <w:rStyle w:val="CharStyle19"/>
          <w:rFonts w:ascii="Times New Roman" w:hAnsi="Times New Roman" w:cs="Times New Roman"/>
          <w:sz w:val="28"/>
          <w:szCs w:val="28"/>
        </w:rPr>
        <w:t>е</w:t>
      </w:r>
      <w:r w:rsidRPr="00D5733D">
        <w:rPr>
          <w:rStyle w:val="CharStyle19"/>
          <w:rFonts w:ascii="Times New Roman" w:hAnsi="Times New Roman" w:cs="Times New Roman"/>
          <w:sz w:val="28"/>
          <w:szCs w:val="28"/>
        </w:rPr>
        <w:t>)</w:t>
      </w:r>
      <w:r>
        <w:rPr>
          <w:rStyle w:val="CharStyle19"/>
          <w:rFonts w:ascii="Times New Roman" w:hAnsi="Times New Roman" w:cs="Times New Roman"/>
          <w:sz w:val="28"/>
          <w:szCs w:val="28"/>
        </w:rPr>
        <w:t>.</w:t>
      </w:r>
    </w:p>
    <w:p w:rsidR="00DA7A04" w:rsidRPr="00216B5C" w:rsidRDefault="00DA7A04" w:rsidP="008F4039">
      <w:pPr>
        <w:ind w:firstLine="567"/>
        <w:rPr>
          <w:sz w:val="28"/>
          <w:szCs w:val="28"/>
        </w:rPr>
      </w:pPr>
      <w:r w:rsidRPr="00216B5C">
        <w:rPr>
          <w:sz w:val="28"/>
          <w:szCs w:val="28"/>
        </w:rPr>
        <w:t>3.2.</w:t>
      </w:r>
      <w:r>
        <w:rPr>
          <w:sz w:val="28"/>
          <w:szCs w:val="28"/>
        </w:rPr>
        <w:t>6</w:t>
      </w:r>
      <w:r w:rsidRPr="00216B5C">
        <w:rPr>
          <w:sz w:val="28"/>
          <w:szCs w:val="28"/>
        </w:rPr>
        <w:t>. Своевременно вносить плату за размещение Объекта.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216B5C">
        <w:rPr>
          <w:sz w:val="28"/>
          <w:szCs w:val="28"/>
        </w:rPr>
        <w:t>3.2.</w:t>
      </w:r>
      <w:r>
        <w:rPr>
          <w:sz w:val="28"/>
          <w:szCs w:val="28"/>
        </w:rPr>
        <w:t>7</w:t>
      </w:r>
      <w:r w:rsidRPr="00216B5C">
        <w:rPr>
          <w:sz w:val="28"/>
          <w:szCs w:val="28"/>
        </w:rPr>
        <w:t>. Сохранять специализ</w:t>
      </w:r>
      <w:r>
        <w:rPr>
          <w:sz w:val="28"/>
          <w:szCs w:val="28"/>
        </w:rPr>
        <w:t>ацию, местоположение и размеры О</w:t>
      </w:r>
      <w:r w:rsidRPr="00216B5C">
        <w:rPr>
          <w:sz w:val="28"/>
          <w:szCs w:val="28"/>
        </w:rPr>
        <w:t>бъекта</w:t>
      </w:r>
      <w:r w:rsidRPr="00FE7927">
        <w:rPr>
          <w:sz w:val="28"/>
          <w:szCs w:val="28"/>
        </w:rPr>
        <w:t xml:space="preserve"> в течение установленного периода размещения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3.2.</w:t>
      </w:r>
      <w:r>
        <w:rPr>
          <w:sz w:val="28"/>
          <w:szCs w:val="28"/>
        </w:rPr>
        <w:t>8</w:t>
      </w:r>
      <w:r w:rsidRPr="00FE7927">
        <w:rPr>
          <w:sz w:val="28"/>
          <w:szCs w:val="28"/>
        </w:rPr>
        <w:t xml:space="preserve">. Обеспечить функционирование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 xml:space="preserve">бъекта в соответствии с требованиями настоящего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>оговора, аукционной документации и требованиями действующего законодательства Российской Федерации, Калининградской области, городского округа «Город Калининград».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3.2.</w:t>
      </w:r>
      <w:r>
        <w:rPr>
          <w:sz w:val="28"/>
          <w:szCs w:val="28"/>
        </w:rPr>
        <w:t>9</w:t>
      </w:r>
      <w:r w:rsidRPr="00FE7927">
        <w:rPr>
          <w:sz w:val="28"/>
          <w:szCs w:val="28"/>
        </w:rPr>
        <w:t xml:space="preserve">. Обеспечить эксплуатацию </w:t>
      </w:r>
      <w:r>
        <w:rPr>
          <w:sz w:val="28"/>
          <w:szCs w:val="28"/>
        </w:rPr>
        <w:t xml:space="preserve">Объекта </w:t>
      </w:r>
      <w:r w:rsidRPr="00FE7927">
        <w:rPr>
          <w:sz w:val="28"/>
          <w:szCs w:val="28"/>
        </w:rPr>
        <w:t xml:space="preserve">в соответствии с </w:t>
      </w:r>
      <w:r w:rsidRPr="00FE7927">
        <w:rPr>
          <w:sz w:val="28"/>
          <w:szCs w:val="28"/>
          <w:lang w:eastAsia="en-US"/>
        </w:rPr>
        <w:t xml:space="preserve">Правилами благоустройства территории городского округа </w:t>
      </w:r>
      <w:r>
        <w:rPr>
          <w:sz w:val="28"/>
          <w:szCs w:val="28"/>
          <w:lang w:eastAsia="en-US"/>
        </w:rPr>
        <w:t>«</w:t>
      </w:r>
      <w:r w:rsidRPr="00FE7927">
        <w:rPr>
          <w:sz w:val="28"/>
          <w:szCs w:val="28"/>
          <w:lang w:eastAsia="en-US"/>
        </w:rPr>
        <w:t>Город Калининград</w:t>
      </w:r>
      <w:r>
        <w:rPr>
          <w:sz w:val="28"/>
          <w:szCs w:val="28"/>
          <w:lang w:eastAsia="en-US"/>
        </w:rPr>
        <w:t>»</w:t>
      </w:r>
      <w:r w:rsidRPr="00FE7927">
        <w:rPr>
          <w:sz w:val="28"/>
          <w:szCs w:val="28"/>
          <w:lang w:eastAsia="en-US"/>
        </w:rPr>
        <w:t>,</w:t>
      </w:r>
      <w:r w:rsidRPr="00FE7927">
        <w:rPr>
          <w:sz w:val="28"/>
          <w:szCs w:val="28"/>
        </w:rPr>
        <w:t xml:space="preserve"> утвержденны</w:t>
      </w:r>
      <w:r>
        <w:rPr>
          <w:sz w:val="28"/>
          <w:szCs w:val="28"/>
        </w:rPr>
        <w:t>ми</w:t>
      </w:r>
      <w:r w:rsidRPr="00FE7927">
        <w:rPr>
          <w:sz w:val="28"/>
          <w:szCs w:val="28"/>
        </w:rPr>
        <w:t xml:space="preserve"> решением городского Совета депутатов Калининграда от 20.05.2015 № 161. 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3.2.</w:t>
      </w:r>
      <w:r>
        <w:rPr>
          <w:sz w:val="28"/>
          <w:szCs w:val="28"/>
        </w:rPr>
        <w:t>10</w:t>
      </w:r>
      <w:r w:rsidRPr="00FE7927">
        <w:rPr>
          <w:sz w:val="28"/>
          <w:szCs w:val="28"/>
        </w:rPr>
        <w:t xml:space="preserve">. Соблюдать при размещении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3.2.</w:t>
      </w:r>
      <w:r>
        <w:rPr>
          <w:sz w:val="28"/>
          <w:szCs w:val="28"/>
        </w:rPr>
        <w:t>11</w:t>
      </w:r>
      <w:r w:rsidRPr="00FE7927">
        <w:rPr>
          <w:sz w:val="28"/>
          <w:szCs w:val="28"/>
        </w:rPr>
        <w:t xml:space="preserve">. Использовать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бъект, не нанося вреда окружающей среде.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3.2.</w:t>
      </w:r>
      <w:r>
        <w:rPr>
          <w:sz w:val="28"/>
          <w:szCs w:val="28"/>
        </w:rPr>
        <w:t>12</w:t>
      </w:r>
      <w:r w:rsidRPr="00FE7927">
        <w:rPr>
          <w:sz w:val="28"/>
          <w:szCs w:val="28"/>
        </w:rPr>
        <w:t xml:space="preserve">. Не допускать передачу или уступку прав по настоящему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>оговору третьим лицам.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3.2.</w:t>
      </w:r>
      <w:r>
        <w:rPr>
          <w:sz w:val="28"/>
          <w:szCs w:val="28"/>
        </w:rPr>
        <w:t>13</w:t>
      </w:r>
      <w:r w:rsidRPr="00FE7927">
        <w:rPr>
          <w:sz w:val="28"/>
          <w:szCs w:val="28"/>
        </w:rPr>
        <w:t xml:space="preserve">. При прекращении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 xml:space="preserve">оговора в 1-дневный срок обеспечить демонтаж и вывоз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 с места его размещения.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3.2.1</w:t>
      </w:r>
      <w:r>
        <w:rPr>
          <w:sz w:val="28"/>
          <w:szCs w:val="28"/>
        </w:rPr>
        <w:t>4</w:t>
      </w:r>
      <w:r w:rsidRPr="00FE792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E7927">
        <w:rPr>
          <w:sz w:val="28"/>
          <w:szCs w:val="28"/>
        </w:rPr>
        <w:t xml:space="preserve">В случае если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 xml:space="preserve">бъект конструктивно объединен с другими нестационарными объектами, обеспечить демонтаж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 без ущерба другим нестационарным объектам.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3.2.1</w:t>
      </w:r>
      <w:r>
        <w:rPr>
          <w:sz w:val="28"/>
          <w:szCs w:val="28"/>
        </w:rPr>
        <w:t>5</w:t>
      </w:r>
      <w:r w:rsidRPr="00FE7927">
        <w:rPr>
          <w:sz w:val="28"/>
          <w:szCs w:val="28"/>
        </w:rPr>
        <w:t>. В 2-дневный срок письменно информировать Комитет об изменении реквизитов и контактной информации Предпринимателя.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3.2.1</w:t>
      </w:r>
      <w:r>
        <w:rPr>
          <w:sz w:val="28"/>
          <w:szCs w:val="28"/>
        </w:rPr>
        <w:t>6</w:t>
      </w:r>
      <w:r w:rsidRPr="00FE7927">
        <w:rPr>
          <w:sz w:val="28"/>
          <w:szCs w:val="28"/>
        </w:rPr>
        <w:t xml:space="preserve">. В случае если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 размещается вблизи инженерно-технических сетей, Предприниматель обязан в течение 3-х часов с момента извещения о возникновении аварийной ситуации 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</w:t>
      </w:r>
      <w:r>
        <w:rPr>
          <w:sz w:val="28"/>
          <w:szCs w:val="28"/>
        </w:rPr>
        <w:t>я</w:t>
      </w:r>
      <w:r w:rsidRPr="00FE7927">
        <w:rPr>
          <w:sz w:val="28"/>
          <w:szCs w:val="28"/>
        </w:rPr>
        <w:t xml:space="preserve"> (демонтаж</w:t>
      </w:r>
      <w:r>
        <w:rPr>
          <w:sz w:val="28"/>
          <w:szCs w:val="28"/>
        </w:rPr>
        <w:t>а</w:t>
      </w:r>
      <w:r w:rsidRPr="00FE7927">
        <w:rPr>
          <w:sz w:val="28"/>
          <w:szCs w:val="28"/>
        </w:rPr>
        <w:t xml:space="preserve">)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 за счет собственных средств на расстояние</w:t>
      </w:r>
      <w:r>
        <w:rPr>
          <w:sz w:val="28"/>
          <w:szCs w:val="28"/>
        </w:rPr>
        <w:t>,</w:t>
      </w:r>
      <w:r w:rsidRPr="00FE7927">
        <w:rPr>
          <w:sz w:val="28"/>
          <w:szCs w:val="28"/>
        </w:rPr>
        <w:t xml:space="preserve"> необходимое для беспрепятственного производства работ</w:t>
      </w:r>
      <w:r>
        <w:rPr>
          <w:sz w:val="28"/>
          <w:szCs w:val="28"/>
        </w:rPr>
        <w:t>,</w:t>
      </w:r>
      <w:r w:rsidRPr="00FE7927">
        <w:rPr>
          <w:sz w:val="28"/>
          <w:szCs w:val="28"/>
        </w:rPr>
        <w:t xml:space="preserve"> в любое время суток.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3.2.1</w:t>
      </w:r>
      <w:r>
        <w:rPr>
          <w:sz w:val="28"/>
          <w:szCs w:val="28"/>
        </w:rPr>
        <w:t>7</w:t>
      </w:r>
      <w:r w:rsidRPr="00FE7927">
        <w:rPr>
          <w:sz w:val="28"/>
          <w:szCs w:val="28"/>
        </w:rPr>
        <w:t>. В случае неисполнения (ненадлежащего исполнения) требований, указанных в пункте 3.2.1</w:t>
      </w:r>
      <w:r>
        <w:rPr>
          <w:sz w:val="28"/>
          <w:szCs w:val="28"/>
        </w:rPr>
        <w:t>6,</w:t>
      </w:r>
      <w:r w:rsidRPr="00FE7927">
        <w:rPr>
          <w:sz w:val="28"/>
          <w:szCs w:val="28"/>
        </w:rPr>
        <w:t xml:space="preserve"> специализированные организации вправе произвести демонтаж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 xml:space="preserve">бъекта собственными силами и не несут ответственности за возможное причинение ущерба, связанное с демонтажем, имуществу Предпринимателя или имуществу третьих лиц, находящемуся на территории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FE7927">
        <w:rPr>
          <w:sz w:val="28"/>
          <w:szCs w:val="28"/>
        </w:rPr>
        <w:t>Комитет имеет право: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FE7927">
        <w:rPr>
          <w:sz w:val="28"/>
          <w:szCs w:val="28"/>
        </w:rPr>
        <w:t xml:space="preserve">.1. В любое время действия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 xml:space="preserve">оговора проверять соблюдение Предпринимателем требований настоящего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 xml:space="preserve">оговора на месте размещения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FE7927">
        <w:rPr>
          <w:sz w:val="28"/>
          <w:szCs w:val="28"/>
        </w:rPr>
        <w:t xml:space="preserve">.2. Расторгнуть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 xml:space="preserve">оговор и потребовать возмещения убытков в случае, если Предприниматель размещает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 не в соответствии с его специализацией, периодом размещения, схемо</w:t>
      </w:r>
      <w:r>
        <w:rPr>
          <w:sz w:val="28"/>
          <w:szCs w:val="28"/>
        </w:rPr>
        <w:t>й и иными условиями настоящего д</w:t>
      </w:r>
      <w:r w:rsidRPr="00FE7927">
        <w:rPr>
          <w:sz w:val="28"/>
          <w:szCs w:val="28"/>
        </w:rPr>
        <w:t xml:space="preserve">оговора. 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FE7927">
        <w:rPr>
          <w:sz w:val="28"/>
          <w:szCs w:val="28"/>
        </w:rPr>
        <w:t xml:space="preserve">.3. В случае отказа Предпринимателя демонтировать и вывезти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 при прекращении</w:t>
      </w:r>
      <w:r>
        <w:rPr>
          <w:sz w:val="28"/>
          <w:szCs w:val="28"/>
        </w:rPr>
        <w:t xml:space="preserve"> действия</w:t>
      </w:r>
      <w:r w:rsidRPr="00FE792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 xml:space="preserve">оговора в установленном порядке самостоятельно осуществить указанные действия за счет Предпринимателя и обеспечить ответственное хранение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 xml:space="preserve">бъекта. При этом Комитет не несет ответственности за сохранность имущества, находящегося внутри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 xml:space="preserve">бъекта в момент осуществления демонтажа. 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FE7927">
        <w:rPr>
          <w:sz w:val="28"/>
          <w:szCs w:val="28"/>
        </w:rPr>
        <w:t xml:space="preserve">.4. В случае необходимости при демонтаже и транспортировке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 xml:space="preserve">бъекта произвести разборку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 на составляющие части без возмещения Предпринимателю ущерба за порчу имущества.</w:t>
      </w:r>
    </w:p>
    <w:p w:rsidR="00DA7A04" w:rsidRPr="00FE7927" w:rsidRDefault="00DA7A04" w:rsidP="008F4039">
      <w:pPr>
        <w:rPr>
          <w:sz w:val="28"/>
          <w:szCs w:val="28"/>
        </w:rPr>
      </w:pPr>
    </w:p>
    <w:p w:rsidR="00DA7A04" w:rsidRPr="00FE7927" w:rsidRDefault="00DA7A04" w:rsidP="008F4039">
      <w:pPr>
        <w:jc w:val="center"/>
        <w:rPr>
          <w:sz w:val="28"/>
          <w:szCs w:val="28"/>
        </w:rPr>
      </w:pPr>
      <w:r w:rsidRPr="00FE7927">
        <w:rPr>
          <w:sz w:val="28"/>
          <w:szCs w:val="28"/>
        </w:rPr>
        <w:t>4. Срок действия договора</w:t>
      </w:r>
    </w:p>
    <w:p w:rsidR="00DA7A04" w:rsidRPr="00FE7927" w:rsidRDefault="00DA7A04" w:rsidP="008F4039">
      <w:pPr>
        <w:rPr>
          <w:sz w:val="28"/>
          <w:szCs w:val="28"/>
        </w:rPr>
      </w:pPr>
    </w:p>
    <w:p w:rsidR="00DA7A04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4.1. Настоящий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 xml:space="preserve">оговор действует с момента его подписания сторонами </w:t>
      </w:r>
      <w:r>
        <w:rPr>
          <w:sz w:val="28"/>
          <w:szCs w:val="28"/>
        </w:rPr>
        <w:t>до</w:t>
      </w:r>
      <w:r w:rsidRPr="00FE7927">
        <w:rPr>
          <w:sz w:val="28"/>
          <w:szCs w:val="28"/>
        </w:rPr>
        <w:t xml:space="preserve"> «___» _________ 20___, а в части исполнения обязательств по оплате </w:t>
      </w:r>
      <w:r>
        <w:rPr>
          <w:sz w:val="28"/>
          <w:szCs w:val="28"/>
        </w:rPr>
        <w:t>–</w:t>
      </w:r>
      <w:r w:rsidRPr="00FE7927">
        <w:rPr>
          <w:sz w:val="28"/>
          <w:szCs w:val="28"/>
        </w:rPr>
        <w:t xml:space="preserve"> до момента исполнения таких обязательств.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>
        <w:rPr>
          <w:sz w:val="28"/>
          <w:szCs w:val="28"/>
        </w:rPr>
        <w:t>4.2. Е</w:t>
      </w:r>
      <w:r w:rsidRPr="00FD60B0">
        <w:rPr>
          <w:sz w:val="28"/>
          <w:szCs w:val="28"/>
        </w:rPr>
        <w:t xml:space="preserve">сли ни одна из </w:t>
      </w:r>
      <w:r>
        <w:rPr>
          <w:sz w:val="28"/>
          <w:szCs w:val="28"/>
        </w:rPr>
        <w:t>с</w:t>
      </w:r>
      <w:r w:rsidRPr="00FD60B0">
        <w:rPr>
          <w:sz w:val="28"/>
          <w:szCs w:val="28"/>
        </w:rPr>
        <w:t>торон не заявит о сво</w:t>
      </w:r>
      <w:r>
        <w:rPr>
          <w:sz w:val="28"/>
          <w:szCs w:val="28"/>
        </w:rPr>
        <w:t>е</w:t>
      </w:r>
      <w:r w:rsidRPr="00FD60B0">
        <w:rPr>
          <w:sz w:val="28"/>
          <w:szCs w:val="28"/>
        </w:rPr>
        <w:t xml:space="preserve">м намерении прекратить </w:t>
      </w:r>
      <w:r>
        <w:rPr>
          <w:sz w:val="28"/>
          <w:szCs w:val="28"/>
        </w:rPr>
        <w:t>договор</w:t>
      </w:r>
      <w:r w:rsidRPr="00FD60B0">
        <w:rPr>
          <w:sz w:val="28"/>
          <w:szCs w:val="28"/>
        </w:rPr>
        <w:t xml:space="preserve"> не позднее, чем за </w:t>
      </w:r>
      <w:r>
        <w:rPr>
          <w:sz w:val="28"/>
          <w:szCs w:val="28"/>
        </w:rPr>
        <w:t>десять дней</w:t>
      </w:r>
      <w:r w:rsidRPr="00FD60B0">
        <w:rPr>
          <w:sz w:val="28"/>
          <w:szCs w:val="28"/>
        </w:rPr>
        <w:t xml:space="preserve"> до истечения срока действия </w:t>
      </w:r>
      <w:r>
        <w:rPr>
          <w:sz w:val="28"/>
          <w:szCs w:val="28"/>
        </w:rPr>
        <w:t>д</w:t>
      </w:r>
      <w:r w:rsidRPr="00FD60B0">
        <w:rPr>
          <w:sz w:val="28"/>
          <w:szCs w:val="28"/>
        </w:rPr>
        <w:t>оговора</w:t>
      </w:r>
      <w:r>
        <w:rPr>
          <w:sz w:val="28"/>
          <w:szCs w:val="28"/>
        </w:rPr>
        <w:t>, то срок действия договора продлевается на _______________.</w:t>
      </w:r>
    </w:p>
    <w:p w:rsidR="00DA7A04" w:rsidRPr="00FE7927" w:rsidRDefault="00DA7A04" w:rsidP="008F4039">
      <w:pPr>
        <w:rPr>
          <w:sz w:val="28"/>
          <w:szCs w:val="28"/>
        </w:rPr>
      </w:pPr>
    </w:p>
    <w:p w:rsidR="00DA7A04" w:rsidRPr="00FE7927" w:rsidRDefault="00DA7A04" w:rsidP="008F4039">
      <w:pPr>
        <w:jc w:val="center"/>
        <w:rPr>
          <w:sz w:val="28"/>
          <w:szCs w:val="28"/>
        </w:rPr>
      </w:pPr>
      <w:r w:rsidRPr="00FE7927">
        <w:rPr>
          <w:sz w:val="28"/>
          <w:szCs w:val="28"/>
        </w:rPr>
        <w:t>5. Ответственность сторон</w:t>
      </w:r>
    </w:p>
    <w:p w:rsidR="00DA7A04" w:rsidRDefault="00DA7A04" w:rsidP="009225FE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7A04" w:rsidRPr="00054992" w:rsidRDefault="00DA7A04" w:rsidP="009225FE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992">
        <w:rPr>
          <w:rFonts w:ascii="Times New Roman" w:hAnsi="Times New Roman" w:cs="Times New Roman"/>
          <w:sz w:val="28"/>
          <w:szCs w:val="28"/>
        </w:rPr>
        <w:t>5.1. Если в процессе эксплуатации Объекта произойдет авария либо поломка в результате заводского брака, неправильной установки либо эксплуатации, ненадлежащего обслуживания и в других случаях  или  будут выявлены иные неисправности, которые невозможно было обнаружить ранее, ответственность за причиненный вред несет Предприниматель.</w:t>
      </w:r>
    </w:p>
    <w:p w:rsidR="00DA7A04" w:rsidRPr="00054992" w:rsidRDefault="00DA7A04" w:rsidP="00A17557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992">
        <w:rPr>
          <w:rFonts w:ascii="Times New Roman" w:hAnsi="Times New Roman" w:cs="Times New Roman"/>
          <w:sz w:val="28"/>
          <w:szCs w:val="28"/>
        </w:rPr>
        <w:t>5.2. В случа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54992">
        <w:rPr>
          <w:rFonts w:ascii="Times New Roman" w:hAnsi="Times New Roman" w:cs="Times New Roman"/>
          <w:sz w:val="28"/>
          <w:szCs w:val="28"/>
        </w:rPr>
        <w:t xml:space="preserve"> наступления вредных последствий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054992">
        <w:rPr>
          <w:rFonts w:ascii="Times New Roman" w:hAnsi="Times New Roman" w:cs="Times New Roman"/>
          <w:sz w:val="28"/>
          <w:szCs w:val="28"/>
        </w:rPr>
        <w:t xml:space="preserve">нарушений инструкций при эксплуатации, неправильных действиях персонала </w:t>
      </w:r>
      <w:r w:rsidRPr="001A0C4D">
        <w:rPr>
          <w:rFonts w:ascii="Times New Roman" w:hAnsi="Times New Roman" w:cs="Times New Roman"/>
          <w:sz w:val="28"/>
          <w:szCs w:val="28"/>
        </w:rPr>
        <w:t>Предпринимателя на Объекте,  несоблюдения правил эксплуатации, техники безопасности, правил обслуживания и т.п. ответственность несет Предприниматель.</w:t>
      </w:r>
    </w:p>
    <w:p w:rsidR="00DA7A04" w:rsidRPr="00054992" w:rsidRDefault="00DA7A04" w:rsidP="00A17557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992">
        <w:rPr>
          <w:rFonts w:ascii="Times New Roman" w:hAnsi="Times New Roman" w:cs="Times New Roman"/>
          <w:sz w:val="28"/>
          <w:szCs w:val="28"/>
        </w:rPr>
        <w:t>5.3. Предприниматель</w:t>
      </w:r>
      <w:r w:rsidRPr="007A210A">
        <w:rPr>
          <w:rFonts w:ascii="Times New Roman" w:hAnsi="Times New Roman" w:cs="Times New Roman"/>
          <w:sz w:val="28"/>
          <w:szCs w:val="28"/>
        </w:rPr>
        <w:t xml:space="preserve"> </w:t>
      </w:r>
      <w:r w:rsidRPr="00054992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несет персональную ответственность за техническое состояние и эксплуатацию Объекта,  соблюдение техники безопасности при работе, ремонте и эксплуатации Объекта, соблюдение санитарных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54992">
        <w:rPr>
          <w:rFonts w:ascii="Times New Roman" w:hAnsi="Times New Roman" w:cs="Times New Roman"/>
          <w:sz w:val="28"/>
          <w:szCs w:val="28"/>
        </w:rPr>
        <w:t xml:space="preserve"> противопожарных норм, норм охраны труда.</w:t>
      </w:r>
    </w:p>
    <w:p w:rsidR="00DA7A04" w:rsidRPr="00054992" w:rsidRDefault="00DA7A04" w:rsidP="00A17557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992">
        <w:rPr>
          <w:rFonts w:ascii="Times New Roman" w:hAnsi="Times New Roman" w:cs="Times New Roman"/>
          <w:sz w:val="28"/>
          <w:szCs w:val="28"/>
        </w:rPr>
        <w:t>5.4. Комитет не несет ответственност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54992">
        <w:rPr>
          <w:rFonts w:ascii="Times New Roman" w:hAnsi="Times New Roman" w:cs="Times New Roman"/>
          <w:sz w:val="28"/>
          <w:szCs w:val="28"/>
        </w:rPr>
        <w:t xml:space="preserve"> за нарушение Предпринимателем правил техники безопасности, норм охраны труда, санитарных норм, норм пожарной безопасности.</w:t>
      </w:r>
    </w:p>
    <w:p w:rsidR="00DA7A04" w:rsidRPr="00054992" w:rsidRDefault="00DA7A04" w:rsidP="00A17557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992">
        <w:rPr>
          <w:rFonts w:ascii="Times New Roman" w:hAnsi="Times New Roman" w:cs="Times New Roman"/>
          <w:sz w:val="28"/>
          <w:szCs w:val="28"/>
        </w:rPr>
        <w:t xml:space="preserve">5.5. Комитет не отвечает за безопасность имущества Предпринимателя и не несет ответственности за ущерб, причиненный имуществу Предпринимателя третьими лицами. </w:t>
      </w:r>
    </w:p>
    <w:p w:rsidR="00DA7A04" w:rsidRPr="00054992" w:rsidRDefault="00DA7A04" w:rsidP="00A17557">
      <w:pPr>
        <w:pStyle w:val="NoSpacing"/>
        <w:ind w:firstLine="567"/>
        <w:jc w:val="both"/>
        <w:rPr>
          <w:rStyle w:val="CharStyle19"/>
          <w:rFonts w:ascii="Times New Roman" w:hAnsi="Times New Roman" w:cs="Times New Roman"/>
          <w:sz w:val="28"/>
          <w:szCs w:val="28"/>
        </w:rPr>
      </w:pPr>
      <w:r w:rsidRPr="00054992">
        <w:rPr>
          <w:rFonts w:ascii="Times New Roman" w:hAnsi="Times New Roman" w:cs="Times New Roman"/>
          <w:sz w:val="28"/>
          <w:szCs w:val="28"/>
        </w:rPr>
        <w:t>5.6. Предприниматель</w:t>
      </w:r>
      <w:r>
        <w:rPr>
          <w:rStyle w:val="CharStyle19"/>
          <w:rFonts w:ascii="Times New Roman" w:hAnsi="Times New Roman" w:cs="Times New Roman"/>
          <w:sz w:val="28"/>
          <w:szCs w:val="28"/>
        </w:rPr>
        <w:t xml:space="preserve"> несет ответственности</w:t>
      </w:r>
      <w:r w:rsidRPr="00054992">
        <w:rPr>
          <w:rStyle w:val="CharStyle19"/>
          <w:rFonts w:ascii="Times New Roman" w:hAnsi="Times New Roman" w:cs="Times New Roman"/>
          <w:sz w:val="28"/>
          <w:szCs w:val="28"/>
        </w:rPr>
        <w:t xml:space="preserve"> за все события</w:t>
      </w:r>
      <w:r>
        <w:rPr>
          <w:rStyle w:val="CharStyle19"/>
          <w:rFonts w:ascii="Times New Roman" w:hAnsi="Times New Roman" w:cs="Times New Roman"/>
          <w:sz w:val="28"/>
          <w:szCs w:val="28"/>
        </w:rPr>
        <w:t>,</w:t>
      </w:r>
      <w:r w:rsidRPr="00054992">
        <w:rPr>
          <w:rStyle w:val="CharStyle19"/>
          <w:rFonts w:ascii="Times New Roman" w:hAnsi="Times New Roman" w:cs="Times New Roman"/>
          <w:sz w:val="28"/>
          <w:szCs w:val="28"/>
        </w:rPr>
        <w:t xml:space="preserve"> происходящ</w:t>
      </w:r>
      <w:r>
        <w:rPr>
          <w:rStyle w:val="CharStyle19"/>
          <w:rFonts w:ascii="Times New Roman" w:hAnsi="Times New Roman" w:cs="Times New Roman"/>
          <w:sz w:val="28"/>
          <w:szCs w:val="28"/>
        </w:rPr>
        <w:t>и</w:t>
      </w:r>
      <w:r w:rsidRPr="00054992">
        <w:rPr>
          <w:rStyle w:val="CharStyle19"/>
          <w:rFonts w:ascii="Times New Roman" w:hAnsi="Times New Roman" w:cs="Times New Roman"/>
          <w:sz w:val="28"/>
          <w:szCs w:val="28"/>
        </w:rPr>
        <w:t xml:space="preserve">е на Объекте, как с участием обслуживающего персонала, так и с участием третьих лиц. </w:t>
      </w:r>
      <w:r w:rsidRPr="00054992">
        <w:rPr>
          <w:rFonts w:ascii="Times New Roman" w:hAnsi="Times New Roman" w:cs="Times New Roman"/>
          <w:sz w:val="28"/>
          <w:szCs w:val="28"/>
        </w:rPr>
        <w:t>Предприниматель</w:t>
      </w:r>
      <w:r w:rsidRPr="00054992">
        <w:rPr>
          <w:rStyle w:val="CharStyle19"/>
          <w:rFonts w:ascii="Times New Roman" w:hAnsi="Times New Roman" w:cs="Times New Roman"/>
          <w:sz w:val="28"/>
          <w:szCs w:val="28"/>
        </w:rPr>
        <w:t xml:space="preserve"> обязан самостоятельно регулировать  отношения в случа</w:t>
      </w:r>
      <w:r>
        <w:rPr>
          <w:rStyle w:val="CharStyle19"/>
          <w:rFonts w:ascii="Times New Roman" w:hAnsi="Times New Roman" w:cs="Times New Roman"/>
          <w:sz w:val="28"/>
          <w:szCs w:val="28"/>
        </w:rPr>
        <w:t>е</w:t>
      </w:r>
      <w:r w:rsidRPr="00054992">
        <w:rPr>
          <w:rStyle w:val="CharStyle19"/>
          <w:rFonts w:ascii="Times New Roman" w:hAnsi="Times New Roman" w:cs="Times New Roman"/>
          <w:sz w:val="28"/>
          <w:szCs w:val="28"/>
        </w:rPr>
        <w:t xml:space="preserve"> конфликтных ситуаций с клиентами и  государственными проверяющими органами.</w:t>
      </w:r>
    </w:p>
    <w:p w:rsidR="00DA7A04" w:rsidRDefault="00DA7A04" w:rsidP="00A17557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992">
        <w:rPr>
          <w:rFonts w:ascii="Times New Roman" w:hAnsi="Times New Roman" w:cs="Times New Roman"/>
          <w:sz w:val="28"/>
          <w:szCs w:val="28"/>
        </w:rPr>
        <w:t>Комитет при любых обстоятельствах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4992">
        <w:rPr>
          <w:rFonts w:ascii="Times New Roman" w:hAnsi="Times New Roman" w:cs="Times New Roman"/>
          <w:sz w:val="28"/>
          <w:szCs w:val="28"/>
        </w:rPr>
        <w:t xml:space="preserve">не несет ответственности за возможный ущерб, причиненный посетителям </w:t>
      </w:r>
      <w:r>
        <w:rPr>
          <w:rFonts w:ascii="Times New Roman" w:hAnsi="Times New Roman" w:cs="Times New Roman"/>
          <w:sz w:val="28"/>
          <w:szCs w:val="28"/>
        </w:rPr>
        <w:t>Объекта</w:t>
      </w:r>
      <w:r w:rsidRPr="00054992">
        <w:rPr>
          <w:rFonts w:ascii="Times New Roman" w:hAnsi="Times New Roman" w:cs="Times New Roman"/>
          <w:sz w:val="28"/>
          <w:szCs w:val="28"/>
        </w:rPr>
        <w:t>, ответственность несет Предприниматель.</w:t>
      </w:r>
    </w:p>
    <w:p w:rsidR="00DA7A04" w:rsidRPr="00054992" w:rsidRDefault="00DA7A04" w:rsidP="00A17557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DA7A04" w:rsidRDefault="00DA7A04" w:rsidP="008F4039">
      <w:pPr>
        <w:jc w:val="center"/>
        <w:rPr>
          <w:sz w:val="28"/>
          <w:szCs w:val="28"/>
        </w:rPr>
      </w:pPr>
    </w:p>
    <w:p w:rsidR="00DA7A04" w:rsidRDefault="00DA7A04" w:rsidP="008F4039">
      <w:pPr>
        <w:jc w:val="center"/>
        <w:rPr>
          <w:sz w:val="28"/>
          <w:szCs w:val="28"/>
        </w:rPr>
      </w:pPr>
      <w:r w:rsidRPr="00FE7927">
        <w:rPr>
          <w:sz w:val="28"/>
          <w:szCs w:val="28"/>
        </w:rPr>
        <w:t>6. Изменение и прекращение договора</w:t>
      </w:r>
    </w:p>
    <w:p w:rsidR="00DA7A04" w:rsidRDefault="00DA7A04" w:rsidP="008F4039">
      <w:pPr>
        <w:jc w:val="center"/>
        <w:rPr>
          <w:sz w:val="28"/>
          <w:szCs w:val="28"/>
        </w:rPr>
      </w:pP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6.1. При заключении и исполнении</w:t>
      </w:r>
      <w:r>
        <w:rPr>
          <w:sz w:val="28"/>
          <w:szCs w:val="28"/>
        </w:rPr>
        <w:t xml:space="preserve"> договора</w:t>
      </w:r>
      <w:r w:rsidRPr="00FE7927">
        <w:rPr>
          <w:sz w:val="28"/>
          <w:szCs w:val="28"/>
        </w:rPr>
        <w:t xml:space="preserve"> изменение условий, указанных в документации об аукционе</w:t>
      </w:r>
      <w:r>
        <w:rPr>
          <w:sz w:val="28"/>
          <w:szCs w:val="28"/>
        </w:rPr>
        <w:t>,</w:t>
      </w:r>
      <w:r w:rsidRPr="00FE7927">
        <w:rPr>
          <w:sz w:val="28"/>
          <w:szCs w:val="28"/>
        </w:rPr>
        <w:t xml:space="preserve"> не допускается.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6.2. Настоящий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 xml:space="preserve">оговор расторгается по инициативе Предпринимателя путем письменного уведомления  Комитета в срок не менее 30 (тридцати) дней до планируемой даты расторжения договора при условии добровольного демонтажа </w:t>
      </w:r>
      <w:r>
        <w:rPr>
          <w:sz w:val="28"/>
          <w:szCs w:val="28"/>
        </w:rPr>
        <w:t>О</w:t>
      </w:r>
      <w:r w:rsidRPr="00FE7927">
        <w:rPr>
          <w:sz w:val="28"/>
          <w:szCs w:val="28"/>
        </w:rPr>
        <w:t>бъекта и приведени</w:t>
      </w:r>
      <w:r>
        <w:rPr>
          <w:sz w:val="28"/>
          <w:szCs w:val="28"/>
        </w:rPr>
        <w:t>я</w:t>
      </w:r>
      <w:r w:rsidRPr="00FE7927">
        <w:rPr>
          <w:sz w:val="28"/>
          <w:szCs w:val="28"/>
        </w:rPr>
        <w:t xml:space="preserve"> места размещения в первоначальное состояние до планируемой даты расторжения.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6.3. В случае невыполнения </w:t>
      </w:r>
      <w:r>
        <w:rPr>
          <w:sz w:val="28"/>
          <w:szCs w:val="28"/>
        </w:rPr>
        <w:t>П</w:t>
      </w:r>
      <w:r w:rsidRPr="00FE7927">
        <w:rPr>
          <w:sz w:val="28"/>
          <w:szCs w:val="28"/>
        </w:rPr>
        <w:t xml:space="preserve">редпринимателем условий пункта 6.2 до указанной в заявлении даты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>оговор считается расторгнутым с даты выполнения данных условий.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6.5. Настоящий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 xml:space="preserve">оговор расторгается по инициативе Комитета путем письменного уведомления Предпринимателя в срок не менее 7 дней до планируемой даты расторжения в случае нарушения Предпринимателем любого из условий настоящего договора. При этом суммы платежей, </w:t>
      </w:r>
      <w:r>
        <w:rPr>
          <w:sz w:val="28"/>
          <w:szCs w:val="28"/>
        </w:rPr>
        <w:t>перечисленные</w:t>
      </w:r>
      <w:r w:rsidRPr="00FE7927">
        <w:rPr>
          <w:sz w:val="28"/>
          <w:szCs w:val="28"/>
        </w:rPr>
        <w:t xml:space="preserve"> Предпринимателем в счет исполнения обязательств по настоящему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>оговору</w:t>
      </w:r>
      <w:r>
        <w:rPr>
          <w:sz w:val="28"/>
          <w:szCs w:val="28"/>
        </w:rPr>
        <w:t>,</w:t>
      </w:r>
      <w:r w:rsidRPr="00FE7927">
        <w:rPr>
          <w:sz w:val="28"/>
          <w:szCs w:val="28"/>
        </w:rPr>
        <w:t xml:space="preserve"> возврату не подлежат.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6.6. Настоящий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>оговор расторгается автоматически в случа</w:t>
      </w:r>
      <w:r>
        <w:rPr>
          <w:sz w:val="28"/>
          <w:szCs w:val="28"/>
        </w:rPr>
        <w:t>е</w:t>
      </w:r>
      <w:r w:rsidRPr="00FE7927">
        <w:rPr>
          <w:sz w:val="28"/>
          <w:szCs w:val="28"/>
        </w:rPr>
        <w:t>: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1) ликвидации юридического лица, являющегося хозяйствующим субъектом, в соответствии с гражданским законодательством Российской Федерации;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2) прекращения деятельности физического лица, являющегося хозяйствующим субъектом, в качестве индивидуального предпринимателя.</w:t>
      </w:r>
    </w:p>
    <w:p w:rsidR="00DA7A04" w:rsidRPr="00FE7927" w:rsidRDefault="00DA7A04" w:rsidP="008F4039">
      <w:pPr>
        <w:rPr>
          <w:sz w:val="28"/>
          <w:szCs w:val="28"/>
        </w:rPr>
      </w:pPr>
    </w:p>
    <w:p w:rsidR="00DA7A04" w:rsidRDefault="00DA7A04" w:rsidP="008F4039">
      <w:pPr>
        <w:pStyle w:val="NoSpacing"/>
        <w:widowControl w:val="0"/>
        <w:tabs>
          <w:tab w:val="left" w:pos="142"/>
          <w:tab w:val="left" w:pos="3300"/>
          <w:tab w:val="center" w:pos="524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E7927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E7927">
        <w:rPr>
          <w:rFonts w:ascii="Times New Roman" w:hAnsi="Times New Roman" w:cs="Times New Roman"/>
          <w:sz w:val="28"/>
          <w:szCs w:val="28"/>
        </w:rPr>
        <w:t>бстоятельства</w:t>
      </w:r>
      <w:r>
        <w:rPr>
          <w:rFonts w:ascii="Times New Roman" w:hAnsi="Times New Roman" w:cs="Times New Roman"/>
          <w:sz w:val="28"/>
          <w:szCs w:val="28"/>
        </w:rPr>
        <w:t xml:space="preserve"> непреодолимой силы </w:t>
      </w:r>
    </w:p>
    <w:p w:rsidR="00DA7A04" w:rsidRPr="00FE7927" w:rsidRDefault="00DA7A04" w:rsidP="008F4039">
      <w:pPr>
        <w:pStyle w:val="NoSpacing"/>
        <w:widowControl w:val="0"/>
        <w:tabs>
          <w:tab w:val="left" w:pos="142"/>
          <w:tab w:val="left" w:pos="3300"/>
          <w:tab w:val="center" w:pos="524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7A04" w:rsidRPr="00FE7927" w:rsidRDefault="00DA7A04" w:rsidP="008F4039">
      <w:pPr>
        <w:pStyle w:val="ConsPlusNonformat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927">
        <w:rPr>
          <w:rFonts w:ascii="Times New Roman" w:hAnsi="Times New Roman" w:cs="Times New Roman"/>
          <w:sz w:val="28"/>
          <w:szCs w:val="28"/>
        </w:rPr>
        <w:t xml:space="preserve">7.1. Стороны освобождаются от ответственности за неисполнение или ненадлежащее исполнение обязательств по настоящему договору в случае наступления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E7927">
        <w:rPr>
          <w:rFonts w:ascii="Times New Roman" w:hAnsi="Times New Roman" w:cs="Times New Roman"/>
          <w:sz w:val="28"/>
          <w:szCs w:val="28"/>
        </w:rPr>
        <w:t>бстоятельств</w:t>
      </w:r>
      <w:r>
        <w:rPr>
          <w:rFonts w:ascii="Times New Roman" w:hAnsi="Times New Roman" w:cs="Times New Roman"/>
          <w:sz w:val="28"/>
          <w:szCs w:val="28"/>
        </w:rPr>
        <w:t xml:space="preserve"> непреодолимой силы</w:t>
      </w:r>
      <w:r w:rsidRPr="00FE7927">
        <w:rPr>
          <w:rFonts w:ascii="Times New Roman" w:hAnsi="Times New Roman" w:cs="Times New Roman"/>
          <w:sz w:val="28"/>
          <w:szCs w:val="28"/>
        </w:rPr>
        <w:t>.</w:t>
      </w:r>
    </w:p>
    <w:p w:rsidR="00DA7A04" w:rsidRPr="00FE7927" w:rsidRDefault="00DA7A04" w:rsidP="008F4039">
      <w:pPr>
        <w:pStyle w:val="ConsPlusNonformat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927">
        <w:rPr>
          <w:rFonts w:ascii="Times New Roman" w:hAnsi="Times New Roman" w:cs="Times New Roman"/>
          <w:sz w:val="28"/>
          <w:szCs w:val="28"/>
        </w:rPr>
        <w:t xml:space="preserve">7.2. Под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E7927">
        <w:rPr>
          <w:rFonts w:ascii="Times New Roman" w:hAnsi="Times New Roman" w:cs="Times New Roman"/>
          <w:sz w:val="28"/>
          <w:szCs w:val="28"/>
        </w:rPr>
        <w:t>бстоятельства</w:t>
      </w:r>
      <w:r>
        <w:rPr>
          <w:rFonts w:ascii="Times New Roman" w:hAnsi="Times New Roman" w:cs="Times New Roman"/>
          <w:sz w:val="28"/>
          <w:szCs w:val="28"/>
        </w:rPr>
        <w:t>ми непреодолимой силы</w:t>
      </w:r>
      <w:r w:rsidRPr="00FE7927">
        <w:rPr>
          <w:rFonts w:ascii="Times New Roman" w:hAnsi="Times New Roman" w:cs="Times New Roman"/>
          <w:sz w:val="28"/>
          <w:szCs w:val="28"/>
        </w:rPr>
        <w:t xml:space="preserve"> понимается наступление таких обстоятельств, при которых стороны, действующие с разумной осмотрительностью, по независящим от них причинам не могут исполнить обязательства надлежащим образом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7927">
        <w:rPr>
          <w:rFonts w:ascii="Times New Roman" w:hAnsi="Times New Roman" w:cs="Times New Roman"/>
          <w:sz w:val="28"/>
          <w:szCs w:val="28"/>
        </w:rPr>
        <w:t xml:space="preserve"> в частности к таким обстоятельствам относятся военные действия, стихийные бедствия, решения  органов исполнительной власти, обязательные для выполнения Комитетом и Предпринимателем, делающие невозможным надлежащее исполнение обязательств по настоящему договору.</w:t>
      </w:r>
    </w:p>
    <w:p w:rsidR="00DA7A04" w:rsidRPr="00FE7927" w:rsidRDefault="00DA7A04" w:rsidP="008F4039">
      <w:pPr>
        <w:pStyle w:val="ConsPlusNonformat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927">
        <w:rPr>
          <w:rFonts w:ascii="Times New Roman" w:hAnsi="Times New Roman" w:cs="Times New Roman"/>
          <w:sz w:val="28"/>
          <w:szCs w:val="28"/>
        </w:rPr>
        <w:t xml:space="preserve">7.3. При наступлении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E7927">
        <w:rPr>
          <w:rFonts w:ascii="Times New Roman" w:hAnsi="Times New Roman" w:cs="Times New Roman"/>
          <w:sz w:val="28"/>
          <w:szCs w:val="28"/>
        </w:rPr>
        <w:t>бстоятельств</w:t>
      </w:r>
      <w:r>
        <w:rPr>
          <w:rFonts w:ascii="Times New Roman" w:hAnsi="Times New Roman" w:cs="Times New Roman"/>
          <w:sz w:val="28"/>
          <w:szCs w:val="28"/>
        </w:rPr>
        <w:t xml:space="preserve"> непреодолимой силы</w:t>
      </w:r>
      <w:r w:rsidRPr="00FE7927">
        <w:rPr>
          <w:rFonts w:ascii="Times New Roman" w:hAnsi="Times New Roman" w:cs="Times New Roman"/>
          <w:sz w:val="28"/>
          <w:szCs w:val="28"/>
        </w:rPr>
        <w:t xml:space="preserve"> стороны обязаны известить друг друга о наступлении указанных обстоятельств в трехдневный срок с подтверждением факта актами компетентных органов. В случае невыполнения настоящего условия виновная  сторона не имеет права ссылаться  на  любое из вышеуказанных обстоятельств и обязана возместить все убытки, вызванные неисполнением или ненадлежащим исполнением обязательств по настоящему договору.</w:t>
      </w:r>
    </w:p>
    <w:p w:rsidR="00DA7A04" w:rsidRPr="00FE7927" w:rsidRDefault="00DA7A04" w:rsidP="008F4039">
      <w:pPr>
        <w:rPr>
          <w:sz w:val="28"/>
          <w:szCs w:val="28"/>
        </w:rPr>
      </w:pPr>
    </w:p>
    <w:p w:rsidR="00DA7A04" w:rsidRPr="00FE7927" w:rsidRDefault="00DA7A04" w:rsidP="008F4039">
      <w:pPr>
        <w:jc w:val="center"/>
        <w:rPr>
          <w:sz w:val="28"/>
          <w:szCs w:val="28"/>
        </w:rPr>
      </w:pPr>
      <w:r w:rsidRPr="00FE7927">
        <w:rPr>
          <w:sz w:val="28"/>
          <w:szCs w:val="28"/>
        </w:rPr>
        <w:t>8. Заключительные положения</w:t>
      </w:r>
    </w:p>
    <w:p w:rsidR="00DA7A04" w:rsidRPr="00FE7927" w:rsidRDefault="00DA7A04" w:rsidP="008F4039">
      <w:pPr>
        <w:rPr>
          <w:sz w:val="28"/>
          <w:szCs w:val="28"/>
        </w:rPr>
      </w:pPr>
    </w:p>
    <w:p w:rsidR="00DA7A04" w:rsidRPr="00FE7927" w:rsidRDefault="00DA7A04" w:rsidP="008F4039">
      <w:pPr>
        <w:widowControl w:val="0"/>
        <w:tabs>
          <w:tab w:val="left" w:pos="142"/>
        </w:tabs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8.1. Все споры и разногласия, возникающие между сторонами в процессе исполнения настоящего договора, разрешаются путем переговоров на основании действующего законодательства и обычаев делового оборота.</w:t>
      </w:r>
    </w:p>
    <w:p w:rsidR="00DA7A04" w:rsidRPr="00FE7927" w:rsidRDefault="00DA7A04" w:rsidP="008F4039">
      <w:pPr>
        <w:widowControl w:val="0"/>
        <w:tabs>
          <w:tab w:val="left" w:pos="142"/>
        </w:tabs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8.2. Споры, не урегулированные путем переговоров, разрешаются в Арбитражном суде Калининградской области в порядке,  установленном действующим законодательством.</w:t>
      </w:r>
    </w:p>
    <w:p w:rsidR="00DA7A04" w:rsidRDefault="00DA7A04" w:rsidP="005A25F8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8.3. Настоящий </w:t>
      </w:r>
      <w:r>
        <w:rPr>
          <w:sz w:val="28"/>
          <w:szCs w:val="28"/>
        </w:rPr>
        <w:t>д</w:t>
      </w:r>
      <w:r w:rsidRPr="00FE7927">
        <w:rPr>
          <w:sz w:val="28"/>
          <w:szCs w:val="28"/>
        </w:rPr>
        <w:t>оговор составлен в 2</w:t>
      </w:r>
      <w:r>
        <w:rPr>
          <w:sz w:val="28"/>
          <w:szCs w:val="28"/>
        </w:rPr>
        <w:t>-х</w:t>
      </w:r>
      <w:r w:rsidRPr="00FE7927">
        <w:rPr>
          <w:sz w:val="28"/>
          <w:szCs w:val="28"/>
        </w:rPr>
        <w:t xml:space="preserve"> экземплярах, имеющих одинаковую юридическую силу, по одному для каждой из </w:t>
      </w:r>
      <w:r>
        <w:rPr>
          <w:sz w:val="28"/>
          <w:szCs w:val="28"/>
        </w:rPr>
        <w:t>с</w:t>
      </w:r>
      <w:r w:rsidRPr="00FE7927">
        <w:rPr>
          <w:sz w:val="28"/>
          <w:szCs w:val="28"/>
        </w:rPr>
        <w:t xml:space="preserve">торон. </w:t>
      </w:r>
    </w:p>
    <w:p w:rsidR="00DA7A04" w:rsidRPr="00FE7927" w:rsidRDefault="00DA7A04" w:rsidP="005A25F8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 xml:space="preserve">Приложение № 1: Протокол аукциона на право </w:t>
      </w:r>
      <w:r w:rsidRPr="00FE7927">
        <w:rPr>
          <w:sz w:val="28"/>
          <w:szCs w:val="28"/>
          <w:lang w:eastAsia="en-US"/>
        </w:rPr>
        <w:t xml:space="preserve">заключения договора </w:t>
      </w:r>
      <w:r w:rsidRPr="00FE7927">
        <w:rPr>
          <w:sz w:val="28"/>
          <w:szCs w:val="28"/>
        </w:rPr>
        <w:t>на размещение нестационарного объекта для организации досуга на</w:t>
      </w:r>
      <w:r w:rsidRPr="00786CED">
        <w:rPr>
          <w:sz w:val="28"/>
          <w:szCs w:val="28"/>
        </w:rPr>
        <w:t xml:space="preserve"> </w:t>
      </w:r>
      <w:r w:rsidRPr="00815356">
        <w:rPr>
          <w:sz w:val="28"/>
          <w:szCs w:val="28"/>
        </w:rPr>
        <w:t>землях общего пользования</w:t>
      </w:r>
      <w:r w:rsidRPr="00FE7927">
        <w:rPr>
          <w:sz w:val="28"/>
          <w:szCs w:val="28"/>
        </w:rPr>
        <w:t xml:space="preserve"> территории городского округа «Город Калининград» (признани</w:t>
      </w:r>
      <w:r>
        <w:rPr>
          <w:sz w:val="28"/>
          <w:szCs w:val="28"/>
        </w:rPr>
        <w:t>я</w:t>
      </w:r>
      <w:r w:rsidRPr="00FE7927">
        <w:rPr>
          <w:sz w:val="28"/>
          <w:szCs w:val="28"/>
        </w:rPr>
        <w:t xml:space="preserve"> аукциона несостоявшимся)» от «___» «_______» 20__ г</w:t>
      </w:r>
      <w:r>
        <w:rPr>
          <w:sz w:val="28"/>
          <w:szCs w:val="28"/>
        </w:rPr>
        <w:t xml:space="preserve">. </w:t>
      </w:r>
      <w:r w:rsidRPr="00FE7927">
        <w:rPr>
          <w:sz w:val="28"/>
          <w:szCs w:val="28"/>
        </w:rPr>
        <w:t xml:space="preserve">по лоту № ______. </w:t>
      </w:r>
    </w:p>
    <w:p w:rsidR="00DA7A04" w:rsidRPr="00FE7927" w:rsidRDefault="00DA7A04" w:rsidP="008F4039">
      <w:pPr>
        <w:ind w:firstLine="567"/>
        <w:rPr>
          <w:sz w:val="28"/>
          <w:szCs w:val="28"/>
        </w:rPr>
      </w:pPr>
      <w:r w:rsidRPr="00FE7927">
        <w:rPr>
          <w:sz w:val="28"/>
          <w:szCs w:val="28"/>
        </w:rPr>
        <w:t>Приложение № 2: Схема размещения нестационарного объекта для организации досуга.</w:t>
      </w:r>
    </w:p>
    <w:p w:rsidR="00DA7A04" w:rsidRPr="00FE7927" w:rsidRDefault="00DA7A04" w:rsidP="008F4039">
      <w:pPr>
        <w:rPr>
          <w:sz w:val="28"/>
          <w:szCs w:val="28"/>
        </w:rPr>
      </w:pPr>
    </w:p>
    <w:p w:rsidR="00DA7A04" w:rsidRPr="00FE7927" w:rsidRDefault="00DA7A04" w:rsidP="008F4039">
      <w:pPr>
        <w:widowControl w:val="0"/>
        <w:ind w:firstLine="284"/>
        <w:jc w:val="center"/>
        <w:rPr>
          <w:sz w:val="28"/>
          <w:szCs w:val="28"/>
        </w:rPr>
      </w:pPr>
      <w:r w:rsidRPr="00FE7927">
        <w:rPr>
          <w:sz w:val="28"/>
          <w:szCs w:val="28"/>
        </w:rPr>
        <w:t>9. Адреса и банковские реквизиты сторон.</w:t>
      </w:r>
    </w:p>
    <w:tbl>
      <w:tblPr>
        <w:tblW w:w="8801" w:type="dxa"/>
        <w:tblInd w:w="-106" w:type="dxa"/>
        <w:tblLook w:val="0000"/>
      </w:tblPr>
      <w:tblGrid>
        <w:gridCol w:w="4659"/>
        <w:gridCol w:w="4142"/>
      </w:tblGrid>
      <w:tr w:rsidR="00DA7A04" w:rsidRPr="00FE7927">
        <w:trPr>
          <w:trHeight w:val="2488"/>
        </w:trPr>
        <w:tc>
          <w:tcPr>
            <w:tcW w:w="4659" w:type="dxa"/>
          </w:tcPr>
          <w:p w:rsidR="00DA7A04" w:rsidRPr="00FE7927" w:rsidRDefault="00DA7A04" w:rsidP="004C6A43">
            <w:pPr>
              <w:rPr>
                <w:b/>
                <w:bCs/>
                <w:sz w:val="28"/>
                <w:szCs w:val="28"/>
              </w:rPr>
            </w:pPr>
          </w:p>
          <w:p w:rsidR="00DA7A04" w:rsidRPr="00FE7927" w:rsidRDefault="00DA7A04" w:rsidP="004C6A43">
            <w:pPr>
              <w:rPr>
                <w:b/>
                <w:bCs/>
                <w:sz w:val="28"/>
                <w:szCs w:val="28"/>
              </w:rPr>
            </w:pPr>
            <w:r w:rsidRPr="00FE7927">
              <w:rPr>
                <w:b/>
                <w:bCs/>
                <w:sz w:val="28"/>
                <w:szCs w:val="28"/>
              </w:rPr>
              <w:t>Комитет:</w:t>
            </w:r>
          </w:p>
          <w:p w:rsidR="00DA7A04" w:rsidRPr="00FE7927" w:rsidRDefault="00DA7A04" w:rsidP="004C6A43">
            <w:pPr>
              <w:rPr>
                <w:sz w:val="28"/>
                <w:szCs w:val="28"/>
              </w:rPr>
            </w:pPr>
            <w:r w:rsidRPr="00FE7927">
              <w:rPr>
                <w:sz w:val="28"/>
                <w:szCs w:val="28"/>
              </w:rPr>
              <w:t>Комитет по социальной политике администрации городского округа «Город Калининград»</w:t>
            </w:r>
          </w:p>
          <w:p w:rsidR="00DA7A04" w:rsidRPr="00FE7927" w:rsidRDefault="00DA7A04" w:rsidP="004C6A43">
            <w:pPr>
              <w:rPr>
                <w:sz w:val="28"/>
                <w:szCs w:val="28"/>
              </w:rPr>
            </w:pPr>
            <w:r w:rsidRPr="00FE7927">
              <w:rPr>
                <w:sz w:val="28"/>
                <w:szCs w:val="28"/>
              </w:rPr>
              <w:t>Заместитель главы администрации, председатель комитета по социальной политике</w:t>
            </w:r>
          </w:p>
          <w:p w:rsidR="00DA7A04" w:rsidRPr="00FE7927" w:rsidRDefault="00DA7A04" w:rsidP="004C6A43">
            <w:pPr>
              <w:ind w:firstLine="567"/>
              <w:rPr>
                <w:sz w:val="28"/>
                <w:szCs w:val="28"/>
              </w:rPr>
            </w:pPr>
          </w:p>
          <w:p w:rsidR="00DA7A04" w:rsidRPr="00FE7927" w:rsidRDefault="00DA7A04" w:rsidP="004C6A43">
            <w:pPr>
              <w:rPr>
                <w:sz w:val="28"/>
                <w:szCs w:val="28"/>
              </w:rPr>
            </w:pPr>
            <w:r w:rsidRPr="00FE7927">
              <w:rPr>
                <w:sz w:val="28"/>
                <w:szCs w:val="28"/>
              </w:rPr>
              <w:t xml:space="preserve">_____________ </w:t>
            </w:r>
          </w:p>
          <w:p w:rsidR="00DA7A04" w:rsidRPr="00FE7927" w:rsidRDefault="00DA7A04" w:rsidP="004C6A43">
            <w:pPr>
              <w:rPr>
                <w:sz w:val="28"/>
                <w:szCs w:val="28"/>
              </w:rPr>
            </w:pPr>
            <w:r w:rsidRPr="00FE7927">
              <w:rPr>
                <w:sz w:val="28"/>
                <w:szCs w:val="28"/>
              </w:rPr>
              <w:t xml:space="preserve">         м.п.</w:t>
            </w:r>
          </w:p>
          <w:p w:rsidR="00DA7A04" w:rsidRPr="00FE7927" w:rsidRDefault="00DA7A04" w:rsidP="004C6A43">
            <w:pPr>
              <w:ind w:firstLine="567"/>
              <w:rPr>
                <w:sz w:val="28"/>
                <w:szCs w:val="28"/>
              </w:rPr>
            </w:pPr>
          </w:p>
          <w:p w:rsidR="00DA7A04" w:rsidRPr="00FE7927" w:rsidRDefault="00DA7A04" w:rsidP="004C6A43">
            <w:pPr>
              <w:rPr>
                <w:sz w:val="28"/>
                <w:szCs w:val="28"/>
              </w:rPr>
            </w:pPr>
          </w:p>
        </w:tc>
        <w:tc>
          <w:tcPr>
            <w:tcW w:w="4142" w:type="dxa"/>
          </w:tcPr>
          <w:p w:rsidR="00DA7A04" w:rsidRPr="00FE7927" w:rsidRDefault="00DA7A04" w:rsidP="00B074B7">
            <w:pPr>
              <w:jc w:val="left"/>
              <w:rPr>
                <w:b/>
                <w:bCs/>
                <w:sz w:val="28"/>
                <w:szCs w:val="28"/>
              </w:rPr>
            </w:pPr>
          </w:p>
          <w:p w:rsidR="00DA7A04" w:rsidRPr="00FE7927" w:rsidRDefault="00DA7A04" w:rsidP="00B074B7">
            <w:pPr>
              <w:ind w:left="444"/>
              <w:jc w:val="left"/>
              <w:rPr>
                <w:b/>
                <w:bCs/>
                <w:sz w:val="28"/>
                <w:szCs w:val="28"/>
              </w:rPr>
            </w:pPr>
            <w:r w:rsidRPr="00FE7927">
              <w:rPr>
                <w:b/>
                <w:bCs/>
                <w:sz w:val="28"/>
                <w:szCs w:val="28"/>
              </w:rPr>
              <w:t>Предприниматель:</w:t>
            </w:r>
          </w:p>
          <w:p w:rsidR="00DA7A04" w:rsidRPr="00FE7927" w:rsidRDefault="00DA7A04" w:rsidP="00B074B7">
            <w:pPr>
              <w:ind w:left="444"/>
              <w:jc w:val="left"/>
              <w:rPr>
                <w:sz w:val="28"/>
                <w:szCs w:val="28"/>
              </w:rPr>
            </w:pPr>
          </w:p>
          <w:p w:rsidR="00DA7A04" w:rsidRPr="00FE7927" w:rsidRDefault="00DA7A04" w:rsidP="00B074B7">
            <w:pPr>
              <w:ind w:left="444"/>
              <w:jc w:val="left"/>
              <w:rPr>
                <w:sz w:val="28"/>
                <w:szCs w:val="28"/>
              </w:rPr>
            </w:pPr>
          </w:p>
          <w:p w:rsidR="00DA7A04" w:rsidRPr="00FE7927" w:rsidRDefault="00DA7A04" w:rsidP="00B074B7">
            <w:pPr>
              <w:ind w:left="444"/>
              <w:jc w:val="left"/>
              <w:rPr>
                <w:sz w:val="28"/>
                <w:szCs w:val="28"/>
              </w:rPr>
            </w:pPr>
          </w:p>
          <w:p w:rsidR="00DA7A04" w:rsidRPr="00FE7927" w:rsidRDefault="00DA7A04" w:rsidP="00B074B7">
            <w:pPr>
              <w:ind w:left="444"/>
              <w:jc w:val="left"/>
              <w:rPr>
                <w:sz w:val="28"/>
                <w:szCs w:val="28"/>
              </w:rPr>
            </w:pPr>
          </w:p>
          <w:p w:rsidR="00DA7A04" w:rsidRDefault="00DA7A04" w:rsidP="00B074B7">
            <w:pPr>
              <w:ind w:left="444"/>
              <w:jc w:val="left"/>
              <w:rPr>
                <w:sz w:val="28"/>
                <w:szCs w:val="28"/>
              </w:rPr>
            </w:pPr>
          </w:p>
          <w:p w:rsidR="00DA7A04" w:rsidRDefault="00DA7A04" w:rsidP="00B074B7">
            <w:pPr>
              <w:ind w:left="444"/>
              <w:jc w:val="left"/>
              <w:rPr>
                <w:sz w:val="28"/>
                <w:szCs w:val="28"/>
              </w:rPr>
            </w:pPr>
          </w:p>
          <w:p w:rsidR="00DA7A04" w:rsidRPr="00FE7927" w:rsidRDefault="00DA7A04" w:rsidP="00B074B7">
            <w:pPr>
              <w:ind w:left="444"/>
              <w:jc w:val="left"/>
              <w:rPr>
                <w:sz w:val="28"/>
                <w:szCs w:val="28"/>
              </w:rPr>
            </w:pPr>
            <w:r w:rsidRPr="00FE7927">
              <w:rPr>
                <w:sz w:val="28"/>
                <w:szCs w:val="28"/>
              </w:rPr>
              <w:t>_____________</w:t>
            </w:r>
          </w:p>
          <w:p w:rsidR="00DA7A04" w:rsidRPr="00FE7927" w:rsidRDefault="00DA7A04" w:rsidP="00B074B7">
            <w:pPr>
              <w:ind w:left="444"/>
              <w:jc w:val="left"/>
              <w:rPr>
                <w:sz w:val="28"/>
                <w:szCs w:val="28"/>
              </w:rPr>
            </w:pPr>
            <w:r w:rsidRPr="00FE7927">
              <w:rPr>
                <w:sz w:val="28"/>
                <w:szCs w:val="28"/>
              </w:rPr>
              <w:t xml:space="preserve">         м.п.</w:t>
            </w:r>
          </w:p>
          <w:p w:rsidR="00DA7A04" w:rsidRPr="00FE7927" w:rsidRDefault="00DA7A04" w:rsidP="00B074B7">
            <w:pPr>
              <w:ind w:firstLine="567"/>
              <w:jc w:val="left"/>
              <w:rPr>
                <w:sz w:val="28"/>
                <w:szCs w:val="28"/>
              </w:rPr>
            </w:pPr>
          </w:p>
          <w:p w:rsidR="00DA7A04" w:rsidRDefault="00DA7A04" w:rsidP="00B074B7">
            <w:pPr>
              <w:ind w:firstLine="567"/>
              <w:jc w:val="left"/>
              <w:rPr>
                <w:sz w:val="28"/>
                <w:szCs w:val="28"/>
              </w:rPr>
            </w:pPr>
          </w:p>
          <w:p w:rsidR="00DA7A04" w:rsidRDefault="00DA7A04" w:rsidP="00B074B7">
            <w:pPr>
              <w:ind w:firstLine="567"/>
              <w:jc w:val="left"/>
              <w:rPr>
                <w:sz w:val="28"/>
                <w:szCs w:val="28"/>
              </w:rPr>
            </w:pPr>
          </w:p>
          <w:p w:rsidR="00DA7A04" w:rsidRPr="00FE7927" w:rsidRDefault="00DA7A04" w:rsidP="00B074B7">
            <w:pPr>
              <w:ind w:firstLine="567"/>
              <w:jc w:val="left"/>
              <w:rPr>
                <w:sz w:val="28"/>
                <w:szCs w:val="28"/>
              </w:rPr>
            </w:pPr>
          </w:p>
        </w:tc>
      </w:tr>
    </w:tbl>
    <w:p w:rsidR="00DA7A04" w:rsidRDefault="00DA7A04" w:rsidP="007726A8">
      <w:pPr>
        <w:widowControl w:val="0"/>
        <w:spacing w:after="0"/>
        <w:jc w:val="right"/>
        <w:rPr>
          <w:sz w:val="28"/>
          <w:szCs w:val="28"/>
        </w:rPr>
      </w:pPr>
    </w:p>
    <w:p w:rsidR="00DA7A04" w:rsidRDefault="00DA7A04" w:rsidP="007726A8">
      <w:pPr>
        <w:widowControl w:val="0"/>
        <w:spacing w:after="0"/>
        <w:jc w:val="right"/>
        <w:rPr>
          <w:sz w:val="28"/>
          <w:szCs w:val="28"/>
        </w:rPr>
      </w:pPr>
    </w:p>
    <w:p w:rsidR="00DA7A04" w:rsidRDefault="00DA7A04" w:rsidP="007726A8">
      <w:pPr>
        <w:widowControl w:val="0"/>
        <w:spacing w:after="0"/>
        <w:jc w:val="right"/>
        <w:rPr>
          <w:sz w:val="28"/>
          <w:szCs w:val="28"/>
        </w:rPr>
      </w:pPr>
    </w:p>
    <w:p w:rsidR="00DA7A04" w:rsidRDefault="00DA7A04" w:rsidP="007726A8">
      <w:pPr>
        <w:widowControl w:val="0"/>
        <w:spacing w:after="0"/>
        <w:jc w:val="right"/>
        <w:rPr>
          <w:sz w:val="28"/>
          <w:szCs w:val="28"/>
        </w:rPr>
      </w:pPr>
    </w:p>
    <w:p w:rsidR="00DA7A04" w:rsidRDefault="00DA7A04" w:rsidP="007726A8">
      <w:pPr>
        <w:widowControl w:val="0"/>
        <w:spacing w:after="0"/>
        <w:jc w:val="right"/>
        <w:rPr>
          <w:sz w:val="28"/>
          <w:szCs w:val="28"/>
        </w:rPr>
      </w:pPr>
    </w:p>
    <w:p w:rsidR="00DA7A04" w:rsidRDefault="00DA7A04" w:rsidP="007726A8">
      <w:pPr>
        <w:widowControl w:val="0"/>
        <w:spacing w:after="0"/>
        <w:jc w:val="right"/>
        <w:rPr>
          <w:sz w:val="28"/>
          <w:szCs w:val="28"/>
        </w:rPr>
      </w:pPr>
    </w:p>
    <w:p w:rsidR="00DA7A04" w:rsidRDefault="00DA7A04" w:rsidP="007726A8">
      <w:pPr>
        <w:widowControl w:val="0"/>
        <w:spacing w:after="0"/>
        <w:jc w:val="right"/>
        <w:rPr>
          <w:sz w:val="28"/>
          <w:szCs w:val="28"/>
        </w:rPr>
      </w:pPr>
    </w:p>
    <w:p w:rsidR="00DA7A04" w:rsidRDefault="00DA7A04" w:rsidP="007726A8">
      <w:pPr>
        <w:widowControl w:val="0"/>
        <w:spacing w:after="0"/>
        <w:jc w:val="right"/>
        <w:rPr>
          <w:sz w:val="28"/>
          <w:szCs w:val="28"/>
        </w:rPr>
      </w:pPr>
    </w:p>
    <w:p w:rsidR="00DA7A04" w:rsidRDefault="00DA7A04" w:rsidP="007726A8">
      <w:pPr>
        <w:widowControl w:val="0"/>
        <w:spacing w:after="0"/>
        <w:jc w:val="right"/>
        <w:rPr>
          <w:sz w:val="28"/>
          <w:szCs w:val="28"/>
        </w:rPr>
      </w:pPr>
    </w:p>
    <w:p w:rsidR="00DA7A04" w:rsidRPr="00B935A8" w:rsidRDefault="00DA7A04" w:rsidP="004C7E6C">
      <w:pPr>
        <w:widowControl w:val="0"/>
        <w:spacing w:after="0"/>
        <w:ind w:left="5103"/>
        <w:jc w:val="left"/>
        <w:rPr>
          <w:sz w:val="28"/>
          <w:szCs w:val="28"/>
        </w:rPr>
      </w:pPr>
      <w:r w:rsidRPr="00B935A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:rsidR="00DA7A04" w:rsidRPr="00B935A8" w:rsidRDefault="00DA7A04" w:rsidP="004C7E6C">
      <w:pPr>
        <w:widowControl w:val="0"/>
        <w:spacing w:after="0"/>
        <w:ind w:left="5103"/>
        <w:jc w:val="left"/>
        <w:rPr>
          <w:sz w:val="28"/>
          <w:szCs w:val="28"/>
        </w:rPr>
      </w:pPr>
      <w:r>
        <w:rPr>
          <w:sz w:val="28"/>
          <w:szCs w:val="28"/>
        </w:rPr>
        <w:t>к</w:t>
      </w:r>
      <w:r w:rsidRPr="00B93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типовой </w:t>
      </w:r>
      <w:r w:rsidRPr="00B935A8">
        <w:rPr>
          <w:sz w:val="28"/>
          <w:szCs w:val="28"/>
        </w:rPr>
        <w:t>документации</w:t>
      </w:r>
    </w:p>
    <w:p w:rsidR="00DA7A04" w:rsidRPr="00B935A8" w:rsidRDefault="00DA7A04" w:rsidP="007726A8">
      <w:pPr>
        <w:widowControl w:val="0"/>
        <w:spacing w:after="0"/>
        <w:jc w:val="right"/>
        <w:rPr>
          <w:sz w:val="28"/>
          <w:szCs w:val="28"/>
        </w:rPr>
      </w:pPr>
    </w:p>
    <w:p w:rsidR="00DA7A04" w:rsidRPr="00B935A8" w:rsidRDefault="00DA7A04" w:rsidP="007726A8">
      <w:pPr>
        <w:widowControl w:val="0"/>
        <w:spacing w:after="0"/>
        <w:jc w:val="center"/>
        <w:rPr>
          <w:sz w:val="28"/>
          <w:szCs w:val="28"/>
        </w:rPr>
      </w:pPr>
      <w:r w:rsidRPr="00B935A8">
        <w:rPr>
          <w:sz w:val="28"/>
          <w:szCs w:val="28"/>
        </w:rPr>
        <w:t>Форма заявки на участие в аукционе</w:t>
      </w:r>
    </w:p>
    <w:p w:rsidR="00DA7A04" w:rsidRPr="00B935A8" w:rsidRDefault="00DA7A04" w:rsidP="007726A8">
      <w:pPr>
        <w:widowControl w:val="0"/>
        <w:spacing w:after="0"/>
        <w:ind w:right="125"/>
        <w:rPr>
          <w:sz w:val="28"/>
          <w:szCs w:val="28"/>
        </w:rPr>
      </w:pPr>
    </w:p>
    <w:p w:rsidR="00DA7A04" w:rsidRPr="00B935A8" w:rsidRDefault="00DA7A04" w:rsidP="007726A8">
      <w:pPr>
        <w:widowControl w:val="0"/>
        <w:spacing w:after="0"/>
        <w:ind w:left="6050" w:right="125"/>
        <w:jc w:val="left"/>
        <w:rPr>
          <w:sz w:val="28"/>
          <w:szCs w:val="28"/>
        </w:rPr>
      </w:pPr>
      <w:r w:rsidRPr="00B935A8">
        <w:rPr>
          <w:sz w:val="28"/>
          <w:szCs w:val="28"/>
        </w:rPr>
        <w:t xml:space="preserve">Председателю </w:t>
      </w:r>
    </w:p>
    <w:p w:rsidR="00DA7A04" w:rsidRPr="00B935A8" w:rsidRDefault="00DA7A04" w:rsidP="007726A8">
      <w:pPr>
        <w:widowControl w:val="0"/>
        <w:spacing w:after="0"/>
        <w:ind w:left="6050" w:right="125"/>
        <w:jc w:val="left"/>
        <w:rPr>
          <w:sz w:val="28"/>
          <w:szCs w:val="28"/>
        </w:rPr>
      </w:pPr>
      <w:r w:rsidRPr="00B935A8">
        <w:rPr>
          <w:sz w:val="28"/>
          <w:szCs w:val="28"/>
        </w:rPr>
        <w:t>аукционной комиссии</w:t>
      </w:r>
    </w:p>
    <w:p w:rsidR="00DA7A04" w:rsidRPr="00B935A8" w:rsidRDefault="00DA7A04" w:rsidP="007726A8">
      <w:pPr>
        <w:widowControl w:val="0"/>
        <w:spacing w:after="0"/>
        <w:ind w:right="125"/>
        <w:jc w:val="center"/>
        <w:outlineLvl w:val="1"/>
        <w:rPr>
          <w:sz w:val="28"/>
          <w:szCs w:val="28"/>
        </w:rPr>
      </w:pPr>
      <w:r w:rsidRPr="00B935A8">
        <w:rPr>
          <w:sz w:val="28"/>
          <w:szCs w:val="28"/>
        </w:rPr>
        <w:t>ЗАЯВКА*</w:t>
      </w:r>
    </w:p>
    <w:p w:rsidR="00DA7A04" w:rsidRPr="00B935A8" w:rsidRDefault="00DA7A04" w:rsidP="007726A8">
      <w:pPr>
        <w:widowControl w:val="0"/>
        <w:spacing w:after="0"/>
        <w:rPr>
          <w:sz w:val="28"/>
          <w:szCs w:val="28"/>
        </w:rPr>
      </w:pPr>
    </w:p>
    <w:p w:rsidR="00DA7A04" w:rsidRPr="00B935A8" w:rsidRDefault="00DA7A04" w:rsidP="007726A8">
      <w:pPr>
        <w:widowControl w:val="0"/>
        <w:spacing w:after="0"/>
        <w:jc w:val="center"/>
        <w:rPr>
          <w:sz w:val="28"/>
          <w:szCs w:val="28"/>
        </w:rPr>
      </w:pPr>
      <w:r w:rsidRPr="00B935A8">
        <w:rPr>
          <w:sz w:val="28"/>
          <w:szCs w:val="28"/>
        </w:rPr>
        <w:t>на участие в открытом аукционе № ___ на право заключения договора на размещение нестационарного объекта</w:t>
      </w:r>
      <w:r>
        <w:rPr>
          <w:sz w:val="28"/>
          <w:szCs w:val="28"/>
        </w:rPr>
        <w:t xml:space="preserve"> для организации досуга</w:t>
      </w:r>
      <w:r w:rsidRPr="00B935A8">
        <w:rPr>
          <w:sz w:val="28"/>
          <w:szCs w:val="28"/>
        </w:rPr>
        <w:t>:</w:t>
      </w:r>
    </w:p>
    <w:p w:rsidR="00DA7A04" w:rsidRPr="00B935A8" w:rsidRDefault="00DA7A04" w:rsidP="007726A8">
      <w:pPr>
        <w:widowControl w:val="0"/>
        <w:spacing w:after="0"/>
        <w:jc w:val="center"/>
        <w:rPr>
          <w:sz w:val="28"/>
          <w:szCs w:val="28"/>
        </w:rPr>
      </w:pPr>
    </w:p>
    <w:p w:rsidR="00DA7A04" w:rsidRPr="00B935A8" w:rsidRDefault="00DA7A04" w:rsidP="007726A8">
      <w:pPr>
        <w:widowControl w:val="0"/>
        <w:spacing w:after="0"/>
        <w:jc w:val="left"/>
        <w:rPr>
          <w:sz w:val="28"/>
          <w:szCs w:val="28"/>
        </w:rPr>
      </w:pPr>
      <w:r w:rsidRPr="00B935A8">
        <w:rPr>
          <w:sz w:val="28"/>
          <w:szCs w:val="28"/>
        </w:rPr>
        <w:t>по адресу:__________________________________________________________</w:t>
      </w:r>
    </w:p>
    <w:p w:rsidR="00DA7A04" w:rsidRPr="00B935A8" w:rsidRDefault="00DA7A04" w:rsidP="007726A8">
      <w:pPr>
        <w:widowControl w:val="0"/>
        <w:spacing w:after="0"/>
        <w:jc w:val="left"/>
        <w:rPr>
          <w:sz w:val="28"/>
          <w:szCs w:val="28"/>
        </w:rPr>
      </w:pPr>
      <w:r w:rsidRPr="00B935A8">
        <w:rPr>
          <w:sz w:val="28"/>
          <w:szCs w:val="28"/>
        </w:rPr>
        <w:t>лот:_______________________________________________________________</w:t>
      </w:r>
    </w:p>
    <w:p w:rsidR="00DA7A04" w:rsidRPr="00B935A8" w:rsidRDefault="00DA7A04" w:rsidP="007726A8">
      <w:pPr>
        <w:widowControl w:val="0"/>
        <w:spacing w:after="0"/>
        <w:jc w:val="left"/>
        <w:rPr>
          <w:sz w:val="28"/>
          <w:szCs w:val="28"/>
        </w:rPr>
      </w:pPr>
    </w:p>
    <w:p w:rsidR="00DA7A04" w:rsidRPr="00B935A8" w:rsidRDefault="00DA7A04" w:rsidP="007726A8">
      <w:pPr>
        <w:widowControl w:val="0"/>
        <w:spacing w:after="0"/>
        <w:jc w:val="left"/>
        <w:rPr>
          <w:sz w:val="28"/>
          <w:szCs w:val="28"/>
        </w:rPr>
      </w:pPr>
      <w:r w:rsidRPr="00B935A8">
        <w:rPr>
          <w:sz w:val="28"/>
          <w:szCs w:val="28"/>
        </w:rPr>
        <w:t>специализация нестационарного объекта</w:t>
      </w:r>
      <w:r>
        <w:rPr>
          <w:sz w:val="28"/>
          <w:szCs w:val="28"/>
        </w:rPr>
        <w:t xml:space="preserve"> для организации досуга:</w:t>
      </w:r>
      <w:r w:rsidRPr="00B935A8">
        <w:rPr>
          <w:sz w:val="28"/>
          <w:szCs w:val="28"/>
        </w:rPr>
        <w:t xml:space="preserve">  __________________________________________________________________</w:t>
      </w:r>
    </w:p>
    <w:p w:rsidR="00DA7A04" w:rsidRPr="00B935A8" w:rsidRDefault="00DA7A04" w:rsidP="007726A8">
      <w:pPr>
        <w:widowControl w:val="0"/>
        <w:tabs>
          <w:tab w:val="left" w:pos="567"/>
        </w:tabs>
        <w:spacing w:after="0"/>
        <w:ind w:right="125" w:firstLine="720"/>
        <w:rPr>
          <w:sz w:val="28"/>
          <w:szCs w:val="28"/>
        </w:rPr>
      </w:pPr>
      <w:r w:rsidRPr="00B935A8">
        <w:rPr>
          <w:sz w:val="28"/>
          <w:szCs w:val="28"/>
        </w:rPr>
        <w:t>1. Изучив аукционную документацию на право заключения договора на размещение нестационарного</w:t>
      </w:r>
      <w:r>
        <w:rPr>
          <w:sz w:val="28"/>
          <w:szCs w:val="28"/>
        </w:rPr>
        <w:t xml:space="preserve"> </w:t>
      </w:r>
      <w:r w:rsidRPr="00B935A8">
        <w:rPr>
          <w:sz w:val="28"/>
          <w:szCs w:val="28"/>
        </w:rPr>
        <w:t>объекта</w:t>
      </w:r>
      <w:r>
        <w:rPr>
          <w:sz w:val="28"/>
          <w:szCs w:val="28"/>
        </w:rPr>
        <w:t xml:space="preserve"> для организации досуга</w:t>
      </w:r>
      <w:r w:rsidRPr="00B935A8">
        <w:rPr>
          <w:sz w:val="28"/>
          <w:szCs w:val="28"/>
        </w:rPr>
        <w:t xml:space="preserve"> по адресу: _______________________________________________, проект договора на размещение нестационарного объекта</w:t>
      </w:r>
      <w:r>
        <w:rPr>
          <w:sz w:val="28"/>
          <w:szCs w:val="28"/>
        </w:rPr>
        <w:t xml:space="preserve"> для организации досуга на </w:t>
      </w:r>
      <w:r w:rsidRPr="00815356">
        <w:rPr>
          <w:sz w:val="28"/>
          <w:szCs w:val="28"/>
        </w:rPr>
        <w:t>землях общего пользования</w:t>
      </w:r>
      <w:r>
        <w:rPr>
          <w:sz w:val="28"/>
          <w:szCs w:val="28"/>
        </w:rPr>
        <w:t xml:space="preserve"> территории городского округа «Город Калининград»,</w:t>
      </w:r>
      <w:r w:rsidRPr="00B935A8">
        <w:rPr>
          <w:sz w:val="28"/>
          <w:szCs w:val="28"/>
        </w:rPr>
        <w:t xml:space="preserve"> _________________________________________________________________</w:t>
      </w:r>
      <w:r w:rsidRPr="00B935A8">
        <w:rPr>
          <w:sz w:val="28"/>
          <w:szCs w:val="28"/>
        </w:rPr>
        <w:tab/>
        <w:t xml:space="preserve">                 </w:t>
      </w:r>
      <w:r w:rsidRPr="00B935A8">
        <w:rPr>
          <w:sz w:val="28"/>
          <w:szCs w:val="28"/>
        </w:rPr>
        <w:tab/>
      </w:r>
      <w:r w:rsidRPr="00B935A8">
        <w:rPr>
          <w:sz w:val="28"/>
          <w:szCs w:val="28"/>
        </w:rPr>
        <w:tab/>
      </w:r>
      <w:r w:rsidRPr="00B935A8">
        <w:rPr>
          <w:sz w:val="28"/>
          <w:szCs w:val="28"/>
        </w:rPr>
        <w:tab/>
        <w:t>(</w:t>
      </w:r>
      <w:r>
        <w:rPr>
          <w:sz w:val="28"/>
          <w:szCs w:val="28"/>
        </w:rPr>
        <w:t xml:space="preserve">полное наименование </w:t>
      </w:r>
      <w:r w:rsidRPr="00B935A8">
        <w:rPr>
          <w:sz w:val="28"/>
          <w:szCs w:val="28"/>
        </w:rPr>
        <w:t xml:space="preserve">участника аукциона) </w:t>
      </w:r>
    </w:p>
    <w:p w:rsidR="00DA7A04" w:rsidRPr="00B935A8" w:rsidRDefault="00DA7A04" w:rsidP="007726A8">
      <w:pPr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/>
        <w:ind w:right="125"/>
        <w:rPr>
          <w:sz w:val="28"/>
          <w:szCs w:val="28"/>
        </w:rPr>
      </w:pPr>
      <w:r w:rsidRPr="00B935A8">
        <w:rPr>
          <w:sz w:val="28"/>
          <w:szCs w:val="28"/>
        </w:rPr>
        <w:t>в лице</w:t>
      </w:r>
      <w:r>
        <w:rPr>
          <w:sz w:val="28"/>
          <w:szCs w:val="28"/>
        </w:rPr>
        <w:t xml:space="preserve"> </w:t>
      </w:r>
      <w:r w:rsidRPr="00B935A8">
        <w:rPr>
          <w:sz w:val="28"/>
          <w:szCs w:val="28"/>
        </w:rPr>
        <w:t>__________________________________________________________</w:t>
      </w:r>
    </w:p>
    <w:p w:rsidR="00DA7A04" w:rsidRPr="00B935A8" w:rsidRDefault="00DA7A04" w:rsidP="007726A8">
      <w:pPr>
        <w:widowControl w:val="0"/>
        <w:spacing w:after="0"/>
        <w:ind w:right="125"/>
        <w:jc w:val="center"/>
        <w:rPr>
          <w:sz w:val="28"/>
          <w:szCs w:val="28"/>
        </w:rPr>
      </w:pPr>
      <w:r w:rsidRPr="00B935A8">
        <w:rPr>
          <w:sz w:val="28"/>
          <w:szCs w:val="28"/>
        </w:rPr>
        <w:t>(наименование должности</w:t>
      </w:r>
      <w:r>
        <w:rPr>
          <w:sz w:val="28"/>
          <w:szCs w:val="28"/>
        </w:rPr>
        <w:t xml:space="preserve"> </w:t>
      </w:r>
      <w:r w:rsidRPr="00B935A8">
        <w:rPr>
          <w:sz w:val="28"/>
          <w:szCs w:val="28"/>
        </w:rPr>
        <w:t>и Ф.И.О. руководителя)</w:t>
      </w:r>
    </w:p>
    <w:p w:rsidR="00DA7A04" w:rsidRPr="00B935A8" w:rsidRDefault="00DA7A04" w:rsidP="007726A8">
      <w:pPr>
        <w:widowControl w:val="0"/>
        <w:spacing w:after="0"/>
        <w:ind w:right="125"/>
        <w:rPr>
          <w:sz w:val="28"/>
          <w:szCs w:val="28"/>
        </w:rPr>
      </w:pPr>
      <w:r w:rsidRPr="00B935A8">
        <w:rPr>
          <w:sz w:val="28"/>
          <w:szCs w:val="28"/>
        </w:rPr>
        <w:t>сообщает о согласии участвовать в аукционе на условиях, установленных     в указанной документации об аукционе.</w:t>
      </w:r>
    </w:p>
    <w:p w:rsidR="00DA7A04" w:rsidRPr="00B935A8" w:rsidRDefault="00DA7A04" w:rsidP="007726A8">
      <w:pPr>
        <w:widowControl w:val="0"/>
        <w:spacing w:after="0"/>
        <w:ind w:right="125" w:firstLine="660"/>
        <w:rPr>
          <w:sz w:val="28"/>
          <w:szCs w:val="28"/>
        </w:rPr>
      </w:pPr>
      <w:r w:rsidRPr="00B935A8">
        <w:rPr>
          <w:sz w:val="28"/>
          <w:szCs w:val="28"/>
        </w:rPr>
        <w:t xml:space="preserve">В случае признания победителем аукциона заявитель обязуется  подписать договор на размещение нестационарного объекта </w:t>
      </w:r>
      <w:r>
        <w:rPr>
          <w:sz w:val="28"/>
          <w:szCs w:val="28"/>
        </w:rPr>
        <w:t xml:space="preserve">для организации досуга на </w:t>
      </w:r>
      <w:r w:rsidRPr="00815356">
        <w:rPr>
          <w:sz w:val="28"/>
          <w:szCs w:val="28"/>
        </w:rPr>
        <w:t>землях общего пользования</w:t>
      </w:r>
      <w:r>
        <w:rPr>
          <w:sz w:val="28"/>
          <w:szCs w:val="28"/>
        </w:rPr>
        <w:t xml:space="preserve"> территории городского округа «Город Калининград»</w:t>
      </w:r>
      <w:r w:rsidRPr="00B935A8">
        <w:rPr>
          <w:sz w:val="28"/>
          <w:szCs w:val="28"/>
        </w:rPr>
        <w:t xml:space="preserve"> в редакции, представленной в аукционной документации, и осуществлять функции Предпринимателя </w:t>
      </w:r>
      <w:r>
        <w:rPr>
          <w:sz w:val="28"/>
          <w:szCs w:val="28"/>
        </w:rPr>
        <w:t>в отношении</w:t>
      </w:r>
      <w:r w:rsidRPr="00B935A8">
        <w:rPr>
          <w:sz w:val="28"/>
          <w:szCs w:val="28"/>
        </w:rPr>
        <w:t xml:space="preserve"> предмет</w:t>
      </w:r>
      <w:r>
        <w:rPr>
          <w:sz w:val="28"/>
          <w:szCs w:val="28"/>
        </w:rPr>
        <w:t>а</w:t>
      </w:r>
      <w:r w:rsidRPr="00B935A8">
        <w:rPr>
          <w:sz w:val="28"/>
          <w:szCs w:val="28"/>
        </w:rPr>
        <w:t xml:space="preserve"> аукциона.</w:t>
      </w:r>
    </w:p>
    <w:p w:rsidR="00DA7A04" w:rsidRPr="00B935A8" w:rsidRDefault="00DA7A04" w:rsidP="007726A8">
      <w:pPr>
        <w:widowControl w:val="0"/>
        <w:spacing w:after="0"/>
        <w:ind w:right="125" w:firstLine="660"/>
        <w:rPr>
          <w:sz w:val="28"/>
          <w:szCs w:val="28"/>
        </w:rPr>
      </w:pPr>
      <w:r>
        <w:rPr>
          <w:sz w:val="28"/>
          <w:szCs w:val="28"/>
        </w:rPr>
        <w:t>Н</w:t>
      </w:r>
      <w:r w:rsidRPr="00B935A8">
        <w:rPr>
          <w:sz w:val="28"/>
          <w:szCs w:val="28"/>
        </w:rPr>
        <w:t xml:space="preserve">астоящей </w:t>
      </w:r>
      <w:r>
        <w:rPr>
          <w:sz w:val="28"/>
          <w:szCs w:val="28"/>
        </w:rPr>
        <w:t>з</w:t>
      </w:r>
      <w:r w:rsidRPr="00B935A8">
        <w:rPr>
          <w:sz w:val="28"/>
          <w:szCs w:val="28"/>
        </w:rPr>
        <w:t xml:space="preserve">аявкой заявитель подтверждает, </w:t>
      </w:r>
      <w:r>
        <w:rPr>
          <w:sz w:val="28"/>
          <w:szCs w:val="28"/>
        </w:rPr>
        <w:t xml:space="preserve">что </w:t>
      </w:r>
      <w:r w:rsidRPr="00B935A8">
        <w:rPr>
          <w:sz w:val="28"/>
          <w:szCs w:val="28"/>
        </w:rPr>
        <w:t>согласен с тем, что может быть не допущен к участию в аукционе в случае представлен</w:t>
      </w:r>
      <w:r>
        <w:rPr>
          <w:sz w:val="28"/>
          <w:szCs w:val="28"/>
        </w:rPr>
        <w:t>ия</w:t>
      </w:r>
      <w:r w:rsidRPr="00B935A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935A8">
        <w:rPr>
          <w:sz w:val="28"/>
          <w:szCs w:val="28"/>
        </w:rPr>
        <w:t>рганизатору</w:t>
      </w:r>
      <w:r>
        <w:rPr>
          <w:sz w:val="28"/>
          <w:szCs w:val="28"/>
        </w:rPr>
        <w:t xml:space="preserve"> недостоверных</w:t>
      </w:r>
      <w:r w:rsidRPr="00B935A8">
        <w:rPr>
          <w:sz w:val="28"/>
          <w:szCs w:val="28"/>
        </w:rPr>
        <w:t xml:space="preserve">  сведений.</w:t>
      </w:r>
    </w:p>
    <w:p w:rsidR="00DA7A04" w:rsidRPr="00B935A8" w:rsidRDefault="00DA7A04" w:rsidP="007726A8">
      <w:pPr>
        <w:widowControl w:val="0"/>
        <w:spacing w:after="0"/>
        <w:ind w:right="125" w:firstLine="660"/>
        <w:rPr>
          <w:sz w:val="28"/>
          <w:szCs w:val="28"/>
        </w:rPr>
      </w:pPr>
      <w:r w:rsidRPr="00B935A8">
        <w:rPr>
          <w:sz w:val="28"/>
          <w:szCs w:val="28"/>
        </w:rPr>
        <w:t>2. В случае признания победителем аукциона заявитель обязуется  подписать протокол о результатах аукциона.</w:t>
      </w:r>
    </w:p>
    <w:p w:rsidR="00DA7A04" w:rsidRPr="00B935A8" w:rsidRDefault="00DA7A04" w:rsidP="007726A8">
      <w:pPr>
        <w:widowControl w:val="0"/>
        <w:spacing w:after="0"/>
        <w:ind w:right="125" w:firstLine="660"/>
        <w:rPr>
          <w:sz w:val="28"/>
          <w:szCs w:val="28"/>
        </w:rPr>
      </w:pPr>
      <w:r w:rsidRPr="00B935A8">
        <w:rPr>
          <w:sz w:val="28"/>
          <w:szCs w:val="28"/>
        </w:rPr>
        <w:t>3. Заявитель уведомлен, что в случае признания победителем аукциона и его отказа от подписания протокола о результатах аукциона, договора       на размещение нестационарного объекта</w:t>
      </w:r>
      <w:r>
        <w:rPr>
          <w:sz w:val="28"/>
          <w:szCs w:val="28"/>
        </w:rPr>
        <w:t xml:space="preserve"> для организации досуга на </w:t>
      </w:r>
      <w:r w:rsidRPr="00815356">
        <w:rPr>
          <w:sz w:val="28"/>
          <w:szCs w:val="28"/>
        </w:rPr>
        <w:t>землях общего пользования</w:t>
      </w:r>
      <w:r>
        <w:rPr>
          <w:sz w:val="28"/>
          <w:szCs w:val="28"/>
        </w:rPr>
        <w:t xml:space="preserve"> территории городского округа «Город Калининград»</w:t>
      </w:r>
      <w:r w:rsidRPr="00B935A8">
        <w:rPr>
          <w:sz w:val="28"/>
          <w:szCs w:val="28"/>
        </w:rPr>
        <w:t xml:space="preserve"> внесенный заявителем  задаток  не возвращается.</w:t>
      </w:r>
    </w:p>
    <w:p w:rsidR="00DA7A04" w:rsidRPr="00B935A8" w:rsidRDefault="00DA7A04" w:rsidP="007726A8">
      <w:pPr>
        <w:widowControl w:val="0"/>
        <w:spacing w:after="0"/>
        <w:ind w:right="125" w:firstLine="660"/>
        <w:rPr>
          <w:sz w:val="28"/>
          <w:szCs w:val="28"/>
        </w:rPr>
      </w:pPr>
      <w:r w:rsidRPr="00B935A8">
        <w:rPr>
          <w:sz w:val="28"/>
          <w:szCs w:val="28"/>
        </w:rPr>
        <w:t>4. Заявитель сообщает, что для оперативного уведомления                    по вопросам организационного характера и взаимодействия с организатором аукциона им уполномочен</w:t>
      </w:r>
    </w:p>
    <w:p w:rsidR="00DA7A04" w:rsidRPr="00B935A8" w:rsidRDefault="00DA7A04" w:rsidP="007726A8">
      <w:pPr>
        <w:widowControl w:val="0"/>
        <w:spacing w:after="0"/>
        <w:ind w:right="125"/>
        <w:rPr>
          <w:sz w:val="28"/>
          <w:szCs w:val="28"/>
        </w:rPr>
      </w:pPr>
      <w:r w:rsidRPr="00B935A8">
        <w:rPr>
          <w:sz w:val="28"/>
          <w:szCs w:val="28"/>
        </w:rPr>
        <w:t>_________________________________________________________________</w:t>
      </w:r>
    </w:p>
    <w:p w:rsidR="00DA7A04" w:rsidRPr="00B935A8" w:rsidRDefault="00DA7A04" w:rsidP="007726A8">
      <w:pPr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/>
        <w:ind w:right="125" w:firstLine="142"/>
        <w:rPr>
          <w:sz w:val="28"/>
          <w:szCs w:val="28"/>
        </w:rPr>
      </w:pPr>
      <w:r w:rsidRPr="00B935A8">
        <w:rPr>
          <w:sz w:val="28"/>
          <w:szCs w:val="28"/>
        </w:rPr>
        <w:t>(Ф.И.О., телефон работника организации (ИП) – заявителя на участие            в аукционе)</w:t>
      </w:r>
    </w:p>
    <w:p w:rsidR="00DA7A04" w:rsidRPr="00B935A8" w:rsidRDefault="00DA7A04" w:rsidP="007726A8">
      <w:pPr>
        <w:widowControl w:val="0"/>
        <w:spacing w:after="0"/>
        <w:ind w:right="125" w:firstLine="660"/>
        <w:rPr>
          <w:sz w:val="28"/>
          <w:szCs w:val="28"/>
        </w:rPr>
      </w:pPr>
      <w:r w:rsidRPr="00B935A8">
        <w:rPr>
          <w:sz w:val="28"/>
          <w:szCs w:val="28"/>
        </w:rPr>
        <w:t xml:space="preserve">Все сведения о проведении аукциона просим сообщать уполномоченному лицу. </w:t>
      </w:r>
    </w:p>
    <w:p w:rsidR="00DA7A04" w:rsidRPr="00B935A8" w:rsidRDefault="00DA7A04" w:rsidP="007726A8">
      <w:pPr>
        <w:widowControl w:val="0"/>
        <w:spacing w:after="0"/>
        <w:ind w:right="125" w:firstLine="660"/>
        <w:rPr>
          <w:sz w:val="28"/>
          <w:szCs w:val="28"/>
        </w:rPr>
      </w:pPr>
      <w:r w:rsidRPr="00B935A8">
        <w:rPr>
          <w:sz w:val="28"/>
          <w:szCs w:val="28"/>
        </w:rPr>
        <w:t>5. Заявитель согласен с тем, что до заключения договора                      на размещение нестационарного объекта</w:t>
      </w:r>
      <w:r>
        <w:rPr>
          <w:sz w:val="28"/>
          <w:szCs w:val="28"/>
        </w:rPr>
        <w:t xml:space="preserve"> для организации досуга на </w:t>
      </w:r>
      <w:r w:rsidRPr="00815356">
        <w:rPr>
          <w:sz w:val="28"/>
          <w:szCs w:val="28"/>
        </w:rPr>
        <w:t>землях общего пользования</w:t>
      </w:r>
      <w:r>
        <w:rPr>
          <w:sz w:val="28"/>
          <w:szCs w:val="28"/>
        </w:rPr>
        <w:t xml:space="preserve"> территории городского округа «Город Калининград»</w:t>
      </w:r>
      <w:r w:rsidRPr="00B935A8">
        <w:rPr>
          <w:sz w:val="28"/>
          <w:szCs w:val="28"/>
        </w:rPr>
        <w:t xml:space="preserve"> заявка будет считаться имеющей силу договора между </w:t>
      </w:r>
      <w:r>
        <w:rPr>
          <w:sz w:val="28"/>
          <w:szCs w:val="28"/>
        </w:rPr>
        <w:t xml:space="preserve">комитетом по социальной политике администрации городского округа «Город Калининград» </w:t>
      </w:r>
      <w:r w:rsidRPr="00B935A8">
        <w:rPr>
          <w:sz w:val="28"/>
          <w:szCs w:val="28"/>
        </w:rPr>
        <w:t xml:space="preserve"> (организатор</w:t>
      </w:r>
      <w:r>
        <w:rPr>
          <w:sz w:val="28"/>
          <w:szCs w:val="28"/>
        </w:rPr>
        <w:t>ом</w:t>
      </w:r>
      <w:r w:rsidRPr="00B935A8">
        <w:rPr>
          <w:sz w:val="28"/>
          <w:szCs w:val="28"/>
        </w:rPr>
        <w:t xml:space="preserve"> аукциона) и заявителем.</w:t>
      </w:r>
    </w:p>
    <w:p w:rsidR="00DA7A04" w:rsidRPr="00B935A8" w:rsidRDefault="00DA7A04" w:rsidP="001477E7">
      <w:pPr>
        <w:widowControl w:val="0"/>
        <w:spacing w:after="0"/>
        <w:ind w:right="125" w:firstLine="660"/>
        <w:rPr>
          <w:sz w:val="28"/>
          <w:szCs w:val="28"/>
        </w:rPr>
      </w:pPr>
      <w:r w:rsidRPr="00B935A8">
        <w:rPr>
          <w:sz w:val="28"/>
          <w:szCs w:val="28"/>
        </w:rPr>
        <w:t>6.</w:t>
      </w:r>
      <w:r>
        <w:rPr>
          <w:sz w:val="28"/>
          <w:szCs w:val="28"/>
        </w:rPr>
        <w:t xml:space="preserve"> Банковские р</w:t>
      </w:r>
      <w:r w:rsidRPr="00B935A8">
        <w:rPr>
          <w:sz w:val="28"/>
          <w:szCs w:val="28"/>
        </w:rPr>
        <w:t>еквизиты  заявителя:__________________</w:t>
      </w:r>
      <w:r>
        <w:rPr>
          <w:sz w:val="28"/>
          <w:szCs w:val="28"/>
        </w:rPr>
        <w:t>, место нахождения ________________, почтовый адрес__________________, контактный телефон_______________, электронная почта_______________.</w:t>
      </w:r>
    </w:p>
    <w:p w:rsidR="00DA7A04" w:rsidRPr="00B935A8" w:rsidRDefault="00DA7A04" w:rsidP="001477E7">
      <w:pPr>
        <w:widowControl w:val="0"/>
        <w:spacing w:after="0"/>
        <w:ind w:right="125" w:firstLine="660"/>
        <w:rPr>
          <w:sz w:val="28"/>
          <w:szCs w:val="28"/>
        </w:rPr>
      </w:pPr>
      <w:r w:rsidRPr="00B935A8">
        <w:rPr>
          <w:sz w:val="28"/>
          <w:szCs w:val="28"/>
        </w:rPr>
        <w:t>7. Корреспонденцию в адрес заявителя просим направлять по адресу: _________________________________________________________________</w:t>
      </w:r>
      <w:r>
        <w:rPr>
          <w:sz w:val="28"/>
          <w:szCs w:val="28"/>
        </w:rPr>
        <w:t>.</w:t>
      </w:r>
    </w:p>
    <w:p w:rsidR="00DA7A04" w:rsidRPr="00B935A8" w:rsidRDefault="00DA7A04" w:rsidP="007726A8">
      <w:pPr>
        <w:widowControl w:val="0"/>
        <w:spacing w:after="0"/>
        <w:ind w:right="125" w:firstLine="660"/>
        <w:rPr>
          <w:sz w:val="28"/>
          <w:szCs w:val="28"/>
        </w:rPr>
      </w:pPr>
      <w:r w:rsidRPr="00B935A8">
        <w:rPr>
          <w:sz w:val="28"/>
          <w:szCs w:val="28"/>
        </w:rPr>
        <w:t>8. Заявитель уведомлен, что в случае несоответствия заявки требованиям аукционной документации он</w:t>
      </w:r>
      <w:r>
        <w:rPr>
          <w:sz w:val="28"/>
          <w:szCs w:val="28"/>
        </w:rPr>
        <w:t xml:space="preserve"> не</w:t>
      </w:r>
      <w:r w:rsidRPr="00B935A8">
        <w:rPr>
          <w:sz w:val="28"/>
          <w:szCs w:val="28"/>
        </w:rPr>
        <w:t xml:space="preserve"> </w:t>
      </w:r>
      <w:r>
        <w:rPr>
          <w:sz w:val="28"/>
          <w:szCs w:val="28"/>
        </w:rPr>
        <w:t>будет</w:t>
      </w:r>
      <w:r w:rsidRPr="00B935A8">
        <w:rPr>
          <w:sz w:val="28"/>
          <w:szCs w:val="28"/>
        </w:rPr>
        <w:t xml:space="preserve"> допущен к участию в аукционе.</w:t>
      </w:r>
    </w:p>
    <w:p w:rsidR="00DA7A04" w:rsidRPr="00B935A8" w:rsidRDefault="00DA7A04" w:rsidP="007726A8">
      <w:pPr>
        <w:widowControl w:val="0"/>
        <w:spacing w:after="0"/>
        <w:ind w:right="125" w:firstLine="660"/>
        <w:rPr>
          <w:sz w:val="28"/>
          <w:szCs w:val="28"/>
        </w:rPr>
      </w:pPr>
      <w:r w:rsidRPr="00B935A8">
        <w:rPr>
          <w:sz w:val="28"/>
          <w:szCs w:val="28"/>
        </w:rPr>
        <w:t>9. Заявител</w:t>
      </w:r>
      <w:r>
        <w:rPr>
          <w:sz w:val="28"/>
          <w:szCs w:val="28"/>
        </w:rPr>
        <w:t>ь несет ответственность за пред</w:t>
      </w:r>
      <w:r w:rsidRPr="00B935A8">
        <w:rPr>
          <w:sz w:val="28"/>
          <w:szCs w:val="28"/>
        </w:rPr>
        <w:t>ставление недостоверной, неполной и/или ложной информации в соответствии с действующим законодательством РФ.</w:t>
      </w:r>
    </w:p>
    <w:p w:rsidR="00DA7A04" w:rsidRDefault="00DA7A04" w:rsidP="007726A8">
      <w:pPr>
        <w:widowControl w:val="0"/>
        <w:spacing w:after="0"/>
        <w:ind w:right="125"/>
        <w:jc w:val="left"/>
        <w:outlineLvl w:val="3"/>
        <w:rPr>
          <w:sz w:val="28"/>
          <w:szCs w:val="28"/>
        </w:rPr>
      </w:pPr>
    </w:p>
    <w:p w:rsidR="00DA7A04" w:rsidRDefault="00DA7A04" w:rsidP="007726A8">
      <w:pPr>
        <w:widowControl w:val="0"/>
        <w:spacing w:after="0"/>
        <w:ind w:right="125"/>
        <w:jc w:val="left"/>
        <w:outlineLvl w:val="3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DA7A04" w:rsidRPr="00B935A8" w:rsidRDefault="00DA7A04" w:rsidP="007726A8">
      <w:pPr>
        <w:widowControl w:val="0"/>
        <w:spacing w:after="0"/>
        <w:ind w:right="125"/>
        <w:jc w:val="left"/>
        <w:outlineLvl w:val="3"/>
        <w:rPr>
          <w:sz w:val="28"/>
          <w:szCs w:val="28"/>
        </w:rPr>
      </w:pPr>
      <w:r w:rsidRPr="00B935A8">
        <w:rPr>
          <w:sz w:val="28"/>
          <w:szCs w:val="28"/>
        </w:rPr>
        <w:t>Подпись</w:t>
      </w:r>
      <w:r>
        <w:rPr>
          <w:sz w:val="28"/>
          <w:szCs w:val="28"/>
        </w:rPr>
        <w:t xml:space="preserve">, </w:t>
      </w:r>
      <w:r w:rsidRPr="00B935A8">
        <w:rPr>
          <w:sz w:val="28"/>
          <w:szCs w:val="28"/>
        </w:rPr>
        <w:t>М.П.</w:t>
      </w: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spacing w:after="0"/>
        <w:ind w:right="-42" w:firstLine="540"/>
      </w:pPr>
    </w:p>
    <w:p w:rsidR="00DA7A04" w:rsidRDefault="00DA7A04" w:rsidP="007726A8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sz w:val="28"/>
          <w:szCs w:val="28"/>
        </w:rPr>
      </w:pPr>
    </w:p>
    <w:p w:rsidR="00DA7A04" w:rsidRDefault="00DA7A04" w:rsidP="007726A8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sz w:val="28"/>
          <w:szCs w:val="28"/>
        </w:rPr>
      </w:pPr>
    </w:p>
    <w:p w:rsidR="00DA7A04" w:rsidRDefault="00DA7A04" w:rsidP="007726A8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sz w:val="28"/>
          <w:szCs w:val="28"/>
        </w:rPr>
      </w:pPr>
    </w:p>
    <w:p w:rsidR="00DA7A04" w:rsidRDefault="00DA7A04" w:rsidP="007726A8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sz w:val="28"/>
          <w:szCs w:val="28"/>
        </w:rPr>
      </w:pPr>
    </w:p>
    <w:p w:rsidR="00DA7A04" w:rsidRDefault="00DA7A04" w:rsidP="007726A8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sz w:val="28"/>
          <w:szCs w:val="28"/>
        </w:rPr>
      </w:pPr>
    </w:p>
    <w:p w:rsidR="00DA7A04" w:rsidRPr="00B935A8" w:rsidRDefault="00DA7A04" w:rsidP="007726A8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sz w:val="28"/>
          <w:szCs w:val="28"/>
        </w:rPr>
      </w:pPr>
      <w:r w:rsidRPr="00B935A8">
        <w:rPr>
          <w:sz w:val="28"/>
          <w:szCs w:val="28"/>
        </w:rPr>
        <w:t>Опись документов, представляемых заявителями на участие</w:t>
      </w:r>
    </w:p>
    <w:p w:rsidR="00DA7A04" w:rsidRPr="00B935A8" w:rsidRDefault="00DA7A04" w:rsidP="007726A8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sz w:val="28"/>
          <w:szCs w:val="28"/>
        </w:rPr>
      </w:pPr>
      <w:r w:rsidRPr="00B935A8">
        <w:rPr>
          <w:sz w:val="28"/>
          <w:szCs w:val="28"/>
        </w:rPr>
        <w:t>в открытом аукционе на право заключения договора на размещение нестационарного объекта</w:t>
      </w:r>
      <w:r>
        <w:rPr>
          <w:sz w:val="28"/>
          <w:szCs w:val="28"/>
        </w:rPr>
        <w:t xml:space="preserve"> для организации досуга на </w:t>
      </w:r>
      <w:r w:rsidRPr="00815356">
        <w:rPr>
          <w:sz w:val="28"/>
          <w:szCs w:val="28"/>
        </w:rPr>
        <w:t>землях общего пользования</w:t>
      </w:r>
      <w:r>
        <w:rPr>
          <w:sz w:val="28"/>
          <w:szCs w:val="28"/>
        </w:rPr>
        <w:t xml:space="preserve"> территории городского округа «Город Калининград»</w:t>
      </w:r>
      <w:r w:rsidRPr="00B935A8">
        <w:rPr>
          <w:sz w:val="28"/>
          <w:szCs w:val="28"/>
        </w:rPr>
        <w:t>:</w:t>
      </w:r>
    </w:p>
    <w:p w:rsidR="00DA7A04" w:rsidRDefault="00DA7A04" w:rsidP="007726A8">
      <w:pPr>
        <w:widowControl w:val="0"/>
        <w:spacing w:after="0"/>
        <w:jc w:val="left"/>
        <w:rPr>
          <w:sz w:val="28"/>
          <w:szCs w:val="28"/>
        </w:rPr>
      </w:pPr>
    </w:p>
    <w:p w:rsidR="00DA7A04" w:rsidRPr="00B935A8" w:rsidRDefault="00DA7A04" w:rsidP="007726A8">
      <w:pPr>
        <w:widowControl w:val="0"/>
        <w:spacing w:after="0"/>
        <w:jc w:val="left"/>
        <w:rPr>
          <w:sz w:val="28"/>
          <w:szCs w:val="28"/>
        </w:rPr>
      </w:pPr>
      <w:r w:rsidRPr="00B935A8">
        <w:rPr>
          <w:sz w:val="28"/>
          <w:szCs w:val="28"/>
        </w:rPr>
        <w:t>по адресу:__________________________________________________________</w:t>
      </w:r>
    </w:p>
    <w:p w:rsidR="00DA7A04" w:rsidRPr="00B935A8" w:rsidRDefault="00DA7A04" w:rsidP="007726A8">
      <w:pPr>
        <w:widowControl w:val="0"/>
        <w:spacing w:after="0"/>
        <w:jc w:val="left"/>
        <w:rPr>
          <w:sz w:val="28"/>
          <w:szCs w:val="28"/>
        </w:rPr>
      </w:pPr>
    </w:p>
    <w:p w:rsidR="00DA7A04" w:rsidRPr="00B935A8" w:rsidRDefault="00DA7A04" w:rsidP="007726A8">
      <w:pPr>
        <w:widowControl w:val="0"/>
        <w:spacing w:after="0"/>
        <w:jc w:val="left"/>
        <w:rPr>
          <w:sz w:val="28"/>
          <w:szCs w:val="28"/>
        </w:rPr>
      </w:pPr>
      <w:r w:rsidRPr="00B935A8">
        <w:rPr>
          <w:sz w:val="28"/>
          <w:szCs w:val="28"/>
        </w:rPr>
        <w:t>лот:_______________________________________________________________</w:t>
      </w:r>
    </w:p>
    <w:p w:rsidR="00DA7A04" w:rsidRPr="00B935A8" w:rsidRDefault="00DA7A04" w:rsidP="007726A8">
      <w:pPr>
        <w:widowControl w:val="0"/>
        <w:spacing w:after="0"/>
        <w:jc w:val="left"/>
        <w:rPr>
          <w:sz w:val="28"/>
          <w:szCs w:val="28"/>
        </w:rPr>
      </w:pPr>
    </w:p>
    <w:p w:rsidR="00DA7A04" w:rsidRPr="00B935A8" w:rsidRDefault="00DA7A04" w:rsidP="007726A8">
      <w:pPr>
        <w:widowControl w:val="0"/>
        <w:spacing w:after="0"/>
        <w:jc w:val="left"/>
        <w:rPr>
          <w:sz w:val="28"/>
          <w:szCs w:val="28"/>
        </w:rPr>
      </w:pPr>
      <w:r w:rsidRPr="00B935A8">
        <w:rPr>
          <w:sz w:val="28"/>
          <w:szCs w:val="28"/>
        </w:rPr>
        <w:t>специализация объекта</w:t>
      </w:r>
      <w:r>
        <w:rPr>
          <w:sz w:val="28"/>
          <w:szCs w:val="28"/>
        </w:rPr>
        <w:t xml:space="preserve"> досуга</w:t>
      </w:r>
      <w:r w:rsidRPr="00B935A8">
        <w:rPr>
          <w:sz w:val="28"/>
          <w:szCs w:val="28"/>
        </w:rPr>
        <w:t>: __________________________________________________________________</w:t>
      </w:r>
    </w:p>
    <w:p w:rsidR="00DA7A04" w:rsidRPr="00B935A8" w:rsidRDefault="00DA7A04" w:rsidP="007726A8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sz w:val="28"/>
          <w:szCs w:val="28"/>
        </w:rPr>
      </w:pPr>
    </w:p>
    <w:tbl>
      <w:tblPr>
        <w:tblW w:w="935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109"/>
        <w:gridCol w:w="1907"/>
        <w:gridCol w:w="1592"/>
      </w:tblGrid>
      <w:tr w:rsidR="00DA7A04" w:rsidRPr="00B935A8">
        <w:trPr>
          <w:cantSplit/>
          <w:trHeight w:val="482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>Подлин-</w:t>
            </w:r>
            <w:r>
              <w:rPr>
                <w:sz w:val="28"/>
                <w:szCs w:val="28"/>
              </w:rPr>
              <w:t xml:space="preserve"> </w:t>
            </w:r>
            <w:r w:rsidRPr="00B935A8">
              <w:rPr>
                <w:sz w:val="28"/>
                <w:szCs w:val="28"/>
              </w:rPr>
              <w:t>ник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>Нотариально</w:t>
            </w:r>
            <w:r w:rsidRPr="00B935A8">
              <w:rPr>
                <w:sz w:val="28"/>
                <w:szCs w:val="28"/>
              </w:rPr>
              <w:br/>
              <w:t xml:space="preserve">заверенная </w:t>
            </w:r>
            <w:r w:rsidRPr="00B935A8">
              <w:rPr>
                <w:sz w:val="28"/>
                <w:szCs w:val="28"/>
              </w:rPr>
              <w:br/>
              <w:t>копия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ind w:left="-37"/>
              <w:jc w:val="left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>Количество листов</w:t>
            </w:r>
          </w:p>
        </w:tc>
      </w:tr>
      <w:tr w:rsidR="00DA7A04" w:rsidRPr="00B935A8">
        <w:trPr>
          <w:cantSplit/>
          <w:trHeight w:val="362"/>
        </w:trPr>
        <w:tc>
          <w:tcPr>
            <w:tcW w:w="7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>1. Документы, общие для юридических лиц и индивидуальных предпринимателей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z w:val="28"/>
                <w:szCs w:val="28"/>
              </w:rPr>
            </w:pPr>
          </w:p>
        </w:tc>
      </w:tr>
      <w:tr w:rsidR="00DA7A04" w:rsidRPr="00B935A8">
        <w:trPr>
          <w:cantSplit/>
          <w:trHeight w:val="482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C27EF9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 xml:space="preserve">1.1. Заявка на участие в аукционе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>Х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>-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DA7A04" w:rsidRPr="00B935A8">
        <w:trPr>
          <w:cantSplit/>
          <w:trHeight w:val="482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>1.2. Документ, подтверждающий полномочия лица на осуществление действий от имени заявителя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>Х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DA7A04" w:rsidRPr="00B935A8">
        <w:trPr>
          <w:cantSplit/>
          <w:trHeight w:val="482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>1.3. Доверенность на осуществление действий от имени заявителя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>Х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DA7A04" w:rsidRPr="00B935A8">
        <w:trPr>
          <w:cantSplit/>
          <w:trHeight w:val="482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1.4. </w:t>
            </w:r>
            <w:r w:rsidRPr="00CA50F0">
              <w:rPr>
                <w:sz w:val="28"/>
                <w:szCs w:val="28"/>
              </w:rPr>
              <w:t>Заявление</w:t>
            </w:r>
            <w:r>
              <w:rPr>
                <w:sz w:val="28"/>
                <w:szCs w:val="28"/>
              </w:rPr>
              <w:t xml:space="preserve"> о непризнании заявителя </w:t>
            </w:r>
            <w:r w:rsidRPr="00256E8B">
              <w:rPr>
                <w:sz w:val="28"/>
                <w:szCs w:val="28"/>
              </w:rPr>
              <w:t>несостоятельным (банкротом)</w:t>
            </w:r>
            <w:r>
              <w:rPr>
                <w:sz w:val="28"/>
                <w:szCs w:val="28"/>
              </w:rPr>
              <w:t xml:space="preserve"> и неприостановлении деятельности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B935A8">
              <w:rPr>
                <w:sz w:val="28"/>
                <w:szCs w:val="28"/>
              </w:rPr>
              <w:t>Х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04" w:rsidRPr="00B935A8" w:rsidRDefault="00DA7A04" w:rsidP="004C6A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DA7A04" w:rsidRDefault="00DA7A04" w:rsidP="007726A8">
      <w:pPr>
        <w:widowControl w:val="0"/>
        <w:spacing w:after="0"/>
        <w:ind w:right="125" w:firstLine="540"/>
        <w:rPr>
          <w:sz w:val="28"/>
          <w:szCs w:val="28"/>
        </w:rPr>
      </w:pPr>
    </w:p>
    <w:p w:rsidR="00DA7A04" w:rsidRPr="00B935A8" w:rsidRDefault="00DA7A04" w:rsidP="007726A8">
      <w:pPr>
        <w:widowControl w:val="0"/>
        <w:spacing w:after="0"/>
        <w:ind w:right="125" w:firstLine="540"/>
        <w:rPr>
          <w:sz w:val="28"/>
          <w:szCs w:val="28"/>
        </w:rPr>
      </w:pPr>
      <w:r w:rsidRPr="00B935A8">
        <w:rPr>
          <w:sz w:val="28"/>
          <w:szCs w:val="28"/>
        </w:rPr>
        <w:t>* В случае несоответствия документа форме заявитель</w:t>
      </w:r>
      <w:r w:rsidRPr="007D605C">
        <w:rPr>
          <w:sz w:val="28"/>
          <w:szCs w:val="28"/>
        </w:rPr>
        <w:t xml:space="preserve"> </w:t>
      </w:r>
      <w:r w:rsidRPr="00B935A8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будет </w:t>
      </w:r>
      <w:r w:rsidRPr="00B935A8">
        <w:rPr>
          <w:sz w:val="28"/>
          <w:szCs w:val="28"/>
        </w:rPr>
        <w:t>допущен к участию в торгах.</w:t>
      </w:r>
    </w:p>
    <w:p w:rsidR="00DA7A04" w:rsidRPr="00B935A8" w:rsidRDefault="00DA7A04" w:rsidP="007726A8">
      <w:pPr>
        <w:autoSpaceDE w:val="0"/>
        <w:autoSpaceDN w:val="0"/>
        <w:adjustRightInd w:val="0"/>
        <w:spacing w:after="0"/>
        <w:ind w:firstLine="540"/>
        <w:outlineLvl w:val="2"/>
        <w:rPr>
          <w:sz w:val="28"/>
          <w:szCs w:val="28"/>
        </w:rPr>
      </w:pPr>
      <w:r w:rsidRPr="00B935A8">
        <w:rPr>
          <w:sz w:val="28"/>
          <w:szCs w:val="28"/>
        </w:rPr>
        <w:t>Заявитель подает заявку на участие в открытом аукционе на размещение нестационарного объекта</w:t>
      </w:r>
      <w:r>
        <w:rPr>
          <w:sz w:val="28"/>
          <w:szCs w:val="28"/>
        </w:rPr>
        <w:t xml:space="preserve"> для организации досуга на </w:t>
      </w:r>
      <w:r w:rsidRPr="00815356">
        <w:rPr>
          <w:sz w:val="28"/>
          <w:szCs w:val="28"/>
        </w:rPr>
        <w:t>землях общего пользования</w:t>
      </w:r>
      <w:r>
        <w:rPr>
          <w:sz w:val="28"/>
          <w:szCs w:val="28"/>
        </w:rPr>
        <w:t xml:space="preserve"> территории городского округа «Город Калининград»</w:t>
      </w:r>
      <w:r w:rsidRPr="00B935A8">
        <w:rPr>
          <w:sz w:val="28"/>
          <w:szCs w:val="28"/>
        </w:rPr>
        <w:t xml:space="preserve"> в письменной форме.  </w:t>
      </w:r>
    </w:p>
    <w:p w:rsidR="00DA7A04" w:rsidRPr="00B935A8" w:rsidRDefault="00DA7A04" w:rsidP="007726A8">
      <w:pPr>
        <w:autoSpaceDE w:val="0"/>
        <w:autoSpaceDN w:val="0"/>
        <w:adjustRightInd w:val="0"/>
        <w:spacing w:after="0"/>
        <w:ind w:firstLine="540"/>
        <w:outlineLvl w:val="1"/>
        <w:rPr>
          <w:sz w:val="28"/>
          <w:szCs w:val="28"/>
        </w:rPr>
      </w:pPr>
      <w:r w:rsidRPr="00B935A8">
        <w:rPr>
          <w:sz w:val="28"/>
          <w:szCs w:val="28"/>
        </w:rPr>
        <w:t>Один заявитель вправе подать только одну заявку на участие в аукционе по каждому лоту.</w:t>
      </w:r>
    </w:p>
    <w:p w:rsidR="00DA7A04" w:rsidRDefault="00DA7A04" w:rsidP="007726A8">
      <w:pPr>
        <w:autoSpaceDE w:val="0"/>
        <w:autoSpaceDN w:val="0"/>
        <w:adjustRightInd w:val="0"/>
        <w:spacing w:after="0"/>
        <w:ind w:firstLine="540"/>
        <w:outlineLvl w:val="1"/>
        <w:rPr>
          <w:sz w:val="28"/>
          <w:szCs w:val="28"/>
        </w:rPr>
      </w:pPr>
      <w:r w:rsidRPr="00B935A8">
        <w:rPr>
          <w:sz w:val="28"/>
          <w:szCs w:val="28"/>
        </w:rPr>
        <w:t xml:space="preserve">В пункте 1 заявки заявитель указывает адрес размещения нестационарного объекта </w:t>
      </w:r>
      <w:r>
        <w:rPr>
          <w:sz w:val="28"/>
          <w:szCs w:val="28"/>
        </w:rPr>
        <w:t xml:space="preserve">для организации досуга </w:t>
      </w:r>
      <w:r w:rsidRPr="00B935A8">
        <w:rPr>
          <w:sz w:val="28"/>
          <w:szCs w:val="28"/>
        </w:rPr>
        <w:t>в соответствии со схемой размещения нестационарных объектов</w:t>
      </w:r>
      <w:r>
        <w:rPr>
          <w:sz w:val="28"/>
          <w:szCs w:val="28"/>
        </w:rPr>
        <w:t xml:space="preserve"> для организации досуга</w:t>
      </w:r>
      <w:r w:rsidRPr="00B935A8">
        <w:rPr>
          <w:sz w:val="28"/>
          <w:szCs w:val="28"/>
        </w:rPr>
        <w:t xml:space="preserve">, организационно-правовую форму и полное наименование участника аукциона. </w:t>
      </w:r>
    </w:p>
    <w:p w:rsidR="00DA7A04" w:rsidRPr="00B935A8" w:rsidRDefault="00DA7A04" w:rsidP="007726A8">
      <w:pPr>
        <w:autoSpaceDE w:val="0"/>
        <w:autoSpaceDN w:val="0"/>
        <w:adjustRightInd w:val="0"/>
        <w:spacing w:after="0"/>
        <w:ind w:firstLine="540"/>
        <w:outlineLvl w:val="1"/>
        <w:rPr>
          <w:sz w:val="28"/>
          <w:szCs w:val="28"/>
        </w:rPr>
      </w:pPr>
      <w:r w:rsidRPr="00B935A8">
        <w:rPr>
          <w:sz w:val="28"/>
          <w:szCs w:val="28"/>
        </w:rPr>
        <w:t>В пункте 6 заявки указыва</w:t>
      </w:r>
      <w:r>
        <w:rPr>
          <w:sz w:val="28"/>
          <w:szCs w:val="28"/>
        </w:rPr>
        <w:t>ю</w:t>
      </w:r>
      <w:r w:rsidRPr="00B935A8">
        <w:rPr>
          <w:sz w:val="28"/>
          <w:szCs w:val="28"/>
        </w:rPr>
        <w:t>тся</w:t>
      </w:r>
      <w:r>
        <w:rPr>
          <w:sz w:val="28"/>
          <w:szCs w:val="28"/>
        </w:rPr>
        <w:t xml:space="preserve"> место нахождения</w:t>
      </w:r>
      <w:r w:rsidRPr="00B935A8">
        <w:rPr>
          <w:sz w:val="28"/>
          <w:szCs w:val="28"/>
        </w:rPr>
        <w:t xml:space="preserve"> заявителя, контактный телефон, </w:t>
      </w:r>
      <w:r>
        <w:rPr>
          <w:sz w:val="28"/>
          <w:szCs w:val="28"/>
        </w:rPr>
        <w:t>почтовый адрес, электронная почта</w:t>
      </w:r>
      <w:r w:rsidRPr="00B935A8">
        <w:rPr>
          <w:sz w:val="28"/>
          <w:szCs w:val="28"/>
        </w:rPr>
        <w:t xml:space="preserve"> и банковские реквизиты для возврата задатка.</w:t>
      </w:r>
    </w:p>
    <w:p w:rsidR="00DA7A04" w:rsidRDefault="00DA7A04" w:rsidP="00E93AE5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Д</w:t>
      </w:r>
      <w:r w:rsidRPr="00256E8B">
        <w:rPr>
          <w:sz w:val="28"/>
          <w:szCs w:val="28"/>
        </w:rPr>
        <w:t>окумент, подтверждающий полномочия лица на осуществление действий от имени заявителя</w:t>
      </w:r>
      <w:r>
        <w:rPr>
          <w:sz w:val="28"/>
          <w:szCs w:val="28"/>
        </w:rPr>
        <w:t>:</w:t>
      </w:r>
    </w:p>
    <w:p w:rsidR="00DA7A04" w:rsidRDefault="00DA7A04" w:rsidP="00086303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256E8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для </w:t>
      </w:r>
      <w:r w:rsidRPr="00256E8B">
        <w:rPr>
          <w:sz w:val="28"/>
          <w:szCs w:val="28"/>
        </w:rPr>
        <w:t>юридического лица</w:t>
      </w:r>
      <w:r>
        <w:rPr>
          <w:sz w:val="28"/>
          <w:szCs w:val="28"/>
        </w:rPr>
        <w:t xml:space="preserve"> –</w:t>
      </w:r>
      <w:r w:rsidRPr="00256E8B">
        <w:rPr>
          <w:sz w:val="28"/>
          <w:szCs w:val="28"/>
        </w:rPr>
        <w:t xml:space="preserve"> копи</w:t>
      </w:r>
      <w:r>
        <w:rPr>
          <w:sz w:val="28"/>
          <w:szCs w:val="28"/>
        </w:rPr>
        <w:t>я</w:t>
      </w:r>
      <w:r w:rsidRPr="00256E8B">
        <w:rPr>
          <w:sz w:val="28"/>
          <w:szCs w:val="28"/>
        </w:rPr>
        <w:t xml:space="preserve"> решения о назначении или об избрании либо</w:t>
      </w:r>
      <w:r>
        <w:rPr>
          <w:sz w:val="28"/>
          <w:szCs w:val="28"/>
        </w:rPr>
        <w:t xml:space="preserve"> копия</w:t>
      </w:r>
      <w:r w:rsidRPr="00256E8B">
        <w:rPr>
          <w:sz w:val="28"/>
          <w:szCs w:val="28"/>
        </w:rPr>
        <w:t xml:space="preserve">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</w:t>
      </w:r>
      <w:r>
        <w:rPr>
          <w:sz w:val="28"/>
          <w:szCs w:val="28"/>
        </w:rPr>
        <w:t xml:space="preserve">– </w:t>
      </w:r>
      <w:r w:rsidRPr="00256E8B">
        <w:rPr>
          <w:sz w:val="28"/>
          <w:szCs w:val="28"/>
        </w:rPr>
        <w:t>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DA7A04" w:rsidRPr="00256E8B" w:rsidRDefault="00DA7A04" w:rsidP="00086303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Pr="00256E8B">
        <w:rPr>
          <w:sz w:val="28"/>
          <w:szCs w:val="28"/>
        </w:rPr>
        <w:t xml:space="preserve"> </w:t>
      </w:r>
      <w:r>
        <w:rPr>
          <w:sz w:val="28"/>
          <w:szCs w:val="28"/>
        </w:rPr>
        <w:t>для индивидуального предпринимателя – копия паспорта гражданина Российской Федерации либо копия документа, его заменяющего.</w:t>
      </w:r>
      <w:r w:rsidRPr="00B9678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56E8B">
        <w:rPr>
          <w:sz w:val="28"/>
          <w:szCs w:val="28"/>
        </w:rPr>
        <w:t xml:space="preserve"> случае если от имени заявителя действует иное лицо, заявка на участие в аукционе должна содержать также</w:t>
      </w:r>
      <w:r>
        <w:rPr>
          <w:sz w:val="28"/>
          <w:szCs w:val="28"/>
        </w:rPr>
        <w:t xml:space="preserve"> нотариально заверенную</w:t>
      </w:r>
      <w:r w:rsidRPr="00256E8B">
        <w:rPr>
          <w:sz w:val="28"/>
          <w:szCs w:val="28"/>
        </w:rPr>
        <w:t xml:space="preserve"> доверенность на осуществление действий от имени заявителя</w:t>
      </w:r>
      <w:r>
        <w:rPr>
          <w:sz w:val="28"/>
          <w:szCs w:val="28"/>
        </w:rPr>
        <w:t>.</w:t>
      </w:r>
    </w:p>
    <w:p w:rsidR="00DA7A04" w:rsidRPr="00256E8B" w:rsidRDefault="00DA7A04" w:rsidP="007726A8">
      <w:pPr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 w:rsidRPr="00CA50F0">
        <w:rPr>
          <w:sz w:val="28"/>
          <w:szCs w:val="28"/>
        </w:rPr>
        <w:t>Заявление в свободной форме</w:t>
      </w:r>
      <w:r>
        <w:rPr>
          <w:sz w:val="28"/>
          <w:szCs w:val="28"/>
        </w:rPr>
        <w:t>, скрепленное подписью заявителя и печатью (при наличии</w:t>
      </w:r>
      <w:r w:rsidRPr="00CA50F0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CA50F0">
        <w:rPr>
          <w:sz w:val="28"/>
          <w:szCs w:val="28"/>
        </w:rPr>
        <w:t xml:space="preserve"> о непризнании несостоя</w:t>
      </w:r>
      <w:r>
        <w:rPr>
          <w:sz w:val="28"/>
          <w:szCs w:val="28"/>
        </w:rPr>
        <w:t>тельным (банкротом)</w:t>
      </w:r>
      <w:r w:rsidRPr="00CA50F0">
        <w:rPr>
          <w:sz w:val="28"/>
          <w:szCs w:val="28"/>
        </w:rPr>
        <w:t xml:space="preserve"> и неприостановлении деятельности заявителя - юридического лица, </w:t>
      </w:r>
      <w:r>
        <w:rPr>
          <w:sz w:val="28"/>
          <w:szCs w:val="28"/>
        </w:rPr>
        <w:t>индивидуального предпринимателя</w:t>
      </w:r>
      <w:r w:rsidRPr="00CA50F0">
        <w:rPr>
          <w:sz w:val="28"/>
          <w:szCs w:val="28"/>
        </w:rPr>
        <w:t>.</w:t>
      </w:r>
    </w:p>
    <w:p w:rsidR="00DA7A04" w:rsidRPr="00FE7927" w:rsidRDefault="00DA7A04" w:rsidP="008F4039">
      <w:pPr>
        <w:rPr>
          <w:sz w:val="28"/>
          <w:szCs w:val="28"/>
        </w:rPr>
      </w:pPr>
    </w:p>
    <w:p w:rsidR="00DA7A04" w:rsidRDefault="00DA7A04" w:rsidP="0082579C">
      <w:pPr>
        <w:spacing w:after="0"/>
        <w:rPr>
          <w:sz w:val="28"/>
          <w:szCs w:val="28"/>
        </w:rPr>
      </w:pPr>
    </w:p>
    <w:p w:rsidR="00DA7A04" w:rsidRDefault="00DA7A04" w:rsidP="0082579C">
      <w:pPr>
        <w:spacing w:after="0"/>
        <w:rPr>
          <w:sz w:val="28"/>
          <w:szCs w:val="28"/>
        </w:rPr>
      </w:pPr>
    </w:p>
    <w:p w:rsidR="00DA7A04" w:rsidRDefault="00DA7A04" w:rsidP="0082579C">
      <w:pPr>
        <w:spacing w:after="0"/>
        <w:rPr>
          <w:sz w:val="28"/>
          <w:szCs w:val="28"/>
        </w:rPr>
      </w:pPr>
    </w:p>
    <w:p w:rsidR="00DA7A04" w:rsidRDefault="00DA7A04" w:rsidP="0082579C">
      <w:pPr>
        <w:spacing w:after="0"/>
        <w:rPr>
          <w:sz w:val="28"/>
          <w:szCs w:val="28"/>
        </w:rPr>
      </w:pPr>
    </w:p>
    <w:p w:rsidR="00DA7A04" w:rsidRDefault="00DA7A04" w:rsidP="0082579C">
      <w:pPr>
        <w:spacing w:after="0"/>
        <w:rPr>
          <w:sz w:val="28"/>
          <w:szCs w:val="28"/>
        </w:rPr>
      </w:pPr>
    </w:p>
    <w:p w:rsidR="00DA7A04" w:rsidRDefault="00DA7A04" w:rsidP="0082579C">
      <w:pPr>
        <w:spacing w:after="0"/>
        <w:rPr>
          <w:sz w:val="28"/>
          <w:szCs w:val="28"/>
        </w:rPr>
      </w:pPr>
    </w:p>
    <w:p w:rsidR="00DA7A04" w:rsidRDefault="00DA7A04" w:rsidP="0082579C">
      <w:pPr>
        <w:spacing w:after="0"/>
        <w:rPr>
          <w:sz w:val="28"/>
          <w:szCs w:val="28"/>
        </w:rPr>
      </w:pPr>
    </w:p>
    <w:p w:rsidR="00DA7A04" w:rsidRDefault="00DA7A04" w:rsidP="0082579C">
      <w:pPr>
        <w:spacing w:after="0"/>
        <w:rPr>
          <w:sz w:val="28"/>
          <w:szCs w:val="28"/>
        </w:rPr>
      </w:pPr>
    </w:p>
    <w:sectPr w:rsidR="00DA7A04" w:rsidSect="00BC205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A04" w:rsidRDefault="00DA7A04">
      <w:pPr>
        <w:spacing w:after="0"/>
      </w:pPr>
      <w:r>
        <w:separator/>
      </w:r>
    </w:p>
  </w:endnote>
  <w:endnote w:type="continuationSeparator" w:id="0">
    <w:p w:rsidR="00DA7A04" w:rsidRDefault="00DA7A0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04" w:rsidRDefault="00DA7A04">
    <w:pPr>
      <w:pStyle w:val="Footer"/>
      <w:jc w:val="center"/>
    </w:pPr>
  </w:p>
  <w:p w:rsidR="00DA7A04" w:rsidRDefault="00DA7A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04" w:rsidRDefault="00DA7A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A04" w:rsidRDefault="00DA7A04">
      <w:pPr>
        <w:spacing w:after="0"/>
      </w:pPr>
      <w:r>
        <w:separator/>
      </w:r>
    </w:p>
  </w:footnote>
  <w:footnote w:type="continuationSeparator" w:id="0">
    <w:p w:rsidR="00DA7A04" w:rsidRDefault="00DA7A0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04" w:rsidRDefault="00DA7A04">
    <w:pPr>
      <w:pStyle w:val="Header"/>
      <w:jc w:val="center"/>
    </w:pPr>
    <w:fldSimple w:instr="PAGE   \* MERGEFORMAT">
      <w:r>
        <w:rPr>
          <w:noProof/>
        </w:rPr>
        <w:t>30</w:t>
      </w:r>
    </w:fldSimple>
  </w:p>
  <w:p w:rsidR="00DA7A04" w:rsidRDefault="00DA7A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7679"/>
    <w:multiLevelType w:val="multilevel"/>
    <w:tmpl w:val="9770413A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28310AB8"/>
    <w:multiLevelType w:val="hybridMultilevel"/>
    <w:tmpl w:val="B9F8E832"/>
    <w:lvl w:ilvl="0" w:tplc="F7CC0B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913178"/>
    <w:multiLevelType w:val="hybridMultilevel"/>
    <w:tmpl w:val="A86A7FBE"/>
    <w:lvl w:ilvl="0" w:tplc="412CBB3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DF7291"/>
    <w:multiLevelType w:val="hybridMultilevel"/>
    <w:tmpl w:val="D840A678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BD7"/>
    <w:rsid w:val="00001129"/>
    <w:rsid w:val="00001A8C"/>
    <w:rsid w:val="00001ECA"/>
    <w:rsid w:val="00011026"/>
    <w:rsid w:val="000124DF"/>
    <w:rsid w:val="00013516"/>
    <w:rsid w:val="000149D0"/>
    <w:rsid w:val="00015B01"/>
    <w:rsid w:val="000178AD"/>
    <w:rsid w:val="00020BFF"/>
    <w:rsid w:val="000211B3"/>
    <w:rsid w:val="00024933"/>
    <w:rsid w:val="00030F11"/>
    <w:rsid w:val="0003685F"/>
    <w:rsid w:val="000405D4"/>
    <w:rsid w:val="000450DB"/>
    <w:rsid w:val="00050CA8"/>
    <w:rsid w:val="00054992"/>
    <w:rsid w:val="00057884"/>
    <w:rsid w:val="0006007F"/>
    <w:rsid w:val="00060FC3"/>
    <w:rsid w:val="00072924"/>
    <w:rsid w:val="00073F5A"/>
    <w:rsid w:val="00074531"/>
    <w:rsid w:val="00086303"/>
    <w:rsid w:val="0008789F"/>
    <w:rsid w:val="00097A89"/>
    <w:rsid w:val="000A13BB"/>
    <w:rsid w:val="000A7B4F"/>
    <w:rsid w:val="000B00D4"/>
    <w:rsid w:val="000B244D"/>
    <w:rsid w:val="000B5FDC"/>
    <w:rsid w:val="000B7FD9"/>
    <w:rsid w:val="000C064E"/>
    <w:rsid w:val="000C0C10"/>
    <w:rsid w:val="000C49D5"/>
    <w:rsid w:val="000D7B05"/>
    <w:rsid w:val="000E10E4"/>
    <w:rsid w:val="000E1AFF"/>
    <w:rsid w:val="000E528D"/>
    <w:rsid w:val="000F5DAB"/>
    <w:rsid w:val="000F723D"/>
    <w:rsid w:val="00100D43"/>
    <w:rsid w:val="001019F4"/>
    <w:rsid w:val="00102B5F"/>
    <w:rsid w:val="001059CB"/>
    <w:rsid w:val="00106FC1"/>
    <w:rsid w:val="00107ADA"/>
    <w:rsid w:val="0011136B"/>
    <w:rsid w:val="001118A9"/>
    <w:rsid w:val="00111FB0"/>
    <w:rsid w:val="00112600"/>
    <w:rsid w:val="00112D4B"/>
    <w:rsid w:val="001175C4"/>
    <w:rsid w:val="00120588"/>
    <w:rsid w:val="001346B9"/>
    <w:rsid w:val="0013478C"/>
    <w:rsid w:val="00134BBB"/>
    <w:rsid w:val="00137EC0"/>
    <w:rsid w:val="00140AB5"/>
    <w:rsid w:val="0014323E"/>
    <w:rsid w:val="00143DB8"/>
    <w:rsid w:val="00144FFB"/>
    <w:rsid w:val="001477E7"/>
    <w:rsid w:val="001479F2"/>
    <w:rsid w:val="00152BDF"/>
    <w:rsid w:val="00153575"/>
    <w:rsid w:val="00160C9F"/>
    <w:rsid w:val="00160DFE"/>
    <w:rsid w:val="00161275"/>
    <w:rsid w:val="001631F9"/>
    <w:rsid w:val="00163362"/>
    <w:rsid w:val="00165FCA"/>
    <w:rsid w:val="001677F3"/>
    <w:rsid w:val="00172558"/>
    <w:rsid w:val="001807A5"/>
    <w:rsid w:val="00184D88"/>
    <w:rsid w:val="00186DB7"/>
    <w:rsid w:val="00187E52"/>
    <w:rsid w:val="00194008"/>
    <w:rsid w:val="00195D45"/>
    <w:rsid w:val="00197BD7"/>
    <w:rsid w:val="001A0C4D"/>
    <w:rsid w:val="001A0E10"/>
    <w:rsid w:val="001A1EA6"/>
    <w:rsid w:val="001A6B54"/>
    <w:rsid w:val="001B0F6A"/>
    <w:rsid w:val="001B4080"/>
    <w:rsid w:val="001B498A"/>
    <w:rsid w:val="001B70CF"/>
    <w:rsid w:val="001C2BA2"/>
    <w:rsid w:val="001C3290"/>
    <w:rsid w:val="001D6E87"/>
    <w:rsid w:val="001D7643"/>
    <w:rsid w:val="001E067A"/>
    <w:rsid w:val="001E3CA9"/>
    <w:rsid w:val="001E7C5A"/>
    <w:rsid w:val="001F49FC"/>
    <w:rsid w:val="0020307E"/>
    <w:rsid w:val="0020380F"/>
    <w:rsid w:val="002043CB"/>
    <w:rsid w:val="00206FC4"/>
    <w:rsid w:val="00210994"/>
    <w:rsid w:val="00210C87"/>
    <w:rsid w:val="00211CF3"/>
    <w:rsid w:val="0021502A"/>
    <w:rsid w:val="00216B5C"/>
    <w:rsid w:val="00217AB8"/>
    <w:rsid w:val="00222E4F"/>
    <w:rsid w:val="00226FA2"/>
    <w:rsid w:val="00231E21"/>
    <w:rsid w:val="002321F5"/>
    <w:rsid w:val="00235495"/>
    <w:rsid w:val="00236236"/>
    <w:rsid w:val="00236930"/>
    <w:rsid w:val="00237D1D"/>
    <w:rsid w:val="002411D7"/>
    <w:rsid w:val="0024174F"/>
    <w:rsid w:val="00245577"/>
    <w:rsid w:val="00254144"/>
    <w:rsid w:val="002545CF"/>
    <w:rsid w:val="0025500D"/>
    <w:rsid w:val="002564A2"/>
    <w:rsid w:val="00256E8B"/>
    <w:rsid w:val="002651A8"/>
    <w:rsid w:val="00267E79"/>
    <w:rsid w:val="00271DE9"/>
    <w:rsid w:val="0027469A"/>
    <w:rsid w:val="00277D3A"/>
    <w:rsid w:val="00286280"/>
    <w:rsid w:val="00286B8E"/>
    <w:rsid w:val="002902C1"/>
    <w:rsid w:val="002957D9"/>
    <w:rsid w:val="002A0B2B"/>
    <w:rsid w:val="002A351A"/>
    <w:rsid w:val="002A4AB8"/>
    <w:rsid w:val="002A6ED7"/>
    <w:rsid w:val="002A783C"/>
    <w:rsid w:val="002B431C"/>
    <w:rsid w:val="002B5385"/>
    <w:rsid w:val="002B65B2"/>
    <w:rsid w:val="002B6CFF"/>
    <w:rsid w:val="002C5205"/>
    <w:rsid w:val="002C772E"/>
    <w:rsid w:val="002D36B7"/>
    <w:rsid w:val="002D5FD9"/>
    <w:rsid w:val="002D61F1"/>
    <w:rsid w:val="002E01EA"/>
    <w:rsid w:val="002E0246"/>
    <w:rsid w:val="002E2E48"/>
    <w:rsid w:val="002E66DE"/>
    <w:rsid w:val="002F1734"/>
    <w:rsid w:val="002F2EE9"/>
    <w:rsid w:val="002F5D92"/>
    <w:rsid w:val="002F6DE7"/>
    <w:rsid w:val="00307259"/>
    <w:rsid w:val="0031304F"/>
    <w:rsid w:val="00315040"/>
    <w:rsid w:val="0031588C"/>
    <w:rsid w:val="00316F19"/>
    <w:rsid w:val="003226B0"/>
    <w:rsid w:val="00326BBC"/>
    <w:rsid w:val="003316EF"/>
    <w:rsid w:val="003318C5"/>
    <w:rsid w:val="00332A4E"/>
    <w:rsid w:val="003345D2"/>
    <w:rsid w:val="00335E5A"/>
    <w:rsid w:val="00340D47"/>
    <w:rsid w:val="00340E5B"/>
    <w:rsid w:val="00340EAD"/>
    <w:rsid w:val="003433DA"/>
    <w:rsid w:val="00345355"/>
    <w:rsid w:val="00350595"/>
    <w:rsid w:val="00357518"/>
    <w:rsid w:val="003609FD"/>
    <w:rsid w:val="00362689"/>
    <w:rsid w:val="00363A8C"/>
    <w:rsid w:val="00363BDF"/>
    <w:rsid w:val="00367121"/>
    <w:rsid w:val="003749C3"/>
    <w:rsid w:val="00375C77"/>
    <w:rsid w:val="003761FF"/>
    <w:rsid w:val="003767C6"/>
    <w:rsid w:val="00380CD3"/>
    <w:rsid w:val="003824EB"/>
    <w:rsid w:val="0038315B"/>
    <w:rsid w:val="00391441"/>
    <w:rsid w:val="0039402C"/>
    <w:rsid w:val="0039519B"/>
    <w:rsid w:val="003A32EF"/>
    <w:rsid w:val="003A7377"/>
    <w:rsid w:val="003A7F64"/>
    <w:rsid w:val="003B054A"/>
    <w:rsid w:val="003B6419"/>
    <w:rsid w:val="003C1B2B"/>
    <w:rsid w:val="003C36B1"/>
    <w:rsid w:val="003D0324"/>
    <w:rsid w:val="003D41A3"/>
    <w:rsid w:val="003F0CFB"/>
    <w:rsid w:val="003F10F9"/>
    <w:rsid w:val="003F6F60"/>
    <w:rsid w:val="004001F2"/>
    <w:rsid w:val="004018FC"/>
    <w:rsid w:val="00402F01"/>
    <w:rsid w:val="004104A3"/>
    <w:rsid w:val="00417057"/>
    <w:rsid w:val="0042183F"/>
    <w:rsid w:val="004245E5"/>
    <w:rsid w:val="00432D3A"/>
    <w:rsid w:val="00442D4E"/>
    <w:rsid w:val="004436F0"/>
    <w:rsid w:val="00444B55"/>
    <w:rsid w:val="00445952"/>
    <w:rsid w:val="00452426"/>
    <w:rsid w:val="00453491"/>
    <w:rsid w:val="00457884"/>
    <w:rsid w:val="00457D8F"/>
    <w:rsid w:val="00480CFB"/>
    <w:rsid w:val="00481CEE"/>
    <w:rsid w:val="00486491"/>
    <w:rsid w:val="00490C40"/>
    <w:rsid w:val="004920EA"/>
    <w:rsid w:val="004929C0"/>
    <w:rsid w:val="00493388"/>
    <w:rsid w:val="00493B26"/>
    <w:rsid w:val="00497974"/>
    <w:rsid w:val="004A14CC"/>
    <w:rsid w:val="004A450B"/>
    <w:rsid w:val="004A5287"/>
    <w:rsid w:val="004A52F6"/>
    <w:rsid w:val="004A5883"/>
    <w:rsid w:val="004B1A2F"/>
    <w:rsid w:val="004B3893"/>
    <w:rsid w:val="004B674E"/>
    <w:rsid w:val="004C0D07"/>
    <w:rsid w:val="004C6A43"/>
    <w:rsid w:val="004C7E6C"/>
    <w:rsid w:val="004D26D3"/>
    <w:rsid w:val="004D4CDB"/>
    <w:rsid w:val="004E2B3E"/>
    <w:rsid w:val="004E5F2C"/>
    <w:rsid w:val="004E612C"/>
    <w:rsid w:val="004E710C"/>
    <w:rsid w:val="004E7ACB"/>
    <w:rsid w:val="004E7D46"/>
    <w:rsid w:val="004F2606"/>
    <w:rsid w:val="004F2D84"/>
    <w:rsid w:val="004F3FA7"/>
    <w:rsid w:val="004F4C39"/>
    <w:rsid w:val="004F594F"/>
    <w:rsid w:val="004F6D2C"/>
    <w:rsid w:val="004F7C2B"/>
    <w:rsid w:val="005067B2"/>
    <w:rsid w:val="0051149D"/>
    <w:rsid w:val="00516AB3"/>
    <w:rsid w:val="005171C0"/>
    <w:rsid w:val="00534EA2"/>
    <w:rsid w:val="00545F5E"/>
    <w:rsid w:val="005473B1"/>
    <w:rsid w:val="005475EF"/>
    <w:rsid w:val="0055380E"/>
    <w:rsid w:val="005544E2"/>
    <w:rsid w:val="00555DBD"/>
    <w:rsid w:val="00560C14"/>
    <w:rsid w:val="00570997"/>
    <w:rsid w:val="0057418D"/>
    <w:rsid w:val="005777F4"/>
    <w:rsid w:val="00577FF7"/>
    <w:rsid w:val="005810F1"/>
    <w:rsid w:val="00582DDC"/>
    <w:rsid w:val="00583434"/>
    <w:rsid w:val="005846B3"/>
    <w:rsid w:val="0058614F"/>
    <w:rsid w:val="0059127F"/>
    <w:rsid w:val="00593A5E"/>
    <w:rsid w:val="005942CD"/>
    <w:rsid w:val="005946C4"/>
    <w:rsid w:val="0059589C"/>
    <w:rsid w:val="00595CD0"/>
    <w:rsid w:val="005A23E4"/>
    <w:rsid w:val="005A24F6"/>
    <w:rsid w:val="005A25F8"/>
    <w:rsid w:val="005A39F6"/>
    <w:rsid w:val="005B162E"/>
    <w:rsid w:val="005B2396"/>
    <w:rsid w:val="005B2C65"/>
    <w:rsid w:val="005E3FB3"/>
    <w:rsid w:val="005E40DE"/>
    <w:rsid w:val="005E605C"/>
    <w:rsid w:val="005F180E"/>
    <w:rsid w:val="005F1CC3"/>
    <w:rsid w:val="005F441B"/>
    <w:rsid w:val="005F4ADA"/>
    <w:rsid w:val="00610512"/>
    <w:rsid w:val="00612EF0"/>
    <w:rsid w:val="00613C15"/>
    <w:rsid w:val="00615DA1"/>
    <w:rsid w:val="00616A2A"/>
    <w:rsid w:val="00616FF0"/>
    <w:rsid w:val="006264FC"/>
    <w:rsid w:val="00627516"/>
    <w:rsid w:val="00632649"/>
    <w:rsid w:val="006359D2"/>
    <w:rsid w:val="006506A9"/>
    <w:rsid w:val="00650708"/>
    <w:rsid w:val="0065078E"/>
    <w:rsid w:val="006512E6"/>
    <w:rsid w:val="006523B4"/>
    <w:rsid w:val="006535D2"/>
    <w:rsid w:val="00654AD3"/>
    <w:rsid w:val="006615FF"/>
    <w:rsid w:val="00662971"/>
    <w:rsid w:val="006673FA"/>
    <w:rsid w:val="0067261C"/>
    <w:rsid w:val="00674214"/>
    <w:rsid w:val="0067662F"/>
    <w:rsid w:val="00677874"/>
    <w:rsid w:val="006843EB"/>
    <w:rsid w:val="00686D94"/>
    <w:rsid w:val="006874E6"/>
    <w:rsid w:val="00690082"/>
    <w:rsid w:val="0069117C"/>
    <w:rsid w:val="00692624"/>
    <w:rsid w:val="006A4A26"/>
    <w:rsid w:val="006A5021"/>
    <w:rsid w:val="006A72A1"/>
    <w:rsid w:val="006A7684"/>
    <w:rsid w:val="006B0ECE"/>
    <w:rsid w:val="006B5F00"/>
    <w:rsid w:val="006C1C6F"/>
    <w:rsid w:val="006C2234"/>
    <w:rsid w:val="006C24B9"/>
    <w:rsid w:val="006C2D30"/>
    <w:rsid w:val="006C5FE1"/>
    <w:rsid w:val="006C7AAE"/>
    <w:rsid w:val="006C7CCD"/>
    <w:rsid w:val="006D2DC9"/>
    <w:rsid w:val="006D35F3"/>
    <w:rsid w:val="006D50E5"/>
    <w:rsid w:val="006D53E8"/>
    <w:rsid w:val="006D6C21"/>
    <w:rsid w:val="006D6DD3"/>
    <w:rsid w:val="006E24C7"/>
    <w:rsid w:val="006E27E4"/>
    <w:rsid w:val="006F6969"/>
    <w:rsid w:val="006F7296"/>
    <w:rsid w:val="00701953"/>
    <w:rsid w:val="007038E5"/>
    <w:rsid w:val="0072777F"/>
    <w:rsid w:val="00732670"/>
    <w:rsid w:val="00735643"/>
    <w:rsid w:val="0074400D"/>
    <w:rsid w:val="00750516"/>
    <w:rsid w:val="00751F42"/>
    <w:rsid w:val="00754965"/>
    <w:rsid w:val="00756546"/>
    <w:rsid w:val="0076327B"/>
    <w:rsid w:val="00764853"/>
    <w:rsid w:val="00764A85"/>
    <w:rsid w:val="007653F9"/>
    <w:rsid w:val="007672A8"/>
    <w:rsid w:val="007673B9"/>
    <w:rsid w:val="007701E0"/>
    <w:rsid w:val="00770C73"/>
    <w:rsid w:val="00770F25"/>
    <w:rsid w:val="007726A8"/>
    <w:rsid w:val="00773CBB"/>
    <w:rsid w:val="00775CDF"/>
    <w:rsid w:val="007810E6"/>
    <w:rsid w:val="00782065"/>
    <w:rsid w:val="00782CB4"/>
    <w:rsid w:val="00784F15"/>
    <w:rsid w:val="00786A64"/>
    <w:rsid w:val="00786CED"/>
    <w:rsid w:val="0079505E"/>
    <w:rsid w:val="007A210A"/>
    <w:rsid w:val="007A490F"/>
    <w:rsid w:val="007B3DCF"/>
    <w:rsid w:val="007B5E83"/>
    <w:rsid w:val="007B6038"/>
    <w:rsid w:val="007C2B96"/>
    <w:rsid w:val="007C7896"/>
    <w:rsid w:val="007D33CB"/>
    <w:rsid w:val="007D570E"/>
    <w:rsid w:val="007D605C"/>
    <w:rsid w:val="007E5043"/>
    <w:rsid w:val="007E6773"/>
    <w:rsid w:val="007F3694"/>
    <w:rsid w:val="007F5EB5"/>
    <w:rsid w:val="00800143"/>
    <w:rsid w:val="00800C87"/>
    <w:rsid w:val="008011D5"/>
    <w:rsid w:val="00803D2A"/>
    <w:rsid w:val="00807AD1"/>
    <w:rsid w:val="00815356"/>
    <w:rsid w:val="00817628"/>
    <w:rsid w:val="0082579C"/>
    <w:rsid w:val="00827180"/>
    <w:rsid w:val="00830FFE"/>
    <w:rsid w:val="00831572"/>
    <w:rsid w:val="00831EFA"/>
    <w:rsid w:val="00832A21"/>
    <w:rsid w:val="00835398"/>
    <w:rsid w:val="008361B0"/>
    <w:rsid w:val="008416BF"/>
    <w:rsid w:val="00852FC5"/>
    <w:rsid w:val="00853083"/>
    <w:rsid w:val="008534D6"/>
    <w:rsid w:val="00861B4A"/>
    <w:rsid w:val="00862E5B"/>
    <w:rsid w:val="00865800"/>
    <w:rsid w:val="00870447"/>
    <w:rsid w:val="00880A6E"/>
    <w:rsid w:val="00884A9C"/>
    <w:rsid w:val="00885AE1"/>
    <w:rsid w:val="008872AD"/>
    <w:rsid w:val="008909C1"/>
    <w:rsid w:val="00890B7C"/>
    <w:rsid w:val="0089178B"/>
    <w:rsid w:val="008931FF"/>
    <w:rsid w:val="00897237"/>
    <w:rsid w:val="00897C0E"/>
    <w:rsid w:val="008A0B2E"/>
    <w:rsid w:val="008A1D06"/>
    <w:rsid w:val="008A407D"/>
    <w:rsid w:val="008A4BF0"/>
    <w:rsid w:val="008A5B75"/>
    <w:rsid w:val="008B074E"/>
    <w:rsid w:val="008B54EB"/>
    <w:rsid w:val="008B6323"/>
    <w:rsid w:val="008B6522"/>
    <w:rsid w:val="008B70C7"/>
    <w:rsid w:val="008C115D"/>
    <w:rsid w:val="008C3C6B"/>
    <w:rsid w:val="008C7F4A"/>
    <w:rsid w:val="008D0400"/>
    <w:rsid w:val="008D5447"/>
    <w:rsid w:val="008D766F"/>
    <w:rsid w:val="008D7843"/>
    <w:rsid w:val="008E3123"/>
    <w:rsid w:val="008E3C75"/>
    <w:rsid w:val="008E5B5F"/>
    <w:rsid w:val="008E743D"/>
    <w:rsid w:val="008F2ACB"/>
    <w:rsid w:val="008F3B42"/>
    <w:rsid w:val="008F4039"/>
    <w:rsid w:val="008F4668"/>
    <w:rsid w:val="008F5DD6"/>
    <w:rsid w:val="008F611A"/>
    <w:rsid w:val="0090609E"/>
    <w:rsid w:val="00910819"/>
    <w:rsid w:val="00910A55"/>
    <w:rsid w:val="00911E74"/>
    <w:rsid w:val="00915070"/>
    <w:rsid w:val="00920B00"/>
    <w:rsid w:val="009225FE"/>
    <w:rsid w:val="00923B6A"/>
    <w:rsid w:val="00923F84"/>
    <w:rsid w:val="0093578E"/>
    <w:rsid w:val="00941F59"/>
    <w:rsid w:val="0094223A"/>
    <w:rsid w:val="00943941"/>
    <w:rsid w:val="00953A50"/>
    <w:rsid w:val="00954AB4"/>
    <w:rsid w:val="00955B80"/>
    <w:rsid w:val="0096201C"/>
    <w:rsid w:val="0098226F"/>
    <w:rsid w:val="00982715"/>
    <w:rsid w:val="00982E9F"/>
    <w:rsid w:val="00984FEA"/>
    <w:rsid w:val="00985924"/>
    <w:rsid w:val="00991007"/>
    <w:rsid w:val="0099316B"/>
    <w:rsid w:val="009942F7"/>
    <w:rsid w:val="00995D0D"/>
    <w:rsid w:val="009976D7"/>
    <w:rsid w:val="009A19EE"/>
    <w:rsid w:val="009A6A27"/>
    <w:rsid w:val="009B1E67"/>
    <w:rsid w:val="009B287F"/>
    <w:rsid w:val="009B35F6"/>
    <w:rsid w:val="009B5B2D"/>
    <w:rsid w:val="009C12B1"/>
    <w:rsid w:val="009C1F0D"/>
    <w:rsid w:val="009C224E"/>
    <w:rsid w:val="009C30E2"/>
    <w:rsid w:val="009C4681"/>
    <w:rsid w:val="009C4D1E"/>
    <w:rsid w:val="009C636C"/>
    <w:rsid w:val="009C7C0F"/>
    <w:rsid w:val="009D0628"/>
    <w:rsid w:val="009D331C"/>
    <w:rsid w:val="009D438C"/>
    <w:rsid w:val="009D5BD7"/>
    <w:rsid w:val="009E082F"/>
    <w:rsid w:val="009E10B7"/>
    <w:rsid w:val="009E34B2"/>
    <w:rsid w:val="009E46EE"/>
    <w:rsid w:val="009E4BAD"/>
    <w:rsid w:val="009F40C8"/>
    <w:rsid w:val="009F44C9"/>
    <w:rsid w:val="009F54B3"/>
    <w:rsid w:val="009F637B"/>
    <w:rsid w:val="009F67D0"/>
    <w:rsid w:val="009F6867"/>
    <w:rsid w:val="00A045EC"/>
    <w:rsid w:val="00A1225E"/>
    <w:rsid w:val="00A1230A"/>
    <w:rsid w:val="00A17557"/>
    <w:rsid w:val="00A26A96"/>
    <w:rsid w:val="00A32582"/>
    <w:rsid w:val="00A3306F"/>
    <w:rsid w:val="00A3747D"/>
    <w:rsid w:val="00A37F8E"/>
    <w:rsid w:val="00A43516"/>
    <w:rsid w:val="00A46351"/>
    <w:rsid w:val="00A5594A"/>
    <w:rsid w:val="00A62A01"/>
    <w:rsid w:val="00A64A1F"/>
    <w:rsid w:val="00A64FF8"/>
    <w:rsid w:val="00A742C1"/>
    <w:rsid w:val="00A81EBA"/>
    <w:rsid w:val="00A8227C"/>
    <w:rsid w:val="00A93769"/>
    <w:rsid w:val="00AA3089"/>
    <w:rsid w:val="00AA5892"/>
    <w:rsid w:val="00AA6645"/>
    <w:rsid w:val="00AB3503"/>
    <w:rsid w:val="00AC0486"/>
    <w:rsid w:val="00AC1A85"/>
    <w:rsid w:val="00AC3B9D"/>
    <w:rsid w:val="00AC4760"/>
    <w:rsid w:val="00AD0C84"/>
    <w:rsid w:val="00AD1B44"/>
    <w:rsid w:val="00AD282A"/>
    <w:rsid w:val="00AE1598"/>
    <w:rsid w:val="00AE2066"/>
    <w:rsid w:val="00AE226C"/>
    <w:rsid w:val="00AE4F12"/>
    <w:rsid w:val="00AF1D3C"/>
    <w:rsid w:val="00AF692A"/>
    <w:rsid w:val="00AF7F34"/>
    <w:rsid w:val="00B031E7"/>
    <w:rsid w:val="00B06BAC"/>
    <w:rsid w:val="00B074B7"/>
    <w:rsid w:val="00B200AE"/>
    <w:rsid w:val="00B21F3B"/>
    <w:rsid w:val="00B3140F"/>
    <w:rsid w:val="00B37C3B"/>
    <w:rsid w:val="00B44F68"/>
    <w:rsid w:val="00B5444D"/>
    <w:rsid w:val="00B548F1"/>
    <w:rsid w:val="00B62D35"/>
    <w:rsid w:val="00B67B59"/>
    <w:rsid w:val="00B705B7"/>
    <w:rsid w:val="00B77821"/>
    <w:rsid w:val="00B84E35"/>
    <w:rsid w:val="00B935A8"/>
    <w:rsid w:val="00B9464A"/>
    <w:rsid w:val="00B959EE"/>
    <w:rsid w:val="00B96615"/>
    <w:rsid w:val="00B96787"/>
    <w:rsid w:val="00BA0C65"/>
    <w:rsid w:val="00BA1E84"/>
    <w:rsid w:val="00BA5475"/>
    <w:rsid w:val="00BB45D9"/>
    <w:rsid w:val="00BC205B"/>
    <w:rsid w:val="00BC3039"/>
    <w:rsid w:val="00BC5974"/>
    <w:rsid w:val="00BD1F04"/>
    <w:rsid w:val="00BE124A"/>
    <w:rsid w:val="00BE2EA5"/>
    <w:rsid w:val="00BE5129"/>
    <w:rsid w:val="00BE7DD2"/>
    <w:rsid w:val="00BF1BCA"/>
    <w:rsid w:val="00BF3C53"/>
    <w:rsid w:val="00BF530E"/>
    <w:rsid w:val="00C1671D"/>
    <w:rsid w:val="00C1796E"/>
    <w:rsid w:val="00C17A06"/>
    <w:rsid w:val="00C20939"/>
    <w:rsid w:val="00C21C36"/>
    <w:rsid w:val="00C21C5C"/>
    <w:rsid w:val="00C26594"/>
    <w:rsid w:val="00C27EF9"/>
    <w:rsid w:val="00C308B8"/>
    <w:rsid w:val="00C31E5D"/>
    <w:rsid w:val="00C32FEE"/>
    <w:rsid w:val="00C40B1D"/>
    <w:rsid w:val="00C442D6"/>
    <w:rsid w:val="00C506AB"/>
    <w:rsid w:val="00C52737"/>
    <w:rsid w:val="00C60FDD"/>
    <w:rsid w:val="00C6178D"/>
    <w:rsid w:val="00C644DD"/>
    <w:rsid w:val="00C72B52"/>
    <w:rsid w:val="00C73B9E"/>
    <w:rsid w:val="00C812AF"/>
    <w:rsid w:val="00C857F7"/>
    <w:rsid w:val="00C91ECC"/>
    <w:rsid w:val="00C92528"/>
    <w:rsid w:val="00C93437"/>
    <w:rsid w:val="00C93C74"/>
    <w:rsid w:val="00C953BB"/>
    <w:rsid w:val="00C96F78"/>
    <w:rsid w:val="00CA4131"/>
    <w:rsid w:val="00CA4E8B"/>
    <w:rsid w:val="00CA4F0A"/>
    <w:rsid w:val="00CA50F0"/>
    <w:rsid w:val="00CB0A89"/>
    <w:rsid w:val="00CB2765"/>
    <w:rsid w:val="00CB4D1E"/>
    <w:rsid w:val="00CB6F6A"/>
    <w:rsid w:val="00CB730A"/>
    <w:rsid w:val="00CB7E88"/>
    <w:rsid w:val="00CC1453"/>
    <w:rsid w:val="00CC1CA5"/>
    <w:rsid w:val="00CC3174"/>
    <w:rsid w:val="00CC4C3C"/>
    <w:rsid w:val="00CC5C7C"/>
    <w:rsid w:val="00CC6927"/>
    <w:rsid w:val="00CC6E9B"/>
    <w:rsid w:val="00CD7C1B"/>
    <w:rsid w:val="00CE1BCA"/>
    <w:rsid w:val="00CE3A90"/>
    <w:rsid w:val="00CE5996"/>
    <w:rsid w:val="00CE60DD"/>
    <w:rsid w:val="00CE7076"/>
    <w:rsid w:val="00CF14C0"/>
    <w:rsid w:val="00CF3CD7"/>
    <w:rsid w:val="00D01B0B"/>
    <w:rsid w:val="00D02186"/>
    <w:rsid w:val="00D04892"/>
    <w:rsid w:val="00D13D1A"/>
    <w:rsid w:val="00D17016"/>
    <w:rsid w:val="00D2147B"/>
    <w:rsid w:val="00D27286"/>
    <w:rsid w:val="00D319DA"/>
    <w:rsid w:val="00D434A1"/>
    <w:rsid w:val="00D4500C"/>
    <w:rsid w:val="00D502C2"/>
    <w:rsid w:val="00D519D8"/>
    <w:rsid w:val="00D54E06"/>
    <w:rsid w:val="00D54E29"/>
    <w:rsid w:val="00D5733D"/>
    <w:rsid w:val="00D57D8C"/>
    <w:rsid w:val="00D72333"/>
    <w:rsid w:val="00D73122"/>
    <w:rsid w:val="00D8372B"/>
    <w:rsid w:val="00D85F7A"/>
    <w:rsid w:val="00D86A87"/>
    <w:rsid w:val="00D9051F"/>
    <w:rsid w:val="00D911F6"/>
    <w:rsid w:val="00D9186B"/>
    <w:rsid w:val="00D92CEF"/>
    <w:rsid w:val="00D96965"/>
    <w:rsid w:val="00DA12A9"/>
    <w:rsid w:val="00DA25BC"/>
    <w:rsid w:val="00DA77DB"/>
    <w:rsid w:val="00DA7A04"/>
    <w:rsid w:val="00DB020E"/>
    <w:rsid w:val="00DB162A"/>
    <w:rsid w:val="00DB3C70"/>
    <w:rsid w:val="00DB758B"/>
    <w:rsid w:val="00DC10B7"/>
    <w:rsid w:val="00DC18EA"/>
    <w:rsid w:val="00DC1D4F"/>
    <w:rsid w:val="00DC2B5F"/>
    <w:rsid w:val="00DC365A"/>
    <w:rsid w:val="00DC4042"/>
    <w:rsid w:val="00DC78EE"/>
    <w:rsid w:val="00DD2F12"/>
    <w:rsid w:val="00DD4219"/>
    <w:rsid w:val="00DD43C6"/>
    <w:rsid w:val="00DF79BF"/>
    <w:rsid w:val="00E05109"/>
    <w:rsid w:val="00E0631F"/>
    <w:rsid w:val="00E065E4"/>
    <w:rsid w:val="00E0714C"/>
    <w:rsid w:val="00E11F08"/>
    <w:rsid w:val="00E1413F"/>
    <w:rsid w:val="00E1675E"/>
    <w:rsid w:val="00E2152A"/>
    <w:rsid w:val="00E22DA6"/>
    <w:rsid w:val="00E2314F"/>
    <w:rsid w:val="00E23393"/>
    <w:rsid w:val="00E31C7E"/>
    <w:rsid w:val="00E3403E"/>
    <w:rsid w:val="00E45306"/>
    <w:rsid w:val="00E45D98"/>
    <w:rsid w:val="00E47B44"/>
    <w:rsid w:val="00E62B95"/>
    <w:rsid w:val="00E63D80"/>
    <w:rsid w:val="00E63DA2"/>
    <w:rsid w:val="00E70CC3"/>
    <w:rsid w:val="00E73CE9"/>
    <w:rsid w:val="00E91322"/>
    <w:rsid w:val="00E927AD"/>
    <w:rsid w:val="00E93AE5"/>
    <w:rsid w:val="00E93FAE"/>
    <w:rsid w:val="00E954E1"/>
    <w:rsid w:val="00E96CDB"/>
    <w:rsid w:val="00EA0216"/>
    <w:rsid w:val="00EA0DFB"/>
    <w:rsid w:val="00EA34D6"/>
    <w:rsid w:val="00EA664D"/>
    <w:rsid w:val="00EB1D0C"/>
    <w:rsid w:val="00EB587F"/>
    <w:rsid w:val="00EC334A"/>
    <w:rsid w:val="00EC5332"/>
    <w:rsid w:val="00ED1DF9"/>
    <w:rsid w:val="00EE1662"/>
    <w:rsid w:val="00EE3CD9"/>
    <w:rsid w:val="00EE6759"/>
    <w:rsid w:val="00EF0F4F"/>
    <w:rsid w:val="00EF180D"/>
    <w:rsid w:val="00EF1D73"/>
    <w:rsid w:val="00EF349F"/>
    <w:rsid w:val="00F00DBA"/>
    <w:rsid w:val="00F04005"/>
    <w:rsid w:val="00F059A9"/>
    <w:rsid w:val="00F068AE"/>
    <w:rsid w:val="00F07010"/>
    <w:rsid w:val="00F0751F"/>
    <w:rsid w:val="00F11489"/>
    <w:rsid w:val="00F12A03"/>
    <w:rsid w:val="00F1600A"/>
    <w:rsid w:val="00F25A19"/>
    <w:rsid w:val="00F332D0"/>
    <w:rsid w:val="00F34A26"/>
    <w:rsid w:val="00F45D69"/>
    <w:rsid w:val="00F53705"/>
    <w:rsid w:val="00F5600A"/>
    <w:rsid w:val="00F61A82"/>
    <w:rsid w:val="00F65E09"/>
    <w:rsid w:val="00F732DD"/>
    <w:rsid w:val="00F736A2"/>
    <w:rsid w:val="00F73B42"/>
    <w:rsid w:val="00F75CFA"/>
    <w:rsid w:val="00F75DAD"/>
    <w:rsid w:val="00F77F79"/>
    <w:rsid w:val="00F91094"/>
    <w:rsid w:val="00F922C8"/>
    <w:rsid w:val="00F9669D"/>
    <w:rsid w:val="00F97A3E"/>
    <w:rsid w:val="00FA2A73"/>
    <w:rsid w:val="00FA2CA1"/>
    <w:rsid w:val="00FA382F"/>
    <w:rsid w:val="00FA3940"/>
    <w:rsid w:val="00FA4397"/>
    <w:rsid w:val="00FB4175"/>
    <w:rsid w:val="00FC3C59"/>
    <w:rsid w:val="00FC5DDA"/>
    <w:rsid w:val="00FC6607"/>
    <w:rsid w:val="00FD180C"/>
    <w:rsid w:val="00FD5CA4"/>
    <w:rsid w:val="00FD60B0"/>
    <w:rsid w:val="00FD63C2"/>
    <w:rsid w:val="00FE2BEE"/>
    <w:rsid w:val="00FE4475"/>
    <w:rsid w:val="00FE7927"/>
    <w:rsid w:val="00FE7F8D"/>
    <w:rsid w:val="00FF4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BD7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D5BD7"/>
    <w:rPr>
      <w:color w:val="0000FF"/>
      <w:u w:val="single"/>
    </w:rPr>
  </w:style>
  <w:style w:type="paragraph" w:customStyle="1" w:styleId="ConsPlusNormal">
    <w:name w:val="ConsPlusNormal"/>
    <w:uiPriority w:val="99"/>
    <w:rsid w:val="009D5B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D5BD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D5BD7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9D5BD7"/>
  </w:style>
  <w:style w:type="paragraph" w:styleId="BalloonText">
    <w:name w:val="Balloon Text"/>
    <w:basedOn w:val="Normal"/>
    <w:link w:val="BalloonTextChar"/>
    <w:uiPriority w:val="99"/>
    <w:semiHidden/>
    <w:rsid w:val="0085308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3083"/>
    <w:rPr>
      <w:rFonts w:ascii="Tahoma" w:hAnsi="Tahoma" w:cs="Tahoma"/>
      <w:sz w:val="16"/>
      <w:szCs w:val="16"/>
      <w:lang w:eastAsia="ru-RU"/>
    </w:rPr>
  </w:style>
  <w:style w:type="character" w:styleId="HTMLCite">
    <w:name w:val="HTML Cite"/>
    <w:basedOn w:val="DefaultParagraphFont"/>
    <w:uiPriority w:val="99"/>
    <w:semiHidden/>
    <w:rsid w:val="00F25A19"/>
    <w:rPr>
      <w:i/>
      <w:iCs/>
    </w:rPr>
  </w:style>
  <w:style w:type="paragraph" w:styleId="ListParagraph">
    <w:name w:val="List Paragraph"/>
    <w:basedOn w:val="Normal"/>
    <w:uiPriority w:val="99"/>
    <w:qFormat/>
    <w:rsid w:val="0082579C"/>
    <w:pPr>
      <w:ind w:left="720"/>
    </w:pPr>
  </w:style>
  <w:style w:type="paragraph" w:customStyle="1" w:styleId="ConsPlusTitle">
    <w:name w:val="ConsPlusTitle"/>
    <w:uiPriority w:val="99"/>
    <w:rsid w:val="008E5B5F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BodyText">
    <w:name w:val="Body Text"/>
    <w:basedOn w:val="Normal"/>
    <w:link w:val="BodyTextChar"/>
    <w:uiPriority w:val="99"/>
    <w:rsid w:val="008E5B5F"/>
    <w:pPr>
      <w:suppressAutoHyphens/>
      <w:spacing w:after="0"/>
    </w:pPr>
    <w:rPr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E5B5F"/>
    <w:rPr>
      <w:rFonts w:ascii="Times New Roman" w:hAnsi="Times New Roman" w:cs="Times New Roman"/>
      <w:sz w:val="24"/>
      <w:szCs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8E5B5F"/>
    <w:pPr>
      <w:suppressAutoHyphens/>
      <w:spacing w:after="0"/>
      <w:ind w:firstLine="720"/>
    </w:pPr>
    <w:rPr>
      <w:sz w:val="28"/>
      <w:szCs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E5B5F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Nonformat">
    <w:name w:val="ConsPlusNonformat"/>
    <w:link w:val="ConsPlusNonformat0"/>
    <w:uiPriority w:val="99"/>
    <w:rsid w:val="008F40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nformat0">
    <w:name w:val="ConsPlusNonformat Знак"/>
    <w:link w:val="ConsPlusNonformat"/>
    <w:uiPriority w:val="99"/>
    <w:locked/>
    <w:rsid w:val="008F4039"/>
    <w:rPr>
      <w:rFonts w:ascii="Courier New" w:hAnsi="Courier New" w:cs="Courier New"/>
      <w:sz w:val="22"/>
      <w:szCs w:val="22"/>
      <w:lang w:eastAsia="ru-RU"/>
    </w:rPr>
  </w:style>
  <w:style w:type="paragraph" w:styleId="NoSpacing">
    <w:name w:val="No Spacing"/>
    <w:uiPriority w:val="99"/>
    <w:qFormat/>
    <w:rsid w:val="008F4039"/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A64FF8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64FF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harStyle19">
    <w:name w:val="CharStyle19"/>
    <w:uiPriority w:val="99"/>
    <w:rsid w:val="00216B5C"/>
    <w:rPr>
      <w:rFonts w:ascii="Calibri" w:eastAsia="Times New Roman" w:hAnsi="Calibri" w:cs="Calibri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37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449B2D6F7EE8BC3C7F56574180407D2D5DAFE80CF4500CEF75DCEF2951FCA0BB0FC422777E99051F67A276h9P7N" TargetMode="External"/><Relationship Id="rId12" Type="http://schemas.openxmlformats.org/officeDocument/2006/relationships/hyperlink" Target="consultantplus://offline/ref=52C122D803315E20ACD6C1FDAE422CECB8AA18E2AFED4FF54C31C19393AE6EBEA94E9CC605B2BBB3p07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3449B2D6F7EE8BC3C7F56574180407D2D5DAFE80CF4500CEF75DCEF2951FCA0BB0FC422777E99051F67A276h9P7N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30</Pages>
  <Words>9397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Ольга Сергеевна</dc:creator>
  <cp:keywords/>
  <dc:description/>
  <cp:lastModifiedBy>Наташа</cp:lastModifiedBy>
  <cp:revision>60</cp:revision>
  <cp:lastPrinted>2016-04-18T10:42:00Z</cp:lastPrinted>
  <dcterms:created xsi:type="dcterms:W3CDTF">2016-04-15T15:48:00Z</dcterms:created>
  <dcterms:modified xsi:type="dcterms:W3CDTF">2016-04-25T13:17:00Z</dcterms:modified>
</cp:coreProperties>
</file>