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95" w:rsidRDefault="00224B95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224B95" w:rsidRDefault="00224B95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24B95" w:rsidRDefault="00224B95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24B95" w:rsidRDefault="00224B95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224B95" w:rsidRDefault="00224B95" w:rsidP="00416532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30 ноября  2015 г. № 1986</w:t>
      </w:r>
    </w:p>
    <w:p w:rsidR="00224B95" w:rsidRDefault="00224B95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4B95" w:rsidRDefault="00224B95" w:rsidP="00510A3A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224B95" w:rsidRDefault="00224B95" w:rsidP="00510A3A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224B95" w:rsidRDefault="00224B95" w:rsidP="00D70D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24B95" w:rsidRDefault="00224B95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635CD1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ЫХ ПОТРЕБНОСТЕЙ</w:t>
      </w:r>
    </w:p>
    <w:p w:rsidR="00224B95" w:rsidRDefault="00224B95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224B95" w:rsidRPr="00545163" w:rsidRDefault="00224B95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24B95" w:rsidRPr="00A206E6" w:rsidRDefault="00224B95" w:rsidP="001C3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9"/>
        <w:gridCol w:w="2480"/>
        <w:gridCol w:w="1447"/>
        <w:gridCol w:w="1276"/>
        <w:gridCol w:w="1276"/>
        <w:gridCol w:w="1275"/>
        <w:gridCol w:w="1276"/>
        <w:gridCol w:w="1418"/>
        <w:gridCol w:w="1559"/>
        <w:gridCol w:w="1920"/>
      </w:tblGrid>
      <w:tr w:rsidR="00224B95" w:rsidRPr="009C689C">
        <w:trPr>
          <w:cantSplit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Наименование</w:t>
            </w:r>
          </w:p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447" w:type="dxa"/>
            <w:vMerge w:val="restart"/>
          </w:tcPr>
          <w:p w:rsidR="00224B95" w:rsidRPr="009C689C" w:rsidRDefault="00224B95" w:rsidP="00FF55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Источник</w:t>
            </w:r>
            <w:r w:rsidRPr="009C689C">
              <w:rPr>
                <w:rFonts w:ascii="Times New Roman" w:hAnsi="Times New Roman" w:cs="Times New Roman"/>
              </w:rPr>
              <w:br/>
              <w:t>финанси</w:t>
            </w:r>
            <w:r>
              <w:rPr>
                <w:rFonts w:ascii="Times New Roman" w:hAnsi="Times New Roman" w:cs="Times New Roman"/>
              </w:rPr>
              <w:t>-</w:t>
            </w:r>
            <w:r w:rsidRPr="009C689C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Форма финан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сового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</w:p>
        </w:tc>
        <w:tc>
          <w:tcPr>
            <w:tcW w:w="5245" w:type="dxa"/>
            <w:gridSpan w:val="4"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Финансовые затраты, тыс. руб.</w:t>
            </w:r>
          </w:p>
        </w:tc>
        <w:tc>
          <w:tcPr>
            <w:tcW w:w="1559" w:type="dxa"/>
            <w:vMerge w:val="restart"/>
            <w:noWrap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20" w:type="dxa"/>
            <w:vMerge w:val="restart"/>
            <w:noWrap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Участник</w:t>
            </w:r>
          </w:p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мероприятия</w:t>
            </w: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vMerge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Merge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2015 г. </w:t>
            </w:r>
          </w:p>
        </w:tc>
        <w:tc>
          <w:tcPr>
            <w:tcW w:w="1275" w:type="dxa"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2016 г. </w:t>
            </w:r>
          </w:p>
        </w:tc>
        <w:tc>
          <w:tcPr>
            <w:tcW w:w="1276" w:type="dxa"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2017 г. </w:t>
            </w:r>
          </w:p>
        </w:tc>
        <w:tc>
          <w:tcPr>
            <w:tcW w:w="1418" w:type="dxa"/>
          </w:tcPr>
          <w:p w:rsidR="00224B95" w:rsidRPr="009C689C" w:rsidRDefault="00224B95" w:rsidP="00E7717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C689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59" w:type="dxa"/>
            <w:vMerge/>
            <w:noWrap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noWrap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4B95" w:rsidRPr="007B07C6" w:rsidRDefault="00224B95" w:rsidP="007B07C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858"/>
        <w:gridCol w:w="2478"/>
        <w:gridCol w:w="1447"/>
        <w:gridCol w:w="1276"/>
        <w:gridCol w:w="1276"/>
        <w:gridCol w:w="1275"/>
        <w:gridCol w:w="1276"/>
        <w:gridCol w:w="1418"/>
        <w:gridCol w:w="1558"/>
        <w:gridCol w:w="1919"/>
      </w:tblGrid>
      <w:tr w:rsidR="00224B95" w:rsidRPr="009C689C">
        <w:trPr>
          <w:cantSplit/>
          <w:tblHeader/>
          <w:jc w:val="center"/>
        </w:trPr>
        <w:tc>
          <w:tcPr>
            <w:tcW w:w="859" w:type="dxa"/>
            <w:gridSpan w:val="2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noWrap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20" w:type="dxa"/>
            <w:noWrap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8701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5 876 915,94</w:t>
            </w:r>
          </w:p>
        </w:tc>
        <w:tc>
          <w:tcPr>
            <w:tcW w:w="1275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4 560 225,11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4 700 732,04</w:t>
            </w:r>
          </w:p>
        </w:tc>
        <w:tc>
          <w:tcPr>
            <w:tcW w:w="1418" w:type="dxa"/>
            <w:vAlign w:val="bottom"/>
          </w:tcPr>
          <w:p w:rsidR="00224B95" w:rsidRPr="00573092" w:rsidRDefault="00224B95" w:rsidP="008701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15 137 873,09</w:t>
            </w:r>
          </w:p>
        </w:tc>
        <w:tc>
          <w:tcPr>
            <w:tcW w:w="1559" w:type="dxa"/>
            <w:vMerge w:val="restart"/>
            <w:noWrap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vMerge w:val="restart"/>
            <w:noWrap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1 040 951,96</w:t>
            </w:r>
          </w:p>
        </w:tc>
        <w:tc>
          <w:tcPr>
            <w:tcW w:w="1275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1 040 951,96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2 916 677,84</w:t>
            </w:r>
          </w:p>
        </w:tc>
        <w:tc>
          <w:tcPr>
            <w:tcW w:w="1275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2 973 760,84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8 975 826,42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8701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1 860 638,57</w:t>
            </w:r>
          </w:p>
        </w:tc>
        <w:tc>
          <w:tcPr>
            <w:tcW w:w="1275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1 539 534,17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1 569 242,90</w:t>
            </w:r>
          </w:p>
        </w:tc>
        <w:tc>
          <w:tcPr>
            <w:tcW w:w="1418" w:type="dxa"/>
            <w:vAlign w:val="bottom"/>
          </w:tcPr>
          <w:p w:rsidR="00224B95" w:rsidRPr="00573092" w:rsidRDefault="00224B95" w:rsidP="008701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4 969 415,64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58 647,57</w:t>
            </w:r>
          </w:p>
        </w:tc>
        <w:tc>
          <w:tcPr>
            <w:tcW w:w="1275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46 930,10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46 101,40</w:t>
            </w:r>
          </w:p>
        </w:tc>
        <w:tc>
          <w:tcPr>
            <w:tcW w:w="1418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151 679,07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по социальной политике администрации городского округа «Город Калининград»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8701E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4 547 040,79</w:t>
            </w:r>
          </w:p>
        </w:tc>
        <w:tc>
          <w:tcPr>
            <w:tcW w:w="1275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4 559 472,14</w:t>
            </w:r>
          </w:p>
        </w:tc>
        <w:tc>
          <w:tcPr>
            <w:tcW w:w="1276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4 700 732,04</w:t>
            </w:r>
          </w:p>
        </w:tc>
        <w:tc>
          <w:tcPr>
            <w:tcW w:w="1418" w:type="dxa"/>
            <w:vAlign w:val="bottom"/>
          </w:tcPr>
          <w:p w:rsidR="00224B95" w:rsidRPr="00573092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73092">
              <w:rPr>
                <w:rFonts w:ascii="Times New Roman" w:hAnsi="Times New Roman" w:cs="Times New Roman"/>
                <w:sz w:val="20"/>
                <w:szCs w:val="20"/>
              </w:rPr>
              <w:t>13 807 244,97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920" w:type="dxa"/>
            <w:vMerge w:val="restart"/>
            <w:noWrap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275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6 425,00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2 758 316,14</w:t>
            </w:r>
          </w:p>
        </w:tc>
        <w:tc>
          <w:tcPr>
            <w:tcW w:w="1275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2 973 760,84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3 085 387,74</w:t>
            </w:r>
          </w:p>
        </w:tc>
        <w:tc>
          <w:tcPr>
            <w:tcW w:w="1418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8 817 464,72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1 723 652,08</w:t>
            </w:r>
          </w:p>
        </w:tc>
        <w:tc>
          <w:tcPr>
            <w:tcW w:w="1275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1 538 781,20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1 569 242,90</w:t>
            </w:r>
          </w:p>
        </w:tc>
        <w:tc>
          <w:tcPr>
            <w:tcW w:w="1418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4 831 676,18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58 647,57</w:t>
            </w:r>
          </w:p>
        </w:tc>
        <w:tc>
          <w:tcPr>
            <w:tcW w:w="1275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46 930,10</w:t>
            </w:r>
          </w:p>
        </w:tc>
        <w:tc>
          <w:tcPr>
            <w:tcW w:w="1276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2A03">
              <w:rPr>
                <w:rFonts w:ascii="Times New Roman" w:hAnsi="Times New Roman" w:cs="Times New Roman"/>
                <w:sz w:val="20"/>
                <w:szCs w:val="20"/>
              </w:rPr>
              <w:t>46 101,40</w:t>
            </w:r>
          </w:p>
        </w:tc>
        <w:tc>
          <w:tcPr>
            <w:tcW w:w="1418" w:type="dxa"/>
            <w:vAlign w:val="bottom"/>
          </w:tcPr>
          <w:p w:rsidR="00224B95" w:rsidRPr="00F92A03" w:rsidRDefault="00224B95" w:rsidP="00F92A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A6E">
              <w:rPr>
                <w:rFonts w:ascii="Times New Roman" w:hAnsi="Times New Roman" w:cs="Times New Roman"/>
                <w:sz w:val="20"/>
                <w:szCs w:val="20"/>
              </w:rPr>
              <w:t>151 679,07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средств:  комитет архитектуры и строительства администрации городского округа «Город Калининград»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1 329 875,15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752,97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1 330 628,12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920" w:type="dxa"/>
            <w:vMerge w:val="restart"/>
            <w:noWrap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1 034 526,96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1 034 526,96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158 361,70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158 361,70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136 986,49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752,97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137 739,46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3339" w:type="dxa"/>
            <w:gridSpan w:val="3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21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860 839,27</w:t>
            </w:r>
          </w:p>
        </w:tc>
        <w:tc>
          <w:tcPr>
            <w:tcW w:w="1275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938 510,90</w:t>
            </w: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8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2 748 361,07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224B95" w:rsidRPr="009C689C">
        <w:trPr>
          <w:cantSplit/>
          <w:trHeight w:val="321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21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860 839,27</w:t>
            </w:r>
          </w:p>
        </w:tc>
        <w:tc>
          <w:tcPr>
            <w:tcW w:w="1275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938 510,90</w:t>
            </w: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949 010,90</w:t>
            </w:r>
          </w:p>
        </w:tc>
        <w:tc>
          <w:tcPr>
            <w:tcW w:w="1418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2 748 361,07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21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451D66" w:rsidRDefault="00224B95" w:rsidP="00451D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1D6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21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Присмотр и уход за детьми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889 402,51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959 411,30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981 646,20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2 830 460,01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дошкольные и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889 402,51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959 411,30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981 646,20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2 830 460,01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5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0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1 836 404,77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2 024 717,94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5 986 967,55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224B95" w:rsidRPr="009C689C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1 836 404,77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2 024 717,94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2 125 844,84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5 986 967,55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дополнительного образования детям в общеобразовательных учреждениях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32 186,64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16 561,44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17 070,24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65 818,32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</w:t>
            </w: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32 186,64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16 561,44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17 070,24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65 818,32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Принося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щая доход деятель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8 172,87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26 207,81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Межшкольный учебный комбинат</w:t>
            </w: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8 172,87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9 017,47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26 207,81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1.2.5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867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детей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7 511,16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7 312,90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7 433,70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22 257,76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ШИЛИ</w:t>
            </w: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7 511,16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7 312,90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7 433,70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22 257,76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1.2.6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21 747,70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22 978,40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23 554,30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68 280,40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Центр «Мост»</w:t>
            </w: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21 747,70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22 978,40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23 554,30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68 280,40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1.2.7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274 608,69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303 351,56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304 382,06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882 342,31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общеобразователь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учреждения, загородные оздоровительные центры</w:t>
            </w: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274 608,69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303 351,56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304 382,06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882 342,31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1.2.8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163 875,31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167 326,13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172 421,91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503 623,34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Муниципальные  учреждения дополнительного образования</w:t>
            </w: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163 875,31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167 326,13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172 421,91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503 623,34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юридичес-ким лицам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40 780,80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Негосударственные образовательные учреждения</w:t>
            </w: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13 593,60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40 780,80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опорных учреждений дошкольного и дополнительного образования (на основе конкурсного отбора по результатам деятельности)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Информационно-техническое сопровождение образовательного процесса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1 174,60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940,77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3 058,36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ДОД ЦТРиГО «Информационные технологии»</w:t>
            </w: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1 174,60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940,77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3 058,36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кадетского движения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духовно-нравственное воспитание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760,00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260,00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760,00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8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гражданское и патриотическое воспитание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155,16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375,16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31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155,16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375,16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здорового образа жизни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189,98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49,98</w:t>
            </w:r>
          </w:p>
        </w:tc>
        <w:tc>
          <w:tcPr>
            <w:tcW w:w="1275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276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418" w:type="dxa"/>
            <w:vAlign w:val="bottom"/>
          </w:tcPr>
          <w:p w:rsidR="00224B95" w:rsidRPr="00DC10DF" w:rsidRDefault="00224B95" w:rsidP="00DC10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10DF">
              <w:rPr>
                <w:rFonts w:ascii="Times New Roman" w:hAnsi="Times New Roman" w:cs="Times New Roman"/>
                <w:sz w:val="20"/>
                <w:szCs w:val="20"/>
              </w:rPr>
              <w:t>189,98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подростков в каникулярное время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DA3E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Целевая субсидия,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убсидия на муници-пальное задание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принося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щая доход деятель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120 817,30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78 833,83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79 419,73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279 070,86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политике, 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39 406,00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10 532,00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10 532,00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60 470,00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30 936,60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31 217,90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31 803,80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93 958,30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E525B">
              <w:rPr>
                <w:rFonts w:ascii="Times New Roman" w:hAnsi="Times New Roman" w:cs="Times New Roman"/>
                <w:sz w:val="20"/>
                <w:szCs w:val="20"/>
              </w:rPr>
              <w:t>50 474,70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37 083,93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37 083,93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124 642,56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1.6.3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Учреждения общего и дополнительного образования, загородные оздоровительные центры</w:t>
            </w: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49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521" w:type="dxa"/>
            <w:gridSpan w:val="5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49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6521" w:type="dxa"/>
            <w:gridSpan w:val="5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34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Мониторинг образовательных достижений обучающихся на разных уровнях общего образования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1.7.4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490,73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90,73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490,73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12C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МКУ «УКС»</w:t>
            </w:r>
          </w:p>
        </w:tc>
      </w:tr>
      <w:tr w:rsidR="00224B95" w:rsidRPr="009C689C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12C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12C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12C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225,21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1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510A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510A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510A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10A3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4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городских ученических олимпиад, смотров, конкурсов, игр, фестивалей, соревнований, конференций и других мероприятий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418,72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2 418,72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36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418,72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1 000,00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2 418,72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8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работы городской Школы для одаренных детей, профильных и иных, в том числе выездных, лагерей для одаренных детей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526,14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3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126,14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526,14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8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7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Участие школьников во всероссийских и международных конференциях, форумах, слетах и других проектах 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657,06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267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7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7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57,06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657,06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67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64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учащихся муниципальных общеобразовательных уч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реждений города Калининграда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достижения в сфере образования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2 136,96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427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64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64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712,32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2 136,96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64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728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 и одаренных детей – учащихся муниципальных 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бщеобразовательных учреждений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 особые успехи в творческой деятельности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192,00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576,00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72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595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480" w:type="dxa"/>
            <w:vMerge w:val="restart"/>
          </w:tcPr>
          <w:p w:rsidR="00224B95" w:rsidRPr="00DA2030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руководящих и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дошкольного и 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DA2030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DA2030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DA2030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595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DA2030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F4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1 224,90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224,90</w:t>
            </w:r>
          </w:p>
        </w:tc>
        <w:tc>
          <w:tcPr>
            <w:tcW w:w="1275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8" w:type="dxa"/>
            <w:vAlign w:val="bottom"/>
          </w:tcPr>
          <w:p w:rsidR="00224B95" w:rsidRPr="00605DB2" w:rsidRDefault="00224B95" w:rsidP="00605DB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05DB2">
              <w:rPr>
                <w:rFonts w:ascii="Times New Roman" w:hAnsi="Times New Roman" w:cs="Times New Roman"/>
                <w:sz w:val="20"/>
                <w:szCs w:val="20"/>
              </w:rPr>
              <w:t>1 224,90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06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F4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Организационно-методическое сопровождение мероприятий комитета по образованию и подведомственных учреждений, повышение квалификации педагогических кадров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E771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Субсидия на муници-пальное задание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9 498,70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9 599,20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9 906,10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29 004,00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Методический центр</w:t>
            </w:r>
          </w:p>
        </w:tc>
      </w:tr>
      <w:tr w:rsidR="00224B95" w:rsidRPr="009C689C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9 498,70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9 599,20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9 906,10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29 004,00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06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0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F44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профессиональных конкурсов и праздничных мероприятий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закупка</w:t>
            </w:r>
          </w:p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товаров, работ и услуг</w:t>
            </w: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1 151,32</w:t>
            </w:r>
          </w:p>
        </w:tc>
        <w:tc>
          <w:tcPr>
            <w:tcW w:w="1275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1 908,68</w:t>
            </w: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1 908,68</w:t>
            </w:r>
          </w:p>
        </w:tc>
        <w:tc>
          <w:tcPr>
            <w:tcW w:w="1418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4 968,68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1 151,32</w:t>
            </w:r>
          </w:p>
        </w:tc>
        <w:tc>
          <w:tcPr>
            <w:tcW w:w="1275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1 908,68</w:t>
            </w:r>
          </w:p>
        </w:tc>
        <w:tc>
          <w:tcPr>
            <w:tcW w:w="1276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1 908,68</w:t>
            </w:r>
          </w:p>
        </w:tc>
        <w:tc>
          <w:tcPr>
            <w:tcW w:w="1418" w:type="dxa"/>
            <w:vAlign w:val="bottom"/>
          </w:tcPr>
          <w:p w:rsidR="00224B95" w:rsidRPr="006A566B" w:rsidRDefault="00224B95" w:rsidP="006A56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</w:rPr>
              <w:t>4 968,68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340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Реализация ведомственной целевой программы «Обеспечение требований комплексной безопасности в муниципальных учреждениях образования и загородных оздоровительных центрах»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189 403,506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189 403,506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189 403,506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189 403,506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52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614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A566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образовательных учреждений и загородных оздоровительных центров (в т.ч. изготовление и проверка проектной и рабочей документации и осуществление строительного контроля), из них: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73 308,95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73 308,95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Подведомственные учреждения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14 000,00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498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59 308,95</w:t>
            </w:r>
          </w:p>
        </w:tc>
        <w:tc>
          <w:tcPr>
            <w:tcW w:w="1275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124586" w:rsidRDefault="00224B95" w:rsidP="001245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24586">
              <w:rPr>
                <w:rFonts w:ascii="Times New Roman" w:hAnsi="Times New Roman" w:cs="Times New Roman"/>
                <w:sz w:val="20"/>
                <w:szCs w:val="20"/>
              </w:rPr>
              <w:t>59 308,95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624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802ACF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802ACF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2AC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DA2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1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1 965,00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1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1 965,00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307E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DA2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1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1 965,00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18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1 965,00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07E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307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C21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34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C21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C21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E6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E64A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334C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C2188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C218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222,47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222,47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222,47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222,47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36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37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36,19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36,19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36,19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36,19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tcBorders>
              <w:top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44</w:t>
            </w:r>
          </w:p>
          <w:p w:rsidR="00224B95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48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4 868,11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4 868,11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2 702,60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2 702,60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2 165,51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2 165,51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51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1 179,45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1 179,45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1 179,45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1 179,45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 w:val="restart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cantSplit/>
          <w:trHeight w:val="283"/>
          <w:jc w:val="center"/>
        </w:trPr>
        <w:tc>
          <w:tcPr>
            <w:tcW w:w="859" w:type="dxa"/>
            <w:gridSpan w:val="2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 54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55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55,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64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д/с № 64,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588,06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86</w:t>
            </w:r>
          </w:p>
          <w:p w:rsidR="00224B95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3 917,45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3 917,45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1 931,00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1 931,00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1 986,45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1 986,45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3747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ЦРР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839,73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839,73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839,73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545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839,73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4C545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4C54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17,94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107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204,99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109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111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1 200,00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116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МАДОУ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ЦРР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121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7 087,80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7 087,80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4 400,80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4 400,80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2 687,00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2 687,00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224B95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125</w:t>
            </w:r>
          </w:p>
          <w:p w:rsidR="00224B95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6 625,64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д/с № 13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8 739,15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8 739,15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132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4 965,60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4 965,60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3 773,55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3 773,55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136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304,53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304,53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304,53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A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304,53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6 с 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с УИОП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УИОП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9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554A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554A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554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МБОУ СОШ № 10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13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1 177,33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1 177,33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1 177,33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1 177,33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 14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3 837,86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3 837,86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3 837,86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3 837,86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18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9 107,61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9 107,61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лицей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9 107,61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900C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9 107,61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84,80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84,80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19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84,80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84,80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22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900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7 452,00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90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900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26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28</w:t>
            </w:r>
          </w:p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24FC">
              <w:rPr>
                <w:rFonts w:ascii="Times New Roman" w:hAnsi="Times New Roman" w:cs="Times New Roman"/>
                <w:sz w:val="20"/>
                <w:szCs w:val="20"/>
              </w:rPr>
              <w:t>1 968,74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24FC">
              <w:rPr>
                <w:rFonts w:ascii="Times New Roman" w:hAnsi="Times New Roman" w:cs="Times New Roman"/>
                <w:sz w:val="20"/>
                <w:szCs w:val="20"/>
              </w:rPr>
              <w:t>1 968,74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 № 29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DF24FC" w:rsidRDefault="00224B95" w:rsidP="00DF24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F24FC">
              <w:rPr>
                <w:rFonts w:ascii="Times New Roman" w:hAnsi="Times New Roman" w:cs="Times New Roman"/>
                <w:sz w:val="20"/>
                <w:szCs w:val="20"/>
              </w:rPr>
              <w:t>1 968,74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F24FC">
              <w:rPr>
                <w:rFonts w:ascii="Times New Roman" w:hAnsi="Times New Roman" w:cs="Times New Roman"/>
                <w:sz w:val="20"/>
                <w:szCs w:val="20"/>
              </w:rPr>
              <w:t>1 968,74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гимназия № 32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гимназия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45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СОШ № 46 с 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СОШ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 с УИОП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УИОП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48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480" w:type="dxa"/>
            <w:tcBorders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 № 49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лицей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 4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128,00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</w:tcBorders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МАУ ДЦОиОДиП «Олимп»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МАУ ДЦОиОДиП «Олимп», сторонние организации 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детский сад по ул. Артиллерийская – ул. Закатная – ул. Пирогова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131 361,68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131 361,68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56 624,60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56 624,60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50 464,90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50 464,90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9 793,10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9 793,10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4 292,91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9 770,46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374725" w:rsidRDefault="00224B95" w:rsidP="003747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74725">
              <w:rPr>
                <w:rFonts w:ascii="Times New Roman" w:hAnsi="Times New Roman" w:cs="Times New Roman"/>
                <w:sz w:val="20"/>
                <w:szCs w:val="20"/>
              </w:rPr>
              <w:t>415,71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3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 w:val="restart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4.2.2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корпусов начальной школы - детского сада муниципального автономного общеобразовательного учреждения города  Калининграда гимназии № 22 по ул. Октябрьской в г. Калининграде</w:t>
            </w: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(1-й этап)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376 760,54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376 760,54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162 100,30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162 100,30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122 400,00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122 400,00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22 330,14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23 800,00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0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Аксакова – дор. Окружная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189 943,94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189 943,94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140 823,10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140 823,10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17 713,04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6 847,35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6 847,35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17 713,05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17 713,05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6 847,40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6 847,40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Детский сад на 240 мест по ул. Левитана в Юго-Восточном микрорайоне г. Калининграда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149 395,48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149 395,48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23 939,90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23 939,90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87 480,00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87 480,00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3 086,60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3 086,60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16 260,00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16 260,00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2 581,40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16 047,58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16 047,58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ЦРР детский сад № 122 по ул. Маршала Борзова, 95 в 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135 276,20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135 276,20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40 563,80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40 563,80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73 995,30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73 995,30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5 964,30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5 964,30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7 015,40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722,00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722,00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5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 w:val="restart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детского сада № 86 по ул. Б. Хмельницкого, 84 в г. Калининграде</w:t>
            </w:r>
          </w:p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115 639,13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115 639,13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 w:val="restart"/>
            <w:vAlign w:val="center"/>
          </w:tcPr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85 554,90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85 554,90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4 363,70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4 363,70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10 828,42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4 063,71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4 063,71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 w:val="restart"/>
          </w:tcPr>
          <w:p w:rsidR="00224B95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224B95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24B95" w:rsidRPr="009C689C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МАДОУ № 51 по ул. Беланова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47 616,56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47 616,56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25 271,50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25 271,50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19 209,00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19 209,00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3 136,06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3 136,06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9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4.2.8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муниципального дошкольного учреждения по ул. Куйбышева - ул. Ю. Костикова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8 265,82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8 265,82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2E35AA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8 265,82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35AA">
              <w:rPr>
                <w:rFonts w:ascii="Times New Roman" w:hAnsi="Times New Roman" w:cs="Times New Roman"/>
                <w:sz w:val="20"/>
                <w:szCs w:val="20"/>
              </w:rPr>
              <w:t>8 265,82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4.2.9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 56 по ул. Фермора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11 298,13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11 298,13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6 577,80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6 577,80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3 752,00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3 752,00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21,70 </w:t>
            </w:r>
          </w:p>
        </w:tc>
        <w:tc>
          <w:tcPr>
            <w:tcW w:w="1275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E82C76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82C7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21,70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946,63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946,63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77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4.2.10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нового корпуса МАДОУ детского сада № 1 по ул. Свободной, 34 в </w:t>
            </w: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9 975,70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9 975,70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7 627,50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7 627,50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2 348,20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2 348,20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882,14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882,1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2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6E71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4.2.1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224B95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Детские ясли-сад на 240 мест с бассейном по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ул. Алданской в </w:t>
            </w:r>
          </w:p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221,2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 (остатки)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4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социальной политике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41, сторонние организации</w:t>
            </w:r>
          </w:p>
        </w:tc>
      </w:tr>
      <w:tr w:rsidR="00224B95" w:rsidRPr="009C689C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1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4.3.2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Корректировка проектной и  рабочей документации по объекту «Общеобразовательная школа на 825 учащихся по ул. Артиллерийской – ул. Серова в г. Калининграде»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537,90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26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4.3.3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Общеобразовательная школа на 825 учащихся по ул. Артиллерийской – ул. Серова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42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2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2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26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4.3.4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Разработка проектной и рабочей документации по объекту «Строительство средней общеобразовательной школы по ул. Марш. Борзова в г. Калининграде»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802A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729,30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60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802AC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802A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8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4.3.5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средней общеобразовательной  школы по ул. Марш. Борзова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8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8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98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4.3.6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Строительство корпусов начальной школы - детского сада муниципального автономного общеобразовательного учреждения города Калининграда гимназии № 22 по ул. Октябрьской в г. Калининграде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(2-й этап)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151 515,20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71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752,97</w:t>
            </w:r>
          </w:p>
        </w:tc>
        <w:tc>
          <w:tcPr>
            <w:tcW w:w="1276" w:type="dxa"/>
            <w:vAlign w:val="bottom"/>
          </w:tcPr>
          <w:p w:rsidR="00224B95" w:rsidRDefault="00224B95" w:rsidP="002E35AA">
            <w:pPr>
              <w:spacing w:after="0" w:line="240" w:lineRule="auto"/>
              <w:jc w:val="right"/>
            </w:pPr>
            <w:r w:rsidRPr="008902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152 268,17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498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292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275" w:type="dxa"/>
            <w:vAlign w:val="bottom"/>
          </w:tcPr>
          <w:p w:rsidR="00224B95" w:rsidRDefault="00224B95" w:rsidP="002E35AA">
            <w:pPr>
              <w:spacing w:after="0" w:line="240" w:lineRule="auto"/>
              <w:jc w:val="right"/>
            </w:pPr>
            <w:r w:rsidRPr="00195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Default="00224B95" w:rsidP="002E35AA">
            <w:pPr>
              <w:spacing w:after="0" w:line="240" w:lineRule="auto"/>
              <w:jc w:val="right"/>
            </w:pPr>
            <w:r w:rsidRPr="008902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98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757,60</w:t>
            </w:r>
          </w:p>
        </w:tc>
        <w:tc>
          <w:tcPr>
            <w:tcW w:w="1275" w:type="dxa"/>
            <w:vAlign w:val="bottom"/>
          </w:tcPr>
          <w:p w:rsidR="00224B95" w:rsidRDefault="00224B95" w:rsidP="002E35AA">
            <w:pPr>
              <w:spacing w:after="0" w:line="240" w:lineRule="auto"/>
              <w:jc w:val="right"/>
            </w:pPr>
            <w:r w:rsidRPr="00195B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Default="00224B95" w:rsidP="002E35AA">
            <w:pPr>
              <w:spacing w:after="0" w:line="240" w:lineRule="auto"/>
              <w:jc w:val="right"/>
            </w:pPr>
            <w:r w:rsidRPr="008902C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757,60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98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757,60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711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752,97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6E711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E711C">
              <w:rPr>
                <w:rFonts w:ascii="Times New Roman" w:hAnsi="Times New Roman" w:cs="Times New Roman"/>
                <w:sz w:val="20"/>
                <w:szCs w:val="20"/>
              </w:rPr>
              <w:t>1 510,57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498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9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4.3.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*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Строительство общеобразовательной школы на 1 500 мест в Северном жилом районе в 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архитектуры и строительства, МКУ «УКС»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Сторонние организации</w:t>
            </w:r>
          </w:p>
        </w:tc>
      </w:tr>
      <w:tr w:rsidR="00224B95" w:rsidRPr="009C689C">
        <w:trPr>
          <w:gridBefore w:val="1"/>
          <w:cantSplit/>
          <w:trHeight w:val="24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49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МБ 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231,00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4.4.1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Реконструкция физкультурно-спортивной площадки для МАОУ СОШ № 31 по ул. Пролетарской, 66а в г. 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15 332,25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15 332,25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МАОУ СОШ № 31, сторонние организации</w:t>
            </w: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7 666,10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7 666,10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7 666,15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7 666,15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84"/>
          <w:jc w:val="center"/>
        </w:trPr>
        <w:tc>
          <w:tcPr>
            <w:tcW w:w="8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8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4.5.1</w:t>
            </w:r>
          </w:p>
        </w:tc>
        <w:tc>
          <w:tcPr>
            <w:tcW w:w="2480" w:type="dxa"/>
            <w:vMerge w:val="restart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52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Устройство спортивного манежа в МАДОУ детский сад № 55 по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D52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ул. Нарвской 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D5234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Калининграде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8 663,00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9 491,70</w:t>
            </w:r>
          </w:p>
        </w:tc>
        <w:tc>
          <w:tcPr>
            <w:tcW w:w="1559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Pr="009C689C" w:rsidRDefault="00224B95" w:rsidP="002E3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д/с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55</w:t>
            </w: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68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Default="00224B95" w:rsidP="00752F0D">
            <w:pPr>
              <w:spacing w:after="0" w:line="240" w:lineRule="auto"/>
              <w:jc w:val="right"/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8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Default="00224B95" w:rsidP="00752F0D">
            <w:pPr>
              <w:spacing w:after="0" w:line="240" w:lineRule="auto"/>
              <w:jc w:val="right"/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32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8 663,00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8 663,00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8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828,70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4.6.1</w:t>
            </w:r>
          </w:p>
        </w:tc>
        <w:tc>
          <w:tcPr>
            <w:tcW w:w="2480" w:type="dxa"/>
            <w:vMerge w:val="restart"/>
          </w:tcPr>
          <w:p w:rsidR="00224B95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48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дополнительных мест</w:t>
            </w:r>
          </w:p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 </w:t>
            </w:r>
            <w:r w:rsidRPr="009B48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51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5 296,34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752F0D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Default="00224B95" w:rsidP="00752F0D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4 764,69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531,65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bottom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7" w:colLast="7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4.6.2</w:t>
            </w:r>
          </w:p>
        </w:tc>
        <w:tc>
          <w:tcPr>
            <w:tcW w:w="2480" w:type="dxa"/>
            <w:vMerge w:val="restart"/>
          </w:tcPr>
          <w:p w:rsidR="00224B95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B48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дополнительных мест</w:t>
            </w:r>
          </w:p>
          <w:p w:rsidR="00224B95" w:rsidRPr="003C77CE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 </w:t>
            </w:r>
            <w:r w:rsidRPr="003C77CE">
              <w:rPr>
                <w:rFonts w:ascii="Times New Roman" w:hAnsi="Times New Roman" w:cs="Times New Roman"/>
                <w:sz w:val="20"/>
                <w:szCs w:val="20"/>
              </w:rPr>
              <w:t>МАДОУ ЦРР д/с № 86</w:t>
            </w: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224B95" w:rsidRPr="009C689C" w:rsidRDefault="00224B95" w:rsidP="00752F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Целевая субсидия</w:t>
            </w: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559" w:type="dxa"/>
            <w:vMerge w:val="restart"/>
            <w:vAlign w:val="center"/>
          </w:tcPr>
          <w:p w:rsidR="00224B95" w:rsidRDefault="00224B95" w:rsidP="00752F0D">
            <w:pPr>
              <w:jc w:val="center"/>
            </w:pPr>
            <w:r w:rsidRPr="00F52D7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Комитет по образованию</w:t>
            </w:r>
          </w:p>
        </w:tc>
        <w:tc>
          <w:tcPr>
            <w:tcW w:w="1920" w:type="dxa"/>
            <w:vMerge w:val="restart"/>
            <w:vAlign w:val="center"/>
          </w:tcPr>
          <w:p w:rsidR="00224B95" w:rsidRDefault="00224B95" w:rsidP="00752F0D">
            <w:pPr>
              <w:jc w:val="center"/>
            </w:pP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МАДОУ ЦРР д/с № 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B806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сторонние организации</w:t>
            </w: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275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bottom"/>
          </w:tcPr>
          <w:p w:rsidR="00224B95" w:rsidRPr="0038671C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8671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bottom"/>
          </w:tcPr>
          <w:p w:rsidR="00224B95" w:rsidRPr="00752F0D" w:rsidRDefault="00224B95" w:rsidP="00752F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52F0D">
              <w:rPr>
                <w:rFonts w:ascii="Times New Roman" w:hAnsi="Times New Roman" w:cs="Times New Roman"/>
                <w:sz w:val="20"/>
                <w:szCs w:val="20"/>
              </w:rPr>
              <w:t>1 660,31</w:t>
            </w: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752F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  <w:bottom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B95" w:rsidRPr="009C689C">
        <w:trPr>
          <w:gridBefore w:val="1"/>
          <w:cantSplit/>
          <w:trHeight w:val="266"/>
          <w:jc w:val="center"/>
        </w:trPr>
        <w:tc>
          <w:tcPr>
            <w:tcW w:w="859" w:type="dxa"/>
            <w:tcBorders>
              <w:top w:val="nil"/>
            </w:tcBorders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C689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1276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224B95" w:rsidRPr="009C689C" w:rsidRDefault="00224B95" w:rsidP="002E35A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vAlign w:val="center"/>
          </w:tcPr>
          <w:p w:rsidR="00224B95" w:rsidRPr="009C689C" w:rsidRDefault="00224B95" w:rsidP="002E35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24B95" w:rsidRDefault="00224B95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4B95" w:rsidRPr="00E67B75" w:rsidRDefault="00224B95" w:rsidP="00E67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B75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*</w:t>
      </w:r>
      <w:r>
        <w:rPr>
          <w:rFonts w:ascii="Times New Roman" w:hAnsi="Times New Roman" w:cs="Times New Roman"/>
          <w:sz w:val="24"/>
          <w:szCs w:val="24"/>
          <w:lang w:eastAsia="ru-RU"/>
        </w:rPr>
        <w:t> Завершение расчетов по объектам, сданным в эксплуатацию в 2013-2014 гг.</w:t>
      </w:r>
    </w:p>
    <w:sectPr w:rsidR="00224B95" w:rsidRPr="00E67B75" w:rsidSect="00545163">
      <w:headerReference w:type="default" r:id="rId7"/>
      <w:pgSz w:w="16838" w:h="11906" w:orient="landscape"/>
      <w:pgMar w:top="56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B95" w:rsidRDefault="00224B95" w:rsidP="002124AC">
      <w:pPr>
        <w:spacing w:after="0" w:line="240" w:lineRule="auto"/>
      </w:pPr>
      <w:r>
        <w:separator/>
      </w:r>
    </w:p>
  </w:endnote>
  <w:endnote w:type="continuationSeparator" w:id="0">
    <w:p w:rsidR="00224B95" w:rsidRDefault="00224B95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B95" w:rsidRDefault="00224B95" w:rsidP="002124AC">
      <w:pPr>
        <w:spacing w:after="0" w:line="240" w:lineRule="auto"/>
      </w:pPr>
      <w:r>
        <w:separator/>
      </w:r>
    </w:p>
  </w:footnote>
  <w:footnote w:type="continuationSeparator" w:id="0">
    <w:p w:rsidR="00224B95" w:rsidRDefault="00224B95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B95" w:rsidRDefault="00224B95">
    <w:pPr>
      <w:pStyle w:val="Header"/>
      <w:jc w:val="center"/>
    </w:pPr>
    <w:fldSimple w:instr=" PAGE   \* MERGEFORMAT ">
      <w:r>
        <w:rPr>
          <w:noProof/>
        </w:rPr>
        <w:t>19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1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3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4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6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8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1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18"/>
  </w:num>
  <w:num w:numId="10">
    <w:abstractNumId w:val="2"/>
  </w:num>
  <w:num w:numId="11">
    <w:abstractNumId w:val="6"/>
  </w:num>
  <w:num w:numId="12">
    <w:abstractNumId w:val="15"/>
  </w:num>
  <w:num w:numId="13">
    <w:abstractNumId w:val="17"/>
  </w:num>
  <w:num w:numId="14">
    <w:abstractNumId w:val="20"/>
  </w:num>
  <w:num w:numId="15">
    <w:abstractNumId w:val="13"/>
  </w:num>
  <w:num w:numId="16">
    <w:abstractNumId w:val="22"/>
  </w:num>
  <w:num w:numId="17">
    <w:abstractNumId w:val="3"/>
  </w:num>
  <w:num w:numId="18">
    <w:abstractNumId w:val="5"/>
  </w:num>
  <w:num w:numId="19">
    <w:abstractNumId w:val="21"/>
  </w:num>
  <w:num w:numId="20">
    <w:abstractNumId w:val="8"/>
  </w:num>
  <w:num w:numId="21">
    <w:abstractNumId w:val="24"/>
  </w:num>
  <w:num w:numId="22">
    <w:abstractNumId w:val="16"/>
  </w:num>
  <w:num w:numId="23">
    <w:abstractNumId w:val="4"/>
  </w:num>
  <w:num w:numId="24">
    <w:abstractNumId w:val="9"/>
  </w:num>
  <w:num w:numId="25">
    <w:abstractNumId w:val="0"/>
  </w:num>
  <w:num w:numId="26">
    <w:abstractNumId w:val="1"/>
  </w:num>
  <w:num w:numId="27">
    <w:abstractNumId w:val="10"/>
  </w:num>
  <w:num w:numId="28">
    <w:abstractNumId w:val="12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4DAC"/>
    <w:rsid w:val="00007E2D"/>
    <w:rsid w:val="00010957"/>
    <w:rsid w:val="000110A1"/>
    <w:rsid w:val="000121D7"/>
    <w:rsid w:val="0001519A"/>
    <w:rsid w:val="00015CFF"/>
    <w:rsid w:val="000216F5"/>
    <w:rsid w:val="00021916"/>
    <w:rsid w:val="00022E33"/>
    <w:rsid w:val="00027383"/>
    <w:rsid w:val="00027E51"/>
    <w:rsid w:val="0003145F"/>
    <w:rsid w:val="000332D1"/>
    <w:rsid w:val="00034B6E"/>
    <w:rsid w:val="00035C5C"/>
    <w:rsid w:val="000369CB"/>
    <w:rsid w:val="000374A9"/>
    <w:rsid w:val="00042168"/>
    <w:rsid w:val="0004251A"/>
    <w:rsid w:val="000458FF"/>
    <w:rsid w:val="00045D84"/>
    <w:rsid w:val="0004683C"/>
    <w:rsid w:val="000526E9"/>
    <w:rsid w:val="00052D38"/>
    <w:rsid w:val="000539CD"/>
    <w:rsid w:val="000542E1"/>
    <w:rsid w:val="00055F96"/>
    <w:rsid w:val="00056049"/>
    <w:rsid w:val="000560A0"/>
    <w:rsid w:val="00056308"/>
    <w:rsid w:val="00057491"/>
    <w:rsid w:val="00060B29"/>
    <w:rsid w:val="00064F5F"/>
    <w:rsid w:val="00064FBF"/>
    <w:rsid w:val="00066BA2"/>
    <w:rsid w:val="00073AB4"/>
    <w:rsid w:val="00074D9C"/>
    <w:rsid w:val="000764F8"/>
    <w:rsid w:val="00076729"/>
    <w:rsid w:val="0007672B"/>
    <w:rsid w:val="000769E0"/>
    <w:rsid w:val="00077543"/>
    <w:rsid w:val="000821F6"/>
    <w:rsid w:val="0009076D"/>
    <w:rsid w:val="00091479"/>
    <w:rsid w:val="00091E9C"/>
    <w:rsid w:val="00092A3C"/>
    <w:rsid w:val="00094028"/>
    <w:rsid w:val="0009470B"/>
    <w:rsid w:val="0009717A"/>
    <w:rsid w:val="000A0C27"/>
    <w:rsid w:val="000A11AE"/>
    <w:rsid w:val="000A1316"/>
    <w:rsid w:val="000A2514"/>
    <w:rsid w:val="000A39D6"/>
    <w:rsid w:val="000A3B13"/>
    <w:rsid w:val="000A4974"/>
    <w:rsid w:val="000A548D"/>
    <w:rsid w:val="000A6641"/>
    <w:rsid w:val="000B10FF"/>
    <w:rsid w:val="000B242E"/>
    <w:rsid w:val="000B2559"/>
    <w:rsid w:val="000B2991"/>
    <w:rsid w:val="000B4076"/>
    <w:rsid w:val="000B40FE"/>
    <w:rsid w:val="000B4885"/>
    <w:rsid w:val="000B4A4A"/>
    <w:rsid w:val="000C115C"/>
    <w:rsid w:val="000C1B56"/>
    <w:rsid w:val="000C1EB3"/>
    <w:rsid w:val="000C278A"/>
    <w:rsid w:val="000C6354"/>
    <w:rsid w:val="000C6A8A"/>
    <w:rsid w:val="000C6C48"/>
    <w:rsid w:val="000D0F72"/>
    <w:rsid w:val="000D5844"/>
    <w:rsid w:val="000E28EB"/>
    <w:rsid w:val="000E2D13"/>
    <w:rsid w:val="000E49C0"/>
    <w:rsid w:val="000E51B6"/>
    <w:rsid w:val="000E53A0"/>
    <w:rsid w:val="000E6A08"/>
    <w:rsid w:val="000F0240"/>
    <w:rsid w:val="000F0FC6"/>
    <w:rsid w:val="000F3559"/>
    <w:rsid w:val="000F3756"/>
    <w:rsid w:val="000F3DA7"/>
    <w:rsid w:val="000F4C7F"/>
    <w:rsid w:val="000F6557"/>
    <w:rsid w:val="000F65A8"/>
    <w:rsid w:val="000F75B2"/>
    <w:rsid w:val="00100603"/>
    <w:rsid w:val="001007D4"/>
    <w:rsid w:val="001011D6"/>
    <w:rsid w:val="00103157"/>
    <w:rsid w:val="001036DF"/>
    <w:rsid w:val="00105FC0"/>
    <w:rsid w:val="001115AE"/>
    <w:rsid w:val="001123E1"/>
    <w:rsid w:val="00113C85"/>
    <w:rsid w:val="0011585B"/>
    <w:rsid w:val="00116254"/>
    <w:rsid w:val="00116C4D"/>
    <w:rsid w:val="0011716A"/>
    <w:rsid w:val="00122D18"/>
    <w:rsid w:val="00123853"/>
    <w:rsid w:val="00123D97"/>
    <w:rsid w:val="00124586"/>
    <w:rsid w:val="00124A21"/>
    <w:rsid w:val="00130111"/>
    <w:rsid w:val="001302FE"/>
    <w:rsid w:val="001312BC"/>
    <w:rsid w:val="00133E21"/>
    <w:rsid w:val="001355A8"/>
    <w:rsid w:val="00137DD5"/>
    <w:rsid w:val="001414F2"/>
    <w:rsid w:val="00143110"/>
    <w:rsid w:val="0014400C"/>
    <w:rsid w:val="00146DE5"/>
    <w:rsid w:val="00150E71"/>
    <w:rsid w:val="001512BA"/>
    <w:rsid w:val="00151EC3"/>
    <w:rsid w:val="00151FC0"/>
    <w:rsid w:val="00153B11"/>
    <w:rsid w:val="00154172"/>
    <w:rsid w:val="00154AB8"/>
    <w:rsid w:val="00155025"/>
    <w:rsid w:val="00155D47"/>
    <w:rsid w:val="00156768"/>
    <w:rsid w:val="0016273C"/>
    <w:rsid w:val="00163C1A"/>
    <w:rsid w:val="0016596C"/>
    <w:rsid w:val="001717AB"/>
    <w:rsid w:val="00171B26"/>
    <w:rsid w:val="00175A61"/>
    <w:rsid w:val="00181C7B"/>
    <w:rsid w:val="00184462"/>
    <w:rsid w:val="0018458C"/>
    <w:rsid w:val="00184661"/>
    <w:rsid w:val="00185920"/>
    <w:rsid w:val="0018667F"/>
    <w:rsid w:val="0019060F"/>
    <w:rsid w:val="00194657"/>
    <w:rsid w:val="00195B48"/>
    <w:rsid w:val="00196BF2"/>
    <w:rsid w:val="00196D54"/>
    <w:rsid w:val="001978DC"/>
    <w:rsid w:val="001A22AA"/>
    <w:rsid w:val="001A3D78"/>
    <w:rsid w:val="001A7020"/>
    <w:rsid w:val="001B166C"/>
    <w:rsid w:val="001B4690"/>
    <w:rsid w:val="001B5D2F"/>
    <w:rsid w:val="001B7C48"/>
    <w:rsid w:val="001C047C"/>
    <w:rsid w:val="001C1CE2"/>
    <w:rsid w:val="001C2945"/>
    <w:rsid w:val="001C3CAA"/>
    <w:rsid w:val="001C47F9"/>
    <w:rsid w:val="001C5168"/>
    <w:rsid w:val="001C61FA"/>
    <w:rsid w:val="001C7220"/>
    <w:rsid w:val="001D0908"/>
    <w:rsid w:val="001D1A18"/>
    <w:rsid w:val="001D3C48"/>
    <w:rsid w:val="001D4058"/>
    <w:rsid w:val="001D431D"/>
    <w:rsid w:val="001D46FC"/>
    <w:rsid w:val="001D6D9E"/>
    <w:rsid w:val="001D7C83"/>
    <w:rsid w:val="001E3484"/>
    <w:rsid w:val="001E4177"/>
    <w:rsid w:val="001E4419"/>
    <w:rsid w:val="001E4BA9"/>
    <w:rsid w:val="001E4C4E"/>
    <w:rsid w:val="001E5363"/>
    <w:rsid w:val="001F0F0A"/>
    <w:rsid w:val="001F1906"/>
    <w:rsid w:val="001F339B"/>
    <w:rsid w:val="001F706A"/>
    <w:rsid w:val="0020148A"/>
    <w:rsid w:val="002036AC"/>
    <w:rsid w:val="00203B3D"/>
    <w:rsid w:val="00204235"/>
    <w:rsid w:val="00205B25"/>
    <w:rsid w:val="002077D2"/>
    <w:rsid w:val="0021060C"/>
    <w:rsid w:val="002124AC"/>
    <w:rsid w:val="002125A1"/>
    <w:rsid w:val="00212E25"/>
    <w:rsid w:val="00213937"/>
    <w:rsid w:val="002155F3"/>
    <w:rsid w:val="002211D0"/>
    <w:rsid w:val="00221C21"/>
    <w:rsid w:val="00223758"/>
    <w:rsid w:val="00224B95"/>
    <w:rsid w:val="002310AB"/>
    <w:rsid w:val="00233C69"/>
    <w:rsid w:val="0023615F"/>
    <w:rsid w:val="0023685D"/>
    <w:rsid w:val="002406AE"/>
    <w:rsid w:val="00241B74"/>
    <w:rsid w:val="00246140"/>
    <w:rsid w:val="00247592"/>
    <w:rsid w:val="00247A3B"/>
    <w:rsid w:val="00253005"/>
    <w:rsid w:val="0025507A"/>
    <w:rsid w:val="00260059"/>
    <w:rsid w:val="00261C50"/>
    <w:rsid w:val="00264C16"/>
    <w:rsid w:val="00271437"/>
    <w:rsid w:val="002717E8"/>
    <w:rsid w:val="00272627"/>
    <w:rsid w:val="00272BA1"/>
    <w:rsid w:val="00274197"/>
    <w:rsid w:val="00275DB3"/>
    <w:rsid w:val="00276EEE"/>
    <w:rsid w:val="00280796"/>
    <w:rsid w:val="00280ABB"/>
    <w:rsid w:val="00282D70"/>
    <w:rsid w:val="00283E48"/>
    <w:rsid w:val="002900C1"/>
    <w:rsid w:val="002913B4"/>
    <w:rsid w:val="00295881"/>
    <w:rsid w:val="00296FFC"/>
    <w:rsid w:val="00297EA8"/>
    <w:rsid w:val="002A534E"/>
    <w:rsid w:val="002A5F90"/>
    <w:rsid w:val="002A6A17"/>
    <w:rsid w:val="002A6AC9"/>
    <w:rsid w:val="002A6F83"/>
    <w:rsid w:val="002B032D"/>
    <w:rsid w:val="002B0835"/>
    <w:rsid w:val="002B09EB"/>
    <w:rsid w:val="002B0B1C"/>
    <w:rsid w:val="002B1C5D"/>
    <w:rsid w:val="002C064D"/>
    <w:rsid w:val="002C0E7C"/>
    <w:rsid w:val="002C18D6"/>
    <w:rsid w:val="002C1F02"/>
    <w:rsid w:val="002C2BA3"/>
    <w:rsid w:val="002C3DD7"/>
    <w:rsid w:val="002C63B1"/>
    <w:rsid w:val="002C77CF"/>
    <w:rsid w:val="002D6B58"/>
    <w:rsid w:val="002D6E78"/>
    <w:rsid w:val="002D7289"/>
    <w:rsid w:val="002E2088"/>
    <w:rsid w:val="002E35AA"/>
    <w:rsid w:val="002E38F5"/>
    <w:rsid w:val="002E3FC5"/>
    <w:rsid w:val="002E52A4"/>
    <w:rsid w:val="002E6A57"/>
    <w:rsid w:val="002E6A9D"/>
    <w:rsid w:val="002E7562"/>
    <w:rsid w:val="002E7ED6"/>
    <w:rsid w:val="002F13B7"/>
    <w:rsid w:val="002F1416"/>
    <w:rsid w:val="002F17C9"/>
    <w:rsid w:val="002F362E"/>
    <w:rsid w:val="002F3BFF"/>
    <w:rsid w:val="002F5855"/>
    <w:rsid w:val="002F5BBA"/>
    <w:rsid w:val="002F6E33"/>
    <w:rsid w:val="0030189C"/>
    <w:rsid w:val="0030204C"/>
    <w:rsid w:val="003021B8"/>
    <w:rsid w:val="00302AC7"/>
    <w:rsid w:val="003054B5"/>
    <w:rsid w:val="003054D1"/>
    <w:rsid w:val="00305A79"/>
    <w:rsid w:val="00305EEB"/>
    <w:rsid w:val="00307E74"/>
    <w:rsid w:val="003110D8"/>
    <w:rsid w:val="0031306F"/>
    <w:rsid w:val="003131A6"/>
    <w:rsid w:val="003229C9"/>
    <w:rsid w:val="00322D6E"/>
    <w:rsid w:val="0032449D"/>
    <w:rsid w:val="00326220"/>
    <w:rsid w:val="003278CC"/>
    <w:rsid w:val="00327FD3"/>
    <w:rsid w:val="00331A95"/>
    <w:rsid w:val="003323F6"/>
    <w:rsid w:val="003333A5"/>
    <w:rsid w:val="00334630"/>
    <w:rsid w:val="00334C74"/>
    <w:rsid w:val="003357CD"/>
    <w:rsid w:val="00337157"/>
    <w:rsid w:val="00341538"/>
    <w:rsid w:val="00342AB2"/>
    <w:rsid w:val="00346DEB"/>
    <w:rsid w:val="00351A41"/>
    <w:rsid w:val="00352FE1"/>
    <w:rsid w:val="00353466"/>
    <w:rsid w:val="00353FDD"/>
    <w:rsid w:val="003551EC"/>
    <w:rsid w:val="00355EAC"/>
    <w:rsid w:val="0036187C"/>
    <w:rsid w:val="00362F3B"/>
    <w:rsid w:val="003638C4"/>
    <w:rsid w:val="003644C6"/>
    <w:rsid w:val="00367101"/>
    <w:rsid w:val="0037094D"/>
    <w:rsid w:val="00371C1E"/>
    <w:rsid w:val="00374725"/>
    <w:rsid w:val="0037756D"/>
    <w:rsid w:val="00382B73"/>
    <w:rsid w:val="003845F8"/>
    <w:rsid w:val="0038671C"/>
    <w:rsid w:val="00387CFA"/>
    <w:rsid w:val="0039371A"/>
    <w:rsid w:val="00397D97"/>
    <w:rsid w:val="003A2936"/>
    <w:rsid w:val="003A40E9"/>
    <w:rsid w:val="003B0755"/>
    <w:rsid w:val="003B3AD3"/>
    <w:rsid w:val="003B48DF"/>
    <w:rsid w:val="003B5BA0"/>
    <w:rsid w:val="003C19BB"/>
    <w:rsid w:val="003C52AD"/>
    <w:rsid w:val="003C5D00"/>
    <w:rsid w:val="003C677C"/>
    <w:rsid w:val="003C6F3E"/>
    <w:rsid w:val="003C77CE"/>
    <w:rsid w:val="003D07EB"/>
    <w:rsid w:val="003D28AF"/>
    <w:rsid w:val="003D2AEC"/>
    <w:rsid w:val="003D51E1"/>
    <w:rsid w:val="003D531C"/>
    <w:rsid w:val="003D712D"/>
    <w:rsid w:val="003D7513"/>
    <w:rsid w:val="003D7D37"/>
    <w:rsid w:val="003E5FC3"/>
    <w:rsid w:val="003E6366"/>
    <w:rsid w:val="003E7533"/>
    <w:rsid w:val="003F0A29"/>
    <w:rsid w:val="003F22BA"/>
    <w:rsid w:val="003F3BA1"/>
    <w:rsid w:val="003F60E8"/>
    <w:rsid w:val="003F758B"/>
    <w:rsid w:val="00401BD0"/>
    <w:rsid w:val="00401C80"/>
    <w:rsid w:val="00402C6D"/>
    <w:rsid w:val="00405F00"/>
    <w:rsid w:val="00407CD0"/>
    <w:rsid w:val="00410AF4"/>
    <w:rsid w:val="00410B00"/>
    <w:rsid w:val="00410C33"/>
    <w:rsid w:val="00410DFB"/>
    <w:rsid w:val="00412148"/>
    <w:rsid w:val="0041263D"/>
    <w:rsid w:val="00413133"/>
    <w:rsid w:val="0041480B"/>
    <w:rsid w:val="00414925"/>
    <w:rsid w:val="00414DC0"/>
    <w:rsid w:val="004155A6"/>
    <w:rsid w:val="00416402"/>
    <w:rsid w:val="00416532"/>
    <w:rsid w:val="0041770C"/>
    <w:rsid w:val="004214D3"/>
    <w:rsid w:val="0042297D"/>
    <w:rsid w:val="00426E6C"/>
    <w:rsid w:val="00426FBB"/>
    <w:rsid w:val="00427087"/>
    <w:rsid w:val="00430CC8"/>
    <w:rsid w:val="0043320E"/>
    <w:rsid w:val="0043542C"/>
    <w:rsid w:val="004379BA"/>
    <w:rsid w:val="00442042"/>
    <w:rsid w:val="00443E2C"/>
    <w:rsid w:val="00451D66"/>
    <w:rsid w:val="00454AC0"/>
    <w:rsid w:val="00460656"/>
    <w:rsid w:val="00460C7D"/>
    <w:rsid w:val="00464CD2"/>
    <w:rsid w:val="00466009"/>
    <w:rsid w:val="00466A83"/>
    <w:rsid w:val="004725F1"/>
    <w:rsid w:val="00476FD4"/>
    <w:rsid w:val="00477B94"/>
    <w:rsid w:val="00477BE2"/>
    <w:rsid w:val="00480331"/>
    <w:rsid w:val="00480743"/>
    <w:rsid w:val="00480FAA"/>
    <w:rsid w:val="00481452"/>
    <w:rsid w:val="0048194C"/>
    <w:rsid w:val="00482CFB"/>
    <w:rsid w:val="00483B0F"/>
    <w:rsid w:val="00484744"/>
    <w:rsid w:val="00486C3C"/>
    <w:rsid w:val="00494467"/>
    <w:rsid w:val="004970CE"/>
    <w:rsid w:val="004A507E"/>
    <w:rsid w:val="004A6AFE"/>
    <w:rsid w:val="004B0548"/>
    <w:rsid w:val="004B13C0"/>
    <w:rsid w:val="004B1695"/>
    <w:rsid w:val="004B3708"/>
    <w:rsid w:val="004B4F61"/>
    <w:rsid w:val="004C0F64"/>
    <w:rsid w:val="004C2D29"/>
    <w:rsid w:val="004C5456"/>
    <w:rsid w:val="004C57B0"/>
    <w:rsid w:val="004D00B1"/>
    <w:rsid w:val="004D4DAF"/>
    <w:rsid w:val="004D5732"/>
    <w:rsid w:val="004D6CA5"/>
    <w:rsid w:val="004D7774"/>
    <w:rsid w:val="004E0C74"/>
    <w:rsid w:val="004E0F87"/>
    <w:rsid w:val="004E16D9"/>
    <w:rsid w:val="004E1B30"/>
    <w:rsid w:val="004E62DB"/>
    <w:rsid w:val="004E7203"/>
    <w:rsid w:val="004F2E8B"/>
    <w:rsid w:val="004F4F6D"/>
    <w:rsid w:val="004F5B61"/>
    <w:rsid w:val="004F5E68"/>
    <w:rsid w:val="004F6F5F"/>
    <w:rsid w:val="00502541"/>
    <w:rsid w:val="005103A8"/>
    <w:rsid w:val="0051085D"/>
    <w:rsid w:val="00510A3A"/>
    <w:rsid w:val="00511A39"/>
    <w:rsid w:val="0051204F"/>
    <w:rsid w:val="005126BE"/>
    <w:rsid w:val="00516C4F"/>
    <w:rsid w:val="00516FE9"/>
    <w:rsid w:val="00517412"/>
    <w:rsid w:val="00517F7E"/>
    <w:rsid w:val="005203F6"/>
    <w:rsid w:val="0052068B"/>
    <w:rsid w:val="0052319C"/>
    <w:rsid w:val="00523BAA"/>
    <w:rsid w:val="00525035"/>
    <w:rsid w:val="005261F9"/>
    <w:rsid w:val="00526B0F"/>
    <w:rsid w:val="00531C32"/>
    <w:rsid w:val="00532ECE"/>
    <w:rsid w:val="00533E26"/>
    <w:rsid w:val="00535655"/>
    <w:rsid w:val="00540D18"/>
    <w:rsid w:val="00541266"/>
    <w:rsid w:val="00542338"/>
    <w:rsid w:val="0054339A"/>
    <w:rsid w:val="005446B7"/>
    <w:rsid w:val="0054480A"/>
    <w:rsid w:val="00545163"/>
    <w:rsid w:val="00545D06"/>
    <w:rsid w:val="00550ECA"/>
    <w:rsid w:val="00551F0B"/>
    <w:rsid w:val="005520E5"/>
    <w:rsid w:val="005524DD"/>
    <w:rsid w:val="00553989"/>
    <w:rsid w:val="00554A1E"/>
    <w:rsid w:val="0056312D"/>
    <w:rsid w:val="00565D31"/>
    <w:rsid w:val="00566D9D"/>
    <w:rsid w:val="00571A8D"/>
    <w:rsid w:val="00573092"/>
    <w:rsid w:val="00575A38"/>
    <w:rsid w:val="00580165"/>
    <w:rsid w:val="0058163A"/>
    <w:rsid w:val="00585977"/>
    <w:rsid w:val="005871F6"/>
    <w:rsid w:val="00590550"/>
    <w:rsid w:val="00591BB4"/>
    <w:rsid w:val="00592F21"/>
    <w:rsid w:val="0059300C"/>
    <w:rsid w:val="0059355F"/>
    <w:rsid w:val="00593DB3"/>
    <w:rsid w:val="00594A6F"/>
    <w:rsid w:val="00594B04"/>
    <w:rsid w:val="005960CE"/>
    <w:rsid w:val="0059626A"/>
    <w:rsid w:val="00596BB6"/>
    <w:rsid w:val="00596DEE"/>
    <w:rsid w:val="005A0B80"/>
    <w:rsid w:val="005A10DE"/>
    <w:rsid w:val="005A1602"/>
    <w:rsid w:val="005A2520"/>
    <w:rsid w:val="005A346E"/>
    <w:rsid w:val="005A480D"/>
    <w:rsid w:val="005A48BE"/>
    <w:rsid w:val="005A528D"/>
    <w:rsid w:val="005A556C"/>
    <w:rsid w:val="005A7BFF"/>
    <w:rsid w:val="005B055D"/>
    <w:rsid w:val="005B5772"/>
    <w:rsid w:val="005B58DE"/>
    <w:rsid w:val="005B63B5"/>
    <w:rsid w:val="005B66F4"/>
    <w:rsid w:val="005C00BF"/>
    <w:rsid w:val="005C287C"/>
    <w:rsid w:val="005C2D37"/>
    <w:rsid w:val="005C3E27"/>
    <w:rsid w:val="005C7EBB"/>
    <w:rsid w:val="005D10DD"/>
    <w:rsid w:val="005D124D"/>
    <w:rsid w:val="005D2253"/>
    <w:rsid w:val="005D269D"/>
    <w:rsid w:val="005D29ED"/>
    <w:rsid w:val="005D3921"/>
    <w:rsid w:val="005D439F"/>
    <w:rsid w:val="005D50A9"/>
    <w:rsid w:val="005D6E7F"/>
    <w:rsid w:val="005E04C6"/>
    <w:rsid w:val="005E090A"/>
    <w:rsid w:val="005E171E"/>
    <w:rsid w:val="005E3419"/>
    <w:rsid w:val="005E4B9E"/>
    <w:rsid w:val="005E5A51"/>
    <w:rsid w:val="005F1D04"/>
    <w:rsid w:val="005F3B56"/>
    <w:rsid w:val="005F7E60"/>
    <w:rsid w:val="006007BE"/>
    <w:rsid w:val="00605517"/>
    <w:rsid w:val="00605DB2"/>
    <w:rsid w:val="00611050"/>
    <w:rsid w:val="00612C0B"/>
    <w:rsid w:val="00614C1D"/>
    <w:rsid w:val="00614F4B"/>
    <w:rsid w:val="00616DE7"/>
    <w:rsid w:val="00617019"/>
    <w:rsid w:val="00621462"/>
    <w:rsid w:val="0062172C"/>
    <w:rsid w:val="00626111"/>
    <w:rsid w:val="006266AA"/>
    <w:rsid w:val="00626899"/>
    <w:rsid w:val="0063427D"/>
    <w:rsid w:val="00635CD1"/>
    <w:rsid w:val="00635F11"/>
    <w:rsid w:val="00636908"/>
    <w:rsid w:val="00637EA4"/>
    <w:rsid w:val="0064036E"/>
    <w:rsid w:val="00643B5C"/>
    <w:rsid w:val="006444F1"/>
    <w:rsid w:val="006449E2"/>
    <w:rsid w:val="006453F6"/>
    <w:rsid w:val="0064666C"/>
    <w:rsid w:val="006508DD"/>
    <w:rsid w:val="00651B99"/>
    <w:rsid w:val="006525F2"/>
    <w:rsid w:val="00653631"/>
    <w:rsid w:val="006536CE"/>
    <w:rsid w:val="006541EB"/>
    <w:rsid w:val="00654E14"/>
    <w:rsid w:val="0066198D"/>
    <w:rsid w:val="00662224"/>
    <w:rsid w:val="00663C2F"/>
    <w:rsid w:val="00663C3E"/>
    <w:rsid w:val="0066622C"/>
    <w:rsid w:val="00670FF5"/>
    <w:rsid w:val="006710B7"/>
    <w:rsid w:val="00671ABB"/>
    <w:rsid w:val="006738A1"/>
    <w:rsid w:val="006742A1"/>
    <w:rsid w:val="006762DF"/>
    <w:rsid w:val="00676FD7"/>
    <w:rsid w:val="0067784A"/>
    <w:rsid w:val="00680442"/>
    <w:rsid w:val="006820CC"/>
    <w:rsid w:val="00683AB8"/>
    <w:rsid w:val="00683EA2"/>
    <w:rsid w:val="00685841"/>
    <w:rsid w:val="00687119"/>
    <w:rsid w:val="006873DA"/>
    <w:rsid w:val="00690A2A"/>
    <w:rsid w:val="00691187"/>
    <w:rsid w:val="00692D4A"/>
    <w:rsid w:val="0069405B"/>
    <w:rsid w:val="0069443D"/>
    <w:rsid w:val="0069794F"/>
    <w:rsid w:val="006A0343"/>
    <w:rsid w:val="006A566B"/>
    <w:rsid w:val="006A5E9C"/>
    <w:rsid w:val="006A5EBD"/>
    <w:rsid w:val="006B16EF"/>
    <w:rsid w:val="006B2C2B"/>
    <w:rsid w:val="006B5137"/>
    <w:rsid w:val="006B53BB"/>
    <w:rsid w:val="006B5923"/>
    <w:rsid w:val="006C01D1"/>
    <w:rsid w:val="006C4930"/>
    <w:rsid w:val="006C5943"/>
    <w:rsid w:val="006C74BF"/>
    <w:rsid w:val="006D5456"/>
    <w:rsid w:val="006D7483"/>
    <w:rsid w:val="006E017C"/>
    <w:rsid w:val="006E0A99"/>
    <w:rsid w:val="006E6578"/>
    <w:rsid w:val="006E6A26"/>
    <w:rsid w:val="006E711C"/>
    <w:rsid w:val="006E78BB"/>
    <w:rsid w:val="006F6DD4"/>
    <w:rsid w:val="00701F85"/>
    <w:rsid w:val="00705D08"/>
    <w:rsid w:val="0070728C"/>
    <w:rsid w:val="00710908"/>
    <w:rsid w:val="00711B72"/>
    <w:rsid w:val="00716EF3"/>
    <w:rsid w:val="00721C43"/>
    <w:rsid w:val="00722CBC"/>
    <w:rsid w:val="007242FA"/>
    <w:rsid w:val="00725910"/>
    <w:rsid w:val="00725EC7"/>
    <w:rsid w:val="0072644C"/>
    <w:rsid w:val="00726CE7"/>
    <w:rsid w:val="0073362D"/>
    <w:rsid w:val="007349A9"/>
    <w:rsid w:val="00740270"/>
    <w:rsid w:val="00741369"/>
    <w:rsid w:val="00741781"/>
    <w:rsid w:val="0074540C"/>
    <w:rsid w:val="00746340"/>
    <w:rsid w:val="0074768E"/>
    <w:rsid w:val="00752C67"/>
    <w:rsid w:val="00752E2C"/>
    <w:rsid w:val="00752F0D"/>
    <w:rsid w:val="00753860"/>
    <w:rsid w:val="0075467B"/>
    <w:rsid w:val="00754DD5"/>
    <w:rsid w:val="007553D3"/>
    <w:rsid w:val="00755EF7"/>
    <w:rsid w:val="00756B7C"/>
    <w:rsid w:val="0075780B"/>
    <w:rsid w:val="00764F7F"/>
    <w:rsid w:val="00770C7E"/>
    <w:rsid w:val="00772526"/>
    <w:rsid w:val="0077348F"/>
    <w:rsid w:val="007767B4"/>
    <w:rsid w:val="007768EA"/>
    <w:rsid w:val="007800E6"/>
    <w:rsid w:val="00781A90"/>
    <w:rsid w:val="00784276"/>
    <w:rsid w:val="00785857"/>
    <w:rsid w:val="0078591E"/>
    <w:rsid w:val="00785B30"/>
    <w:rsid w:val="00787278"/>
    <w:rsid w:val="00791997"/>
    <w:rsid w:val="00794A38"/>
    <w:rsid w:val="00794D8A"/>
    <w:rsid w:val="0079512D"/>
    <w:rsid w:val="00795F71"/>
    <w:rsid w:val="00796E27"/>
    <w:rsid w:val="00797386"/>
    <w:rsid w:val="007A1E3A"/>
    <w:rsid w:val="007A4352"/>
    <w:rsid w:val="007A4A5F"/>
    <w:rsid w:val="007A7919"/>
    <w:rsid w:val="007B03F6"/>
    <w:rsid w:val="007B07C6"/>
    <w:rsid w:val="007B106A"/>
    <w:rsid w:val="007B1662"/>
    <w:rsid w:val="007B1966"/>
    <w:rsid w:val="007B2003"/>
    <w:rsid w:val="007B29BA"/>
    <w:rsid w:val="007B6F53"/>
    <w:rsid w:val="007B71C9"/>
    <w:rsid w:val="007B7430"/>
    <w:rsid w:val="007C4EE0"/>
    <w:rsid w:val="007C6A0C"/>
    <w:rsid w:val="007C7D0B"/>
    <w:rsid w:val="007D3C73"/>
    <w:rsid w:val="007E0732"/>
    <w:rsid w:val="007E0A81"/>
    <w:rsid w:val="007E201B"/>
    <w:rsid w:val="007E2039"/>
    <w:rsid w:val="007E525B"/>
    <w:rsid w:val="007E5ED5"/>
    <w:rsid w:val="007E5F5C"/>
    <w:rsid w:val="007E759F"/>
    <w:rsid w:val="007E762A"/>
    <w:rsid w:val="007E7A4F"/>
    <w:rsid w:val="007F0CA1"/>
    <w:rsid w:val="007F5FB6"/>
    <w:rsid w:val="007F68E2"/>
    <w:rsid w:val="007F7E5C"/>
    <w:rsid w:val="00801AED"/>
    <w:rsid w:val="00802ACF"/>
    <w:rsid w:val="00803496"/>
    <w:rsid w:val="008070C9"/>
    <w:rsid w:val="008076D8"/>
    <w:rsid w:val="008116D8"/>
    <w:rsid w:val="00811E00"/>
    <w:rsid w:val="00817A32"/>
    <w:rsid w:val="0082168B"/>
    <w:rsid w:val="00827170"/>
    <w:rsid w:val="00827B72"/>
    <w:rsid w:val="00830210"/>
    <w:rsid w:val="00831E32"/>
    <w:rsid w:val="00832896"/>
    <w:rsid w:val="008341BC"/>
    <w:rsid w:val="00834F1F"/>
    <w:rsid w:val="0083504B"/>
    <w:rsid w:val="00835C3C"/>
    <w:rsid w:val="00841125"/>
    <w:rsid w:val="00841E09"/>
    <w:rsid w:val="0084204B"/>
    <w:rsid w:val="0084319A"/>
    <w:rsid w:val="00843202"/>
    <w:rsid w:val="00843507"/>
    <w:rsid w:val="00845B7D"/>
    <w:rsid w:val="0085296E"/>
    <w:rsid w:val="00852E8F"/>
    <w:rsid w:val="0086193D"/>
    <w:rsid w:val="00862929"/>
    <w:rsid w:val="008635C2"/>
    <w:rsid w:val="0086387D"/>
    <w:rsid w:val="0086687F"/>
    <w:rsid w:val="00866941"/>
    <w:rsid w:val="008675F0"/>
    <w:rsid w:val="008676D9"/>
    <w:rsid w:val="008701E4"/>
    <w:rsid w:val="008703D0"/>
    <w:rsid w:val="008720BB"/>
    <w:rsid w:val="0087454C"/>
    <w:rsid w:val="0088340C"/>
    <w:rsid w:val="00885761"/>
    <w:rsid w:val="00885832"/>
    <w:rsid w:val="00887389"/>
    <w:rsid w:val="00887F07"/>
    <w:rsid w:val="008902CD"/>
    <w:rsid w:val="00891D63"/>
    <w:rsid w:val="008926F2"/>
    <w:rsid w:val="00892F8C"/>
    <w:rsid w:val="008939DF"/>
    <w:rsid w:val="00894931"/>
    <w:rsid w:val="00895FA6"/>
    <w:rsid w:val="008969F9"/>
    <w:rsid w:val="008978AD"/>
    <w:rsid w:val="008A2D87"/>
    <w:rsid w:val="008A5036"/>
    <w:rsid w:val="008A671F"/>
    <w:rsid w:val="008A7A57"/>
    <w:rsid w:val="008B12C4"/>
    <w:rsid w:val="008B2140"/>
    <w:rsid w:val="008B2537"/>
    <w:rsid w:val="008B2D34"/>
    <w:rsid w:val="008B49C3"/>
    <w:rsid w:val="008B5363"/>
    <w:rsid w:val="008B5898"/>
    <w:rsid w:val="008B5B39"/>
    <w:rsid w:val="008B74A2"/>
    <w:rsid w:val="008B7D91"/>
    <w:rsid w:val="008C0634"/>
    <w:rsid w:val="008C21DD"/>
    <w:rsid w:val="008C344F"/>
    <w:rsid w:val="008C3726"/>
    <w:rsid w:val="008C4D98"/>
    <w:rsid w:val="008D337F"/>
    <w:rsid w:val="008D39C7"/>
    <w:rsid w:val="008D7D34"/>
    <w:rsid w:val="008E1D22"/>
    <w:rsid w:val="008E352D"/>
    <w:rsid w:val="008E3CDB"/>
    <w:rsid w:val="008E3D37"/>
    <w:rsid w:val="008E3FD4"/>
    <w:rsid w:val="008F156F"/>
    <w:rsid w:val="008F1CC3"/>
    <w:rsid w:val="008F2E2D"/>
    <w:rsid w:val="008F5D40"/>
    <w:rsid w:val="00900089"/>
    <w:rsid w:val="009007C9"/>
    <w:rsid w:val="0090226D"/>
    <w:rsid w:val="00903BEF"/>
    <w:rsid w:val="00903FF1"/>
    <w:rsid w:val="0090453F"/>
    <w:rsid w:val="009063C3"/>
    <w:rsid w:val="00906731"/>
    <w:rsid w:val="00906DA4"/>
    <w:rsid w:val="009074E3"/>
    <w:rsid w:val="0091015D"/>
    <w:rsid w:val="0091284F"/>
    <w:rsid w:val="00916BA5"/>
    <w:rsid w:val="00917674"/>
    <w:rsid w:val="009209C9"/>
    <w:rsid w:val="00921830"/>
    <w:rsid w:val="0092423B"/>
    <w:rsid w:val="00925941"/>
    <w:rsid w:val="00927E97"/>
    <w:rsid w:val="00930471"/>
    <w:rsid w:val="00930C3C"/>
    <w:rsid w:val="00932544"/>
    <w:rsid w:val="009326E4"/>
    <w:rsid w:val="00934825"/>
    <w:rsid w:val="009348BE"/>
    <w:rsid w:val="00934BC2"/>
    <w:rsid w:val="00937AB2"/>
    <w:rsid w:val="00941EE2"/>
    <w:rsid w:val="00942CDE"/>
    <w:rsid w:val="00944074"/>
    <w:rsid w:val="009440E3"/>
    <w:rsid w:val="00946756"/>
    <w:rsid w:val="009500D4"/>
    <w:rsid w:val="009514E2"/>
    <w:rsid w:val="00952615"/>
    <w:rsid w:val="00954D07"/>
    <w:rsid w:val="00956365"/>
    <w:rsid w:val="00956AB1"/>
    <w:rsid w:val="00957991"/>
    <w:rsid w:val="009579DC"/>
    <w:rsid w:val="00960FC8"/>
    <w:rsid w:val="00961B2A"/>
    <w:rsid w:val="00962D93"/>
    <w:rsid w:val="009631C8"/>
    <w:rsid w:val="0096334F"/>
    <w:rsid w:val="00971AE1"/>
    <w:rsid w:val="00972D0B"/>
    <w:rsid w:val="00976F9A"/>
    <w:rsid w:val="0097757F"/>
    <w:rsid w:val="00982369"/>
    <w:rsid w:val="0099031F"/>
    <w:rsid w:val="00990E19"/>
    <w:rsid w:val="009911AD"/>
    <w:rsid w:val="00991978"/>
    <w:rsid w:val="00994525"/>
    <w:rsid w:val="00994681"/>
    <w:rsid w:val="00995955"/>
    <w:rsid w:val="009A0734"/>
    <w:rsid w:val="009A7208"/>
    <w:rsid w:val="009A74C6"/>
    <w:rsid w:val="009A74E0"/>
    <w:rsid w:val="009B030C"/>
    <w:rsid w:val="009B0EE4"/>
    <w:rsid w:val="009B16E5"/>
    <w:rsid w:val="009B3222"/>
    <w:rsid w:val="009B3B39"/>
    <w:rsid w:val="009B46DF"/>
    <w:rsid w:val="009B48EA"/>
    <w:rsid w:val="009B4914"/>
    <w:rsid w:val="009B6F4B"/>
    <w:rsid w:val="009B7BA2"/>
    <w:rsid w:val="009C2E64"/>
    <w:rsid w:val="009C2ECC"/>
    <w:rsid w:val="009C4A14"/>
    <w:rsid w:val="009C4B4A"/>
    <w:rsid w:val="009C689C"/>
    <w:rsid w:val="009D2535"/>
    <w:rsid w:val="009D25CB"/>
    <w:rsid w:val="009D40D7"/>
    <w:rsid w:val="009D6FC9"/>
    <w:rsid w:val="009E0243"/>
    <w:rsid w:val="009E331A"/>
    <w:rsid w:val="009E6922"/>
    <w:rsid w:val="009E732B"/>
    <w:rsid w:val="009F3FA4"/>
    <w:rsid w:val="009F477A"/>
    <w:rsid w:val="009F4AF0"/>
    <w:rsid w:val="009F5C8A"/>
    <w:rsid w:val="009F72C3"/>
    <w:rsid w:val="00A02B05"/>
    <w:rsid w:val="00A02D68"/>
    <w:rsid w:val="00A03E11"/>
    <w:rsid w:val="00A11C05"/>
    <w:rsid w:val="00A13AAF"/>
    <w:rsid w:val="00A14232"/>
    <w:rsid w:val="00A145A2"/>
    <w:rsid w:val="00A15265"/>
    <w:rsid w:val="00A15780"/>
    <w:rsid w:val="00A15CD4"/>
    <w:rsid w:val="00A17BB2"/>
    <w:rsid w:val="00A204D1"/>
    <w:rsid w:val="00A206E6"/>
    <w:rsid w:val="00A20D41"/>
    <w:rsid w:val="00A23B47"/>
    <w:rsid w:val="00A2412B"/>
    <w:rsid w:val="00A24354"/>
    <w:rsid w:val="00A25AAA"/>
    <w:rsid w:val="00A25BA6"/>
    <w:rsid w:val="00A25BC0"/>
    <w:rsid w:val="00A344EB"/>
    <w:rsid w:val="00A36863"/>
    <w:rsid w:val="00A37F65"/>
    <w:rsid w:val="00A42203"/>
    <w:rsid w:val="00A4291B"/>
    <w:rsid w:val="00A43436"/>
    <w:rsid w:val="00A4358F"/>
    <w:rsid w:val="00A45B9C"/>
    <w:rsid w:val="00A52840"/>
    <w:rsid w:val="00A53620"/>
    <w:rsid w:val="00A54ACC"/>
    <w:rsid w:val="00A55EE7"/>
    <w:rsid w:val="00A5607D"/>
    <w:rsid w:val="00A56978"/>
    <w:rsid w:val="00A5729A"/>
    <w:rsid w:val="00A57528"/>
    <w:rsid w:val="00A577DF"/>
    <w:rsid w:val="00A60999"/>
    <w:rsid w:val="00A60CF4"/>
    <w:rsid w:val="00A64321"/>
    <w:rsid w:val="00A64DEC"/>
    <w:rsid w:val="00A65862"/>
    <w:rsid w:val="00A6622F"/>
    <w:rsid w:val="00A714AE"/>
    <w:rsid w:val="00A720E6"/>
    <w:rsid w:val="00A7315E"/>
    <w:rsid w:val="00A733B1"/>
    <w:rsid w:val="00A751D4"/>
    <w:rsid w:val="00A75216"/>
    <w:rsid w:val="00A75340"/>
    <w:rsid w:val="00A76FAC"/>
    <w:rsid w:val="00A80E25"/>
    <w:rsid w:val="00A82D7B"/>
    <w:rsid w:val="00A84780"/>
    <w:rsid w:val="00A84C4A"/>
    <w:rsid w:val="00A86D7F"/>
    <w:rsid w:val="00A86DD8"/>
    <w:rsid w:val="00A916A9"/>
    <w:rsid w:val="00A92F4A"/>
    <w:rsid w:val="00A92F9B"/>
    <w:rsid w:val="00A93A02"/>
    <w:rsid w:val="00A9408D"/>
    <w:rsid w:val="00A9683E"/>
    <w:rsid w:val="00AA3B6A"/>
    <w:rsid w:val="00AA3E04"/>
    <w:rsid w:val="00AA466F"/>
    <w:rsid w:val="00AA5673"/>
    <w:rsid w:val="00AA5AE8"/>
    <w:rsid w:val="00AA7D54"/>
    <w:rsid w:val="00AB16CC"/>
    <w:rsid w:val="00AB3958"/>
    <w:rsid w:val="00AB6416"/>
    <w:rsid w:val="00AB6900"/>
    <w:rsid w:val="00AC0ACC"/>
    <w:rsid w:val="00AC2782"/>
    <w:rsid w:val="00AC5EDD"/>
    <w:rsid w:val="00AC71EC"/>
    <w:rsid w:val="00AC7BF3"/>
    <w:rsid w:val="00AD0BA6"/>
    <w:rsid w:val="00AD267B"/>
    <w:rsid w:val="00AD6CFA"/>
    <w:rsid w:val="00AE156E"/>
    <w:rsid w:val="00AE3494"/>
    <w:rsid w:val="00AE5163"/>
    <w:rsid w:val="00AE580B"/>
    <w:rsid w:val="00AE68B2"/>
    <w:rsid w:val="00AF05AB"/>
    <w:rsid w:val="00AF471F"/>
    <w:rsid w:val="00AF637C"/>
    <w:rsid w:val="00B021B5"/>
    <w:rsid w:val="00B02200"/>
    <w:rsid w:val="00B029AD"/>
    <w:rsid w:val="00B0367E"/>
    <w:rsid w:val="00B0374D"/>
    <w:rsid w:val="00B04F39"/>
    <w:rsid w:val="00B11089"/>
    <w:rsid w:val="00B126AE"/>
    <w:rsid w:val="00B12CF2"/>
    <w:rsid w:val="00B12DB7"/>
    <w:rsid w:val="00B14C73"/>
    <w:rsid w:val="00B16A47"/>
    <w:rsid w:val="00B175F8"/>
    <w:rsid w:val="00B20593"/>
    <w:rsid w:val="00B20D5A"/>
    <w:rsid w:val="00B20EA7"/>
    <w:rsid w:val="00B21448"/>
    <w:rsid w:val="00B21E50"/>
    <w:rsid w:val="00B249AA"/>
    <w:rsid w:val="00B2543E"/>
    <w:rsid w:val="00B2567A"/>
    <w:rsid w:val="00B3067C"/>
    <w:rsid w:val="00B31EF0"/>
    <w:rsid w:val="00B34029"/>
    <w:rsid w:val="00B35D4D"/>
    <w:rsid w:val="00B3725D"/>
    <w:rsid w:val="00B37CB8"/>
    <w:rsid w:val="00B4010C"/>
    <w:rsid w:val="00B40EFF"/>
    <w:rsid w:val="00B41D43"/>
    <w:rsid w:val="00B43389"/>
    <w:rsid w:val="00B45DD9"/>
    <w:rsid w:val="00B45EAF"/>
    <w:rsid w:val="00B4618C"/>
    <w:rsid w:val="00B46C97"/>
    <w:rsid w:val="00B473A4"/>
    <w:rsid w:val="00B47715"/>
    <w:rsid w:val="00B50080"/>
    <w:rsid w:val="00B5173A"/>
    <w:rsid w:val="00B51852"/>
    <w:rsid w:val="00B52F68"/>
    <w:rsid w:val="00B5372C"/>
    <w:rsid w:val="00B54A41"/>
    <w:rsid w:val="00B563F0"/>
    <w:rsid w:val="00B5650A"/>
    <w:rsid w:val="00B652D9"/>
    <w:rsid w:val="00B66DC0"/>
    <w:rsid w:val="00B707BF"/>
    <w:rsid w:val="00B718EE"/>
    <w:rsid w:val="00B73036"/>
    <w:rsid w:val="00B73BA9"/>
    <w:rsid w:val="00B740FE"/>
    <w:rsid w:val="00B7535A"/>
    <w:rsid w:val="00B77056"/>
    <w:rsid w:val="00B771E4"/>
    <w:rsid w:val="00B77BE6"/>
    <w:rsid w:val="00B806C4"/>
    <w:rsid w:val="00B81567"/>
    <w:rsid w:val="00B840D5"/>
    <w:rsid w:val="00B85EBA"/>
    <w:rsid w:val="00B86144"/>
    <w:rsid w:val="00B86DD8"/>
    <w:rsid w:val="00B87578"/>
    <w:rsid w:val="00B87D59"/>
    <w:rsid w:val="00B915B5"/>
    <w:rsid w:val="00B960A1"/>
    <w:rsid w:val="00B97CA9"/>
    <w:rsid w:val="00BA0D0C"/>
    <w:rsid w:val="00BA3378"/>
    <w:rsid w:val="00BA38C2"/>
    <w:rsid w:val="00BA482F"/>
    <w:rsid w:val="00BA534B"/>
    <w:rsid w:val="00BA5476"/>
    <w:rsid w:val="00BA5519"/>
    <w:rsid w:val="00BA794C"/>
    <w:rsid w:val="00BB0251"/>
    <w:rsid w:val="00BB07DF"/>
    <w:rsid w:val="00BB568D"/>
    <w:rsid w:val="00BC1114"/>
    <w:rsid w:val="00BC12FB"/>
    <w:rsid w:val="00BC2535"/>
    <w:rsid w:val="00BC289A"/>
    <w:rsid w:val="00BC3E80"/>
    <w:rsid w:val="00BC66BA"/>
    <w:rsid w:val="00BC694A"/>
    <w:rsid w:val="00BD17B5"/>
    <w:rsid w:val="00BD322C"/>
    <w:rsid w:val="00BD4331"/>
    <w:rsid w:val="00BD63B1"/>
    <w:rsid w:val="00BD6DF6"/>
    <w:rsid w:val="00BD6FED"/>
    <w:rsid w:val="00BD7A25"/>
    <w:rsid w:val="00BE020F"/>
    <w:rsid w:val="00BE0AA5"/>
    <w:rsid w:val="00BE1A6E"/>
    <w:rsid w:val="00BE3BE6"/>
    <w:rsid w:val="00BE45D6"/>
    <w:rsid w:val="00BE59CB"/>
    <w:rsid w:val="00BF511E"/>
    <w:rsid w:val="00BF78BD"/>
    <w:rsid w:val="00C110B3"/>
    <w:rsid w:val="00C11166"/>
    <w:rsid w:val="00C14588"/>
    <w:rsid w:val="00C154A3"/>
    <w:rsid w:val="00C162F0"/>
    <w:rsid w:val="00C204E3"/>
    <w:rsid w:val="00C2064E"/>
    <w:rsid w:val="00C2188F"/>
    <w:rsid w:val="00C24209"/>
    <w:rsid w:val="00C242D7"/>
    <w:rsid w:val="00C24D52"/>
    <w:rsid w:val="00C25333"/>
    <w:rsid w:val="00C26C17"/>
    <w:rsid w:val="00C30CFD"/>
    <w:rsid w:val="00C3120B"/>
    <w:rsid w:val="00C407D1"/>
    <w:rsid w:val="00C44770"/>
    <w:rsid w:val="00C4562C"/>
    <w:rsid w:val="00C46983"/>
    <w:rsid w:val="00C46F97"/>
    <w:rsid w:val="00C47063"/>
    <w:rsid w:val="00C474B5"/>
    <w:rsid w:val="00C52838"/>
    <w:rsid w:val="00C539F3"/>
    <w:rsid w:val="00C5442E"/>
    <w:rsid w:val="00C63772"/>
    <w:rsid w:val="00C65E85"/>
    <w:rsid w:val="00C66ACC"/>
    <w:rsid w:val="00C740A5"/>
    <w:rsid w:val="00C76744"/>
    <w:rsid w:val="00C77072"/>
    <w:rsid w:val="00C7750F"/>
    <w:rsid w:val="00C808BF"/>
    <w:rsid w:val="00C83463"/>
    <w:rsid w:val="00C857A1"/>
    <w:rsid w:val="00C86A86"/>
    <w:rsid w:val="00C90F2E"/>
    <w:rsid w:val="00C9114A"/>
    <w:rsid w:val="00C91A2B"/>
    <w:rsid w:val="00C928C8"/>
    <w:rsid w:val="00C92C00"/>
    <w:rsid w:val="00C9351A"/>
    <w:rsid w:val="00C93F97"/>
    <w:rsid w:val="00C94675"/>
    <w:rsid w:val="00C9577C"/>
    <w:rsid w:val="00CA0D77"/>
    <w:rsid w:val="00CA2233"/>
    <w:rsid w:val="00CA4EC7"/>
    <w:rsid w:val="00CA54BB"/>
    <w:rsid w:val="00CA6788"/>
    <w:rsid w:val="00CA67D1"/>
    <w:rsid w:val="00CA72EF"/>
    <w:rsid w:val="00CA7E7B"/>
    <w:rsid w:val="00CB09DD"/>
    <w:rsid w:val="00CB0ACA"/>
    <w:rsid w:val="00CB3849"/>
    <w:rsid w:val="00CC0475"/>
    <w:rsid w:val="00CC2B7B"/>
    <w:rsid w:val="00CC3532"/>
    <w:rsid w:val="00CC3672"/>
    <w:rsid w:val="00CC4DD5"/>
    <w:rsid w:val="00CC5B3E"/>
    <w:rsid w:val="00CC5D73"/>
    <w:rsid w:val="00CC6B6A"/>
    <w:rsid w:val="00CD1D7A"/>
    <w:rsid w:val="00CD2E46"/>
    <w:rsid w:val="00CD3E11"/>
    <w:rsid w:val="00CD54FE"/>
    <w:rsid w:val="00CE1699"/>
    <w:rsid w:val="00CE194C"/>
    <w:rsid w:val="00CE218B"/>
    <w:rsid w:val="00CE3436"/>
    <w:rsid w:val="00CE5B64"/>
    <w:rsid w:val="00CF1C76"/>
    <w:rsid w:val="00CF2494"/>
    <w:rsid w:val="00CF2B51"/>
    <w:rsid w:val="00CF4E82"/>
    <w:rsid w:val="00CF6422"/>
    <w:rsid w:val="00D00224"/>
    <w:rsid w:val="00D00FFB"/>
    <w:rsid w:val="00D01DD7"/>
    <w:rsid w:val="00D02648"/>
    <w:rsid w:val="00D03116"/>
    <w:rsid w:val="00D06F29"/>
    <w:rsid w:val="00D07896"/>
    <w:rsid w:val="00D11116"/>
    <w:rsid w:val="00D116E3"/>
    <w:rsid w:val="00D116ED"/>
    <w:rsid w:val="00D11C46"/>
    <w:rsid w:val="00D12A73"/>
    <w:rsid w:val="00D12ADF"/>
    <w:rsid w:val="00D138EA"/>
    <w:rsid w:val="00D165EF"/>
    <w:rsid w:val="00D17173"/>
    <w:rsid w:val="00D20761"/>
    <w:rsid w:val="00D22D49"/>
    <w:rsid w:val="00D23F13"/>
    <w:rsid w:val="00D25074"/>
    <w:rsid w:val="00D261F5"/>
    <w:rsid w:val="00D26781"/>
    <w:rsid w:val="00D26D44"/>
    <w:rsid w:val="00D26E38"/>
    <w:rsid w:val="00D33987"/>
    <w:rsid w:val="00D347A4"/>
    <w:rsid w:val="00D36E56"/>
    <w:rsid w:val="00D37D29"/>
    <w:rsid w:val="00D401FB"/>
    <w:rsid w:val="00D40BA8"/>
    <w:rsid w:val="00D42B7C"/>
    <w:rsid w:val="00D4332B"/>
    <w:rsid w:val="00D43FD3"/>
    <w:rsid w:val="00D4441A"/>
    <w:rsid w:val="00D46EA3"/>
    <w:rsid w:val="00D50239"/>
    <w:rsid w:val="00D52346"/>
    <w:rsid w:val="00D53488"/>
    <w:rsid w:val="00D55D65"/>
    <w:rsid w:val="00D605DA"/>
    <w:rsid w:val="00D62978"/>
    <w:rsid w:val="00D63CE6"/>
    <w:rsid w:val="00D66AEA"/>
    <w:rsid w:val="00D70895"/>
    <w:rsid w:val="00D70DAB"/>
    <w:rsid w:val="00D71446"/>
    <w:rsid w:val="00D72569"/>
    <w:rsid w:val="00D72738"/>
    <w:rsid w:val="00D7311A"/>
    <w:rsid w:val="00D73290"/>
    <w:rsid w:val="00D74C29"/>
    <w:rsid w:val="00D75482"/>
    <w:rsid w:val="00D76733"/>
    <w:rsid w:val="00D80D10"/>
    <w:rsid w:val="00D82355"/>
    <w:rsid w:val="00D826E4"/>
    <w:rsid w:val="00D83451"/>
    <w:rsid w:val="00D84E31"/>
    <w:rsid w:val="00D87ADF"/>
    <w:rsid w:val="00D924B4"/>
    <w:rsid w:val="00D93A7C"/>
    <w:rsid w:val="00D94DF0"/>
    <w:rsid w:val="00D95105"/>
    <w:rsid w:val="00DA0626"/>
    <w:rsid w:val="00DA2030"/>
    <w:rsid w:val="00DA3E5F"/>
    <w:rsid w:val="00DA5BC6"/>
    <w:rsid w:val="00DA6B9B"/>
    <w:rsid w:val="00DA703D"/>
    <w:rsid w:val="00DA78DC"/>
    <w:rsid w:val="00DB0405"/>
    <w:rsid w:val="00DB0B96"/>
    <w:rsid w:val="00DB1510"/>
    <w:rsid w:val="00DB39ED"/>
    <w:rsid w:val="00DB4018"/>
    <w:rsid w:val="00DB51AE"/>
    <w:rsid w:val="00DB7549"/>
    <w:rsid w:val="00DB7FAB"/>
    <w:rsid w:val="00DC10DF"/>
    <w:rsid w:val="00DC3A19"/>
    <w:rsid w:val="00DC4C84"/>
    <w:rsid w:val="00DC7250"/>
    <w:rsid w:val="00DC7294"/>
    <w:rsid w:val="00DD0713"/>
    <w:rsid w:val="00DD07DE"/>
    <w:rsid w:val="00DD1924"/>
    <w:rsid w:val="00DD256C"/>
    <w:rsid w:val="00DD2AED"/>
    <w:rsid w:val="00DD2C22"/>
    <w:rsid w:val="00DD752B"/>
    <w:rsid w:val="00DE0139"/>
    <w:rsid w:val="00DE136E"/>
    <w:rsid w:val="00DE142F"/>
    <w:rsid w:val="00DE1D03"/>
    <w:rsid w:val="00DE2A11"/>
    <w:rsid w:val="00DE2E74"/>
    <w:rsid w:val="00DE3596"/>
    <w:rsid w:val="00DE3782"/>
    <w:rsid w:val="00DE384A"/>
    <w:rsid w:val="00DE465F"/>
    <w:rsid w:val="00DE5F57"/>
    <w:rsid w:val="00DE7726"/>
    <w:rsid w:val="00DF1620"/>
    <w:rsid w:val="00DF24FC"/>
    <w:rsid w:val="00DF3CE4"/>
    <w:rsid w:val="00DF4C98"/>
    <w:rsid w:val="00DF5727"/>
    <w:rsid w:val="00DF60D7"/>
    <w:rsid w:val="00DF798C"/>
    <w:rsid w:val="00DF7B5F"/>
    <w:rsid w:val="00E00242"/>
    <w:rsid w:val="00E02075"/>
    <w:rsid w:val="00E070F9"/>
    <w:rsid w:val="00E1075E"/>
    <w:rsid w:val="00E10B14"/>
    <w:rsid w:val="00E11BD9"/>
    <w:rsid w:val="00E12256"/>
    <w:rsid w:val="00E131C7"/>
    <w:rsid w:val="00E176CD"/>
    <w:rsid w:val="00E20CEF"/>
    <w:rsid w:val="00E22D1C"/>
    <w:rsid w:val="00E231EA"/>
    <w:rsid w:val="00E24735"/>
    <w:rsid w:val="00E25E26"/>
    <w:rsid w:val="00E260D6"/>
    <w:rsid w:val="00E26A9C"/>
    <w:rsid w:val="00E274CC"/>
    <w:rsid w:val="00E3029C"/>
    <w:rsid w:val="00E30F51"/>
    <w:rsid w:val="00E3130E"/>
    <w:rsid w:val="00E31DE2"/>
    <w:rsid w:val="00E36891"/>
    <w:rsid w:val="00E36C49"/>
    <w:rsid w:val="00E407AF"/>
    <w:rsid w:val="00E42548"/>
    <w:rsid w:val="00E42C86"/>
    <w:rsid w:val="00E44228"/>
    <w:rsid w:val="00E45C19"/>
    <w:rsid w:val="00E47869"/>
    <w:rsid w:val="00E503AE"/>
    <w:rsid w:val="00E518E4"/>
    <w:rsid w:val="00E52751"/>
    <w:rsid w:val="00E5577C"/>
    <w:rsid w:val="00E561F5"/>
    <w:rsid w:val="00E573D6"/>
    <w:rsid w:val="00E57BB7"/>
    <w:rsid w:val="00E57DB5"/>
    <w:rsid w:val="00E637ED"/>
    <w:rsid w:val="00E64A95"/>
    <w:rsid w:val="00E64AF4"/>
    <w:rsid w:val="00E652A8"/>
    <w:rsid w:val="00E65856"/>
    <w:rsid w:val="00E67B75"/>
    <w:rsid w:val="00E67EC3"/>
    <w:rsid w:val="00E73FCB"/>
    <w:rsid w:val="00E74015"/>
    <w:rsid w:val="00E7444C"/>
    <w:rsid w:val="00E7717C"/>
    <w:rsid w:val="00E77AA2"/>
    <w:rsid w:val="00E82A79"/>
    <w:rsid w:val="00E82C76"/>
    <w:rsid w:val="00E84BC4"/>
    <w:rsid w:val="00E90D1E"/>
    <w:rsid w:val="00E91081"/>
    <w:rsid w:val="00E92478"/>
    <w:rsid w:val="00E92BFC"/>
    <w:rsid w:val="00E95641"/>
    <w:rsid w:val="00E958B0"/>
    <w:rsid w:val="00E96249"/>
    <w:rsid w:val="00E9693F"/>
    <w:rsid w:val="00E9732F"/>
    <w:rsid w:val="00E97628"/>
    <w:rsid w:val="00EA005D"/>
    <w:rsid w:val="00EA106D"/>
    <w:rsid w:val="00EA63ED"/>
    <w:rsid w:val="00EA7185"/>
    <w:rsid w:val="00EB1987"/>
    <w:rsid w:val="00EB1F2A"/>
    <w:rsid w:val="00EB314C"/>
    <w:rsid w:val="00EB63E0"/>
    <w:rsid w:val="00EB642A"/>
    <w:rsid w:val="00EB7D26"/>
    <w:rsid w:val="00EC0EF9"/>
    <w:rsid w:val="00EC3845"/>
    <w:rsid w:val="00EC42D0"/>
    <w:rsid w:val="00EC6891"/>
    <w:rsid w:val="00EC6D2F"/>
    <w:rsid w:val="00EC7D0A"/>
    <w:rsid w:val="00ED0263"/>
    <w:rsid w:val="00ED0E1C"/>
    <w:rsid w:val="00ED1D62"/>
    <w:rsid w:val="00ED2332"/>
    <w:rsid w:val="00ED2929"/>
    <w:rsid w:val="00ED3058"/>
    <w:rsid w:val="00EE0E2F"/>
    <w:rsid w:val="00EE1CE8"/>
    <w:rsid w:val="00EE595B"/>
    <w:rsid w:val="00EE5AFA"/>
    <w:rsid w:val="00EE5C8E"/>
    <w:rsid w:val="00EE7416"/>
    <w:rsid w:val="00EF01CD"/>
    <w:rsid w:val="00EF27B7"/>
    <w:rsid w:val="00EF2A7C"/>
    <w:rsid w:val="00EF30B2"/>
    <w:rsid w:val="00EF330C"/>
    <w:rsid w:val="00EF3B13"/>
    <w:rsid w:val="00EF4D0D"/>
    <w:rsid w:val="00EF4F28"/>
    <w:rsid w:val="00EF56D6"/>
    <w:rsid w:val="00F00C48"/>
    <w:rsid w:val="00F00F72"/>
    <w:rsid w:val="00F01BAF"/>
    <w:rsid w:val="00F04203"/>
    <w:rsid w:val="00F04700"/>
    <w:rsid w:val="00F07BEB"/>
    <w:rsid w:val="00F10D99"/>
    <w:rsid w:val="00F11814"/>
    <w:rsid w:val="00F1299D"/>
    <w:rsid w:val="00F14186"/>
    <w:rsid w:val="00F14C0D"/>
    <w:rsid w:val="00F156B4"/>
    <w:rsid w:val="00F157A1"/>
    <w:rsid w:val="00F15B79"/>
    <w:rsid w:val="00F179FB"/>
    <w:rsid w:val="00F22F72"/>
    <w:rsid w:val="00F22FA8"/>
    <w:rsid w:val="00F24043"/>
    <w:rsid w:val="00F30AA6"/>
    <w:rsid w:val="00F30FDD"/>
    <w:rsid w:val="00F31E26"/>
    <w:rsid w:val="00F323BB"/>
    <w:rsid w:val="00F354F0"/>
    <w:rsid w:val="00F35B57"/>
    <w:rsid w:val="00F3708D"/>
    <w:rsid w:val="00F373F0"/>
    <w:rsid w:val="00F422E7"/>
    <w:rsid w:val="00F448AC"/>
    <w:rsid w:val="00F44FE5"/>
    <w:rsid w:val="00F51041"/>
    <w:rsid w:val="00F518D9"/>
    <w:rsid w:val="00F52D72"/>
    <w:rsid w:val="00F52E32"/>
    <w:rsid w:val="00F5313E"/>
    <w:rsid w:val="00F544C8"/>
    <w:rsid w:val="00F55520"/>
    <w:rsid w:val="00F5729B"/>
    <w:rsid w:val="00F614E5"/>
    <w:rsid w:val="00F62C36"/>
    <w:rsid w:val="00F64745"/>
    <w:rsid w:val="00F64A79"/>
    <w:rsid w:val="00F65248"/>
    <w:rsid w:val="00F67520"/>
    <w:rsid w:val="00F72932"/>
    <w:rsid w:val="00F73FEA"/>
    <w:rsid w:val="00F745BD"/>
    <w:rsid w:val="00F7479B"/>
    <w:rsid w:val="00F747BF"/>
    <w:rsid w:val="00F74A92"/>
    <w:rsid w:val="00F75DF5"/>
    <w:rsid w:val="00F773F8"/>
    <w:rsid w:val="00F805D8"/>
    <w:rsid w:val="00F81219"/>
    <w:rsid w:val="00F91DED"/>
    <w:rsid w:val="00F92A03"/>
    <w:rsid w:val="00F93131"/>
    <w:rsid w:val="00F94FAD"/>
    <w:rsid w:val="00FA00F6"/>
    <w:rsid w:val="00FA320A"/>
    <w:rsid w:val="00FA3989"/>
    <w:rsid w:val="00FA4F27"/>
    <w:rsid w:val="00FA5746"/>
    <w:rsid w:val="00FA5BB1"/>
    <w:rsid w:val="00FA6EA2"/>
    <w:rsid w:val="00FB0019"/>
    <w:rsid w:val="00FB0E85"/>
    <w:rsid w:val="00FB1DA9"/>
    <w:rsid w:val="00FB4457"/>
    <w:rsid w:val="00FB7332"/>
    <w:rsid w:val="00FC11BB"/>
    <w:rsid w:val="00FC12A8"/>
    <w:rsid w:val="00FC1E03"/>
    <w:rsid w:val="00FC5108"/>
    <w:rsid w:val="00FC58B6"/>
    <w:rsid w:val="00FC73E3"/>
    <w:rsid w:val="00FC76C6"/>
    <w:rsid w:val="00FD0B50"/>
    <w:rsid w:val="00FD25DD"/>
    <w:rsid w:val="00FD4401"/>
    <w:rsid w:val="00FD742C"/>
    <w:rsid w:val="00FE2082"/>
    <w:rsid w:val="00FE2BDB"/>
    <w:rsid w:val="00FE302D"/>
    <w:rsid w:val="00FE5371"/>
    <w:rsid w:val="00FE6218"/>
    <w:rsid w:val="00FE7956"/>
    <w:rsid w:val="00FF0458"/>
    <w:rsid w:val="00FF1A55"/>
    <w:rsid w:val="00FF3C7B"/>
    <w:rsid w:val="00FF55B0"/>
    <w:rsid w:val="00FF5E78"/>
    <w:rsid w:val="00FF6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29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19</Pages>
  <Words>5027</Words>
  <Characters>28657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3</cp:revision>
  <cp:lastPrinted>2015-11-24T12:42:00Z</cp:lastPrinted>
  <dcterms:created xsi:type="dcterms:W3CDTF">2015-11-24T12:43:00Z</dcterms:created>
  <dcterms:modified xsi:type="dcterms:W3CDTF">2015-12-01T14:47:00Z</dcterms:modified>
</cp:coreProperties>
</file>