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CF0" w:rsidRDefault="004F4CF0" w:rsidP="00C41DB5">
      <w:pPr>
        <w:pStyle w:val="Title"/>
        <w:ind w:left="4253"/>
        <w:jc w:val="left"/>
      </w:pPr>
      <w:r w:rsidRPr="00BD6DE9">
        <w:t xml:space="preserve">Приложение № </w:t>
      </w:r>
      <w:r>
        <w:t>2</w:t>
      </w:r>
    </w:p>
    <w:p w:rsidR="004F4CF0" w:rsidRPr="00BD6DE9" w:rsidRDefault="004F4CF0" w:rsidP="00C41DB5">
      <w:pPr>
        <w:pStyle w:val="Title"/>
        <w:ind w:left="4253"/>
        <w:jc w:val="left"/>
      </w:pPr>
      <w:r w:rsidRPr="00BD6DE9">
        <w:t xml:space="preserve">к </w:t>
      </w:r>
      <w:r>
        <w:t xml:space="preserve">постановлению администрации </w:t>
      </w:r>
      <w:r w:rsidRPr="00302524">
        <w:t>городского округа «Город</w:t>
      </w:r>
      <w:r>
        <w:t xml:space="preserve"> </w:t>
      </w:r>
      <w:r w:rsidRPr="00302524">
        <w:t>Калининград»</w:t>
      </w:r>
    </w:p>
    <w:p w:rsidR="004F4CF0" w:rsidRPr="00BD6DE9" w:rsidRDefault="004F4CF0" w:rsidP="00C41DB5">
      <w:pPr>
        <w:ind w:left="4253"/>
        <w:rPr>
          <w:sz w:val="28"/>
          <w:szCs w:val="28"/>
        </w:rPr>
      </w:pPr>
      <w:r w:rsidRPr="00302524">
        <w:rPr>
          <w:sz w:val="28"/>
          <w:szCs w:val="28"/>
        </w:rPr>
        <w:t xml:space="preserve">от </w:t>
      </w:r>
      <w:r>
        <w:rPr>
          <w:sz w:val="28"/>
          <w:szCs w:val="28"/>
        </w:rPr>
        <w:t>08 апреля</w:t>
      </w:r>
      <w:r w:rsidRPr="00302524">
        <w:rPr>
          <w:sz w:val="28"/>
          <w:szCs w:val="28"/>
        </w:rPr>
        <w:t xml:space="preserve"> 201</w:t>
      </w:r>
      <w:r>
        <w:rPr>
          <w:sz w:val="28"/>
          <w:szCs w:val="28"/>
        </w:rPr>
        <w:t>6 г. № 412</w:t>
      </w:r>
    </w:p>
    <w:p w:rsidR="004F4CF0" w:rsidRPr="00BD6DE9" w:rsidRDefault="004F4CF0" w:rsidP="00AF36D7">
      <w:pPr>
        <w:ind w:firstLine="798"/>
        <w:jc w:val="center"/>
        <w:rPr>
          <w:sz w:val="28"/>
          <w:szCs w:val="28"/>
        </w:rPr>
      </w:pPr>
    </w:p>
    <w:p w:rsidR="004F4CF0" w:rsidRPr="00BD6DE9" w:rsidRDefault="004F4CF0" w:rsidP="00AF36D7">
      <w:pPr>
        <w:ind w:firstLine="798"/>
        <w:jc w:val="center"/>
        <w:rPr>
          <w:sz w:val="28"/>
          <w:szCs w:val="28"/>
        </w:rPr>
      </w:pPr>
    </w:p>
    <w:p w:rsidR="004F4CF0" w:rsidRPr="00BD6DE9" w:rsidRDefault="004F4CF0" w:rsidP="00AF36D7">
      <w:pPr>
        <w:ind w:firstLine="798"/>
        <w:jc w:val="center"/>
        <w:rPr>
          <w:sz w:val="28"/>
          <w:szCs w:val="28"/>
        </w:rPr>
      </w:pPr>
      <w:r>
        <w:rPr>
          <w:sz w:val="28"/>
          <w:szCs w:val="28"/>
        </w:rPr>
        <w:t>Адресный п</w:t>
      </w:r>
      <w:r w:rsidRPr="00BD6DE9">
        <w:rPr>
          <w:sz w:val="28"/>
          <w:szCs w:val="28"/>
        </w:rPr>
        <w:t>еречень мероприятий, направленных на повышение безопасности дорожного движения на улично-дорожной сети</w:t>
      </w:r>
      <w:r>
        <w:rPr>
          <w:sz w:val="28"/>
          <w:szCs w:val="28"/>
        </w:rPr>
        <w:t xml:space="preserve"> </w:t>
      </w:r>
      <w:r w:rsidRPr="00BD6DE9">
        <w:rPr>
          <w:sz w:val="28"/>
          <w:szCs w:val="28"/>
        </w:rPr>
        <w:t>города Калининграда</w:t>
      </w:r>
    </w:p>
    <w:p w:rsidR="004F4CF0" w:rsidRPr="00BD6DE9" w:rsidRDefault="004F4CF0" w:rsidP="00AF36D7">
      <w:pPr>
        <w:ind w:firstLine="798"/>
        <w:jc w:val="center"/>
        <w:rPr>
          <w:sz w:val="28"/>
          <w:szCs w:val="28"/>
        </w:rPr>
      </w:pPr>
    </w:p>
    <w:p w:rsidR="004F4CF0" w:rsidRPr="00BD6DE9" w:rsidRDefault="004F4CF0" w:rsidP="001F2DD3">
      <w:pPr>
        <w:jc w:val="center"/>
        <w:rPr>
          <w:sz w:val="28"/>
          <w:szCs w:val="28"/>
        </w:rPr>
      </w:pPr>
      <w:r w:rsidRPr="00BD6DE9">
        <w:rPr>
          <w:sz w:val="28"/>
          <w:szCs w:val="28"/>
        </w:rPr>
        <w:t xml:space="preserve">Установка </w:t>
      </w:r>
      <w:r>
        <w:rPr>
          <w:sz w:val="28"/>
          <w:szCs w:val="28"/>
        </w:rPr>
        <w:t xml:space="preserve">и модернизация </w:t>
      </w:r>
      <w:r w:rsidRPr="00BD6DE9">
        <w:rPr>
          <w:sz w:val="28"/>
          <w:szCs w:val="28"/>
        </w:rPr>
        <w:t>светофорных объектов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6"/>
        <w:gridCol w:w="6457"/>
        <w:gridCol w:w="2447"/>
      </w:tblGrid>
      <w:tr w:rsidR="004F4CF0" w:rsidRPr="00BD6DE9">
        <w:trPr>
          <w:trHeight w:val="594"/>
        </w:trPr>
        <w:tc>
          <w:tcPr>
            <w:tcW w:w="666" w:type="dxa"/>
            <w:vAlign w:val="center"/>
          </w:tcPr>
          <w:p w:rsidR="004F4CF0" w:rsidRPr="00BD6DE9" w:rsidRDefault="004F4CF0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№ п/п</w:t>
            </w:r>
          </w:p>
        </w:tc>
        <w:tc>
          <w:tcPr>
            <w:tcW w:w="6457" w:type="dxa"/>
            <w:vAlign w:val="center"/>
          </w:tcPr>
          <w:p w:rsidR="004F4CF0" w:rsidRPr="00BD6DE9" w:rsidRDefault="004F4CF0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Место установки</w:t>
            </w:r>
          </w:p>
        </w:tc>
        <w:tc>
          <w:tcPr>
            <w:tcW w:w="2447" w:type="dxa"/>
            <w:vAlign w:val="center"/>
          </w:tcPr>
          <w:p w:rsidR="004F4CF0" w:rsidRPr="00BD6DE9" w:rsidRDefault="004F4CF0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Срок исполнения</w:t>
            </w:r>
          </w:p>
        </w:tc>
      </w:tr>
      <w:tr w:rsidR="004F4CF0" w:rsidRPr="00BD6DE9">
        <w:tc>
          <w:tcPr>
            <w:tcW w:w="666" w:type="dxa"/>
            <w:vAlign w:val="center"/>
          </w:tcPr>
          <w:p w:rsidR="004F4CF0" w:rsidRPr="00BD6DE9" w:rsidRDefault="004F4CF0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6457" w:type="dxa"/>
            <w:vAlign w:val="center"/>
          </w:tcPr>
          <w:p w:rsidR="004F4CF0" w:rsidRPr="00BD6DE9" w:rsidRDefault="004F4CF0" w:rsidP="005F0E72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проспект Советский</w:t>
            </w:r>
            <w:r w:rsidRPr="00BD6DE9">
              <w:rPr>
                <w:b/>
                <w:bCs/>
                <w:sz w:val="28"/>
                <w:szCs w:val="28"/>
              </w:rPr>
              <w:t xml:space="preserve">, </w:t>
            </w:r>
            <w:r w:rsidRPr="00BD6DE9">
              <w:rPr>
                <w:sz w:val="28"/>
                <w:szCs w:val="28"/>
              </w:rPr>
              <w:t>в районе дома № 3</w:t>
            </w:r>
          </w:p>
        </w:tc>
        <w:tc>
          <w:tcPr>
            <w:tcW w:w="2447" w:type="dxa"/>
            <w:vMerge w:val="restart"/>
            <w:vAlign w:val="center"/>
          </w:tcPr>
          <w:p w:rsidR="004F4CF0" w:rsidRPr="00BD6DE9" w:rsidRDefault="004F4CF0" w:rsidP="00BC487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2015 г.</w:t>
            </w:r>
          </w:p>
        </w:tc>
      </w:tr>
      <w:tr w:rsidR="004F4CF0" w:rsidRPr="00BD6DE9">
        <w:tc>
          <w:tcPr>
            <w:tcW w:w="666" w:type="dxa"/>
            <w:vAlign w:val="center"/>
          </w:tcPr>
          <w:p w:rsidR="004F4CF0" w:rsidRPr="00BD6DE9" w:rsidRDefault="004F4CF0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6457" w:type="dxa"/>
            <w:vAlign w:val="center"/>
          </w:tcPr>
          <w:p w:rsidR="004F4CF0" w:rsidRPr="00BD6DE9" w:rsidRDefault="004F4CF0" w:rsidP="00413FC3">
            <w:pPr>
              <w:shd w:val="clear" w:color="auto" w:fill="FFFFFF"/>
              <w:jc w:val="center"/>
              <w:rPr>
                <w:spacing w:val="-5"/>
                <w:sz w:val="28"/>
                <w:szCs w:val="28"/>
              </w:rPr>
            </w:pPr>
            <w:r w:rsidRPr="00BD6DE9">
              <w:rPr>
                <w:spacing w:val="-5"/>
                <w:sz w:val="28"/>
                <w:szCs w:val="28"/>
              </w:rPr>
              <w:t>ул. Батальная – пер. Батальный</w:t>
            </w:r>
          </w:p>
        </w:tc>
        <w:tc>
          <w:tcPr>
            <w:tcW w:w="2447" w:type="dxa"/>
            <w:vMerge/>
            <w:vAlign w:val="center"/>
          </w:tcPr>
          <w:p w:rsidR="004F4CF0" w:rsidRPr="00BD6DE9" w:rsidRDefault="004F4CF0" w:rsidP="00C53E43">
            <w:pPr>
              <w:jc w:val="center"/>
              <w:rPr>
                <w:sz w:val="28"/>
                <w:szCs w:val="28"/>
              </w:rPr>
            </w:pPr>
          </w:p>
        </w:tc>
      </w:tr>
      <w:tr w:rsidR="004F4CF0" w:rsidRPr="00BD6DE9">
        <w:tc>
          <w:tcPr>
            <w:tcW w:w="666" w:type="dxa"/>
            <w:vAlign w:val="center"/>
          </w:tcPr>
          <w:p w:rsidR="004F4CF0" w:rsidRPr="00BD6DE9" w:rsidRDefault="004F4CF0" w:rsidP="001E690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6457" w:type="dxa"/>
            <w:vAlign w:val="center"/>
          </w:tcPr>
          <w:p w:rsidR="004F4CF0" w:rsidRPr="00BD6DE9" w:rsidRDefault="004F4CF0" w:rsidP="00C53E43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BD6DE9">
              <w:rPr>
                <w:spacing w:val="-1"/>
                <w:sz w:val="28"/>
                <w:szCs w:val="28"/>
              </w:rPr>
              <w:t>ул. А. Суворова – ул. Камская</w:t>
            </w:r>
          </w:p>
        </w:tc>
        <w:tc>
          <w:tcPr>
            <w:tcW w:w="2447" w:type="dxa"/>
            <w:vMerge/>
            <w:vAlign w:val="center"/>
          </w:tcPr>
          <w:p w:rsidR="004F4CF0" w:rsidRPr="00BD6DE9" w:rsidRDefault="004F4CF0" w:rsidP="00BC4871">
            <w:pPr>
              <w:jc w:val="center"/>
              <w:rPr>
                <w:sz w:val="28"/>
                <w:szCs w:val="28"/>
              </w:rPr>
            </w:pPr>
          </w:p>
        </w:tc>
      </w:tr>
      <w:tr w:rsidR="004F4CF0" w:rsidRPr="00BD6DE9">
        <w:tc>
          <w:tcPr>
            <w:tcW w:w="666" w:type="dxa"/>
            <w:vAlign w:val="center"/>
          </w:tcPr>
          <w:p w:rsidR="004F4CF0" w:rsidRPr="00BD6DE9" w:rsidRDefault="004F4CF0" w:rsidP="001E690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6457" w:type="dxa"/>
            <w:vAlign w:val="center"/>
          </w:tcPr>
          <w:p w:rsidR="004F4CF0" w:rsidRPr="00BD6DE9" w:rsidRDefault="004F4CF0" w:rsidP="00BC4871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BD6DE9">
              <w:rPr>
                <w:spacing w:val="-1"/>
                <w:sz w:val="28"/>
                <w:szCs w:val="28"/>
              </w:rPr>
              <w:t>ул. Согласия</w:t>
            </w:r>
            <w:r w:rsidRPr="00BD6DE9">
              <w:rPr>
                <w:b/>
                <w:bCs/>
                <w:sz w:val="28"/>
                <w:szCs w:val="28"/>
              </w:rPr>
              <w:t xml:space="preserve">, </w:t>
            </w:r>
            <w:r w:rsidRPr="00BD6DE9">
              <w:rPr>
                <w:sz w:val="28"/>
                <w:szCs w:val="28"/>
              </w:rPr>
              <w:t xml:space="preserve">в районе дома № </w:t>
            </w:r>
            <w:r w:rsidRPr="00BD6DE9">
              <w:rPr>
                <w:spacing w:val="-1"/>
                <w:sz w:val="28"/>
                <w:szCs w:val="28"/>
              </w:rPr>
              <w:t>15</w:t>
            </w:r>
          </w:p>
        </w:tc>
        <w:tc>
          <w:tcPr>
            <w:tcW w:w="2447" w:type="dxa"/>
            <w:vMerge w:val="restart"/>
            <w:vAlign w:val="center"/>
          </w:tcPr>
          <w:p w:rsidR="004F4CF0" w:rsidRPr="00BD6DE9" w:rsidRDefault="004F4CF0" w:rsidP="00BC487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2016 г.</w:t>
            </w:r>
          </w:p>
        </w:tc>
      </w:tr>
      <w:tr w:rsidR="004F4CF0" w:rsidRPr="00BD6DE9">
        <w:tc>
          <w:tcPr>
            <w:tcW w:w="666" w:type="dxa"/>
            <w:vAlign w:val="center"/>
          </w:tcPr>
          <w:p w:rsidR="004F4CF0" w:rsidRPr="00BD6DE9" w:rsidRDefault="004F4CF0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5</w:t>
            </w:r>
          </w:p>
        </w:tc>
        <w:tc>
          <w:tcPr>
            <w:tcW w:w="6457" w:type="dxa"/>
            <w:vAlign w:val="center"/>
          </w:tcPr>
          <w:p w:rsidR="004F4CF0" w:rsidRPr="00BD6DE9" w:rsidRDefault="004F4CF0" w:rsidP="00C53E43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BD6DE9">
              <w:rPr>
                <w:spacing w:val="-1"/>
                <w:sz w:val="28"/>
                <w:szCs w:val="28"/>
              </w:rPr>
              <w:t>ул. Гайдара</w:t>
            </w:r>
            <w:r w:rsidRPr="00BD6DE9">
              <w:rPr>
                <w:b/>
                <w:bCs/>
                <w:sz w:val="28"/>
                <w:szCs w:val="28"/>
              </w:rPr>
              <w:t xml:space="preserve">, </w:t>
            </w:r>
            <w:r w:rsidRPr="00BD6DE9">
              <w:rPr>
                <w:sz w:val="28"/>
                <w:szCs w:val="28"/>
              </w:rPr>
              <w:t xml:space="preserve">в районе дома № </w:t>
            </w:r>
            <w:r w:rsidRPr="00BD6DE9">
              <w:rPr>
                <w:spacing w:val="-1"/>
                <w:sz w:val="28"/>
                <w:szCs w:val="28"/>
              </w:rPr>
              <w:t>15</w:t>
            </w:r>
          </w:p>
        </w:tc>
        <w:tc>
          <w:tcPr>
            <w:tcW w:w="2447" w:type="dxa"/>
            <w:vMerge/>
            <w:vAlign w:val="center"/>
          </w:tcPr>
          <w:p w:rsidR="004F4CF0" w:rsidRPr="00BD6DE9" w:rsidRDefault="004F4CF0" w:rsidP="00C53E43">
            <w:pPr>
              <w:jc w:val="center"/>
              <w:rPr>
                <w:sz w:val="28"/>
                <w:szCs w:val="28"/>
              </w:rPr>
            </w:pPr>
          </w:p>
        </w:tc>
      </w:tr>
      <w:tr w:rsidR="004F4CF0" w:rsidRPr="00BD6DE9">
        <w:tc>
          <w:tcPr>
            <w:tcW w:w="666" w:type="dxa"/>
            <w:vAlign w:val="center"/>
          </w:tcPr>
          <w:p w:rsidR="004F4CF0" w:rsidRPr="00BD6DE9" w:rsidRDefault="004F4CF0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6</w:t>
            </w:r>
          </w:p>
        </w:tc>
        <w:tc>
          <w:tcPr>
            <w:tcW w:w="6457" w:type="dxa"/>
            <w:vAlign w:val="center"/>
          </w:tcPr>
          <w:p w:rsidR="004F4CF0" w:rsidRPr="00BD6DE9" w:rsidRDefault="004F4CF0" w:rsidP="00C53E43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BD6DE9">
              <w:rPr>
                <w:spacing w:val="-1"/>
                <w:sz w:val="28"/>
                <w:szCs w:val="28"/>
              </w:rPr>
              <w:t xml:space="preserve">ул. </w:t>
            </w:r>
            <w:r>
              <w:rPr>
                <w:spacing w:val="-1"/>
                <w:sz w:val="28"/>
                <w:szCs w:val="28"/>
              </w:rPr>
              <w:t>9 Апреля</w:t>
            </w:r>
            <w:r w:rsidRPr="00BD6DE9">
              <w:rPr>
                <w:spacing w:val="-1"/>
                <w:sz w:val="28"/>
                <w:szCs w:val="28"/>
              </w:rPr>
              <w:t xml:space="preserve"> – ул. </w:t>
            </w:r>
            <w:r>
              <w:rPr>
                <w:spacing w:val="-1"/>
                <w:sz w:val="28"/>
                <w:szCs w:val="28"/>
              </w:rPr>
              <w:t>Нерчинская</w:t>
            </w:r>
          </w:p>
        </w:tc>
        <w:tc>
          <w:tcPr>
            <w:tcW w:w="2447" w:type="dxa"/>
            <w:vMerge/>
            <w:vAlign w:val="center"/>
          </w:tcPr>
          <w:p w:rsidR="004F4CF0" w:rsidRPr="00BD6DE9" w:rsidRDefault="004F4CF0" w:rsidP="00C53E43">
            <w:pPr>
              <w:jc w:val="center"/>
              <w:rPr>
                <w:sz w:val="28"/>
                <w:szCs w:val="28"/>
              </w:rPr>
            </w:pPr>
          </w:p>
        </w:tc>
      </w:tr>
      <w:tr w:rsidR="004F4CF0" w:rsidRPr="00BD6DE9">
        <w:tc>
          <w:tcPr>
            <w:tcW w:w="666" w:type="dxa"/>
            <w:vAlign w:val="center"/>
          </w:tcPr>
          <w:p w:rsidR="004F4CF0" w:rsidRPr="00BD6DE9" w:rsidRDefault="004F4CF0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7</w:t>
            </w:r>
          </w:p>
        </w:tc>
        <w:tc>
          <w:tcPr>
            <w:tcW w:w="6457" w:type="dxa"/>
            <w:vAlign w:val="center"/>
          </w:tcPr>
          <w:p w:rsidR="004F4CF0" w:rsidRPr="00BD6DE9" w:rsidRDefault="004F4CF0" w:rsidP="00806F8D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BD6DE9">
              <w:rPr>
                <w:spacing w:val="-1"/>
                <w:sz w:val="28"/>
                <w:szCs w:val="28"/>
              </w:rPr>
              <w:t>ул. Гайдара – ул. Горького</w:t>
            </w:r>
          </w:p>
        </w:tc>
        <w:tc>
          <w:tcPr>
            <w:tcW w:w="2447" w:type="dxa"/>
            <w:vMerge w:val="restart"/>
            <w:vAlign w:val="center"/>
          </w:tcPr>
          <w:p w:rsidR="004F4CF0" w:rsidRPr="00BD6DE9" w:rsidRDefault="004F4CF0" w:rsidP="00C53E43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2017 г.</w:t>
            </w:r>
          </w:p>
        </w:tc>
      </w:tr>
      <w:tr w:rsidR="004F4CF0" w:rsidRPr="00BD6DE9">
        <w:tc>
          <w:tcPr>
            <w:tcW w:w="666" w:type="dxa"/>
            <w:vAlign w:val="center"/>
          </w:tcPr>
          <w:p w:rsidR="004F4CF0" w:rsidRPr="00BD6DE9" w:rsidRDefault="004F4CF0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8</w:t>
            </w:r>
          </w:p>
        </w:tc>
        <w:tc>
          <w:tcPr>
            <w:tcW w:w="6457" w:type="dxa"/>
            <w:vAlign w:val="center"/>
          </w:tcPr>
          <w:p w:rsidR="004F4CF0" w:rsidRPr="00BD6DE9" w:rsidRDefault="004F4CF0" w:rsidP="00C53E43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BD6DE9">
              <w:rPr>
                <w:spacing w:val="-1"/>
                <w:sz w:val="28"/>
                <w:szCs w:val="28"/>
              </w:rPr>
              <w:t>ул. Интернациональная – ул. О. Кошевого</w:t>
            </w:r>
          </w:p>
        </w:tc>
        <w:tc>
          <w:tcPr>
            <w:tcW w:w="2447" w:type="dxa"/>
            <w:vMerge/>
            <w:vAlign w:val="center"/>
          </w:tcPr>
          <w:p w:rsidR="004F4CF0" w:rsidRPr="00BD6DE9" w:rsidRDefault="004F4CF0" w:rsidP="00C53E43">
            <w:pPr>
              <w:jc w:val="center"/>
              <w:rPr>
                <w:sz w:val="28"/>
                <w:szCs w:val="28"/>
              </w:rPr>
            </w:pPr>
          </w:p>
        </w:tc>
      </w:tr>
      <w:tr w:rsidR="004F4CF0" w:rsidRPr="00BD6DE9">
        <w:tc>
          <w:tcPr>
            <w:tcW w:w="666" w:type="dxa"/>
            <w:vAlign w:val="center"/>
          </w:tcPr>
          <w:p w:rsidR="004F4CF0" w:rsidRPr="00BD6DE9" w:rsidRDefault="004F4CF0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9</w:t>
            </w:r>
          </w:p>
        </w:tc>
        <w:tc>
          <w:tcPr>
            <w:tcW w:w="6457" w:type="dxa"/>
            <w:vAlign w:val="center"/>
          </w:tcPr>
          <w:p w:rsidR="004F4CF0" w:rsidRPr="00BD6DE9" w:rsidRDefault="004F4CF0" w:rsidP="00C53E43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BD6DE9">
              <w:rPr>
                <w:spacing w:val="-1"/>
                <w:sz w:val="28"/>
                <w:szCs w:val="28"/>
              </w:rPr>
              <w:t>ул. Интернациональная – ул. У. Громовой</w:t>
            </w:r>
          </w:p>
        </w:tc>
        <w:tc>
          <w:tcPr>
            <w:tcW w:w="2447" w:type="dxa"/>
            <w:vMerge/>
            <w:vAlign w:val="center"/>
          </w:tcPr>
          <w:p w:rsidR="004F4CF0" w:rsidRPr="00BD6DE9" w:rsidRDefault="004F4CF0" w:rsidP="00C53E43">
            <w:pPr>
              <w:jc w:val="center"/>
              <w:rPr>
                <w:sz w:val="28"/>
                <w:szCs w:val="28"/>
              </w:rPr>
            </w:pPr>
          </w:p>
        </w:tc>
      </w:tr>
      <w:tr w:rsidR="004F4CF0" w:rsidRPr="00BD6DE9">
        <w:tc>
          <w:tcPr>
            <w:tcW w:w="666" w:type="dxa"/>
            <w:vAlign w:val="center"/>
          </w:tcPr>
          <w:p w:rsidR="004F4CF0" w:rsidRPr="00BD6DE9" w:rsidRDefault="004F4CF0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10</w:t>
            </w:r>
          </w:p>
        </w:tc>
        <w:tc>
          <w:tcPr>
            <w:tcW w:w="6457" w:type="dxa"/>
            <w:vAlign w:val="center"/>
          </w:tcPr>
          <w:p w:rsidR="004F4CF0" w:rsidRPr="00BD6DE9" w:rsidRDefault="004F4CF0" w:rsidP="00EC1ECC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ул. К.Маркса – ул. Каштановая аллея</w:t>
            </w:r>
          </w:p>
        </w:tc>
        <w:tc>
          <w:tcPr>
            <w:tcW w:w="2447" w:type="dxa"/>
            <w:vMerge w:val="restart"/>
            <w:vAlign w:val="center"/>
          </w:tcPr>
          <w:p w:rsidR="004F4CF0" w:rsidRPr="00BD6DE9" w:rsidRDefault="004F4CF0" w:rsidP="00EC1ECC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BD6DE9">
              <w:rPr>
                <w:sz w:val="28"/>
                <w:szCs w:val="28"/>
              </w:rPr>
              <w:t xml:space="preserve"> г.</w:t>
            </w:r>
          </w:p>
        </w:tc>
      </w:tr>
      <w:tr w:rsidR="004F4CF0" w:rsidRPr="00BD6DE9">
        <w:tc>
          <w:tcPr>
            <w:tcW w:w="666" w:type="dxa"/>
            <w:vAlign w:val="center"/>
          </w:tcPr>
          <w:p w:rsidR="004F4CF0" w:rsidRPr="00BD6DE9" w:rsidRDefault="004F4CF0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11</w:t>
            </w:r>
          </w:p>
        </w:tc>
        <w:tc>
          <w:tcPr>
            <w:tcW w:w="6457" w:type="dxa"/>
            <w:vAlign w:val="center"/>
          </w:tcPr>
          <w:p w:rsidR="004F4CF0" w:rsidRPr="00BD6DE9" w:rsidRDefault="004F4CF0" w:rsidP="00EC1ECC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ул. А. Суворова,  139А</w:t>
            </w:r>
          </w:p>
        </w:tc>
        <w:tc>
          <w:tcPr>
            <w:tcW w:w="2447" w:type="dxa"/>
            <w:vMerge/>
            <w:vAlign w:val="center"/>
          </w:tcPr>
          <w:p w:rsidR="004F4CF0" w:rsidRPr="00BD6DE9" w:rsidRDefault="004F4CF0" w:rsidP="00EC1ECC">
            <w:pPr>
              <w:jc w:val="center"/>
              <w:rPr>
                <w:sz w:val="28"/>
                <w:szCs w:val="28"/>
              </w:rPr>
            </w:pPr>
          </w:p>
        </w:tc>
      </w:tr>
      <w:tr w:rsidR="004F4CF0" w:rsidRPr="00BD6DE9">
        <w:tc>
          <w:tcPr>
            <w:tcW w:w="666" w:type="dxa"/>
            <w:vAlign w:val="center"/>
          </w:tcPr>
          <w:p w:rsidR="004F4CF0" w:rsidRPr="00BD6DE9" w:rsidRDefault="004F4CF0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12</w:t>
            </w:r>
          </w:p>
        </w:tc>
        <w:tc>
          <w:tcPr>
            <w:tcW w:w="6457" w:type="dxa"/>
            <w:vAlign w:val="center"/>
          </w:tcPr>
          <w:p w:rsidR="004F4CF0" w:rsidRPr="00BD6DE9" w:rsidRDefault="004F4CF0" w:rsidP="00EC1ECC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ул. Портовая – ул. Железнодорожная</w:t>
            </w:r>
          </w:p>
        </w:tc>
        <w:tc>
          <w:tcPr>
            <w:tcW w:w="2447" w:type="dxa"/>
            <w:vMerge/>
            <w:vAlign w:val="center"/>
          </w:tcPr>
          <w:p w:rsidR="004F4CF0" w:rsidRPr="00BD6DE9" w:rsidRDefault="004F4CF0" w:rsidP="00EC1ECC">
            <w:pPr>
              <w:jc w:val="center"/>
              <w:rPr>
                <w:sz w:val="28"/>
                <w:szCs w:val="28"/>
              </w:rPr>
            </w:pPr>
          </w:p>
        </w:tc>
      </w:tr>
    </w:tbl>
    <w:p w:rsidR="004F4CF0" w:rsidRPr="00BD6DE9" w:rsidRDefault="004F4CF0" w:rsidP="00CD126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F4CF0" w:rsidRPr="00BD6DE9" w:rsidRDefault="004F4CF0" w:rsidP="003D756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F4CF0" w:rsidRPr="00BD6DE9" w:rsidRDefault="004F4CF0" w:rsidP="00D20AF4">
      <w:pPr>
        <w:jc w:val="center"/>
        <w:rPr>
          <w:sz w:val="28"/>
          <w:szCs w:val="28"/>
        </w:rPr>
      </w:pPr>
      <w:r>
        <w:rPr>
          <w:sz w:val="28"/>
          <w:szCs w:val="28"/>
        </w:rPr>
        <w:t>Модернизация</w:t>
      </w:r>
      <w:r w:rsidRPr="00BD6DE9">
        <w:rPr>
          <w:sz w:val="28"/>
          <w:szCs w:val="28"/>
        </w:rPr>
        <w:t xml:space="preserve"> остановочных павильонов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8"/>
        <w:gridCol w:w="3762"/>
        <w:gridCol w:w="3392"/>
        <w:gridCol w:w="1768"/>
      </w:tblGrid>
      <w:tr w:rsidR="004F4CF0" w:rsidRPr="00BD6DE9">
        <w:tc>
          <w:tcPr>
            <w:tcW w:w="648" w:type="dxa"/>
            <w:vAlign w:val="center"/>
          </w:tcPr>
          <w:p w:rsidR="004F4CF0" w:rsidRPr="00BD6DE9" w:rsidRDefault="004F4CF0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№ п/п</w:t>
            </w:r>
          </w:p>
        </w:tc>
        <w:tc>
          <w:tcPr>
            <w:tcW w:w="3762" w:type="dxa"/>
            <w:vAlign w:val="center"/>
          </w:tcPr>
          <w:p w:rsidR="004F4CF0" w:rsidRPr="00BD6DE9" w:rsidRDefault="004F4CF0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Место установки</w:t>
            </w:r>
          </w:p>
        </w:tc>
        <w:tc>
          <w:tcPr>
            <w:tcW w:w="3392" w:type="dxa"/>
            <w:vAlign w:val="center"/>
          </w:tcPr>
          <w:p w:rsidR="004F4CF0" w:rsidRPr="00BD6DE9" w:rsidRDefault="004F4CF0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Название остановки</w:t>
            </w:r>
          </w:p>
        </w:tc>
        <w:tc>
          <w:tcPr>
            <w:tcW w:w="1768" w:type="dxa"/>
            <w:vAlign w:val="center"/>
          </w:tcPr>
          <w:p w:rsidR="004F4CF0" w:rsidRPr="00BD6DE9" w:rsidRDefault="004F4CF0" w:rsidP="000954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BD6DE9">
              <w:rPr>
                <w:sz w:val="28"/>
                <w:szCs w:val="28"/>
              </w:rPr>
              <w:t>рок выполнения</w:t>
            </w:r>
          </w:p>
        </w:tc>
      </w:tr>
      <w:tr w:rsidR="004F4CF0" w:rsidRPr="00BD6DE9">
        <w:tc>
          <w:tcPr>
            <w:tcW w:w="648" w:type="dxa"/>
            <w:vAlign w:val="center"/>
          </w:tcPr>
          <w:p w:rsidR="004F4CF0" w:rsidRPr="00BD6DE9" w:rsidRDefault="004F4CF0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3762" w:type="dxa"/>
            <w:vAlign w:val="center"/>
          </w:tcPr>
          <w:p w:rsidR="004F4CF0" w:rsidRPr="00BD6DE9" w:rsidRDefault="004F4CF0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Красная, нечетная сторона</w:t>
            </w:r>
          </w:p>
        </w:tc>
        <w:tc>
          <w:tcPr>
            <w:tcW w:w="3392" w:type="dxa"/>
            <w:vAlign w:val="center"/>
          </w:tcPr>
          <w:p w:rsidR="004F4CF0" w:rsidRPr="00BD6DE9" w:rsidRDefault="004F4CF0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Захарова</w:t>
            </w:r>
          </w:p>
        </w:tc>
        <w:tc>
          <w:tcPr>
            <w:tcW w:w="1768" w:type="dxa"/>
            <w:vMerge w:val="restart"/>
            <w:vAlign w:val="center"/>
          </w:tcPr>
          <w:p w:rsidR="004F4CF0" w:rsidRPr="00BD6DE9" w:rsidRDefault="004F4CF0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2015 г.</w:t>
            </w:r>
          </w:p>
        </w:tc>
      </w:tr>
      <w:tr w:rsidR="004F4CF0" w:rsidRPr="00BD6DE9">
        <w:tc>
          <w:tcPr>
            <w:tcW w:w="648" w:type="dxa"/>
            <w:vAlign w:val="center"/>
          </w:tcPr>
          <w:p w:rsidR="004F4CF0" w:rsidRPr="00BD6DE9" w:rsidRDefault="004F4CF0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3762" w:type="dxa"/>
            <w:vAlign w:val="center"/>
          </w:tcPr>
          <w:p w:rsidR="004F4CF0" w:rsidRPr="00BD6DE9" w:rsidRDefault="004F4CF0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Артиллерийская, нечетная сторона</w:t>
            </w:r>
          </w:p>
        </w:tc>
        <w:tc>
          <w:tcPr>
            <w:tcW w:w="3392" w:type="dxa"/>
            <w:vAlign w:val="center"/>
          </w:tcPr>
          <w:p w:rsidR="004F4CF0" w:rsidRPr="00BD6DE9" w:rsidRDefault="004F4CF0" w:rsidP="00586CB3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 xml:space="preserve">ул. Артиллерийская </w:t>
            </w:r>
          </w:p>
        </w:tc>
        <w:tc>
          <w:tcPr>
            <w:tcW w:w="1768" w:type="dxa"/>
            <w:vMerge/>
          </w:tcPr>
          <w:p w:rsidR="004F4CF0" w:rsidRPr="00BD6DE9" w:rsidRDefault="004F4CF0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4F4CF0" w:rsidRPr="00BD6DE9">
        <w:tc>
          <w:tcPr>
            <w:tcW w:w="648" w:type="dxa"/>
            <w:vAlign w:val="center"/>
          </w:tcPr>
          <w:p w:rsidR="004F4CF0" w:rsidRPr="00BD6DE9" w:rsidRDefault="004F4CF0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3762" w:type="dxa"/>
            <w:vAlign w:val="center"/>
          </w:tcPr>
          <w:p w:rsidR="004F4CF0" w:rsidRPr="00BD6DE9" w:rsidRDefault="004F4CF0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Коммунистическая, нечетная сторона</w:t>
            </w:r>
          </w:p>
        </w:tc>
        <w:tc>
          <w:tcPr>
            <w:tcW w:w="3392" w:type="dxa"/>
            <w:vAlign w:val="center"/>
          </w:tcPr>
          <w:p w:rsidR="004F4CF0" w:rsidRPr="00BD6DE9" w:rsidRDefault="004F4CF0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Коммунистическая</w:t>
            </w:r>
          </w:p>
        </w:tc>
        <w:tc>
          <w:tcPr>
            <w:tcW w:w="1768" w:type="dxa"/>
            <w:vMerge/>
          </w:tcPr>
          <w:p w:rsidR="004F4CF0" w:rsidRPr="00BD6DE9" w:rsidRDefault="004F4CF0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4F4CF0" w:rsidRPr="00BD6DE9">
        <w:tc>
          <w:tcPr>
            <w:tcW w:w="648" w:type="dxa"/>
            <w:vAlign w:val="center"/>
          </w:tcPr>
          <w:p w:rsidR="004F4CF0" w:rsidRPr="00BD6DE9" w:rsidRDefault="004F4CF0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3762" w:type="dxa"/>
            <w:vAlign w:val="center"/>
          </w:tcPr>
          <w:p w:rsidR="004F4CF0" w:rsidRPr="00BD6DE9" w:rsidRDefault="004F4CF0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 xml:space="preserve">А. </w:t>
            </w:r>
            <w:r w:rsidRPr="00BD6DE9">
              <w:rPr>
                <w:sz w:val="28"/>
                <w:szCs w:val="28"/>
              </w:rPr>
              <w:t>Суворова, нечетная сторона</w:t>
            </w:r>
          </w:p>
        </w:tc>
        <w:tc>
          <w:tcPr>
            <w:tcW w:w="3392" w:type="dxa"/>
            <w:vAlign w:val="center"/>
          </w:tcPr>
          <w:p w:rsidR="004F4CF0" w:rsidRPr="00BD6DE9" w:rsidRDefault="004F4CF0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пер. Ладушкина</w:t>
            </w:r>
          </w:p>
        </w:tc>
        <w:tc>
          <w:tcPr>
            <w:tcW w:w="1768" w:type="dxa"/>
            <w:vMerge/>
          </w:tcPr>
          <w:p w:rsidR="004F4CF0" w:rsidRPr="00BD6DE9" w:rsidRDefault="004F4CF0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4F4CF0" w:rsidRPr="00BD6DE9">
        <w:tc>
          <w:tcPr>
            <w:tcW w:w="648" w:type="dxa"/>
            <w:vAlign w:val="center"/>
          </w:tcPr>
          <w:p w:rsidR="004F4CF0" w:rsidRPr="00BD6DE9" w:rsidRDefault="004F4CF0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5</w:t>
            </w:r>
          </w:p>
        </w:tc>
        <w:tc>
          <w:tcPr>
            <w:tcW w:w="3762" w:type="dxa"/>
            <w:vAlign w:val="center"/>
          </w:tcPr>
          <w:p w:rsidR="004F4CF0" w:rsidRPr="00BD6DE9" w:rsidRDefault="004F4CF0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Молодой гвардии, нечетная сторона</w:t>
            </w:r>
          </w:p>
        </w:tc>
        <w:tc>
          <w:tcPr>
            <w:tcW w:w="3392" w:type="dxa"/>
            <w:vAlign w:val="center"/>
          </w:tcPr>
          <w:p w:rsidR="004F4CF0" w:rsidRPr="00BD6DE9" w:rsidRDefault="004F4CF0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Молодой гвардии</w:t>
            </w:r>
          </w:p>
        </w:tc>
        <w:tc>
          <w:tcPr>
            <w:tcW w:w="1768" w:type="dxa"/>
            <w:vMerge/>
          </w:tcPr>
          <w:p w:rsidR="004F4CF0" w:rsidRPr="00BD6DE9" w:rsidRDefault="004F4CF0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4F4CF0" w:rsidRPr="00BD6DE9">
        <w:tc>
          <w:tcPr>
            <w:tcW w:w="648" w:type="dxa"/>
            <w:vAlign w:val="center"/>
          </w:tcPr>
          <w:p w:rsidR="004F4CF0" w:rsidRPr="00BD6DE9" w:rsidRDefault="004F4CF0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6</w:t>
            </w:r>
          </w:p>
        </w:tc>
        <w:tc>
          <w:tcPr>
            <w:tcW w:w="3762" w:type="dxa"/>
            <w:vAlign w:val="center"/>
          </w:tcPr>
          <w:p w:rsidR="004F4CF0" w:rsidRPr="00BD6DE9" w:rsidRDefault="004F4CF0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 xml:space="preserve">ул. Октябрьская, нечетная сторона </w:t>
            </w:r>
          </w:p>
        </w:tc>
        <w:tc>
          <w:tcPr>
            <w:tcW w:w="3392" w:type="dxa"/>
            <w:vAlign w:val="center"/>
          </w:tcPr>
          <w:p w:rsidR="004F4CF0" w:rsidRPr="00BD6DE9" w:rsidRDefault="004F4CF0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наб. Ветеранов</w:t>
            </w:r>
          </w:p>
        </w:tc>
        <w:tc>
          <w:tcPr>
            <w:tcW w:w="1768" w:type="dxa"/>
            <w:vMerge/>
          </w:tcPr>
          <w:p w:rsidR="004F4CF0" w:rsidRPr="00BD6DE9" w:rsidRDefault="004F4CF0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4F4CF0" w:rsidRPr="00BD6DE9">
        <w:tc>
          <w:tcPr>
            <w:tcW w:w="648" w:type="dxa"/>
            <w:vAlign w:val="center"/>
          </w:tcPr>
          <w:p w:rsidR="004F4CF0" w:rsidRPr="00BD6DE9" w:rsidRDefault="004F4CF0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7</w:t>
            </w:r>
          </w:p>
        </w:tc>
        <w:tc>
          <w:tcPr>
            <w:tcW w:w="3762" w:type="dxa"/>
            <w:vAlign w:val="center"/>
          </w:tcPr>
          <w:p w:rsidR="004F4CF0" w:rsidRPr="00BD6DE9" w:rsidRDefault="004F4CF0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Октябрьская, четная сторона</w:t>
            </w:r>
          </w:p>
        </w:tc>
        <w:tc>
          <w:tcPr>
            <w:tcW w:w="3392" w:type="dxa"/>
            <w:vAlign w:val="center"/>
          </w:tcPr>
          <w:p w:rsidR="004F4CF0" w:rsidRPr="00BD6DE9" w:rsidRDefault="004F4CF0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наб. Ветеранов</w:t>
            </w:r>
          </w:p>
        </w:tc>
        <w:tc>
          <w:tcPr>
            <w:tcW w:w="1768" w:type="dxa"/>
            <w:vMerge/>
          </w:tcPr>
          <w:p w:rsidR="004F4CF0" w:rsidRPr="00BD6DE9" w:rsidRDefault="004F4CF0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4F4CF0" w:rsidRPr="00BD6DE9">
        <w:tc>
          <w:tcPr>
            <w:tcW w:w="648" w:type="dxa"/>
            <w:vAlign w:val="center"/>
          </w:tcPr>
          <w:p w:rsidR="004F4CF0" w:rsidRPr="00BD6DE9" w:rsidRDefault="004F4CF0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8</w:t>
            </w:r>
          </w:p>
        </w:tc>
        <w:tc>
          <w:tcPr>
            <w:tcW w:w="3762" w:type="dxa"/>
            <w:vAlign w:val="center"/>
          </w:tcPr>
          <w:p w:rsidR="004F4CF0" w:rsidRPr="00BD6DE9" w:rsidRDefault="004F4CF0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Янтарная, нечетная сторона</w:t>
            </w:r>
          </w:p>
        </w:tc>
        <w:tc>
          <w:tcPr>
            <w:tcW w:w="3392" w:type="dxa"/>
            <w:vAlign w:val="center"/>
          </w:tcPr>
          <w:p w:rsidR="004F4CF0" w:rsidRPr="00BD6DE9" w:rsidRDefault="004F4CF0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садовое общество «Искра» (по требованию)</w:t>
            </w:r>
          </w:p>
        </w:tc>
        <w:tc>
          <w:tcPr>
            <w:tcW w:w="1768" w:type="dxa"/>
            <w:vMerge/>
          </w:tcPr>
          <w:p w:rsidR="004F4CF0" w:rsidRPr="00BD6DE9" w:rsidRDefault="004F4CF0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4F4CF0" w:rsidRPr="00BD6DE9">
        <w:tc>
          <w:tcPr>
            <w:tcW w:w="648" w:type="dxa"/>
            <w:vAlign w:val="center"/>
          </w:tcPr>
          <w:p w:rsidR="004F4CF0" w:rsidRPr="00BD6DE9" w:rsidRDefault="004F4CF0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9</w:t>
            </w:r>
          </w:p>
        </w:tc>
        <w:tc>
          <w:tcPr>
            <w:tcW w:w="3762" w:type="dxa"/>
            <w:vAlign w:val="center"/>
          </w:tcPr>
          <w:p w:rsidR="004F4CF0" w:rsidRPr="00BD6DE9" w:rsidRDefault="004F4CF0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А. Суворова, четная сторона</w:t>
            </w:r>
          </w:p>
        </w:tc>
        <w:tc>
          <w:tcPr>
            <w:tcW w:w="3392" w:type="dxa"/>
            <w:vAlign w:val="center"/>
          </w:tcPr>
          <w:p w:rsidR="004F4CF0" w:rsidRPr="00BD6DE9" w:rsidRDefault="004F4CF0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А. Суворова</w:t>
            </w:r>
          </w:p>
        </w:tc>
        <w:tc>
          <w:tcPr>
            <w:tcW w:w="1768" w:type="dxa"/>
            <w:vMerge/>
          </w:tcPr>
          <w:p w:rsidR="004F4CF0" w:rsidRPr="00BD6DE9" w:rsidRDefault="004F4CF0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4F4CF0" w:rsidRPr="00BD6DE9">
        <w:tc>
          <w:tcPr>
            <w:tcW w:w="648" w:type="dxa"/>
            <w:vAlign w:val="center"/>
          </w:tcPr>
          <w:p w:rsidR="004F4CF0" w:rsidRPr="00BD6DE9" w:rsidRDefault="004F4CF0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10</w:t>
            </w:r>
          </w:p>
        </w:tc>
        <w:tc>
          <w:tcPr>
            <w:tcW w:w="3762" w:type="dxa"/>
            <w:vAlign w:val="center"/>
          </w:tcPr>
          <w:p w:rsidR="004F4CF0" w:rsidRPr="00C20E19" w:rsidRDefault="004F4CF0" w:rsidP="00C20E19">
            <w:pPr>
              <w:jc w:val="center"/>
              <w:rPr>
                <w:sz w:val="28"/>
                <w:szCs w:val="28"/>
                <w:highlight w:val="yellow"/>
              </w:rPr>
            </w:pPr>
            <w:r w:rsidRPr="00254BCE">
              <w:rPr>
                <w:sz w:val="28"/>
                <w:szCs w:val="28"/>
              </w:rPr>
              <w:t>ул. А. Суворова, четная сторона</w:t>
            </w:r>
          </w:p>
        </w:tc>
        <w:tc>
          <w:tcPr>
            <w:tcW w:w="3392" w:type="dxa"/>
            <w:vAlign w:val="center"/>
          </w:tcPr>
          <w:p w:rsidR="004F4CF0" w:rsidRPr="00254BCE" w:rsidRDefault="004F4CF0" w:rsidP="00C20E19">
            <w:pPr>
              <w:jc w:val="center"/>
              <w:rPr>
                <w:sz w:val="28"/>
                <w:szCs w:val="28"/>
              </w:rPr>
            </w:pPr>
            <w:r w:rsidRPr="00254BCE">
              <w:rPr>
                <w:sz w:val="28"/>
                <w:szCs w:val="28"/>
              </w:rPr>
              <w:t xml:space="preserve">ул. Нансена </w:t>
            </w:r>
          </w:p>
          <w:p w:rsidR="004F4CF0" w:rsidRPr="00C20E19" w:rsidRDefault="004F4CF0" w:rsidP="00C20E19">
            <w:pPr>
              <w:jc w:val="center"/>
              <w:rPr>
                <w:sz w:val="28"/>
                <w:szCs w:val="28"/>
                <w:highlight w:val="yellow"/>
              </w:rPr>
            </w:pPr>
            <w:r w:rsidRPr="00254BCE">
              <w:rPr>
                <w:sz w:val="28"/>
                <w:szCs w:val="28"/>
              </w:rPr>
              <w:t xml:space="preserve">(ул. </w:t>
            </w:r>
            <w:r>
              <w:rPr>
                <w:sz w:val="28"/>
                <w:szCs w:val="28"/>
              </w:rPr>
              <w:t xml:space="preserve">А. </w:t>
            </w:r>
            <w:r w:rsidRPr="00254BCE">
              <w:rPr>
                <w:sz w:val="28"/>
                <w:szCs w:val="28"/>
              </w:rPr>
              <w:t>Суворова)</w:t>
            </w:r>
          </w:p>
        </w:tc>
        <w:tc>
          <w:tcPr>
            <w:tcW w:w="1768" w:type="dxa"/>
            <w:vMerge/>
          </w:tcPr>
          <w:p w:rsidR="004F4CF0" w:rsidRPr="00BD6DE9" w:rsidRDefault="004F4CF0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4F4CF0" w:rsidRPr="00BD6DE9">
        <w:trPr>
          <w:trHeight w:val="1140"/>
        </w:trPr>
        <w:tc>
          <w:tcPr>
            <w:tcW w:w="648" w:type="dxa"/>
            <w:vAlign w:val="center"/>
          </w:tcPr>
          <w:p w:rsidR="004F4CF0" w:rsidRPr="00BD6DE9" w:rsidRDefault="004F4CF0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11</w:t>
            </w:r>
          </w:p>
          <w:p w:rsidR="004F4CF0" w:rsidRPr="00BD6DE9" w:rsidRDefault="004F4CF0" w:rsidP="000954D1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762" w:type="dxa"/>
            <w:vAlign w:val="center"/>
          </w:tcPr>
          <w:p w:rsidR="004F4CF0" w:rsidRPr="00BD6DE9" w:rsidRDefault="004F4CF0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Краснокаменная, нечетная сторона</w:t>
            </w:r>
          </w:p>
        </w:tc>
        <w:tc>
          <w:tcPr>
            <w:tcW w:w="3392" w:type="dxa"/>
            <w:vAlign w:val="center"/>
          </w:tcPr>
          <w:p w:rsidR="004F4CF0" w:rsidRPr="00BD6DE9" w:rsidRDefault="004F4CF0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«Аортатранс»</w:t>
            </w:r>
          </w:p>
        </w:tc>
        <w:tc>
          <w:tcPr>
            <w:tcW w:w="1768" w:type="dxa"/>
            <w:vAlign w:val="center"/>
          </w:tcPr>
          <w:p w:rsidR="004F4CF0" w:rsidRPr="00BD6DE9" w:rsidRDefault="004F4CF0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2016 г.</w:t>
            </w:r>
          </w:p>
        </w:tc>
      </w:tr>
    </w:tbl>
    <w:p w:rsidR="004F4CF0" w:rsidRDefault="004F4CF0" w:rsidP="00CB138F">
      <w:pPr>
        <w:pStyle w:val="ConsTitle"/>
        <w:widowControl/>
        <w:tabs>
          <w:tab w:val="left" w:pos="3060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</w:p>
    <w:p w:rsidR="004F4CF0" w:rsidRPr="00BD6DE9" w:rsidRDefault="004F4CF0" w:rsidP="00981E86">
      <w:pPr>
        <w:ind w:firstLine="709"/>
        <w:jc w:val="center"/>
        <w:rPr>
          <w:sz w:val="28"/>
          <w:szCs w:val="28"/>
        </w:rPr>
      </w:pPr>
      <w:r w:rsidRPr="00BD6DE9">
        <w:rPr>
          <w:sz w:val="28"/>
          <w:szCs w:val="28"/>
        </w:rPr>
        <w:t>Оборудование нерегулируемых пешеходных переходов специализированными фонарями уличного освещения и знаками со светодиодной подсветкой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3"/>
        <w:gridCol w:w="5850"/>
        <w:gridCol w:w="2927"/>
      </w:tblGrid>
      <w:tr w:rsidR="004F4CF0" w:rsidRPr="00BD6DE9">
        <w:tc>
          <w:tcPr>
            <w:tcW w:w="793" w:type="dxa"/>
            <w:vAlign w:val="center"/>
          </w:tcPr>
          <w:p w:rsidR="004F4CF0" w:rsidRPr="00BD6DE9" w:rsidRDefault="004F4CF0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№ п/п</w:t>
            </w:r>
          </w:p>
        </w:tc>
        <w:tc>
          <w:tcPr>
            <w:tcW w:w="5850" w:type="dxa"/>
            <w:vAlign w:val="center"/>
          </w:tcPr>
          <w:p w:rsidR="004F4CF0" w:rsidRPr="00BD6DE9" w:rsidRDefault="004F4CF0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Место установки</w:t>
            </w:r>
          </w:p>
        </w:tc>
        <w:tc>
          <w:tcPr>
            <w:tcW w:w="2927" w:type="dxa"/>
            <w:vAlign w:val="center"/>
          </w:tcPr>
          <w:p w:rsidR="004F4CF0" w:rsidRPr="00BD6DE9" w:rsidRDefault="004F4CF0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Срок исполнения</w:t>
            </w:r>
          </w:p>
        </w:tc>
      </w:tr>
      <w:tr w:rsidR="004F4CF0" w:rsidRPr="00BD6DE9">
        <w:tc>
          <w:tcPr>
            <w:tcW w:w="793" w:type="dxa"/>
          </w:tcPr>
          <w:p w:rsidR="004F4CF0" w:rsidRPr="00BD6DE9" w:rsidRDefault="004F4CF0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5850" w:type="dxa"/>
          </w:tcPr>
          <w:p w:rsidR="004F4CF0" w:rsidRPr="00BD6DE9" w:rsidRDefault="004F4CF0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Куйбышева – ул. Еловая аллея</w:t>
            </w:r>
          </w:p>
        </w:tc>
        <w:tc>
          <w:tcPr>
            <w:tcW w:w="2927" w:type="dxa"/>
            <w:vMerge w:val="restart"/>
            <w:vAlign w:val="center"/>
          </w:tcPr>
          <w:p w:rsidR="004F4CF0" w:rsidRPr="00BD6DE9" w:rsidRDefault="004F4CF0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2015 г.</w:t>
            </w:r>
          </w:p>
        </w:tc>
      </w:tr>
      <w:tr w:rsidR="004F4CF0" w:rsidRPr="00BD6DE9">
        <w:tc>
          <w:tcPr>
            <w:tcW w:w="793" w:type="dxa"/>
          </w:tcPr>
          <w:p w:rsidR="004F4CF0" w:rsidRPr="00BD6DE9" w:rsidRDefault="004F4CF0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5850" w:type="dxa"/>
          </w:tcPr>
          <w:p w:rsidR="004F4CF0" w:rsidRPr="00BD6DE9" w:rsidRDefault="004F4CF0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Дзержинского – ул. Яблочная</w:t>
            </w:r>
          </w:p>
        </w:tc>
        <w:tc>
          <w:tcPr>
            <w:tcW w:w="2927" w:type="dxa"/>
            <w:vMerge/>
          </w:tcPr>
          <w:p w:rsidR="004F4CF0" w:rsidRPr="00BD6DE9" w:rsidRDefault="004F4CF0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4F4CF0" w:rsidRPr="00BD6DE9">
        <w:tc>
          <w:tcPr>
            <w:tcW w:w="793" w:type="dxa"/>
          </w:tcPr>
          <w:p w:rsidR="004F4CF0" w:rsidRPr="00BD6DE9" w:rsidRDefault="004F4CF0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5850" w:type="dxa"/>
          </w:tcPr>
          <w:p w:rsidR="004F4CF0" w:rsidRPr="00BD6DE9" w:rsidRDefault="004F4CF0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Пролетарская – ул. Сергеева</w:t>
            </w:r>
          </w:p>
        </w:tc>
        <w:tc>
          <w:tcPr>
            <w:tcW w:w="2927" w:type="dxa"/>
            <w:vMerge/>
          </w:tcPr>
          <w:p w:rsidR="004F4CF0" w:rsidRPr="00BD6DE9" w:rsidRDefault="004F4CF0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4F4CF0" w:rsidRPr="00BD6DE9">
        <w:tc>
          <w:tcPr>
            <w:tcW w:w="793" w:type="dxa"/>
          </w:tcPr>
          <w:p w:rsidR="004F4CF0" w:rsidRPr="00BD6DE9" w:rsidRDefault="004F4CF0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5850" w:type="dxa"/>
          </w:tcPr>
          <w:p w:rsidR="004F4CF0" w:rsidRPr="00BD6DE9" w:rsidRDefault="004F4CF0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Батальная, в районе дома № 5</w:t>
            </w:r>
          </w:p>
        </w:tc>
        <w:tc>
          <w:tcPr>
            <w:tcW w:w="2927" w:type="dxa"/>
            <w:vMerge/>
          </w:tcPr>
          <w:p w:rsidR="004F4CF0" w:rsidRPr="00BD6DE9" w:rsidRDefault="004F4CF0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4F4CF0" w:rsidRPr="00BD6DE9">
        <w:tc>
          <w:tcPr>
            <w:tcW w:w="793" w:type="dxa"/>
          </w:tcPr>
          <w:p w:rsidR="004F4CF0" w:rsidRPr="00BD6DE9" w:rsidRDefault="004F4CF0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5</w:t>
            </w:r>
          </w:p>
        </w:tc>
        <w:tc>
          <w:tcPr>
            <w:tcW w:w="5850" w:type="dxa"/>
          </w:tcPr>
          <w:p w:rsidR="004F4CF0" w:rsidRPr="00BD6DE9" w:rsidRDefault="004F4CF0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Артиллерийская, в районе дома № 3</w:t>
            </w:r>
          </w:p>
        </w:tc>
        <w:tc>
          <w:tcPr>
            <w:tcW w:w="2927" w:type="dxa"/>
            <w:vMerge/>
          </w:tcPr>
          <w:p w:rsidR="004F4CF0" w:rsidRPr="00BD6DE9" w:rsidRDefault="004F4CF0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</w:tbl>
    <w:p w:rsidR="004F4CF0" w:rsidRPr="00BD6DE9" w:rsidRDefault="004F4CF0" w:rsidP="003D7565">
      <w:pPr>
        <w:ind w:firstLine="709"/>
        <w:jc w:val="center"/>
        <w:rPr>
          <w:sz w:val="28"/>
          <w:szCs w:val="28"/>
        </w:rPr>
      </w:pPr>
    </w:p>
    <w:p w:rsidR="004F4CF0" w:rsidRDefault="004F4CF0" w:rsidP="00E077BE">
      <w:pPr>
        <w:ind w:firstLine="855"/>
        <w:jc w:val="center"/>
        <w:rPr>
          <w:sz w:val="28"/>
          <w:szCs w:val="28"/>
        </w:rPr>
      </w:pPr>
      <w:r>
        <w:rPr>
          <w:sz w:val="28"/>
          <w:szCs w:val="28"/>
        </w:rPr>
        <w:t>Установка искусственных неровностей у детских учреждений</w:t>
      </w:r>
    </w:p>
    <w:p w:rsidR="004F4CF0" w:rsidRPr="00BD6DE9" w:rsidRDefault="004F4CF0" w:rsidP="00E077BE">
      <w:pPr>
        <w:ind w:firstLine="855"/>
        <w:jc w:val="center"/>
        <w:rPr>
          <w:sz w:val="28"/>
          <w:szCs w:val="28"/>
        </w:rPr>
      </w:pPr>
      <w:r>
        <w:rPr>
          <w:sz w:val="28"/>
          <w:szCs w:val="28"/>
        </w:rPr>
        <w:t>и на аварийно-опасных участках УДС</w:t>
      </w: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9"/>
        <w:gridCol w:w="6445"/>
        <w:gridCol w:w="2466"/>
      </w:tblGrid>
      <w:tr w:rsidR="004F4CF0" w:rsidRPr="00BD6DE9">
        <w:tc>
          <w:tcPr>
            <w:tcW w:w="659" w:type="dxa"/>
            <w:vAlign w:val="center"/>
          </w:tcPr>
          <w:p w:rsidR="004F4CF0" w:rsidRPr="00BD6DE9" w:rsidRDefault="004F4CF0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№ п/п</w:t>
            </w:r>
          </w:p>
        </w:tc>
        <w:tc>
          <w:tcPr>
            <w:tcW w:w="6445" w:type="dxa"/>
            <w:vAlign w:val="center"/>
          </w:tcPr>
          <w:p w:rsidR="004F4CF0" w:rsidRPr="00BD6DE9" w:rsidRDefault="004F4CF0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Место установки</w:t>
            </w:r>
          </w:p>
        </w:tc>
        <w:tc>
          <w:tcPr>
            <w:tcW w:w="2466" w:type="dxa"/>
            <w:vAlign w:val="center"/>
          </w:tcPr>
          <w:p w:rsidR="004F4CF0" w:rsidRPr="00BD6DE9" w:rsidRDefault="004F4CF0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Срок исполнения</w:t>
            </w:r>
          </w:p>
        </w:tc>
      </w:tr>
      <w:tr w:rsidR="004F4CF0" w:rsidRPr="00BD6DE9">
        <w:tc>
          <w:tcPr>
            <w:tcW w:w="659" w:type="dxa"/>
          </w:tcPr>
          <w:p w:rsidR="004F4CF0" w:rsidRPr="00BD6DE9" w:rsidRDefault="004F4CF0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6445" w:type="dxa"/>
            <w:vAlign w:val="center"/>
          </w:tcPr>
          <w:p w:rsidR="004F4CF0" w:rsidRPr="00BD6DE9" w:rsidRDefault="004F4CF0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Озерная – «БГА РФ» ФГБОУ ВПО «КГТУ»</w:t>
            </w:r>
          </w:p>
        </w:tc>
        <w:tc>
          <w:tcPr>
            <w:tcW w:w="2466" w:type="dxa"/>
            <w:vMerge w:val="restart"/>
            <w:vAlign w:val="center"/>
          </w:tcPr>
          <w:p w:rsidR="004F4CF0" w:rsidRPr="00BD6DE9" w:rsidRDefault="004F4CF0" w:rsidP="00DD5ED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2015 г.</w:t>
            </w:r>
          </w:p>
          <w:p w:rsidR="004F4CF0" w:rsidRPr="00BD6DE9" w:rsidRDefault="004F4CF0" w:rsidP="00DD5ED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4F4CF0" w:rsidRPr="00BD6DE9" w:rsidRDefault="004F4CF0" w:rsidP="00E25CC6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4F4CF0" w:rsidRPr="00BD6DE9">
        <w:tc>
          <w:tcPr>
            <w:tcW w:w="659" w:type="dxa"/>
          </w:tcPr>
          <w:p w:rsidR="004F4CF0" w:rsidRPr="00BD6DE9" w:rsidRDefault="004F4CF0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6445" w:type="dxa"/>
            <w:vAlign w:val="center"/>
          </w:tcPr>
          <w:p w:rsidR="004F4CF0" w:rsidRPr="00BD6DE9" w:rsidRDefault="004F4CF0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Чекистов – стадион «Спартак»</w:t>
            </w:r>
          </w:p>
        </w:tc>
        <w:tc>
          <w:tcPr>
            <w:tcW w:w="2466" w:type="dxa"/>
            <w:vMerge/>
            <w:vAlign w:val="center"/>
          </w:tcPr>
          <w:p w:rsidR="004F4CF0" w:rsidRPr="00BD6DE9" w:rsidRDefault="004F4CF0" w:rsidP="00C53E43">
            <w:pPr>
              <w:pStyle w:val="Con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CF0" w:rsidRPr="00BD6DE9">
        <w:trPr>
          <w:trHeight w:val="426"/>
        </w:trPr>
        <w:tc>
          <w:tcPr>
            <w:tcW w:w="659" w:type="dxa"/>
          </w:tcPr>
          <w:p w:rsidR="004F4CF0" w:rsidRPr="00BD6DE9" w:rsidRDefault="004F4CF0" w:rsidP="000455BB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6445" w:type="dxa"/>
            <w:vAlign w:val="center"/>
          </w:tcPr>
          <w:p w:rsidR="004F4CF0" w:rsidRPr="00BD6DE9" w:rsidRDefault="004F4CF0" w:rsidP="005F18CB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Минина и Пожарского – МАОУ ДОД ДМШ                  им. Р.М. Глиэра</w:t>
            </w:r>
          </w:p>
        </w:tc>
        <w:tc>
          <w:tcPr>
            <w:tcW w:w="2466" w:type="dxa"/>
            <w:vMerge/>
            <w:vAlign w:val="center"/>
          </w:tcPr>
          <w:p w:rsidR="004F4CF0" w:rsidRPr="00BD6DE9" w:rsidRDefault="004F4CF0" w:rsidP="00C53E43">
            <w:pPr>
              <w:pStyle w:val="Con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CF0" w:rsidRPr="00BD6DE9">
        <w:tc>
          <w:tcPr>
            <w:tcW w:w="659" w:type="dxa"/>
          </w:tcPr>
          <w:p w:rsidR="004F4CF0" w:rsidRPr="00BD6DE9" w:rsidRDefault="004F4CF0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6445" w:type="dxa"/>
            <w:vAlign w:val="center"/>
          </w:tcPr>
          <w:p w:rsidR="004F4CF0" w:rsidRPr="00BD6DE9" w:rsidRDefault="004F4CF0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Полоцкая – МДОУ ЦРР детский сад № 19</w:t>
            </w:r>
          </w:p>
        </w:tc>
        <w:tc>
          <w:tcPr>
            <w:tcW w:w="2466" w:type="dxa"/>
            <w:vMerge/>
            <w:vAlign w:val="center"/>
          </w:tcPr>
          <w:p w:rsidR="004F4CF0" w:rsidRPr="00BD6DE9" w:rsidRDefault="004F4CF0" w:rsidP="00C53E43">
            <w:pPr>
              <w:pStyle w:val="Con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CF0" w:rsidRPr="00BD6DE9">
        <w:tc>
          <w:tcPr>
            <w:tcW w:w="659" w:type="dxa"/>
          </w:tcPr>
          <w:p w:rsidR="004F4CF0" w:rsidRPr="00BD6DE9" w:rsidRDefault="004F4CF0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5</w:t>
            </w:r>
          </w:p>
        </w:tc>
        <w:tc>
          <w:tcPr>
            <w:tcW w:w="6445" w:type="dxa"/>
            <w:vAlign w:val="center"/>
          </w:tcPr>
          <w:p w:rsidR="004F4CF0" w:rsidRPr="00BD6DE9" w:rsidRDefault="004F4CF0" w:rsidP="00D0241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проспект Победы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,24 </w:t>
            </w: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– МАДОУ детский сад № 27 комбинированного вида</w:t>
            </w:r>
          </w:p>
        </w:tc>
        <w:tc>
          <w:tcPr>
            <w:tcW w:w="2466" w:type="dxa"/>
            <w:vMerge/>
            <w:vAlign w:val="center"/>
          </w:tcPr>
          <w:p w:rsidR="004F4CF0" w:rsidRPr="00BD6DE9" w:rsidRDefault="004F4CF0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CF0" w:rsidRPr="00BD6DE9">
        <w:tc>
          <w:tcPr>
            <w:tcW w:w="659" w:type="dxa"/>
          </w:tcPr>
          <w:p w:rsidR="004F4CF0" w:rsidRPr="00BD6DE9" w:rsidRDefault="004F4CF0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6</w:t>
            </w:r>
          </w:p>
        </w:tc>
        <w:tc>
          <w:tcPr>
            <w:tcW w:w="6445" w:type="dxa"/>
            <w:vAlign w:val="center"/>
          </w:tcPr>
          <w:p w:rsidR="004F4CF0" w:rsidRPr="00BD6DE9" w:rsidRDefault="004F4CF0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Судостроительная, в районе дома № 131</w:t>
            </w:r>
          </w:p>
        </w:tc>
        <w:tc>
          <w:tcPr>
            <w:tcW w:w="2466" w:type="dxa"/>
            <w:vMerge/>
            <w:vAlign w:val="center"/>
          </w:tcPr>
          <w:p w:rsidR="004F4CF0" w:rsidRPr="00BD6DE9" w:rsidRDefault="004F4CF0" w:rsidP="00C53E43">
            <w:pPr>
              <w:pStyle w:val="Con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CF0" w:rsidRPr="00BD6DE9">
        <w:tc>
          <w:tcPr>
            <w:tcW w:w="659" w:type="dxa"/>
          </w:tcPr>
          <w:p w:rsidR="004F4CF0" w:rsidRPr="00BD6DE9" w:rsidRDefault="004F4CF0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7</w:t>
            </w:r>
          </w:p>
        </w:tc>
        <w:tc>
          <w:tcPr>
            <w:tcW w:w="6445" w:type="dxa"/>
            <w:vAlign w:val="center"/>
          </w:tcPr>
          <w:p w:rsidR="004F4CF0" w:rsidRPr="00BD6DE9" w:rsidRDefault="004F4CF0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Г. Димитрова – МОУ лицей № 49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(бывший </w:t>
            </w: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детский сад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№119)</w:t>
            </w:r>
          </w:p>
        </w:tc>
        <w:tc>
          <w:tcPr>
            <w:tcW w:w="2466" w:type="dxa"/>
            <w:vMerge/>
            <w:vAlign w:val="center"/>
          </w:tcPr>
          <w:p w:rsidR="004F4CF0" w:rsidRPr="00BD6DE9" w:rsidRDefault="004F4CF0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4F4CF0" w:rsidRPr="00BD6DE9">
        <w:tc>
          <w:tcPr>
            <w:tcW w:w="659" w:type="dxa"/>
          </w:tcPr>
          <w:p w:rsidR="004F4CF0" w:rsidRPr="00BD6DE9" w:rsidRDefault="004F4CF0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8</w:t>
            </w:r>
          </w:p>
        </w:tc>
        <w:tc>
          <w:tcPr>
            <w:tcW w:w="6445" w:type="dxa"/>
            <w:vAlign w:val="center"/>
          </w:tcPr>
          <w:p w:rsidR="004F4CF0" w:rsidRPr="00BD6DE9" w:rsidRDefault="004F4CF0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Проф. Севастьянова, в районе дома № 6-12</w:t>
            </w:r>
          </w:p>
        </w:tc>
        <w:tc>
          <w:tcPr>
            <w:tcW w:w="2466" w:type="dxa"/>
            <w:vMerge/>
            <w:vAlign w:val="center"/>
          </w:tcPr>
          <w:p w:rsidR="004F4CF0" w:rsidRPr="00BD6DE9" w:rsidRDefault="004F4CF0" w:rsidP="00C53E43">
            <w:pPr>
              <w:pStyle w:val="Con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CF0" w:rsidRPr="00BD6DE9">
        <w:tc>
          <w:tcPr>
            <w:tcW w:w="659" w:type="dxa"/>
          </w:tcPr>
          <w:p w:rsidR="004F4CF0" w:rsidRPr="00BD6DE9" w:rsidRDefault="004F4CF0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9</w:t>
            </w:r>
          </w:p>
        </w:tc>
        <w:tc>
          <w:tcPr>
            <w:tcW w:w="6445" w:type="dxa"/>
            <w:vAlign w:val="center"/>
          </w:tcPr>
          <w:p w:rsidR="004F4CF0" w:rsidRPr="00BD6DE9" w:rsidRDefault="004F4CF0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пер. Крылова –</w:t>
            </w:r>
          </w:p>
          <w:p w:rsidR="004F4CF0" w:rsidRPr="00BD6DE9" w:rsidRDefault="004F4CF0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МС (К) ОУ VIII вида школа-интернат № 1</w:t>
            </w:r>
          </w:p>
        </w:tc>
        <w:tc>
          <w:tcPr>
            <w:tcW w:w="2466" w:type="dxa"/>
            <w:vMerge/>
            <w:vAlign w:val="center"/>
          </w:tcPr>
          <w:p w:rsidR="004F4CF0" w:rsidRPr="00BD6DE9" w:rsidRDefault="004F4CF0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4F4CF0" w:rsidRPr="00BD6DE9">
        <w:tc>
          <w:tcPr>
            <w:tcW w:w="659" w:type="dxa"/>
          </w:tcPr>
          <w:p w:rsidR="004F4CF0" w:rsidRPr="00BD6DE9" w:rsidRDefault="004F4CF0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10</w:t>
            </w:r>
          </w:p>
        </w:tc>
        <w:tc>
          <w:tcPr>
            <w:tcW w:w="6445" w:type="dxa"/>
            <w:vAlign w:val="center"/>
          </w:tcPr>
          <w:p w:rsidR="004F4CF0" w:rsidRPr="00BD6DE9" w:rsidRDefault="004F4CF0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ул. Дрожжевая – МДОУ детский сад № 131 – </w:t>
            </w:r>
          </w:p>
          <w:p w:rsidR="004F4CF0" w:rsidRPr="00BD6DE9" w:rsidRDefault="004F4CF0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МАОУ СОШ № 29</w:t>
            </w:r>
          </w:p>
        </w:tc>
        <w:tc>
          <w:tcPr>
            <w:tcW w:w="2466" w:type="dxa"/>
            <w:vMerge/>
            <w:vAlign w:val="center"/>
          </w:tcPr>
          <w:p w:rsidR="004F4CF0" w:rsidRPr="00BD6DE9" w:rsidRDefault="004F4CF0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4F4CF0" w:rsidRPr="00BD6DE9">
        <w:trPr>
          <w:trHeight w:val="361"/>
        </w:trPr>
        <w:tc>
          <w:tcPr>
            <w:tcW w:w="659" w:type="dxa"/>
          </w:tcPr>
          <w:p w:rsidR="004F4CF0" w:rsidRPr="00BD6DE9" w:rsidRDefault="004F4CF0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11</w:t>
            </w:r>
          </w:p>
        </w:tc>
        <w:tc>
          <w:tcPr>
            <w:tcW w:w="6445" w:type="dxa"/>
            <w:vAlign w:val="center"/>
          </w:tcPr>
          <w:p w:rsidR="004F4CF0" w:rsidRPr="00783F25" w:rsidRDefault="004F4CF0" w:rsidP="00783F25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83F2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Ярославская - МАДОУ детский сад № 24</w:t>
            </w:r>
          </w:p>
        </w:tc>
        <w:tc>
          <w:tcPr>
            <w:tcW w:w="2466" w:type="dxa"/>
            <w:vMerge/>
            <w:vAlign w:val="center"/>
          </w:tcPr>
          <w:p w:rsidR="004F4CF0" w:rsidRPr="00BD6DE9" w:rsidRDefault="004F4CF0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4F4CF0" w:rsidRPr="00BD6DE9">
        <w:trPr>
          <w:trHeight w:val="361"/>
        </w:trPr>
        <w:tc>
          <w:tcPr>
            <w:tcW w:w="659" w:type="dxa"/>
          </w:tcPr>
          <w:p w:rsidR="004F4CF0" w:rsidRPr="00BD6DE9" w:rsidRDefault="004F4CF0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12</w:t>
            </w:r>
          </w:p>
        </w:tc>
        <w:tc>
          <w:tcPr>
            <w:tcW w:w="6445" w:type="dxa"/>
            <w:vAlign w:val="center"/>
          </w:tcPr>
          <w:p w:rsidR="004F4CF0" w:rsidRPr="00BD6DE9" w:rsidRDefault="004F4CF0" w:rsidP="00D0241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пер. Зоологический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– </w:t>
            </w: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Ш. Руставели – М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</w:t>
            </w: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ДОУ детский сад № 25</w:t>
            </w:r>
          </w:p>
        </w:tc>
        <w:tc>
          <w:tcPr>
            <w:tcW w:w="2466" w:type="dxa"/>
            <w:vMerge w:val="restart"/>
            <w:vAlign w:val="center"/>
          </w:tcPr>
          <w:p w:rsidR="004F4CF0" w:rsidRPr="00BD6DE9" w:rsidRDefault="004F4CF0" w:rsidP="00DD5ED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2016 г.</w:t>
            </w:r>
          </w:p>
        </w:tc>
      </w:tr>
      <w:tr w:rsidR="004F4CF0" w:rsidRPr="00BD6DE9">
        <w:trPr>
          <w:trHeight w:val="361"/>
        </w:trPr>
        <w:tc>
          <w:tcPr>
            <w:tcW w:w="659" w:type="dxa"/>
          </w:tcPr>
          <w:p w:rsidR="004F4CF0" w:rsidRPr="00BD6DE9" w:rsidRDefault="004F4CF0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13</w:t>
            </w:r>
          </w:p>
        </w:tc>
        <w:tc>
          <w:tcPr>
            <w:tcW w:w="6445" w:type="dxa"/>
            <w:vAlign w:val="center"/>
          </w:tcPr>
          <w:p w:rsidR="004F4CF0" w:rsidRPr="00254BCE" w:rsidRDefault="004F4CF0" w:rsidP="007652F6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254BCE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Еловая аллея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Pr="00254BCE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– </w:t>
            </w:r>
          </w:p>
          <w:p w:rsidR="004F4CF0" w:rsidRPr="00F103C3" w:rsidRDefault="004F4CF0" w:rsidP="007652F6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254BCE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МОУ СОШ № 2 – МАДОУ детский сад № 123</w:t>
            </w:r>
          </w:p>
        </w:tc>
        <w:tc>
          <w:tcPr>
            <w:tcW w:w="2466" w:type="dxa"/>
            <w:vMerge/>
            <w:vAlign w:val="center"/>
          </w:tcPr>
          <w:p w:rsidR="004F4CF0" w:rsidRPr="00BD6DE9" w:rsidRDefault="004F4CF0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4F4CF0" w:rsidRPr="00BD6DE9">
        <w:trPr>
          <w:trHeight w:val="361"/>
        </w:trPr>
        <w:tc>
          <w:tcPr>
            <w:tcW w:w="659" w:type="dxa"/>
          </w:tcPr>
          <w:p w:rsidR="004F4CF0" w:rsidRPr="00BD6DE9" w:rsidRDefault="004F4CF0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14</w:t>
            </w:r>
          </w:p>
        </w:tc>
        <w:tc>
          <w:tcPr>
            <w:tcW w:w="6445" w:type="dxa"/>
            <w:vAlign w:val="center"/>
          </w:tcPr>
          <w:p w:rsidR="004F4CF0" w:rsidRPr="00BD6DE9" w:rsidRDefault="004F4CF0" w:rsidP="00D0241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Р. Люксембург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, </w:t>
            </w: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 районе домов №№ 4-6</w:t>
            </w:r>
          </w:p>
        </w:tc>
        <w:tc>
          <w:tcPr>
            <w:tcW w:w="2466" w:type="dxa"/>
            <w:vMerge/>
            <w:vAlign w:val="center"/>
          </w:tcPr>
          <w:p w:rsidR="004F4CF0" w:rsidRPr="00BD6DE9" w:rsidRDefault="004F4CF0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4F4CF0" w:rsidRPr="00BD6DE9">
        <w:trPr>
          <w:trHeight w:val="361"/>
        </w:trPr>
        <w:tc>
          <w:tcPr>
            <w:tcW w:w="659" w:type="dxa"/>
          </w:tcPr>
          <w:p w:rsidR="004F4CF0" w:rsidRPr="00BD6DE9" w:rsidRDefault="004F4CF0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15</w:t>
            </w:r>
          </w:p>
        </w:tc>
        <w:tc>
          <w:tcPr>
            <w:tcW w:w="6445" w:type="dxa"/>
            <w:vAlign w:val="center"/>
          </w:tcPr>
          <w:p w:rsidR="004F4CF0" w:rsidRPr="00BD6DE9" w:rsidRDefault="004F4CF0" w:rsidP="00662155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ул. Аксакова – МАДОУ ЦРР детский сад № 133 </w:t>
            </w:r>
          </w:p>
        </w:tc>
        <w:tc>
          <w:tcPr>
            <w:tcW w:w="2466" w:type="dxa"/>
            <w:vMerge/>
            <w:vAlign w:val="center"/>
          </w:tcPr>
          <w:p w:rsidR="004F4CF0" w:rsidRPr="00BD6DE9" w:rsidRDefault="004F4CF0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4F4CF0" w:rsidRPr="00BD6DE9">
        <w:trPr>
          <w:trHeight w:val="361"/>
        </w:trPr>
        <w:tc>
          <w:tcPr>
            <w:tcW w:w="659" w:type="dxa"/>
          </w:tcPr>
          <w:p w:rsidR="004F4CF0" w:rsidRPr="00BD6DE9" w:rsidRDefault="004F4CF0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16</w:t>
            </w:r>
          </w:p>
        </w:tc>
        <w:tc>
          <w:tcPr>
            <w:tcW w:w="6445" w:type="dxa"/>
            <w:vAlign w:val="center"/>
          </w:tcPr>
          <w:p w:rsidR="004F4CF0" w:rsidRPr="00BD6DE9" w:rsidRDefault="004F4CF0" w:rsidP="008054A6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Черепичная – Центр медицинской профилактики (проспект Московский, д. 160)</w:t>
            </w:r>
          </w:p>
        </w:tc>
        <w:tc>
          <w:tcPr>
            <w:tcW w:w="2466" w:type="dxa"/>
            <w:vMerge/>
            <w:vAlign w:val="center"/>
          </w:tcPr>
          <w:p w:rsidR="004F4CF0" w:rsidRPr="00BD6DE9" w:rsidRDefault="004F4CF0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4F4CF0" w:rsidRPr="00BD6DE9">
        <w:tc>
          <w:tcPr>
            <w:tcW w:w="659" w:type="dxa"/>
          </w:tcPr>
          <w:p w:rsidR="004F4CF0" w:rsidRPr="00BD6DE9" w:rsidRDefault="004F4CF0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17</w:t>
            </w:r>
          </w:p>
        </w:tc>
        <w:tc>
          <w:tcPr>
            <w:tcW w:w="6445" w:type="dxa"/>
            <w:vAlign w:val="center"/>
          </w:tcPr>
          <w:p w:rsidR="004F4CF0" w:rsidRPr="00BD6DE9" w:rsidRDefault="004F4CF0" w:rsidP="002B18A5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С. Разина – МОУ СОШ № 4</w:t>
            </w:r>
          </w:p>
        </w:tc>
        <w:tc>
          <w:tcPr>
            <w:tcW w:w="2466" w:type="dxa"/>
            <w:vMerge/>
            <w:vAlign w:val="center"/>
          </w:tcPr>
          <w:p w:rsidR="004F4CF0" w:rsidRPr="00BD6DE9" w:rsidRDefault="004F4CF0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4F4CF0" w:rsidRPr="00BD6DE9">
        <w:tc>
          <w:tcPr>
            <w:tcW w:w="659" w:type="dxa"/>
          </w:tcPr>
          <w:p w:rsidR="004F4CF0" w:rsidRPr="00BD6DE9" w:rsidRDefault="004F4CF0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18</w:t>
            </w:r>
          </w:p>
        </w:tc>
        <w:tc>
          <w:tcPr>
            <w:tcW w:w="6445" w:type="dxa"/>
            <w:vAlign w:val="center"/>
          </w:tcPr>
          <w:p w:rsidR="004F4CF0" w:rsidRPr="00BD6DE9" w:rsidRDefault="004F4CF0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Книжная, д. 1а – М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</w:t>
            </w: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ДОУ ДС № 3</w:t>
            </w:r>
          </w:p>
        </w:tc>
        <w:tc>
          <w:tcPr>
            <w:tcW w:w="2466" w:type="dxa"/>
            <w:vMerge/>
            <w:vAlign w:val="center"/>
          </w:tcPr>
          <w:p w:rsidR="004F4CF0" w:rsidRPr="00BD6DE9" w:rsidRDefault="004F4CF0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4F4CF0" w:rsidRPr="00BD6DE9">
        <w:tc>
          <w:tcPr>
            <w:tcW w:w="659" w:type="dxa"/>
          </w:tcPr>
          <w:p w:rsidR="004F4CF0" w:rsidRPr="00BD6DE9" w:rsidRDefault="004F4CF0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19</w:t>
            </w:r>
          </w:p>
        </w:tc>
        <w:tc>
          <w:tcPr>
            <w:tcW w:w="6445" w:type="dxa"/>
            <w:vAlign w:val="center"/>
          </w:tcPr>
          <w:p w:rsidR="004F4CF0" w:rsidRPr="00BD6DE9" w:rsidRDefault="004F4CF0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ул. Кутаисская  </w:t>
            </w: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  <w:t xml:space="preserve">– </w:t>
            </w: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городская поликлиника № 5 </w:t>
            </w:r>
          </w:p>
        </w:tc>
        <w:tc>
          <w:tcPr>
            <w:tcW w:w="2466" w:type="dxa"/>
            <w:vMerge/>
            <w:vAlign w:val="center"/>
          </w:tcPr>
          <w:p w:rsidR="004F4CF0" w:rsidRPr="00BD6DE9" w:rsidRDefault="004F4CF0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4F4CF0" w:rsidRPr="00BD6DE9">
        <w:tc>
          <w:tcPr>
            <w:tcW w:w="659" w:type="dxa"/>
          </w:tcPr>
          <w:p w:rsidR="004F4CF0" w:rsidRPr="00BD6DE9" w:rsidRDefault="004F4CF0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</w:t>
            </w:r>
          </w:p>
        </w:tc>
        <w:tc>
          <w:tcPr>
            <w:tcW w:w="6445" w:type="dxa"/>
            <w:vAlign w:val="center"/>
          </w:tcPr>
          <w:p w:rsidR="004F4CF0" w:rsidRPr="00BD6DE9" w:rsidRDefault="004F4CF0" w:rsidP="00C52D18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Артиллерийская - ул. Липовая аллея</w:t>
            </w:r>
          </w:p>
        </w:tc>
        <w:tc>
          <w:tcPr>
            <w:tcW w:w="2466" w:type="dxa"/>
            <w:vMerge/>
            <w:vAlign w:val="center"/>
          </w:tcPr>
          <w:p w:rsidR="004F4CF0" w:rsidRPr="00BD6DE9" w:rsidRDefault="004F4CF0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4F4CF0" w:rsidRPr="00BD6DE9">
        <w:tc>
          <w:tcPr>
            <w:tcW w:w="659" w:type="dxa"/>
          </w:tcPr>
          <w:p w:rsidR="004F4CF0" w:rsidRPr="00BD6DE9" w:rsidRDefault="004F4CF0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21</w:t>
            </w:r>
          </w:p>
        </w:tc>
        <w:tc>
          <w:tcPr>
            <w:tcW w:w="6445" w:type="dxa"/>
            <w:vAlign w:val="center"/>
          </w:tcPr>
          <w:p w:rsidR="004F4CF0" w:rsidRPr="00BD6DE9" w:rsidRDefault="004F4CF0" w:rsidP="00387492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Фермора – МАДОУ детский сад № 56</w:t>
            </w:r>
          </w:p>
        </w:tc>
        <w:tc>
          <w:tcPr>
            <w:tcW w:w="2466" w:type="dxa"/>
            <w:vMerge/>
            <w:vAlign w:val="center"/>
          </w:tcPr>
          <w:p w:rsidR="004F4CF0" w:rsidRPr="00BD6DE9" w:rsidRDefault="004F4CF0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4F4CF0" w:rsidRPr="00BD6DE9">
        <w:tc>
          <w:tcPr>
            <w:tcW w:w="659" w:type="dxa"/>
          </w:tcPr>
          <w:p w:rsidR="004F4CF0" w:rsidRPr="00BD6DE9" w:rsidRDefault="004F4CF0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22</w:t>
            </w:r>
          </w:p>
        </w:tc>
        <w:tc>
          <w:tcPr>
            <w:tcW w:w="6445" w:type="dxa"/>
            <w:vAlign w:val="center"/>
          </w:tcPr>
          <w:p w:rsidR="004F4CF0" w:rsidRPr="00F103C3" w:rsidRDefault="004F4CF0" w:rsidP="007652F6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F103C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ул. Свердлова </w:t>
            </w: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Pr="00F103C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МОУ СОШ № 13 </w:t>
            </w:r>
          </w:p>
        </w:tc>
        <w:tc>
          <w:tcPr>
            <w:tcW w:w="2466" w:type="dxa"/>
            <w:vMerge/>
            <w:vAlign w:val="center"/>
          </w:tcPr>
          <w:p w:rsidR="004F4CF0" w:rsidRPr="00BD6DE9" w:rsidRDefault="004F4CF0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4F4CF0" w:rsidRPr="00BD6DE9">
        <w:tc>
          <w:tcPr>
            <w:tcW w:w="659" w:type="dxa"/>
          </w:tcPr>
          <w:p w:rsidR="004F4CF0" w:rsidRPr="00BD6DE9" w:rsidRDefault="004F4CF0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23</w:t>
            </w:r>
          </w:p>
        </w:tc>
        <w:tc>
          <w:tcPr>
            <w:tcW w:w="6445" w:type="dxa"/>
            <w:vAlign w:val="center"/>
          </w:tcPr>
          <w:p w:rsidR="004F4CF0" w:rsidRPr="00BD6DE9" w:rsidRDefault="004F4CF0" w:rsidP="00CF593A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Батальная – МАДОУ ДС № 130</w:t>
            </w:r>
          </w:p>
        </w:tc>
        <w:tc>
          <w:tcPr>
            <w:tcW w:w="2466" w:type="dxa"/>
            <w:vMerge w:val="restart"/>
            <w:vAlign w:val="center"/>
          </w:tcPr>
          <w:p w:rsidR="004F4CF0" w:rsidRPr="00BD6DE9" w:rsidRDefault="004F4CF0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2017 г.</w:t>
            </w:r>
          </w:p>
        </w:tc>
      </w:tr>
      <w:tr w:rsidR="004F4CF0" w:rsidRPr="00BD6DE9">
        <w:tc>
          <w:tcPr>
            <w:tcW w:w="659" w:type="dxa"/>
          </w:tcPr>
          <w:p w:rsidR="004F4CF0" w:rsidRPr="00BD6DE9" w:rsidRDefault="004F4CF0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24</w:t>
            </w:r>
          </w:p>
        </w:tc>
        <w:tc>
          <w:tcPr>
            <w:tcW w:w="6445" w:type="dxa"/>
            <w:vAlign w:val="center"/>
          </w:tcPr>
          <w:p w:rsidR="004F4CF0" w:rsidRPr="00BD6DE9" w:rsidRDefault="004F4CF0" w:rsidP="00C52D18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Миклухо-Маклая</w:t>
            </w:r>
          </w:p>
        </w:tc>
        <w:tc>
          <w:tcPr>
            <w:tcW w:w="2466" w:type="dxa"/>
            <w:vMerge/>
            <w:vAlign w:val="center"/>
          </w:tcPr>
          <w:p w:rsidR="004F4CF0" w:rsidRPr="00BD6DE9" w:rsidRDefault="004F4CF0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4F4CF0" w:rsidRPr="00BD6DE9">
        <w:tc>
          <w:tcPr>
            <w:tcW w:w="659" w:type="dxa"/>
          </w:tcPr>
          <w:p w:rsidR="004F4CF0" w:rsidRPr="00BD6DE9" w:rsidRDefault="004F4CF0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25</w:t>
            </w:r>
          </w:p>
        </w:tc>
        <w:tc>
          <w:tcPr>
            <w:tcW w:w="6445" w:type="dxa"/>
            <w:vAlign w:val="center"/>
          </w:tcPr>
          <w:p w:rsidR="004F4CF0" w:rsidRPr="00BD6DE9" w:rsidRDefault="004F4CF0" w:rsidP="005D04D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Белинского</w:t>
            </w:r>
          </w:p>
        </w:tc>
        <w:tc>
          <w:tcPr>
            <w:tcW w:w="2466" w:type="dxa"/>
            <w:vMerge/>
            <w:vAlign w:val="center"/>
          </w:tcPr>
          <w:p w:rsidR="004F4CF0" w:rsidRPr="00BD6DE9" w:rsidRDefault="004F4CF0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4F4CF0" w:rsidRPr="00BD6DE9">
        <w:tc>
          <w:tcPr>
            <w:tcW w:w="659" w:type="dxa"/>
          </w:tcPr>
          <w:p w:rsidR="004F4CF0" w:rsidRPr="00BD6DE9" w:rsidRDefault="004F4CF0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26</w:t>
            </w:r>
          </w:p>
        </w:tc>
        <w:tc>
          <w:tcPr>
            <w:tcW w:w="6445" w:type="dxa"/>
            <w:vAlign w:val="center"/>
          </w:tcPr>
          <w:p w:rsidR="004F4CF0" w:rsidRPr="00F103C3" w:rsidRDefault="004F4CF0" w:rsidP="005D04D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F103C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Толбухина</w:t>
            </w:r>
          </w:p>
        </w:tc>
        <w:tc>
          <w:tcPr>
            <w:tcW w:w="2466" w:type="dxa"/>
            <w:vMerge/>
            <w:vAlign w:val="center"/>
          </w:tcPr>
          <w:p w:rsidR="004F4CF0" w:rsidRPr="00BD6DE9" w:rsidRDefault="004F4CF0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4F4CF0" w:rsidRPr="00BD6DE9">
        <w:tc>
          <w:tcPr>
            <w:tcW w:w="659" w:type="dxa"/>
          </w:tcPr>
          <w:p w:rsidR="004F4CF0" w:rsidRPr="00BD6DE9" w:rsidRDefault="004F4CF0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27</w:t>
            </w:r>
          </w:p>
        </w:tc>
        <w:tc>
          <w:tcPr>
            <w:tcW w:w="6445" w:type="dxa"/>
            <w:vAlign w:val="center"/>
          </w:tcPr>
          <w:p w:rsidR="004F4CF0" w:rsidRPr="00B02794" w:rsidRDefault="004F4CF0" w:rsidP="007652F6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0279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Артиллерийская – МАДОУ д/с № 125</w:t>
            </w:r>
          </w:p>
        </w:tc>
        <w:tc>
          <w:tcPr>
            <w:tcW w:w="2466" w:type="dxa"/>
            <w:vMerge/>
            <w:vAlign w:val="center"/>
          </w:tcPr>
          <w:p w:rsidR="004F4CF0" w:rsidRPr="00BD6DE9" w:rsidRDefault="004F4CF0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4F4CF0" w:rsidRPr="00BD6DE9">
        <w:tc>
          <w:tcPr>
            <w:tcW w:w="659" w:type="dxa"/>
          </w:tcPr>
          <w:p w:rsidR="004F4CF0" w:rsidRPr="00BD6DE9" w:rsidRDefault="004F4CF0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28</w:t>
            </w:r>
          </w:p>
        </w:tc>
        <w:tc>
          <w:tcPr>
            <w:tcW w:w="6445" w:type="dxa"/>
            <w:vAlign w:val="center"/>
          </w:tcPr>
          <w:p w:rsidR="004F4CF0" w:rsidRPr="00BD6DE9" w:rsidRDefault="004F4CF0" w:rsidP="005D04D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Челюскинская</w:t>
            </w:r>
          </w:p>
        </w:tc>
        <w:tc>
          <w:tcPr>
            <w:tcW w:w="2466" w:type="dxa"/>
            <w:vMerge/>
            <w:vAlign w:val="center"/>
          </w:tcPr>
          <w:p w:rsidR="004F4CF0" w:rsidRPr="00BD6DE9" w:rsidRDefault="004F4CF0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4F4CF0" w:rsidRPr="00BD6DE9">
        <w:tc>
          <w:tcPr>
            <w:tcW w:w="659" w:type="dxa"/>
          </w:tcPr>
          <w:p w:rsidR="004F4CF0" w:rsidRPr="00BD6DE9" w:rsidRDefault="004F4CF0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29</w:t>
            </w:r>
          </w:p>
        </w:tc>
        <w:tc>
          <w:tcPr>
            <w:tcW w:w="6445" w:type="dxa"/>
            <w:vAlign w:val="center"/>
          </w:tcPr>
          <w:p w:rsidR="004F4CF0" w:rsidRPr="00BD6DE9" w:rsidRDefault="004F4CF0" w:rsidP="005D04D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Сухумская</w:t>
            </w:r>
          </w:p>
        </w:tc>
        <w:tc>
          <w:tcPr>
            <w:tcW w:w="2466" w:type="dxa"/>
            <w:vMerge/>
            <w:vAlign w:val="center"/>
          </w:tcPr>
          <w:p w:rsidR="004F4CF0" w:rsidRPr="00BD6DE9" w:rsidRDefault="004F4CF0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4F4CF0" w:rsidRPr="00BD6DE9">
        <w:tc>
          <w:tcPr>
            <w:tcW w:w="659" w:type="dxa"/>
          </w:tcPr>
          <w:p w:rsidR="004F4CF0" w:rsidRPr="00BD6DE9" w:rsidRDefault="004F4CF0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30</w:t>
            </w:r>
          </w:p>
        </w:tc>
        <w:tc>
          <w:tcPr>
            <w:tcW w:w="6445" w:type="dxa"/>
            <w:vAlign w:val="center"/>
          </w:tcPr>
          <w:p w:rsidR="004F4CF0" w:rsidRPr="00BD6DE9" w:rsidRDefault="004F4CF0" w:rsidP="005D04D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П. Панина</w:t>
            </w:r>
          </w:p>
        </w:tc>
        <w:tc>
          <w:tcPr>
            <w:tcW w:w="2466" w:type="dxa"/>
            <w:vMerge/>
            <w:vAlign w:val="center"/>
          </w:tcPr>
          <w:p w:rsidR="004F4CF0" w:rsidRPr="00BD6DE9" w:rsidRDefault="004F4CF0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4F4CF0" w:rsidRPr="00BD6DE9">
        <w:tc>
          <w:tcPr>
            <w:tcW w:w="659" w:type="dxa"/>
          </w:tcPr>
          <w:p w:rsidR="004F4CF0" w:rsidRPr="00BD6DE9" w:rsidRDefault="004F4CF0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31</w:t>
            </w:r>
          </w:p>
        </w:tc>
        <w:tc>
          <w:tcPr>
            <w:tcW w:w="6445" w:type="dxa"/>
            <w:vAlign w:val="center"/>
          </w:tcPr>
          <w:p w:rsidR="004F4CF0" w:rsidRPr="00BD6DE9" w:rsidRDefault="004F4CF0" w:rsidP="005D04D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Белибейская</w:t>
            </w:r>
          </w:p>
        </w:tc>
        <w:tc>
          <w:tcPr>
            <w:tcW w:w="2466" w:type="dxa"/>
            <w:vMerge/>
            <w:vAlign w:val="center"/>
          </w:tcPr>
          <w:p w:rsidR="004F4CF0" w:rsidRPr="00BD6DE9" w:rsidRDefault="004F4CF0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4F4CF0" w:rsidRPr="00BD6DE9">
        <w:tc>
          <w:tcPr>
            <w:tcW w:w="659" w:type="dxa"/>
          </w:tcPr>
          <w:p w:rsidR="004F4CF0" w:rsidRPr="00BD6DE9" w:rsidRDefault="004F4CF0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32</w:t>
            </w:r>
          </w:p>
        </w:tc>
        <w:tc>
          <w:tcPr>
            <w:tcW w:w="6445" w:type="dxa"/>
            <w:vAlign w:val="center"/>
          </w:tcPr>
          <w:p w:rsidR="004F4CF0" w:rsidRPr="00BD6DE9" w:rsidRDefault="004F4CF0" w:rsidP="002E5AC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1-я Алтайская</w:t>
            </w:r>
          </w:p>
        </w:tc>
        <w:tc>
          <w:tcPr>
            <w:tcW w:w="2466" w:type="dxa"/>
            <w:vMerge/>
            <w:vAlign w:val="center"/>
          </w:tcPr>
          <w:p w:rsidR="004F4CF0" w:rsidRPr="00BD6DE9" w:rsidRDefault="004F4CF0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4F4CF0" w:rsidRPr="00BD6DE9">
        <w:tc>
          <w:tcPr>
            <w:tcW w:w="659" w:type="dxa"/>
          </w:tcPr>
          <w:p w:rsidR="004F4CF0" w:rsidRPr="00BD6DE9" w:rsidRDefault="004F4CF0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33</w:t>
            </w:r>
          </w:p>
        </w:tc>
        <w:tc>
          <w:tcPr>
            <w:tcW w:w="6445" w:type="dxa"/>
            <w:vAlign w:val="center"/>
          </w:tcPr>
          <w:p w:rsidR="004F4CF0" w:rsidRPr="00BD6DE9" w:rsidRDefault="004F4CF0" w:rsidP="002E5AC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К. Назаровой – МАОУ СОШ № 5</w:t>
            </w:r>
          </w:p>
        </w:tc>
        <w:tc>
          <w:tcPr>
            <w:tcW w:w="2466" w:type="dxa"/>
            <w:vMerge/>
            <w:vAlign w:val="center"/>
          </w:tcPr>
          <w:p w:rsidR="004F4CF0" w:rsidRPr="00BD6DE9" w:rsidRDefault="004F4CF0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4F4CF0" w:rsidRPr="00BD6DE9">
        <w:tc>
          <w:tcPr>
            <w:tcW w:w="659" w:type="dxa"/>
          </w:tcPr>
          <w:p w:rsidR="004F4CF0" w:rsidRPr="00BD6DE9" w:rsidRDefault="004F4CF0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34</w:t>
            </w:r>
          </w:p>
        </w:tc>
        <w:tc>
          <w:tcPr>
            <w:tcW w:w="6445" w:type="dxa"/>
            <w:vAlign w:val="center"/>
          </w:tcPr>
          <w:p w:rsidR="004F4CF0" w:rsidRPr="00BD6DE9" w:rsidRDefault="004F4CF0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наб. Адм. Трибуца</w:t>
            </w:r>
          </w:p>
        </w:tc>
        <w:tc>
          <w:tcPr>
            <w:tcW w:w="2466" w:type="dxa"/>
            <w:vMerge w:val="restart"/>
          </w:tcPr>
          <w:p w:rsidR="004F4CF0" w:rsidRDefault="004F4CF0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4F4CF0" w:rsidRDefault="004F4CF0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4F4CF0" w:rsidRDefault="004F4CF0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4F4CF0" w:rsidRDefault="004F4CF0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4F4CF0" w:rsidRDefault="004F4CF0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4F4CF0" w:rsidRDefault="004F4CF0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8</w:t>
            </w: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г.</w:t>
            </w:r>
          </w:p>
          <w:p w:rsidR="004F4CF0" w:rsidRDefault="004F4CF0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4F4CF0" w:rsidRDefault="004F4CF0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4F4CF0" w:rsidRDefault="004F4CF0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4F4CF0" w:rsidRPr="00BD6DE9" w:rsidRDefault="004F4CF0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4F4CF0" w:rsidRPr="00BD6DE9">
        <w:tc>
          <w:tcPr>
            <w:tcW w:w="659" w:type="dxa"/>
          </w:tcPr>
          <w:p w:rsidR="004F4CF0" w:rsidRPr="00BD6DE9" w:rsidRDefault="004F4CF0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35</w:t>
            </w:r>
          </w:p>
        </w:tc>
        <w:tc>
          <w:tcPr>
            <w:tcW w:w="6445" w:type="dxa"/>
            <w:vAlign w:val="center"/>
          </w:tcPr>
          <w:p w:rsidR="004F4CF0" w:rsidRPr="00B02794" w:rsidRDefault="004F4CF0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0279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бул. Л.Шевцовой, 2-20</w:t>
            </w:r>
          </w:p>
        </w:tc>
        <w:tc>
          <w:tcPr>
            <w:tcW w:w="2466" w:type="dxa"/>
            <w:vMerge/>
          </w:tcPr>
          <w:p w:rsidR="004F4CF0" w:rsidRPr="00BD6DE9" w:rsidRDefault="004F4CF0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4F4CF0" w:rsidRPr="00BD6DE9">
        <w:tc>
          <w:tcPr>
            <w:tcW w:w="659" w:type="dxa"/>
          </w:tcPr>
          <w:p w:rsidR="004F4CF0" w:rsidRPr="00BD6DE9" w:rsidRDefault="004F4CF0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36</w:t>
            </w:r>
          </w:p>
        </w:tc>
        <w:tc>
          <w:tcPr>
            <w:tcW w:w="6445" w:type="dxa"/>
            <w:vAlign w:val="center"/>
          </w:tcPr>
          <w:p w:rsidR="004F4CF0" w:rsidRPr="00B02794" w:rsidRDefault="004F4CF0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0279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Заводская</w:t>
            </w:r>
          </w:p>
        </w:tc>
        <w:tc>
          <w:tcPr>
            <w:tcW w:w="2466" w:type="dxa"/>
            <w:vMerge/>
          </w:tcPr>
          <w:p w:rsidR="004F4CF0" w:rsidRPr="00BD6DE9" w:rsidRDefault="004F4CF0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4F4CF0" w:rsidRPr="00F103C3">
        <w:tc>
          <w:tcPr>
            <w:tcW w:w="659" w:type="dxa"/>
          </w:tcPr>
          <w:p w:rsidR="004F4CF0" w:rsidRPr="00BD6DE9" w:rsidRDefault="004F4CF0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37</w:t>
            </w:r>
          </w:p>
        </w:tc>
        <w:tc>
          <w:tcPr>
            <w:tcW w:w="6445" w:type="dxa"/>
            <w:vAlign w:val="center"/>
          </w:tcPr>
          <w:p w:rsidR="004F4CF0" w:rsidRPr="00F103C3" w:rsidRDefault="004F4CF0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Иртышская</w:t>
            </w:r>
          </w:p>
        </w:tc>
        <w:tc>
          <w:tcPr>
            <w:tcW w:w="2466" w:type="dxa"/>
            <w:vMerge/>
          </w:tcPr>
          <w:p w:rsidR="004F4CF0" w:rsidRPr="00BD6DE9" w:rsidRDefault="004F4CF0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4F4CF0" w:rsidRPr="00F103C3">
        <w:tc>
          <w:tcPr>
            <w:tcW w:w="659" w:type="dxa"/>
          </w:tcPr>
          <w:p w:rsidR="004F4CF0" w:rsidRPr="00BD6DE9" w:rsidRDefault="004F4CF0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38</w:t>
            </w:r>
          </w:p>
        </w:tc>
        <w:tc>
          <w:tcPr>
            <w:tcW w:w="6445" w:type="dxa"/>
            <w:vAlign w:val="center"/>
          </w:tcPr>
          <w:p w:rsidR="004F4CF0" w:rsidRPr="00F103C3" w:rsidRDefault="004F4CF0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Славянская</w:t>
            </w:r>
          </w:p>
        </w:tc>
        <w:tc>
          <w:tcPr>
            <w:tcW w:w="2466" w:type="dxa"/>
            <w:vMerge/>
          </w:tcPr>
          <w:p w:rsidR="004F4CF0" w:rsidRPr="00BD6DE9" w:rsidRDefault="004F4CF0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4F4CF0" w:rsidRPr="00BD6DE9">
        <w:tc>
          <w:tcPr>
            <w:tcW w:w="659" w:type="dxa"/>
          </w:tcPr>
          <w:p w:rsidR="004F4CF0" w:rsidRPr="00BD6DE9" w:rsidRDefault="004F4CF0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39</w:t>
            </w:r>
          </w:p>
        </w:tc>
        <w:tc>
          <w:tcPr>
            <w:tcW w:w="6445" w:type="dxa"/>
            <w:vAlign w:val="center"/>
          </w:tcPr>
          <w:p w:rsidR="004F4CF0" w:rsidRPr="00BD6DE9" w:rsidRDefault="004F4CF0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Тенистая аллея</w:t>
            </w:r>
          </w:p>
        </w:tc>
        <w:tc>
          <w:tcPr>
            <w:tcW w:w="2466" w:type="dxa"/>
            <w:vMerge/>
          </w:tcPr>
          <w:p w:rsidR="004F4CF0" w:rsidRPr="00BD6DE9" w:rsidRDefault="004F4CF0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4F4CF0" w:rsidRPr="00BD6DE9">
        <w:tc>
          <w:tcPr>
            <w:tcW w:w="659" w:type="dxa"/>
          </w:tcPr>
          <w:p w:rsidR="004F4CF0" w:rsidRPr="00BD6DE9" w:rsidRDefault="004F4CF0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40</w:t>
            </w:r>
          </w:p>
        </w:tc>
        <w:tc>
          <w:tcPr>
            <w:tcW w:w="6445" w:type="dxa"/>
            <w:vAlign w:val="center"/>
          </w:tcPr>
          <w:p w:rsidR="004F4CF0" w:rsidRPr="00BD6DE9" w:rsidRDefault="004F4CF0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Тихорецкая, 37</w:t>
            </w:r>
          </w:p>
        </w:tc>
        <w:tc>
          <w:tcPr>
            <w:tcW w:w="2466" w:type="dxa"/>
            <w:vMerge/>
          </w:tcPr>
          <w:p w:rsidR="004F4CF0" w:rsidRPr="00BD6DE9" w:rsidRDefault="004F4CF0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4F4CF0" w:rsidRPr="00BD6DE9">
        <w:tc>
          <w:tcPr>
            <w:tcW w:w="659" w:type="dxa"/>
          </w:tcPr>
          <w:p w:rsidR="004F4CF0" w:rsidRPr="00BD6DE9" w:rsidRDefault="004F4CF0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41</w:t>
            </w:r>
          </w:p>
        </w:tc>
        <w:tc>
          <w:tcPr>
            <w:tcW w:w="6445" w:type="dxa"/>
            <w:vAlign w:val="center"/>
          </w:tcPr>
          <w:p w:rsidR="004F4CF0" w:rsidRPr="00BD6DE9" w:rsidRDefault="004F4CF0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Трудовая</w:t>
            </w:r>
          </w:p>
        </w:tc>
        <w:tc>
          <w:tcPr>
            <w:tcW w:w="2466" w:type="dxa"/>
            <w:vMerge/>
          </w:tcPr>
          <w:p w:rsidR="004F4CF0" w:rsidRPr="00BD6DE9" w:rsidRDefault="004F4CF0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4F4CF0" w:rsidRPr="00BD6DE9">
        <w:tc>
          <w:tcPr>
            <w:tcW w:w="659" w:type="dxa"/>
          </w:tcPr>
          <w:p w:rsidR="004F4CF0" w:rsidRPr="00BD6DE9" w:rsidRDefault="004F4CF0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42</w:t>
            </w:r>
          </w:p>
        </w:tc>
        <w:tc>
          <w:tcPr>
            <w:tcW w:w="6445" w:type="dxa"/>
            <w:vAlign w:val="center"/>
          </w:tcPr>
          <w:p w:rsidR="004F4CF0" w:rsidRPr="00BD6DE9" w:rsidRDefault="004F4CF0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Бронницкая</w:t>
            </w:r>
          </w:p>
        </w:tc>
        <w:tc>
          <w:tcPr>
            <w:tcW w:w="2466" w:type="dxa"/>
            <w:vMerge/>
          </w:tcPr>
          <w:p w:rsidR="004F4CF0" w:rsidRPr="00BD6DE9" w:rsidRDefault="004F4CF0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4F4CF0" w:rsidRPr="00BD6DE9">
        <w:tc>
          <w:tcPr>
            <w:tcW w:w="659" w:type="dxa"/>
          </w:tcPr>
          <w:p w:rsidR="004F4CF0" w:rsidRPr="00BD6DE9" w:rsidRDefault="004F4CF0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43</w:t>
            </w:r>
          </w:p>
        </w:tc>
        <w:tc>
          <w:tcPr>
            <w:tcW w:w="6445" w:type="dxa"/>
            <w:vAlign w:val="center"/>
          </w:tcPr>
          <w:p w:rsidR="004F4CF0" w:rsidRPr="00BD6DE9" w:rsidRDefault="004F4CF0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Ольштынская</w:t>
            </w:r>
          </w:p>
        </w:tc>
        <w:tc>
          <w:tcPr>
            <w:tcW w:w="2466" w:type="dxa"/>
            <w:vMerge/>
          </w:tcPr>
          <w:p w:rsidR="004F4CF0" w:rsidRPr="00BD6DE9" w:rsidRDefault="004F4CF0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4F4CF0" w:rsidRPr="00BD6DE9">
        <w:tc>
          <w:tcPr>
            <w:tcW w:w="659" w:type="dxa"/>
          </w:tcPr>
          <w:p w:rsidR="004F4CF0" w:rsidRPr="00BD6DE9" w:rsidRDefault="004F4CF0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44</w:t>
            </w:r>
          </w:p>
        </w:tc>
        <w:tc>
          <w:tcPr>
            <w:tcW w:w="6445" w:type="dxa"/>
            <w:vAlign w:val="center"/>
          </w:tcPr>
          <w:p w:rsidR="004F4CF0" w:rsidRPr="00BD6DE9" w:rsidRDefault="004F4CF0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Богатырская</w:t>
            </w:r>
          </w:p>
        </w:tc>
        <w:tc>
          <w:tcPr>
            <w:tcW w:w="2466" w:type="dxa"/>
            <w:vMerge/>
          </w:tcPr>
          <w:p w:rsidR="004F4CF0" w:rsidRPr="00BD6DE9" w:rsidRDefault="004F4CF0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</w:tbl>
    <w:p w:rsidR="004F4CF0" w:rsidRDefault="004F4CF0" w:rsidP="00D16F7A">
      <w:pPr>
        <w:ind w:firstLine="720"/>
        <w:jc w:val="both"/>
        <w:rPr>
          <w:sz w:val="28"/>
          <w:szCs w:val="28"/>
        </w:rPr>
      </w:pPr>
    </w:p>
    <w:p w:rsidR="004F4CF0" w:rsidRPr="00BD6DE9" w:rsidRDefault="004F4CF0" w:rsidP="00D16F7A">
      <w:pPr>
        <w:ind w:firstLine="720"/>
        <w:jc w:val="both"/>
        <w:rPr>
          <w:rFonts w:ascii="TimesNewRomanPSMT" w:hAnsi="TimesNewRomanPSMT" w:cs="TimesNewRomanPSMT"/>
          <w:sz w:val="28"/>
          <w:szCs w:val="28"/>
        </w:rPr>
      </w:pPr>
      <w:r w:rsidRPr="00BD6DE9">
        <w:rPr>
          <w:sz w:val="28"/>
          <w:szCs w:val="28"/>
        </w:rPr>
        <w:t>Корректировка мероприятий и сроков их реализации может производиться в зависимости от изменения дорожно-транспортной обстановки и технических возможностей.</w:t>
      </w:r>
    </w:p>
    <w:sectPr w:rsidR="004F4CF0" w:rsidRPr="00BD6DE9" w:rsidSect="00CB138F">
      <w:headerReference w:type="default" r:id="rId7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CF0" w:rsidRPr="00145E69" w:rsidRDefault="004F4CF0" w:rsidP="00145E69">
      <w:pPr>
        <w:pStyle w:val="Title"/>
        <w:rPr>
          <w:sz w:val="24"/>
          <w:szCs w:val="24"/>
        </w:rPr>
      </w:pPr>
      <w:r>
        <w:separator/>
      </w:r>
    </w:p>
  </w:endnote>
  <w:endnote w:type="continuationSeparator" w:id="0">
    <w:p w:rsidR="004F4CF0" w:rsidRPr="00145E69" w:rsidRDefault="004F4CF0" w:rsidP="00145E69">
      <w:pPr>
        <w:pStyle w:val="Title"/>
        <w:rPr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CF0" w:rsidRPr="00145E69" w:rsidRDefault="004F4CF0" w:rsidP="00145E69">
      <w:pPr>
        <w:pStyle w:val="Title"/>
        <w:rPr>
          <w:sz w:val="24"/>
          <w:szCs w:val="24"/>
        </w:rPr>
      </w:pPr>
      <w:r>
        <w:separator/>
      </w:r>
    </w:p>
  </w:footnote>
  <w:footnote w:type="continuationSeparator" w:id="0">
    <w:p w:rsidR="004F4CF0" w:rsidRPr="00145E69" w:rsidRDefault="004F4CF0" w:rsidP="00145E69">
      <w:pPr>
        <w:pStyle w:val="Title"/>
        <w:rPr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CF0" w:rsidRDefault="004F4CF0">
    <w:pPr>
      <w:pStyle w:val="Header"/>
      <w:jc w:val="center"/>
    </w:pPr>
    <w:fldSimple w:instr=" PAGE   \* MERGEFORMAT ">
      <w:r>
        <w:rPr>
          <w:noProof/>
        </w:rPr>
        <w:t>3</w:t>
      </w:r>
    </w:fldSimple>
  </w:p>
  <w:p w:rsidR="004F4CF0" w:rsidRDefault="004F4CF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73C9D"/>
    <w:multiLevelType w:val="hybridMultilevel"/>
    <w:tmpl w:val="0650775A"/>
    <w:lvl w:ilvl="0" w:tplc="175475AE">
      <w:start w:val="1"/>
      <w:numFmt w:val="decimal"/>
      <w:lvlText w:val="1.%1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CC15753"/>
    <w:multiLevelType w:val="singleLevel"/>
    <w:tmpl w:val="A7389E26"/>
    <w:lvl w:ilvl="0">
      <w:start w:val="7"/>
      <w:numFmt w:val="bullet"/>
      <w:lvlText w:val="-"/>
      <w:lvlJc w:val="left"/>
      <w:pPr>
        <w:tabs>
          <w:tab w:val="num" w:pos="675"/>
        </w:tabs>
        <w:ind w:left="675" w:hanging="675"/>
      </w:pPr>
      <w:rPr>
        <w:rFonts w:hint="default"/>
      </w:rPr>
    </w:lvl>
  </w:abstractNum>
  <w:abstractNum w:abstractNumId="2">
    <w:nsid w:val="1ECE09AA"/>
    <w:multiLevelType w:val="hybridMultilevel"/>
    <w:tmpl w:val="BAA286A2"/>
    <w:lvl w:ilvl="0" w:tplc="974E0EA6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19" w:hanging="360"/>
      </w:pPr>
    </w:lvl>
    <w:lvl w:ilvl="2" w:tplc="0419001B">
      <w:start w:val="1"/>
      <w:numFmt w:val="lowerRoman"/>
      <w:lvlText w:val="%3."/>
      <w:lvlJc w:val="right"/>
      <w:pPr>
        <w:ind w:left="1739" w:hanging="180"/>
      </w:pPr>
    </w:lvl>
    <w:lvl w:ilvl="3" w:tplc="0419000F">
      <w:start w:val="1"/>
      <w:numFmt w:val="decimal"/>
      <w:lvlText w:val="%4."/>
      <w:lvlJc w:val="left"/>
      <w:pPr>
        <w:ind w:left="2459" w:hanging="360"/>
      </w:pPr>
    </w:lvl>
    <w:lvl w:ilvl="4" w:tplc="04190019">
      <w:start w:val="1"/>
      <w:numFmt w:val="lowerLetter"/>
      <w:lvlText w:val="%5."/>
      <w:lvlJc w:val="left"/>
      <w:pPr>
        <w:ind w:left="3179" w:hanging="360"/>
      </w:pPr>
    </w:lvl>
    <w:lvl w:ilvl="5" w:tplc="0419001B">
      <w:start w:val="1"/>
      <w:numFmt w:val="lowerRoman"/>
      <w:lvlText w:val="%6."/>
      <w:lvlJc w:val="right"/>
      <w:pPr>
        <w:ind w:left="3899" w:hanging="180"/>
      </w:pPr>
    </w:lvl>
    <w:lvl w:ilvl="6" w:tplc="0419000F">
      <w:start w:val="1"/>
      <w:numFmt w:val="decimal"/>
      <w:lvlText w:val="%7."/>
      <w:lvlJc w:val="left"/>
      <w:pPr>
        <w:ind w:left="4619" w:hanging="360"/>
      </w:pPr>
    </w:lvl>
    <w:lvl w:ilvl="7" w:tplc="04190019">
      <w:start w:val="1"/>
      <w:numFmt w:val="lowerLetter"/>
      <w:lvlText w:val="%8."/>
      <w:lvlJc w:val="left"/>
      <w:pPr>
        <w:ind w:left="5339" w:hanging="360"/>
      </w:pPr>
    </w:lvl>
    <w:lvl w:ilvl="8" w:tplc="0419001B">
      <w:start w:val="1"/>
      <w:numFmt w:val="lowerRoman"/>
      <w:lvlText w:val="%9."/>
      <w:lvlJc w:val="right"/>
      <w:pPr>
        <w:ind w:left="6059" w:hanging="180"/>
      </w:pPr>
    </w:lvl>
  </w:abstractNum>
  <w:abstractNum w:abstractNumId="3">
    <w:nsid w:val="229E2EB1"/>
    <w:multiLevelType w:val="multilevel"/>
    <w:tmpl w:val="F69A22E0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247C741B"/>
    <w:multiLevelType w:val="hybridMultilevel"/>
    <w:tmpl w:val="E6003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3B3865"/>
    <w:multiLevelType w:val="hybridMultilevel"/>
    <w:tmpl w:val="99CEF69A"/>
    <w:lvl w:ilvl="0" w:tplc="556C9178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88B121C"/>
    <w:multiLevelType w:val="singleLevel"/>
    <w:tmpl w:val="F214AB3A"/>
    <w:lvl w:ilvl="0">
      <w:start w:val="1"/>
      <w:numFmt w:val="decimal"/>
      <w:lvlText w:val="%1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7">
    <w:nsid w:val="293D4CBA"/>
    <w:multiLevelType w:val="hybridMultilevel"/>
    <w:tmpl w:val="77A2F4A0"/>
    <w:lvl w:ilvl="0" w:tplc="A7389E26">
      <w:start w:val="7"/>
      <w:numFmt w:val="bullet"/>
      <w:lvlText w:val="-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42614E22"/>
    <w:multiLevelType w:val="singleLevel"/>
    <w:tmpl w:val="F214AB3A"/>
    <w:lvl w:ilvl="0">
      <w:start w:val="1"/>
      <w:numFmt w:val="decimal"/>
      <w:lvlText w:val="%1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9">
    <w:nsid w:val="44181ED0"/>
    <w:multiLevelType w:val="hybridMultilevel"/>
    <w:tmpl w:val="A9B2A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5E027A"/>
    <w:multiLevelType w:val="hybridMultilevel"/>
    <w:tmpl w:val="FA3A452A"/>
    <w:lvl w:ilvl="0" w:tplc="154A2894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C2B7199"/>
    <w:multiLevelType w:val="hybridMultilevel"/>
    <w:tmpl w:val="1E1C7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206F27"/>
    <w:multiLevelType w:val="hybridMultilevel"/>
    <w:tmpl w:val="7CCE6346"/>
    <w:lvl w:ilvl="0" w:tplc="DB783840">
      <w:start w:val="5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2"/>
  </w:num>
  <w:num w:numId="8">
    <w:abstractNumId w:val="6"/>
  </w:num>
  <w:num w:numId="9">
    <w:abstractNumId w:val="8"/>
  </w:num>
  <w:num w:numId="10">
    <w:abstractNumId w:val="9"/>
  </w:num>
  <w:num w:numId="11">
    <w:abstractNumId w:val="11"/>
  </w:num>
  <w:num w:numId="12">
    <w:abstractNumId w:val="1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14FE"/>
    <w:rsid w:val="000000AD"/>
    <w:rsid w:val="00000161"/>
    <w:rsid w:val="0000255A"/>
    <w:rsid w:val="0000424D"/>
    <w:rsid w:val="00004ED0"/>
    <w:rsid w:val="0000631D"/>
    <w:rsid w:val="000069EF"/>
    <w:rsid w:val="00007344"/>
    <w:rsid w:val="000078D9"/>
    <w:rsid w:val="00010D92"/>
    <w:rsid w:val="0001548E"/>
    <w:rsid w:val="00017551"/>
    <w:rsid w:val="00017861"/>
    <w:rsid w:val="00021509"/>
    <w:rsid w:val="0002195C"/>
    <w:rsid w:val="0002229F"/>
    <w:rsid w:val="00026559"/>
    <w:rsid w:val="0002676A"/>
    <w:rsid w:val="00030197"/>
    <w:rsid w:val="00035403"/>
    <w:rsid w:val="00035612"/>
    <w:rsid w:val="00037017"/>
    <w:rsid w:val="00037177"/>
    <w:rsid w:val="00037C2C"/>
    <w:rsid w:val="00041D20"/>
    <w:rsid w:val="00044249"/>
    <w:rsid w:val="000455BB"/>
    <w:rsid w:val="00046E0D"/>
    <w:rsid w:val="00047B78"/>
    <w:rsid w:val="00047F88"/>
    <w:rsid w:val="000519C3"/>
    <w:rsid w:val="00051F5F"/>
    <w:rsid w:val="00052F2B"/>
    <w:rsid w:val="000541B7"/>
    <w:rsid w:val="0005592A"/>
    <w:rsid w:val="00057226"/>
    <w:rsid w:val="000604DC"/>
    <w:rsid w:val="00061443"/>
    <w:rsid w:val="00063098"/>
    <w:rsid w:val="0006325F"/>
    <w:rsid w:val="00064056"/>
    <w:rsid w:val="000646C3"/>
    <w:rsid w:val="00067C3C"/>
    <w:rsid w:val="000706EF"/>
    <w:rsid w:val="00074153"/>
    <w:rsid w:val="00075D71"/>
    <w:rsid w:val="00077C9A"/>
    <w:rsid w:val="000806DC"/>
    <w:rsid w:val="00080D16"/>
    <w:rsid w:val="0008134E"/>
    <w:rsid w:val="00081BA3"/>
    <w:rsid w:val="00081EF0"/>
    <w:rsid w:val="000827AF"/>
    <w:rsid w:val="00083E3F"/>
    <w:rsid w:val="00085708"/>
    <w:rsid w:val="0008649E"/>
    <w:rsid w:val="00091294"/>
    <w:rsid w:val="0009305A"/>
    <w:rsid w:val="00093641"/>
    <w:rsid w:val="00094724"/>
    <w:rsid w:val="00094BF2"/>
    <w:rsid w:val="00094D1C"/>
    <w:rsid w:val="000954D1"/>
    <w:rsid w:val="00095D88"/>
    <w:rsid w:val="000A0374"/>
    <w:rsid w:val="000A0595"/>
    <w:rsid w:val="000A0B44"/>
    <w:rsid w:val="000A13A4"/>
    <w:rsid w:val="000A205C"/>
    <w:rsid w:val="000A2282"/>
    <w:rsid w:val="000A2B4A"/>
    <w:rsid w:val="000A468E"/>
    <w:rsid w:val="000A474E"/>
    <w:rsid w:val="000A54D2"/>
    <w:rsid w:val="000A5DE6"/>
    <w:rsid w:val="000A7604"/>
    <w:rsid w:val="000B14D2"/>
    <w:rsid w:val="000B1728"/>
    <w:rsid w:val="000B1FFE"/>
    <w:rsid w:val="000B2CE6"/>
    <w:rsid w:val="000B321F"/>
    <w:rsid w:val="000B333C"/>
    <w:rsid w:val="000B3498"/>
    <w:rsid w:val="000B7B9B"/>
    <w:rsid w:val="000B7D78"/>
    <w:rsid w:val="000C1087"/>
    <w:rsid w:val="000C2E36"/>
    <w:rsid w:val="000C385B"/>
    <w:rsid w:val="000C42AC"/>
    <w:rsid w:val="000C6526"/>
    <w:rsid w:val="000C68DB"/>
    <w:rsid w:val="000C7F7A"/>
    <w:rsid w:val="000D1155"/>
    <w:rsid w:val="000D1E6A"/>
    <w:rsid w:val="000D3105"/>
    <w:rsid w:val="000D61A4"/>
    <w:rsid w:val="000E15A8"/>
    <w:rsid w:val="000E23FD"/>
    <w:rsid w:val="000E2B8E"/>
    <w:rsid w:val="000E2BBE"/>
    <w:rsid w:val="000E3A3F"/>
    <w:rsid w:val="000E4190"/>
    <w:rsid w:val="000E4247"/>
    <w:rsid w:val="000F182E"/>
    <w:rsid w:val="000F1DA3"/>
    <w:rsid w:val="000F2BD5"/>
    <w:rsid w:val="000F316A"/>
    <w:rsid w:val="000F3E74"/>
    <w:rsid w:val="00102133"/>
    <w:rsid w:val="00102513"/>
    <w:rsid w:val="00104AA2"/>
    <w:rsid w:val="00105E31"/>
    <w:rsid w:val="00112515"/>
    <w:rsid w:val="00114D40"/>
    <w:rsid w:val="00115505"/>
    <w:rsid w:val="00115B36"/>
    <w:rsid w:val="00125903"/>
    <w:rsid w:val="001262DE"/>
    <w:rsid w:val="00131AC5"/>
    <w:rsid w:val="001325A3"/>
    <w:rsid w:val="00133ACB"/>
    <w:rsid w:val="00135961"/>
    <w:rsid w:val="00136ADC"/>
    <w:rsid w:val="00137290"/>
    <w:rsid w:val="001401D4"/>
    <w:rsid w:val="00141B28"/>
    <w:rsid w:val="0014227A"/>
    <w:rsid w:val="00142824"/>
    <w:rsid w:val="001437F3"/>
    <w:rsid w:val="001451EF"/>
    <w:rsid w:val="00145E69"/>
    <w:rsid w:val="0014650C"/>
    <w:rsid w:val="00150F25"/>
    <w:rsid w:val="00152F87"/>
    <w:rsid w:val="00160731"/>
    <w:rsid w:val="00160B6B"/>
    <w:rsid w:val="00163003"/>
    <w:rsid w:val="00165206"/>
    <w:rsid w:val="00166DD7"/>
    <w:rsid w:val="001674C7"/>
    <w:rsid w:val="00171756"/>
    <w:rsid w:val="0017193A"/>
    <w:rsid w:val="00173603"/>
    <w:rsid w:val="00173A33"/>
    <w:rsid w:val="001752F8"/>
    <w:rsid w:val="00177B0E"/>
    <w:rsid w:val="00180EAF"/>
    <w:rsid w:val="0018545B"/>
    <w:rsid w:val="00187F97"/>
    <w:rsid w:val="00190A68"/>
    <w:rsid w:val="00190F35"/>
    <w:rsid w:val="001944BA"/>
    <w:rsid w:val="001944D5"/>
    <w:rsid w:val="00194993"/>
    <w:rsid w:val="00194A3D"/>
    <w:rsid w:val="001950BA"/>
    <w:rsid w:val="00195F95"/>
    <w:rsid w:val="001A118D"/>
    <w:rsid w:val="001A183E"/>
    <w:rsid w:val="001A275E"/>
    <w:rsid w:val="001A33F6"/>
    <w:rsid w:val="001A3F04"/>
    <w:rsid w:val="001A409D"/>
    <w:rsid w:val="001A4417"/>
    <w:rsid w:val="001A4CDB"/>
    <w:rsid w:val="001A4F52"/>
    <w:rsid w:val="001A537C"/>
    <w:rsid w:val="001A5713"/>
    <w:rsid w:val="001A78F6"/>
    <w:rsid w:val="001B0E36"/>
    <w:rsid w:val="001B2745"/>
    <w:rsid w:val="001B2BBB"/>
    <w:rsid w:val="001B30D2"/>
    <w:rsid w:val="001B5CB9"/>
    <w:rsid w:val="001B727D"/>
    <w:rsid w:val="001B7577"/>
    <w:rsid w:val="001C168D"/>
    <w:rsid w:val="001C2934"/>
    <w:rsid w:val="001C4DD9"/>
    <w:rsid w:val="001C4FE8"/>
    <w:rsid w:val="001C5E9E"/>
    <w:rsid w:val="001C73E8"/>
    <w:rsid w:val="001D0298"/>
    <w:rsid w:val="001D02B9"/>
    <w:rsid w:val="001D13A2"/>
    <w:rsid w:val="001D1861"/>
    <w:rsid w:val="001D29CC"/>
    <w:rsid w:val="001D3055"/>
    <w:rsid w:val="001D434B"/>
    <w:rsid w:val="001D57E8"/>
    <w:rsid w:val="001D57EB"/>
    <w:rsid w:val="001D588F"/>
    <w:rsid w:val="001D5E90"/>
    <w:rsid w:val="001D73EA"/>
    <w:rsid w:val="001E20A1"/>
    <w:rsid w:val="001E28D1"/>
    <w:rsid w:val="001E40C6"/>
    <w:rsid w:val="001E6903"/>
    <w:rsid w:val="001F0E58"/>
    <w:rsid w:val="001F2DD3"/>
    <w:rsid w:val="001F5E75"/>
    <w:rsid w:val="001F6B06"/>
    <w:rsid w:val="001F74D1"/>
    <w:rsid w:val="001F752A"/>
    <w:rsid w:val="00201379"/>
    <w:rsid w:val="00203B4C"/>
    <w:rsid w:val="00204F6C"/>
    <w:rsid w:val="00206275"/>
    <w:rsid w:val="00207825"/>
    <w:rsid w:val="00215986"/>
    <w:rsid w:val="002211B7"/>
    <w:rsid w:val="002217F4"/>
    <w:rsid w:val="0022365C"/>
    <w:rsid w:val="00224009"/>
    <w:rsid w:val="0022595D"/>
    <w:rsid w:val="00225E15"/>
    <w:rsid w:val="002260A8"/>
    <w:rsid w:val="00226258"/>
    <w:rsid w:val="00227D7A"/>
    <w:rsid w:val="00231E02"/>
    <w:rsid w:val="0023214B"/>
    <w:rsid w:val="002335E8"/>
    <w:rsid w:val="00233EA0"/>
    <w:rsid w:val="002342A3"/>
    <w:rsid w:val="00236713"/>
    <w:rsid w:val="002403F3"/>
    <w:rsid w:val="00240BF4"/>
    <w:rsid w:val="0024147F"/>
    <w:rsid w:val="00241929"/>
    <w:rsid w:val="00241E0B"/>
    <w:rsid w:val="00242EEB"/>
    <w:rsid w:val="0024310B"/>
    <w:rsid w:val="00243E09"/>
    <w:rsid w:val="00244329"/>
    <w:rsid w:val="002444B9"/>
    <w:rsid w:val="00244AB3"/>
    <w:rsid w:val="0024649B"/>
    <w:rsid w:val="0025316C"/>
    <w:rsid w:val="002532DD"/>
    <w:rsid w:val="00253B1E"/>
    <w:rsid w:val="00254BCE"/>
    <w:rsid w:val="00261752"/>
    <w:rsid w:val="0026445B"/>
    <w:rsid w:val="00264D25"/>
    <w:rsid w:val="00266164"/>
    <w:rsid w:val="00266F8E"/>
    <w:rsid w:val="002708B4"/>
    <w:rsid w:val="002719A4"/>
    <w:rsid w:val="00281495"/>
    <w:rsid w:val="00281818"/>
    <w:rsid w:val="00282282"/>
    <w:rsid w:val="00283AB7"/>
    <w:rsid w:val="0028527F"/>
    <w:rsid w:val="00287B0F"/>
    <w:rsid w:val="00287D89"/>
    <w:rsid w:val="002906C0"/>
    <w:rsid w:val="002914FE"/>
    <w:rsid w:val="00292C7B"/>
    <w:rsid w:val="00293642"/>
    <w:rsid w:val="0029412B"/>
    <w:rsid w:val="002946B4"/>
    <w:rsid w:val="002962C2"/>
    <w:rsid w:val="002A1F08"/>
    <w:rsid w:val="002A2E20"/>
    <w:rsid w:val="002A3283"/>
    <w:rsid w:val="002A47B0"/>
    <w:rsid w:val="002B0749"/>
    <w:rsid w:val="002B1524"/>
    <w:rsid w:val="002B18A5"/>
    <w:rsid w:val="002B379F"/>
    <w:rsid w:val="002B3E82"/>
    <w:rsid w:val="002B4193"/>
    <w:rsid w:val="002B456F"/>
    <w:rsid w:val="002B61DE"/>
    <w:rsid w:val="002C11F5"/>
    <w:rsid w:val="002C202A"/>
    <w:rsid w:val="002C3F45"/>
    <w:rsid w:val="002C64DB"/>
    <w:rsid w:val="002D0767"/>
    <w:rsid w:val="002D1710"/>
    <w:rsid w:val="002D1C5A"/>
    <w:rsid w:val="002D1DE1"/>
    <w:rsid w:val="002D2377"/>
    <w:rsid w:val="002D413B"/>
    <w:rsid w:val="002D455C"/>
    <w:rsid w:val="002D5372"/>
    <w:rsid w:val="002D5B42"/>
    <w:rsid w:val="002E0238"/>
    <w:rsid w:val="002E4E2C"/>
    <w:rsid w:val="002E5AC3"/>
    <w:rsid w:val="002E77E4"/>
    <w:rsid w:val="002E7ADE"/>
    <w:rsid w:val="002F197D"/>
    <w:rsid w:val="002F1F8F"/>
    <w:rsid w:val="002F21FE"/>
    <w:rsid w:val="002F2697"/>
    <w:rsid w:val="002F4210"/>
    <w:rsid w:val="002F42D7"/>
    <w:rsid w:val="002F449A"/>
    <w:rsid w:val="002F4D92"/>
    <w:rsid w:val="002F51E7"/>
    <w:rsid w:val="002F5284"/>
    <w:rsid w:val="002F52BF"/>
    <w:rsid w:val="002F5D74"/>
    <w:rsid w:val="002F5F85"/>
    <w:rsid w:val="002F682E"/>
    <w:rsid w:val="002F692C"/>
    <w:rsid w:val="00300CDC"/>
    <w:rsid w:val="003022BF"/>
    <w:rsid w:val="00302338"/>
    <w:rsid w:val="00302524"/>
    <w:rsid w:val="003030BD"/>
    <w:rsid w:val="00303225"/>
    <w:rsid w:val="003059D2"/>
    <w:rsid w:val="00305CAD"/>
    <w:rsid w:val="00306318"/>
    <w:rsid w:val="0030741A"/>
    <w:rsid w:val="003105D7"/>
    <w:rsid w:val="003108BB"/>
    <w:rsid w:val="00312D95"/>
    <w:rsid w:val="003131FB"/>
    <w:rsid w:val="003159E0"/>
    <w:rsid w:val="00316E8F"/>
    <w:rsid w:val="003229AE"/>
    <w:rsid w:val="00324A4D"/>
    <w:rsid w:val="003257F5"/>
    <w:rsid w:val="003273B2"/>
    <w:rsid w:val="003300E1"/>
    <w:rsid w:val="003336D5"/>
    <w:rsid w:val="00334BB1"/>
    <w:rsid w:val="00335CB7"/>
    <w:rsid w:val="00336ACA"/>
    <w:rsid w:val="00336B21"/>
    <w:rsid w:val="00337B1B"/>
    <w:rsid w:val="00337EE1"/>
    <w:rsid w:val="003439E4"/>
    <w:rsid w:val="00343E1A"/>
    <w:rsid w:val="00344349"/>
    <w:rsid w:val="003459E7"/>
    <w:rsid w:val="00345D8A"/>
    <w:rsid w:val="00346584"/>
    <w:rsid w:val="00347DDE"/>
    <w:rsid w:val="0035771E"/>
    <w:rsid w:val="0036025A"/>
    <w:rsid w:val="00361232"/>
    <w:rsid w:val="00361CB8"/>
    <w:rsid w:val="00361DB3"/>
    <w:rsid w:val="00362FE7"/>
    <w:rsid w:val="00363AB3"/>
    <w:rsid w:val="00372590"/>
    <w:rsid w:val="00373331"/>
    <w:rsid w:val="00373B8F"/>
    <w:rsid w:val="00375345"/>
    <w:rsid w:val="00375B81"/>
    <w:rsid w:val="0038066F"/>
    <w:rsid w:val="0038257E"/>
    <w:rsid w:val="00387418"/>
    <w:rsid w:val="00387492"/>
    <w:rsid w:val="00390550"/>
    <w:rsid w:val="003917BF"/>
    <w:rsid w:val="00391F2D"/>
    <w:rsid w:val="003928E1"/>
    <w:rsid w:val="00392FE5"/>
    <w:rsid w:val="0039376C"/>
    <w:rsid w:val="003938C0"/>
    <w:rsid w:val="0039654E"/>
    <w:rsid w:val="003A252F"/>
    <w:rsid w:val="003A2E66"/>
    <w:rsid w:val="003B0758"/>
    <w:rsid w:val="003B1604"/>
    <w:rsid w:val="003B377E"/>
    <w:rsid w:val="003B4019"/>
    <w:rsid w:val="003B73B3"/>
    <w:rsid w:val="003C221C"/>
    <w:rsid w:val="003C38B3"/>
    <w:rsid w:val="003C6178"/>
    <w:rsid w:val="003D73F0"/>
    <w:rsid w:val="003D7565"/>
    <w:rsid w:val="003E0D8A"/>
    <w:rsid w:val="003E19AA"/>
    <w:rsid w:val="003E4830"/>
    <w:rsid w:val="003E67BA"/>
    <w:rsid w:val="003F123B"/>
    <w:rsid w:val="003F2BB1"/>
    <w:rsid w:val="003F42AE"/>
    <w:rsid w:val="003F4D22"/>
    <w:rsid w:val="003F55D1"/>
    <w:rsid w:val="004024C0"/>
    <w:rsid w:val="004024F0"/>
    <w:rsid w:val="004053FA"/>
    <w:rsid w:val="00413FC3"/>
    <w:rsid w:val="004140AE"/>
    <w:rsid w:val="00414267"/>
    <w:rsid w:val="0041434F"/>
    <w:rsid w:val="0041510B"/>
    <w:rsid w:val="0041512D"/>
    <w:rsid w:val="004160A0"/>
    <w:rsid w:val="00417296"/>
    <w:rsid w:val="00420688"/>
    <w:rsid w:val="0042174C"/>
    <w:rsid w:val="00421968"/>
    <w:rsid w:val="00424244"/>
    <w:rsid w:val="00424823"/>
    <w:rsid w:val="004254AB"/>
    <w:rsid w:val="00425A26"/>
    <w:rsid w:val="00427F63"/>
    <w:rsid w:val="004304A5"/>
    <w:rsid w:val="0043220D"/>
    <w:rsid w:val="004345B1"/>
    <w:rsid w:val="00434841"/>
    <w:rsid w:val="00435A1B"/>
    <w:rsid w:val="004370DF"/>
    <w:rsid w:val="00440EC6"/>
    <w:rsid w:val="0044225D"/>
    <w:rsid w:val="00442897"/>
    <w:rsid w:val="004434EA"/>
    <w:rsid w:val="00443962"/>
    <w:rsid w:val="0044620E"/>
    <w:rsid w:val="00446386"/>
    <w:rsid w:val="00451F07"/>
    <w:rsid w:val="004520D6"/>
    <w:rsid w:val="00452D90"/>
    <w:rsid w:val="0045478C"/>
    <w:rsid w:val="0045516C"/>
    <w:rsid w:val="00455D73"/>
    <w:rsid w:val="004561C5"/>
    <w:rsid w:val="00461938"/>
    <w:rsid w:val="00462F37"/>
    <w:rsid w:val="00463761"/>
    <w:rsid w:val="004638DB"/>
    <w:rsid w:val="0046410E"/>
    <w:rsid w:val="0046503E"/>
    <w:rsid w:val="00467CB7"/>
    <w:rsid w:val="004722AB"/>
    <w:rsid w:val="0047587A"/>
    <w:rsid w:val="0047655C"/>
    <w:rsid w:val="00476A8D"/>
    <w:rsid w:val="004775AD"/>
    <w:rsid w:val="004776BD"/>
    <w:rsid w:val="00482336"/>
    <w:rsid w:val="00482F14"/>
    <w:rsid w:val="00483894"/>
    <w:rsid w:val="004904B0"/>
    <w:rsid w:val="004966A4"/>
    <w:rsid w:val="0049715A"/>
    <w:rsid w:val="004A06AE"/>
    <w:rsid w:val="004A1B1E"/>
    <w:rsid w:val="004A262F"/>
    <w:rsid w:val="004A2A37"/>
    <w:rsid w:val="004A2C3E"/>
    <w:rsid w:val="004A44AA"/>
    <w:rsid w:val="004A5814"/>
    <w:rsid w:val="004A590C"/>
    <w:rsid w:val="004A63B0"/>
    <w:rsid w:val="004B01D5"/>
    <w:rsid w:val="004B06D0"/>
    <w:rsid w:val="004B082A"/>
    <w:rsid w:val="004B1872"/>
    <w:rsid w:val="004B488F"/>
    <w:rsid w:val="004B4EB3"/>
    <w:rsid w:val="004B6926"/>
    <w:rsid w:val="004C3901"/>
    <w:rsid w:val="004C4ED7"/>
    <w:rsid w:val="004D08E9"/>
    <w:rsid w:val="004D194B"/>
    <w:rsid w:val="004D36D9"/>
    <w:rsid w:val="004D4220"/>
    <w:rsid w:val="004D499D"/>
    <w:rsid w:val="004D562C"/>
    <w:rsid w:val="004D7464"/>
    <w:rsid w:val="004D7CBF"/>
    <w:rsid w:val="004E0049"/>
    <w:rsid w:val="004E0BFC"/>
    <w:rsid w:val="004E0F3B"/>
    <w:rsid w:val="004E2FD1"/>
    <w:rsid w:val="004E5EA2"/>
    <w:rsid w:val="004E6CA2"/>
    <w:rsid w:val="004E7597"/>
    <w:rsid w:val="004E7A22"/>
    <w:rsid w:val="004F1BCC"/>
    <w:rsid w:val="004F1FD1"/>
    <w:rsid w:val="004F3F37"/>
    <w:rsid w:val="004F40B3"/>
    <w:rsid w:val="004F4CF0"/>
    <w:rsid w:val="00500391"/>
    <w:rsid w:val="00500DE9"/>
    <w:rsid w:val="0050269F"/>
    <w:rsid w:val="00503C93"/>
    <w:rsid w:val="00507850"/>
    <w:rsid w:val="0051129E"/>
    <w:rsid w:val="00516623"/>
    <w:rsid w:val="00520161"/>
    <w:rsid w:val="0052070B"/>
    <w:rsid w:val="0052079C"/>
    <w:rsid w:val="00520D11"/>
    <w:rsid w:val="00520D13"/>
    <w:rsid w:val="0052183C"/>
    <w:rsid w:val="00521DB1"/>
    <w:rsid w:val="00522235"/>
    <w:rsid w:val="00524691"/>
    <w:rsid w:val="00524E48"/>
    <w:rsid w:val="00526864"/>
    <w:rsid w:val="00532154"/>
    <w:rsid w:val="0053321E"/>
    <w:rsid w:val="00547544"/>
    <w:rsid w:val="0055009B"/>
    <w:rsid w:val="00552937"/>
    <w:rsid w:val="00554876"/>
    <w:rsid w:val="00557690"/>
    <w:rsid w:val="00560554"/>
    <w:rsid w:val="00560869"/>
    <w:rsid w:val="00561C62"/>
    <w:rsid w:val="005628DD"/>
    <w:rsid w:val="00564BAA"/>
    <w:rsid w:val="0056629A"/>
    <w:rsid w:val="00570404"/>
    <w:rsid w:val="0057063A"/>
    <w:rsid w:val="00571745"/>
    <w:rsid w:val="00571B3D"/>
    <w:rsid w:val="00571F49"/>
    <w:rsid w:val="00575296"/>
    <w:rsid w:val="005774E4"/>
    <w:rsid w:val="00580876"/>
    <w:rsid w:val="00580F37"/>
    <w:rsid w:val="00582DF5"/>
    <w:rsid w:val="005839BD"/>
    <w:rsid w:val="005849DE"/>
    <w:rsid w:val="00585405"/>
    <w:rsid w:val="0058627D"/>
    <w:rsid w:val="00586CB3"/>
    <w:rsid w:val="00591AAF"/>
    <w:rsid w:val="00592155"/>
    <w:rsid w:val="005935E7"/>
    <w:rsid w:val="005938C0"/>
    <w:rsid w:val="00594D8F"/>
    <w:rsid w:val="005A01F2"/>
    <w:rsid w:val="005A0EE6"/>
    <w:rsid w:val="005A1FF8"/>
    <w:rsid w:val="005A25A9"/>
    <w:rsid w:val="005A26BF"/>
    <w:rsid w:val="005A2CA8"/>
    <w:rsid w:val="005A3222"/>
    <w:rsid w:val="005A5A34"/>
    <w:rsid w:val="005A7DBB"/>
    <w:rsid w:val="005B0837"/>
    <w:rsid w:val="005B1301"/>
    <w:rsid w:val="005B161F"/>
    <w:rsid w:val="005B4D01"/>
    <w:rsid w:val="005B6BAB"/>
    <w:rsid w:val="005C1983"/>
    <w:rsid w:val="005C2172"/>
    <w:rsid w:val="005C2FED"/>
    <w:rsid w:val="005C5DB1"/>
    <w:rsid w:val="005D04D9"/>
    <w:rsid w:val="005D10C6"/>
    <w:rsid w:val="005D1DEE"/>
    <w:rsid w:val="005D2A8C"/>
    <w:rsid w:val="005D2FCE"/>
    <w:rsid w:val="005D37E9"/>
    <w:rsid w:val="005D4E9C"/>
    <w:rsid w:val="005D75A5"/>
    <w:rsid w:val="005E0210"/>
    <w:rsid w:val="005E11C6"/>
    <w:rsid w:val="005E50FA"/>
    <w:rsid w:val="005E7648"/>
    <w:rsid w:val="005E7AE3"/>
    <w:rsid w:val="005F0E72"/>
    <w:rsid w:val="005F156C"/>
    <w:rsid w:val="005F18CB"/>
    <w:rsid w:val="005F7784"/>
    <w:rsid w:val="0060206E"/>
    <w:rsid w:val="006025BB"/>
    <w:rsid w:val="00603090"/>
    <w:rsid w:val="00604C21"/>
    <w:rsid w:val="00605CBB"/>
    <w:rsid w:val="00606F55"/>
    <w:rsid w:val="00607290"/>
    <w:rsid w:val="00613AFA"/>
    <w:rsid w:val="00614E16"/>
    <w:rsid w:val="0061565A"/>
    <w:rsid w:val="00615F91"/>
    <w:rsid w:val="00621B40"/>
    <w:rsid w:val="00623F98"/>
    <w:rsid w:val="00624BC5"/>
    <w:rsid w:val="00626145"/>
    <w:rsid w:val="006268D7"/>
    <w:rsid w:val="00627292"/>
    <w:rsid w:val="00627E8A"/>
    <w:rsid w:val="006308E6"/>
    <w:rsid w:val="00630B47"/>
    <w:rsid w:val="0063428B"/>
    <w:rsid w:val="006344BE"/>
    <w:rsid w:val="00634CDD"/>
    <w:rsid w:val="00634EE3"/>
    <w:rsid w:val="0064419B"/>
    <w:rsid w:val="0064431C"/>
    <w:rsid w:val="00644A65"/>
    <w:rsid w:val="00647921"/>
    <w:rsid w:val="0065071B"/>
    <w:rsid w:val="00650CC8"/>
    <w:rsid w:val="00651779"/>
    <w:rsid w:val="00655867"/>
    <w:rsid w:val="00656AC2"/>
    <w:rsid w:val="00657770"/>
    <w:rsid w:val="00662155"/>
    <w:rsid w:val="006633C5"/>
    <w:rsid w:val="006633F8"/>
    <w:rsid w:val="0066722F"/>
    <w:rsid w:val="0066799D"/>
    <w:rsid w:val="00667ECA"/>
    <w:rsid w:val="006701B0"/>
    <w:rsid w:val="00670486"/>
    <w:rsid w:val="00670A10"/>
    <w:rsid w:val="006716BA"/>
    <w:rsid w:val="00673123"/>
    <w:rsid w:val="0068030F"/>
    <w:rsid w:val="00681213"/>
    <w:rsid w:val="006817B7"/>
    <w:rsid w:val="006834B4"/>
    <w:rsid w:val="00685415"/>
    <w:rsid w:val="006939AA"/>
    <w:rsid w:val="00696B6F"/>
    <w:rsid w:val="00697DFB"/>
    <w:rsid w:val="006A23BD"/>
    <w:rsid w:val="006A3D9D"/>
    <w:rsid w:val="006A4B77"/>
    <w:rsid w:val="006A4D82"/>
    <w:rsid w:val="006A6319"/>
    <w:rsid w:val="006A7BC0"/>
    <w:rsid w:val="006B1FFF"/>
    <w:rsid w:val="006B238C"/>
    <w:rsid w:val="006B6470"/>
    <w:rsid w:val="006B6E04"/>
    <w:rsid w:val="006B781B"/>
    <w:rsid w:val="006C03C5"/>
    <w:rsid w:val="006C146B"/>
    <w:rsid w:val="006C1B26"/>
    <w:rsid w:val="006C2911"/>
    <w:rsid w:val="006C36CD"/>
    <w:rsid w:val="006C3BC0"/>
    <w:rsid w:val="006C3D6F"/>
    <w:rsid w:val="006C4095"/>
    <w:rsid w:val="006C49EC"/>
    <w:rsid w:val="006C5BCA"/>
    <w:rsid w:val="006C6B0A"/>
    <w:rsid w:val="006C6B95"/>
    <w:rsid w:val="006C6D73"/>
    <w:rsid w:val="006D2047"/>
    <w:rsid w:val="006D355C"/>
    <w:rsid w:val="006D70BA"/>
    <w:rsid w:val="006D7B86"/>
    <w:rsid w:val="006E07CD"/>
    <w:rsid w:val="006E08E7"/>
    <w:rsid w:val="006E0AC6"/>
    <w:rsid w:val="006E27A4"/>
    <w:rsid w:val="006E2D49"/>
    <w:rsid w:val="006E35CF"/>
    <w:rsid w:val="006E51D3"/>
    <w:rsid w:val="006E55F1"/>
    <w:rsid w:val="006E5E05"/>
    <w:rsid w:val="006E7CB5"/>
    <w:rsid w:val="00701FBC"/>
    <w:rsid w:val="00702FF6"/>
    <w:rsid w:val="00710CBA"/>
    <w:rsid w:val="00714D91"/>
    <w:rsid w:val="007168AF"/>
    <w:rsid w:val="0072090C"/>
    <w:rsid w:val="00720E66"/>
    <w:rsid w:val="00722C70"/>
    <w:rsid w:val="00722CF7"/>
    <w:rsid w:val="00725301"/>
    <w:rsid w:val="00726700"/>
    <w:rsid w:val="0072723A"/>
    <w:rsid w:val="0073108D"/>
    <w:rsid w:val="00734702"/>
    <w:rsid w:val="007353F3"/>
    <w:rsid w:val="00736217"/>
    <w:rsid w:val="00740057"/>
    <w:rsid w:val="00740787"/>
    <w:rsid w:val="0074431D"/>
    <w:rsid w:val="00744A0B"/>
    <w:rsid w:val="00745859"/>
    <w:rsid w:val="00745BDF"/>
    <w:rsid w:val="00746EFF"/>
    <w:rsid w:val="007479A5"/>
    <w:rsid w:val="007519CB"/>
    <w:rsid w:val="00752DFA"/>
    <w:rsid w:val="00752EC9"/>
    <w:rsid w:val="00756522"/>
    <w:rsid w:val="007570D5"/>
    <w:rsid w:val="007579CF"/>
    <w:rsid w:val="00757F86"/>
    <w:rsid w:val="007603A1"/>
    <w:rsid w:val="007652F6"/>
    <w:rsid w:val="007665B8"/>
    <w:rsid w:val="00766AB8"/>
    <w:rsid w:val="00770CC5"/>
    <w:rsid w:val="007729F3"/>
    <w:rsid w:val="00775144"/>
    <w:rsid w:val="00777692"/>
    <w:rsid w:val="00783F25"/>
    <w:rsid w:val="007843F5"/>
    <w:rsid w:val="0078509F"/>
    <w:rsid w:val="00785F4F"/>
    <w:rsid w:val="00787EE2"/>
    <w:rsid w:val="00790C3A"/>
    <w:rsid w:val="00795DF1"/>
    <w:rsid w:val="007976C6"/>
    <w:rsid w:val="00797A15"/>
    <w:rsid w:val="007A0473"/>
    <w:rsid w:val="007A1D54"/>
    <w:rsid w:val="007A2A9A"/>
    <w:rsid w:val="007A2BF2"/>
    <w:rsid w:val="007A2E3B"/>
    <w:rsid w:val="007A6907"/>
    <w:rsid w:val="007A6CFE"/>
    <w:rsid w:val="007B6764"/>
    <w:rsid w:val="007C04EA"/>
    <w:rsid w:val="007C2CAB"/>
    <w:rsid w:val="007C3372"/>
    <w:rsid w:val="007C339F"/>
    <w:rsid w:val="007C44E9"/>
    <w:rsid w:val="007C6E85"/>
    <w:rsid w:val="007D1995"/>
    <w:rsid w:val="007D3AB6"/>
    <w:rsid w:val="007D54F8"/>
    <w:rsid w:val="007D7305"/>
    <w:rsid w:val="007E046E"/>
    <w:rsid w:val="007E120D"/>
    <w:rsid w:val="007E124D"/>
    <w:rsid w:val="007E2D3F"/>
    <w:rsid w:val="007E51E9"/>
    <w:rsid w:val="007E650A"/>
    <w:rsid w:val="007E65D7"/>
    <w:rsid w:val="007E7A99"/>
    <w:rsid w:val="007F4400"/>
    <w:rsid w:val="007F606D"/>
    <w:rsid w:val="00800EBF"/>
    <w:rsid w:val="008015EB"/>
    <w:rsid w:val="008023BF"/>
    <w:rsid w:val="00802A39"/>
    <w:rsid w:val="0080376B"/>
    <w:rsid w:val="00804639"/>
    <w:rsid w:val="008054A6"/>
    <w:rsid w:val="00806F8D"/>
    <w:rsid w:val="00814020"/>
    <w:rsid w:val="0081504F"/>
    <w:rsid w:val="00815A24"/>
    <w:rsid w:val="00817090"/>
    <w:rsid w:val="00817959"/>
    <w:rsid w:val="0082118A"/>
    <w:rsid w:val="00823A99"/>
    <w:rsid w:val="00825571"/>
    <w:rsid w:val="008257C2"/>
    <w:rsid w:val="00825FFE"/>
    <w:rsid w:val="0082683B"/>
    <w:rsid w:val="00827A1B"/>
    <w:rsid w:val="00827B39"/>
    <w:rsid w:val="008309CE"/>
    <w:rsid w:val="00831A2E"/>
    <w:rsid w:val="00831F21"/>
    <w:rsid w:val="00833EF8"/>
    <w:rsid w:val="0083656E"/>
    <w:rsid w:val="00837780"/>
    <w:rsid w:val="00840C23"/>
    <w:rsid w:val="00840D14"/>
    <w:rsid w:val="0084370F"/>
    <w:rsid w:val="00847EA1"/>
    <w:rsid w:val="00850887"/>
    <w:rsid w:val="00850996"/>
    <w:rsid w:val="008527B7"/>
    <w:rsid w:val="008532D0"/>
    <w:rsid w:val="008560F9"/>
    <w:rsid w:val="0086079B"/>
    <w:rsid w:val="00860AFC"/>
    <w:rsid w:val="008625B8"/>
    <w:rsid w:val="00863785"/>
    <w:rsid w:val="0087107A"/>
    <w:rsid w:val="0087161B"/>
    <w:rsid w:val="00874B2A"/>
    <w:rsid w:val="00880E48"/>
    <w:rsid w:val="00882934"/>
    <w:rsid w:val="0088563B"/>
    <w:rsid w:val="0089092F"/>
    <w:rsid w:val="008921EB"/>
    <w:rsid w:val="00896DEE"/>
    <w:rsid w:val="00896FC5"/>
    <w:rsid w:val="00897D48"/>
    <w:rsid w:val="008A0224"/>
    <w:rsid w:val="008A0BE1"/>
    <w:rsid w:val="008A11E4"/>
    <w:rsid w:val="008A2149"/>
    <w:rsid w:val="008A22F5"/>
    <w:rsid w:val="008A43E6"/>
    <w:rsid w:val="008A6D83"/>
    <w:rsid w:val="008A7C73"/>
    <w:rsid w:val="008A7ED6"/>
    <w:rsid w:val="008B0B26"/>
    <w:rsid w:val="008B102A"/>
    <w:rsid w:val="008B1913"/>
    <w:rsid w:val="008B4898"/>
    <w:rsid w:val="008B5789"/>
    <w:rsid w:val="008B6C92"/>
    <w:rsid w:val="008C05BF"/>
    <w:rsid w:val="008C0800"/>
    <w:rsid w:val="008C080D"/>
    <w:rsid w:val="008C0CDF"/>
    <w:rsid w:val="008C0DD0"/>
    <w:rsid w:val="008C2BA0"/>
    <w:rsid w:val="008C3C17"/>
    <w:rsid w:val="008C43D9"/>
    <w:rsid w:val="008C56D7"/>
    <w:rsid w:val="008C7EC3"/>
    <w:rsid w:val="008D2207"/>
    <w:rsid w:val="008D33BE"/>
    <w:rsid w:val="008D4552"/>
    <w:rsid w:val="008D5721"/>
    <w:rsid w:val="008D6C91"/>
    <w:rsid w:val="008D7C9A"/>
    <w:rsid w:val="008E0E9F"/>
    <w:rsid w:val="008E20B7"/>
    <w:rsid w:val="008E37FE"/>
    <w:rsid w:val="008E489D"/>
    <w:rsid w:val="008E5B94"/>
    <w:rsid w:val="008E6CAE"/>
    <w:rsid w:val="008E74CA"/>
    <w:rsid w:val="008E754D"/>
    <w:rsid w:val="008E7DAB"/>
    <w:rsid w:val="008F272F"/>
    <w:rsid w:val="008F4026"/>
    <w:rsid w:val="008F5098"/>
    <w:rsid w:val="008F6D20"/>
    <w:rsid w:val="008F7A48"/>
    <w:rsid w:val="008F7B02"/>
    <w:rsid w:val="00900E19"/>
    <w:rsid w:val="00902CA1"/>
    <w:rsid w:val="0090550C"/>
    <w:rsid w:val="00906A36"/>
    <w:rsid w:val="009123F2"/>
    <w:rsid w:val="00913FB8"/>
    <w:rsid w:val="0091551B"/>
    <w:rsid w:val="009207B2"/>
    <w:rsid w:val="009212E0"/>
    <w:rsid w:val="00921581"/>
    <w:rsid w:val="00921878"/>
    <w:rsid w:val="00921C41"/>
    <w:rsid w:val="00923D89"/>
    <w:rsid w:val="00927544"/>
    <w:rsid w:val="00927C53"/>
    <w:rsid w:val="009308C7"/>
    <w:rsid w:val="00931EE0"/>
    <w:rsid w:val="00932744"/>
    <w:rsid w:val="00934FD1"/>
    <w:rsid w:val="00935990"/>
    <w:rsid w:val="00936043"/>
    <w:rsid w:val="009410F4"/>
    <w:rsid w:val="0094594B"/>
    <w:rsid w:val="009542B2"/>
    <w:rsid w:val="00955748"/>
    <w:rsid w:val="0095794A"/>
    <w:rsid w:val="00960B07"/>
    <w:rsid w:val="00963448"/>
    <w:rsid w:val="00964CDB"/>
    <w:rsid w:val="009665DA"/>
    <w:rsid w:val="009669CF"/>
    <w:rsid w:val="00970744"/>
    <w:rsid w:val="00975C50"/>
    <w:rsid w:val="009779AE"/>
    <w:rsid w:val="00977FEC"/>
    <w:rsid w:val="00981E86"/>
    <w:rsid w:val="009849CA"/>
    <w:rsid w:val="00984B50"/>
    <w:rsid w:val="00986D29"/>
    <w:rsid w:val="0098701D"/>
    <w:rsid w:val="00990700"/>
    <w:rsid w:val="00993402"/>
    <w:rsid w:val="009937B0"/>
    <w:rsid w:val="00995D62"/>
    <w:rsid w:val="009A18CC"/>
    <w:rsid w:val="009A1F17"/>
    <w:rsid w:val="009A29B4"/>
    <w:rsid w:val="009A320C"/>
    <w:rsid w:val="009A3FA5"/>
    <w:rsid w:val="009A43F0"/>
    <w:rsid w:val="009A4929"/>
    <w:rsid w:val="009B124F"/>
    <w:rsid w:val="009B4E00"/>
    <w:rsid w:val="009B5EC8"/>
    <w:rsid w:val="009B6893"/>
    <w:rsid w:val="009C05BC"/>
    <w:rsid w:val="009C19EF"/>
    <w:rsid w:val="009C4764"/>
    <w:rsid w:val="009C75C1"/>
    <w:rsid w:val="009D0557"/>
    <w:rsid w:val="009D10F6"/>
    <w:rsid w:val="009D206C"/>
    <w:rsid w:val="009D3A9A"/>
    <w:rsid w:val="009D7B0F"/>
    <w:rsid w:val="009D7BE4"/>
    <w:rsid w:val="009E00D2"/>
    <w:rsid w:val="009E0B91"/>
    <w:rsid w:val="009E0FA9"/>
    <w:rsid w:val="009E15B5"/>
    <w:rsid w:val="009E4467"/>
    <w:rsid w:val="009E72F9"/>
    <w:rsid w:val="009E7B4F"/>
    <w:rsid w:val="009F085D"/>
    <w:rsid w:val="009F1903"/>
    <w:rsid w:val="009F33DD"/>
    <w:rsid w:val="009F340B"/>
    <w:rsid w:val="009F3C48"/>
    <w:rsid w:val="009F3DDF"/>
    <w:rsid w:val="009F4985"/>
    <w:rsid w:val="009F503E"/>
    <w:rsid w:val="009F5F49"/>
    <w:rsid w:val="009F6513"/>
    <w:rsid w:val="00A00204"/>
    <w:rsid w:val="00A01333"/>
    <w:rsid w:val="00A12D35"/>
    <w:rsid w:val="00A14847"/>
    <w:rsid w:val="00A1607A"/>
    <w:rsid w:val="00A16715"/>
    <w:rsid w:val="00A171BE"/>
    <w:rsid w:val="00A20ACB"/>
    <w:rsid w:val="00A2374F"/>
    <w:rsid w:val="00A23D44"/>
    <w:rsid w:val="00A243AC"/>
    <w:rsid w:val="00A24A8E"/>
    <w:rsid w:val="00A24B64"/>
    <w:rsid w:val="00A26969"/>
    <w:rsid w:val="00A27F18"/>
    <w:rsid w:val="00A309FF"/>
    <w:rsid w:val="00A31035"/>
    <w:rsid w:val="00A324BF"/>
    <w:rsid w:val="00A3644C"/>
    <w:rsid w:val="00A36965"/>
    <w:rsid w:val="00A37BA9"/>
    <w:rsid w:val="00A40035"/>
    <w:rsid w:val="00A427CB"/>
    <w:rsid w:val="00A46601"/>
    <w:rsid w:val="00A46A16"/>
    <w:rsid w:val="00A51941"/>
    <w:rsid w:val="00A51A1A"/>
    <w:rsid w:val="00A51BFD"/>
    <w:rsid w:val="00A51E55"/>
    <w:rsid w:val="00A53DCC"/>
    <w:rsid w:val="00A554A9"/>
    <w:rsid w:val="00A608C0"/>
    <w:rsid w:val="00A62531"/>
    <w:rsid w:val="00A6280A"/>
    <w:rsid w:val="00A63783"/>
    <w:rsid w:val="00A66EF8"/>
    <w:rsid w:val="00A7071B"/>
    <w:rsid w:val="00A7101F"/>
    <w:rsid w:val="00A7142F"/>
    <w:rsid w:val="00A73168"/>
    <w:rsid w:val="00A748C2"/>
    <w:rsid w:val="00A766CF"/>
    <w:rsid w:val="00A7705F"/>
    <w:rsid w:val="00A77A31"/>
    <w:rsid w:val="00A8138D"/>
    <w:rsid w:val="00A819BF"/>
    <w:rsid w:val="00A872D1"/>
    <w:rsid w:val="00A873BA"/>
    <w:rsid w:val="00A874CA"/>
    <w:rsid w:val="00A9344A"/>
    <w:rsid w:val="00A960CE"/>
    <w:rsid w:val="00AA0A8B"/>
    <w:rsid w:val="00AA17EF"/>
    <w:rsid w:val="00AA27B4"/>
    <w:rsid w:val="00AA3180"/>
    <w:rsid w:val="00AB0AA7"/>
    <w:rsid w:val="00AB2016"/>
    <w:rsid w:val="00AB30B3"/>
    <w:rsid w:val="00AB34B0"/>
    <w:rsid w:val="00AB3C8C"/>
    <w:rsid w:val="00AB4E8B"/>
    <w:rsid w:val="00AB5EC5"/>
    <w:rsid w:val="00AB5F09"/>
    <w:rsid w:val="00AB5FF5"/>
    <w:rsid w:val="00AC0457"/>
    <w:rsid w:val="00AC0F22"/>
    <w:rsid w:val="00AC105B"/>
    <w:rsid w:val="00AC1D0A"/>
    <w:rsid w:val="00AC73C6"/>
    <w:rsid w:val="00AD144E"/>
    <w:rsid w:val="00AD18E5"/>
    <w:rsid w:val="00AD242F"/>
    <w:rsid w:val="00AD4771"/>
    <w:rsid w:val="00AD5844"/>
    <w:rsid w:val="00AD7827"/>
    <w:rsid w:val="00AD7DE4"/>
    <w:rsid w:val="00AE1D44"/>
    <w:rsid w:val="00AE31B5"/>
    <w:rsid w:val="00AE4087"/>
    <w:rsid w:val="00AF09B7"/>
    <w:rsid w:val="00AF1B8D"/>
    <w:rsid w:val="00AF31A8"/>
    <w:rsid w:val="00AF3249"/>
    <w:rsid w:val="00AF36D7"/>
    <w:rsid w:val="00AF47E9"/>
    <w:rsid w:val="00AF4E7F"/>
    <w:rsid w:val="00AF697C"/>
    <w:rsid w:val="00B00BF6"/>
    <w:rsid w:val="00B0189A"/>
    <w:rsid w:val="00B02794"/>
    <w:rsid w:val="00B06341"/>
    <w:rsid w:val="00B10C65"/>
    <w:rsid w:val="00B10FC9"/>
    <w:rsid w:val="00B11616"/>
    <w:rsid w:val="00B11DEC"/>
    <w:rsid w:val="00B132AA"/>
    <w:rsid w:val="00B14DE9"/>
    <w:rsid w:val="00B155D9"/>
    <w:rsid w:val="00B17B7E"/>
    <w:rsid w:val="00B20024"/>
    <w:rsid w:val="00B26C5D"/>
    <w:rsid w:val="00B276C7"/>
    <w:rsid w:val="00B27807"/>
    <w:rsid w:val="00B36056"/>
    <w:rsid w:val="00B37687"/>
    <w:rsid w:val="00B41783"/>
    <w:rsid w:val="00B43FFD"/>
    <w:rsid w:val="00B44AA6"/>
    <w:rsid w:val="00B44DDA"/>
    <w:rsid w:val="00B4616C"/>
    <w:rsid w:val="00B47773"/>
    <w:rsid w:val="00B513C3"/>
    <w:rsid w:val="00B5293C"/>
    <w:rsid w:val="00B5407A"/>
    <w:rsid w:val="00B54FA1"/>
    <w:rsid w:val="00B5724E"/>
    <w:rsid w:val="00B60A24"/>
    <w:rsid w:val="00B619FA"/>
    <w:rsid w:val="00B61EAB"/>
    <w:rsid w:val="00B640BB"/>
    <w:rsid w:val="00B66F09"/>
    <w:rsid w:val="00B67D09"/>
    <w:rsid w:val="00B7170F"/>
    <w:rsid w:val="00B7266D"/>
    <w:rsid w:val="00B74BA3"/>
    <w:rsid w:val="00B8025C"/>
    <w:rsid w:val="00B8247D"/>
    <w:rsid w:val="00B82A1D"/>
    <w:rsid w:val="00B85495"/>
    <w:rsid w:val="00B8674D"/>
    <w:rsid w:val="00B92308"/>
    <w:rsid w:val="00B923C8"/>
    <w:rsid w:val="00B9347A"/>
    <w:rsid w:val="00B950F7"/>
    <w:rsid w:val="00B95F34"/>
    <w:rsid w:val="00BA08DB"/>
    <w:rsid w:val="00BA29FE"/>
    <w:rsid w:val="00BA30B2"/>
    <w:rsid w:val="00BA3277"/>
    <w:rsid w:val="00BA3347"/>
    <w:rsid w:val="00BA3861"/>
    <w:rsid w:val="00BA3A58"/>
    <w:rsid w:val="00BA5730"/>
    <w:rsid w:val="00BA5CD0"/>
    <w:rsid w:val="00BA62E7"/>
    <w:rsid w:val="00BA708C"/>
    <w:rsid w:val="00BA7721"/>
    <w:rsid w:val="00BA78FC"/>
    <w:rsid w:val="00BA7B53"/>
    <w:rsid w:val="00BA7F01"/>
    <w:rsid w:val="00BB262A"/>
    <w:rsid w:val="00BB42B6"/>
    <w:rsid w:val="00BB5685"/>
    <w:rsid w:val="00BB5788"/>
    <w:rsid w:val="00BB6117"/>
    <w:rsid w:val="00BB6FBC"/>
    <w:rsid w:val="00BB7FC8"/>
    <w:rsid w:val="00BC1269"/>
    <w:rsid w:val="00BC27AC"/>
    <w:rsid w:val="00BC3900"/>
    <w:rsid w:val="00BC4871"/>
    <w:rsid w:val="00BC5EE2"/>
    <w:rsid w:val="00BC621D"/>
    <w:rsid w:val="00BC6D55"/>
    <w:rsid w:val="00BD0ACA"/>
    <w:rsid w:val="00BD0F10"/>
    <w:rsid w:val="00BD1114"/>
    <w:rsid w:val="00BD244E"/>
    <w:rsid w:val="00BD25E2"/>
    <w:rsid w:val="00BD3382"/>
    <w:rsid w:val="00BD38E3"/>
    <w:rsid w:val="00BD52E5"/>
    <w:rsid w:val="00BD5A01"/>
    <w:rsid w:val="00BD5A4A"/>
    <w:rsid w:val="00BD605E"/>
    <w:rsid w:val="00BD66C7"/>
    <w:rsid w:val="00BD6DE9"/>
    <w:rsid w:val="00BD79D6"/>
    <w:rsid w:val="00BE0564"/>
    <w:rsid w:val="00BE1E4D"/>
    <w:rsid w:val="00BE1EF3"/>
    <w:rsid w:val="00BE20FC"/>
    <w:rsid w:val="00BE2495"/>
    <w:rsid w:val="00BE455A"/>
    <w:rsid w:val="00BE4584"/>
    <w:rsid w:val="00BE5A7C"/>
    <w:rsid w:val="00BE69BD"/>
    <w:rsid w:val="00BE713A"/>
    <w:rsid w:val="00BF0071"/>
    <w:rsid w:val="00BF0F93"/>
    <w:rsid w:val="00BF355C"/>
    <w:rsid w:val="00BF454B"/>
    <w:rsid w:val="00BF71BA"/>
    <w:rsid w:val="00BF7B8D"/>
    <w:rsid w:val="00C004D1"/>
    <w:rsid w:val="00C01BBA"/>
    <w:rsid w:val="00C0492C"/>
    <w:rsid w:val="00C04C31"/>
    <w:rsid w:val="00C05A69"/>
    <w:rsid w:val="00C078E7"/>
    <w:rsid w:val="00C13656"/>
    <w:rsid w:val="00C159BF"/>
    <w:rsid w:val="00C20E19"/>
    <w:rsid w:val="00C21B0C"/>
    <w:rsid w:val="00C21C0E"/>
    <w:rsid w:val="00C246A5"/>
    <w:rsid w:val="00C26076"/>
    <w:rsid w:val="00C2622D"/>
    <w:rsid w:val="00C27AE9"/>
    <w:rsid w:val="00C308FE"/>
    <w:rsid w:val="00C30D52"/>
    <w:rsid w:val="00C3147D"/>
    <w:rsid w:val="00C31C1E"/>
    <w:rsid w:val="00C32BEA"/>
    <w:rsid w:val="00C3383B"/>
    <w:rsid w:val="00C33BC1"/>
    <w:rsid w:val="00C34BAB"/>
    <w:rsid w:val="00C37FD2"/>
    <w:rsid w:val="00C403BC"/>
    <w:rsid w:val="00C409A0"/>
    <w:rsid w:val="00C41DB5"/>
    <w:rsid w:val="00C43866"/>
    <w:rsid w:val="00C43D62"/>
    <w:rsid w:val="00C44698"/>
    <w:rsid w:val="00C452AC"/>
    <w:rsid w:val="00C458DF"/>
    <w:rsid w:val="00C46CB7"/>
    <w:rsid w:val="00C52005"/>
    <w:rsid w:val="00C52D18"/>
    <w:rsid w:val="00C52D34"/>
    <w:rsid w:val="00C53236"/>
    <w:rsid w:val="00C53E43"/>
    <w:rsid w:val="00C55CAB"/>
    <w:rsid w:val="00C55E9A"/>
    <w:rsid w:val="00C564C9"/>
    <w:rsid w:val="00C56B80"/>
    <w:rsid w:val="00C615FF"/>
    <w:rsid w:val="00C616F4"/>
    <w:rsid w:val="00C63296"/>
    <w:rsid w:val="00C66835"/>
    <w:rsid w:val="00C67FBC"/>
    <w:rsid w:val="00C71C85"/>
    <w:rsid w:val="00C72854"/>
    <w:rsid w:val="00C738DA"/>
    <w:rsid w:val="00C74071"/>
    <w:rsid w:val="00C7508F"/>
    <w:rsid w:val="00C779D2"/>
    <w:rsid w:val="00C83EF5"/>
    <w:rsid w:val="00C84344"/>
    <w:rsid w:val="00C84F1B"/>
    <w:rsid w:val="00C84F63"/>
    <w:rsid w:val="00C850C7"/>
    <w:rsid w:val="00C863CE"/>
    <w:rsid w:val="00C863D2"/>
    <w:rsid w:val="00C865D3"/>
    <w:rsid w:val="00C8734D"/>
    <w:rsid w:val="00C87742"/>
    <w:rsid w:val="00C9105E"/>
    <w:rsid w:val="00C910E3"/>
    <w:rsid w:val="00C921CF"/>
    <w:rsid w:val="00C922EB"/>
    <w:rsid w:val="00C939A4"/>
    <w:rsid w:val="00C9415C"/>
    <w:rsid w:val="00C9495A"/>
    <w:rsid w:val="00CA0F5A"/>
    <w:rsid w:val="00CA2173"/>
    <w:rsid w:val="00CA22B3"/>
    <w:rsid w:val="00CA2C60"/>
    <w:rsid w:val="00CA4469"/>
    <w:rsid w:val="00CA46F2"/>
    <w:rsid w:val="00CA478E"/>
    <w:rsid w:val="00CA7AD1"/>
    <w:rsid w:val="00CB000E"/>
    <w:rsid w:val="00CB138F"/>
    <w:rsid w:val="00CB1650"/>
    <w:rsid w:val="00CB1B4B"/>
    <w:rsid w:val="00CB4AA3"/>
    <w:rsid w:val="00CB53BA"/>
    <w:rsid w:val="00CB6E6A"/>
    <w:rsid w:val="00CC0A73"/>
    <w:rsid w:val="00CC2713"/>
    <w:rsid w:val="00CC5747"/>
    <w:rsid w:val="00CC5778"/>
    <w:rsid w:val="00CD1263"/>
    <w:rsid w:val="00CD12EE"/>
    <w:rsid w:val="00CD1D35"/>
    <w:rsid w:val="00CD29F0"/>
    <w:rsid w:val="00CD31DB"/>
    <w:rsid w:val="00CD4E21"/>
    <w:rsid w:val="00CD544B"/>
    <w:rsid w:val="00CD771C"/>
    <w:rsid w:val="00CD7724"/>
    <w:rsid w:val="00CE15C1"/>
    <w:rsid w:val="00CE1B5E"/>
    <w:rsid w:val="00CE2470"/>
    <w:rsid w:val="00CE417B"/>
    <w:rsid w:val="00CE56DE"/>
    <w:rsid w:val="00CE7204"/>
    <w:rsid w:val="00CF2185"/>
    <w:rsid w:val="00CF297E"/>
    <w:rsid w:val="00CF3DC2"/>
    <w:rsid w:val="00CF4B2A"/>
    <w:rsid w:val="00CF593A"/>
    <w:rsid w:val="00CF5A1D"/>
    <w:rsid w:val="00D002F8"/>
    <w:rsid w:val="00D02419"/>
    <w:rsid w:val="00D03FBD"/>
    <w:rsid w:val="00D049CB"/>
    <w:rsid w:val="00D04D7E"/>
    <w:rsid w:val="00D110C0"/>
    <w:rsid w:val="00D13CD5"/>
    <w:rsid w:val="00D15E8F"/>
    <w:rsid w:val="00D16534"/>
    <w:rsid w:val="00D16F7A"/>
    <w:rsid w:val="00D17086"/>
    <w:rsid w:val="00D17C85"/>
    <w:rsid w:val="00D20AF4"/>
    <w:rsid w:val="00D26ED2"/>
    <w:rsid w:val="00D35767"/>
    <w:rsid w:val="00D40B93"/>
    <w:rsid w:val="00D40CDD"/>
    <w:rsid w:val="00D4185D"/>
    <w:rsid w:val="00D4391C"/>
    <w:rsid w:val="00D50C06"/>
    <w:rsid w:val="00D5196A"/>
    <w:rsid w:val="00D52B4A"/>
    <w:rsid w:val="00D52BE6"/>
    <w:rsid w:val="00D544B2"/>
    <w:rsid w:val="00D571DD"/>
    <w:rsid w:val="00D606C4"/>
    <w:rsid w:val="00D60CA5"/>
    <w:rsid w:val="00D626B1"/>
    <w:rsid w:val="00D62E9D"/>
    <w:rsid w:val="00D73154"/>
    <w:rsid w:val="00D756FB"/>
    <w:rsid w:val="00D76CFD"/>
    <w:rsid w:val="00D820C7"/>
    <w:rsid w:val="00D830B9"/>
    <w:rsid w:val="00D84686"/>
    <w:rsid w:val="00D84F4C"/>
    <w:rsid w:val="00D85A87"/>
    <w:rsid w:val="00D87B00"/>
    <w:rsid w:val="00D903F1"/>
    <w:rsid w:val="00D90DF6"/>
    <w:rsid w:val="00D90ECB"/>
    <w:rsid w:val="00D913B7"/>
    <w:rsid w:val="00D92694"/>
    <w:rsid w:val="00D927E3"/>
    <w:rsid w:val="00D97AF7"/>
    <w:rsid w:val="00DA07D8"/>
    <w:rsid w:val="00DA1E21"/>
    <w:rsid w:val="00DA569B"/>
    <w:rsid w:val="00DA7339"/>
    <w:rsid w:val="00DA7A36"/>
    <w:rsid w:val="00DA7AAF"/>
    <w:rsid w:val="00DB0D68"/>
    <w:rsid w:val="00DB2313"/>
    <w:rsid w:val="00DB44AF"/>
    <w:rsid w:val="00DB53E5"/>
    <w:rsid w:val="00DB5DF5"/>
    <w:rsid w:val="00DB74B9"/>
    <w:rsid w:val="00DB7F28"/>
    <w:rsid w:val="00DC3F1F"/>
    <w:rsid w:val="00DC4973"/>
    <w:rsid w:val="00DC5C07"/>
    <w:rsid w:val="00DC6CAF"/>
    <w:rsid w:val="00DD066A"/>
    <w:rsid w:val="00DD09AA"/>
    <w:rsid w:val="00DD17A3"/>
    <w:rsid w:val="00DD17FD"/>
    <w:rsid w:val="00DD1E45"/>
    <w:rsid w:val="00DD418B"/>
    <w:rsid w:val="00DD5ED3"/>
    <w:rsid w:val="00DD6777"/>
    <w:rsid w:val="00DD7CE6"/>
    <w:rsid w:val="00DE0703"/>
    <w:rsid w:val="00DE14AA"/>
    <w:rsid w:val="00DE1A70"/>
    <w:rsid w:val="00DE3A20"/>
    <w:rsid w:val="00DE45EF"/>
    <w:rsid w:val="00DE5871"/>
    <w:rsid w:val="00DE6EDE"/>
    <w:rsid w:val="00DF03CC"/>
    <w:rsid w:val="00DF42A9"/>
    <w:rsid w:val="00DF45D4"/>
    <w:rsid w:val="00DF471A"/>
    <w:rsid w:val="00DF6492"/>
    <w:rsid w:val="00DF6A96"/>
    <w:rsid w:val="00DF7CA6"/>
    <w:rsid w:val="00E03D30"/>
    <w:rsid w:val="00E05550"/>
    <w:rsid w:val="00E06CB5"/>
    <w:rsid w:val="00E077BE"/>
    <w:rsid w:val="00E130EF"/>
    <w:rsid w:val="00E15845"/>
    <w:rsid w:val="00E160F6"/>
    <w:rsid w:val="00E16744"/>
    <w:rsid w:val="00E16841"/>
    <w:rsid w:val="00E2072B"/>
    <w:rsid w:val="00E20CE8"/>
    <w:rsid w:val="00E21802"/>
    <w:rsid w:val="00E22D2E"/>
    <w:rsid w:val="00E237DD"/>
    <w:rsid w:val="00E24C3C"/>
    <w:rsid w:val="00E25CC6"/>
    <w:rsid w:val="00E260B6"/>
    <w:rsid w:val="00E26A02"/>
    <w:rsid w:val="00E31360"/>
    <w:rsid w:val="00E31548"/>
    <w:rsid w:val="00E353E3"/>
    <w:rsid w:val="00E37F68"/>
    <w:rsid w:val="00E37F8D"/>
    <w:rsid w:val="00E40A44"/>
    <w:rsid w:val="00E4116B"/>
    <w:rsid w:val="00E43235"/>
    <w:rsid w:val="00E44A97"/>
    <w:rsid w:val="00E45233"/>
    <w:rsid w:val="00E47E9F"/>
    <w:rsid w:val="00E47F39"/>
    <w:rsid w:val="00E50024"/>
    <w:rsid w:val="00E501C1"/>
    <w:rsid w:val="00E50E18"/>
    <w:rsid w:val="00E50EBB"/>
    <w:rsid w:val="00E5217A"/>
    <w:rsid w:val="00E538F6"/>
    <w:rsid w:val="00E54C08"/>
    <w:rsid w:val="00E56302"/>
    <w:rsid w:val="00E56837"/>
    <w:rsid w:val="00E61433"/>
    <w:rsid w:val="00E61F4A"/>
    <w:rsid w:val="00E62395"/>
    <w:rsid w:val="00E64025"/>
    <w:rsid w:val="00E677DF"/>
    <w:rsid w:val="00E71938"/>
    <w:rsid w:val="00E72145"/>
    <w:rsid w:val="00E72977"/>
    <w:rsid w:val="00E72A3E"/>
    <w:rsid w:val="00E73B04"/>
    <w:rsid w:val="00E73BDC"/>
    <w:rsid w:val="00E74260"/>
    <w:rsid w:val="00E7469B"/>
    <w:rsid w:val="00E76200"/>
    <w:rsid w:val="00E76F55"/>
    <w:rsid w:val="00E80120"/>
    <w:rsid w:val="00E807BE"/>
    <w:rsid w:val="00E80AD0"/>
    <w:rsid w:val="00E80E8D"/>
    <w:rsid w:val="00E823B3"/>
    <w:rsid w:val="00E86BBF"/>
    <w:rsid w:val="00E87175"/>
    <w:rsid w:val="00E90A1F"/>
    <w:rsid w:val="00E92CDE"/>
    <w:rsid w:val="00E93DA2"/>
    <w:rsid w:val="00E96AF0"/>
    <w:rsid w:val="00EA084C"/>
    <w:rsid w:val="00EA0F07"/>
    <w:rsid w:val="00EA2B60"/>
    <w:rsid w:val="00EA56C7"/>
    <w:rsid w:val="00EA648E"/>
    <w:rsid w:val="00EB3837"/>
    <w:rsid w:val="00EB55E2"/>
    <w:rsid w:val="00EC1ECC"/>
    <w:rsid w:val="00EC3E11"/>
    <w:rsid w:val="00EC4279"/>
    <w:rsid w:val="00ED0E4A"/>
    <w:rsid w:val="00ED1E00"/>
    <w:rsid w:val="00ED1E28"/>
    <w:rsid w:val="00ED2304"/>
    <w:rsid w:val="00ED2A1B"/>
    <w:rsid w:val="00ED4736"/>
    <w:rsid w:val="00ED639C"/>
    <w:rsid w:val="00EE3B58"/>
    <w:rsid w:val="00EE5E26"/>
    <w:rsid w:val="00EE5F1B"/>
    <w:rsid w:val="00EE6F61"/>
    <w:rsid w:val="00EE70C6"/>
    <w:rsid w:val="00EF2609"/>
    <w:rsid w:val="00EF5530"/>
    <w:rsid w:val="00EF7A54"/>
    <w:rsid w:val="00F0025E"/>
    <w:rsid w:val="00F00F15"/>
    <w:rsid w:val="00F01080"/>
    <w:rsid w:val="00F01A65"/>
    <w:rsid w:val="00F01C2C"/>
    <w:rsid w:val="00F023C6"/>
    <w:rsid w:val="00F02954"/>
    <w:rsid w:val="00F05EE0"/>
    <w:rsid w:val="00F06810"/>
    <w:rsid w:val="00F06B2E"/>
    <w:rsid w:val="00F07306"/>
    <w:rsid w:val="00F103C3"/>
    <w:rsid w:val="00F123ED"/>
    <w:rsid w:val="00F143F9"/>
    <w:rsid w:val="00F163B0"/>
    <w:rsid w:val="00F166E8"/>
    <w:rsid w:val="00F2083E"/>
    <w:rsid w:val="00F213E4"/>
    <w:rsid w:val="00F2195F"/>
    <w:rsid w:val="00F24297"/>
    <w:rsid w:val="00F24765"/>
    <w:rsid w:val="00F27167"/>
    <w:rsid w:val="00F3081D"/>
    <w:rsid w:val="00F31A89"/>
    <w:rsid w:val="00F31AA3"/>
    <w:rsid w:val="00F31F3E"/>
    <w:rsid w:val="00F32952"/>
    <w:rsid w:val="00F37010"/>
    <w:rsid w:val="00F42C76"/>
    <w:rsid w:val="00F43CCE"/>
    <w:rsid w:val="00F45D97"/>
    <w:rsid w:val="00F50690"/>
    <w:rsid w:val="00F53B7A"/>
    <w:rsid w:val="00F6035D"/>
    <w:rsid w:val="00F603A3"/>
    <w:rsid w:val="00F60BD9"/>
    <w:rsid w:val="00F65D71"/>
    <w:rsid w:val="00F66AB0"/>
    <w:rsid w:val="00F66FFF"/>
    <w:rsid w:val="00F67F7C"/>
    <w:rsid w:val="00F70AB6"/>
    <w:rsid w:val="00F70D14"/>
    <w:rsid w:val="00F759D3"/>
    <w:rsid w:val="00F804EA"/>
    <w:rsid w:val="00F80DCF"/>
    <w:rsid w:val="00F840DE"/>
    <w:rsid w:val="00F84633"/>
    <w:rsid w:val="00F84B03"/>
    <w:rsid w:val="00F84D48"/>
    <w:rsid w:val="00F93133"/>
    <w:rsid w:val="00F9374E"/>
    <w:rsid w:val="00F93BA3"/>
    <w:rsid w:val="00F93BEB"/>
    <w:rsid w:val="00F93E95"/>
    <w:rsid w:val="00F94F82"/>
    <w:rsid w:val="00F97478"/>
    <w:rsid w:val="00FA06FA"/>
    <w:rsid w:val="00FA389F"/>
    <w:rsid w:val="00FA4AF2"/>
    <w:rsid w:val="00FA6A96"/>
    <w:rsid w:val="00FA7931"/>
    <w:rsid w:val="00FB0790"/>
    <w:rsid w:val="00FB1929"/>
    <w:rsid w:val="00FB30DB"/>
    <w:rsid w:val="00FB3B30"/>
    <w:rsid w:val="00FB3C5D"/>
    <w:rsid w:val="00FB3E73"/>
    <w:rsid w:val="00FB4F13"/>
    <w:rsid w:val="00FB5FDF"/>
    <w:rsid w:val="00FB69D9"/>
    <w:rsid w:val="00FB6E87"/>
    <w:rsid w:val="00FB79CB"/>
    <w:rsid w:val="00FC1321"/>
    <w:rsid w:val="00FC1548"/>
    <w:rsid w:val="00FC1B94"/>
    <w:rsid w:val="00FC26B3"/>
    <w:rsid w:val="00FC30EA"/>
    <w:rsid w:val="00FC37A6"/>
    <w:rsid w:val="00FC7368"/>
    <w:rsid w:val="00FD0422"/>
    <w:rsid w:val="00FD0887"/>
    <w:rsid w:val="00FD0A6F"/>
    <w:rsid w:val="00FD0FF9"/>
    <w:rsid w:val="00FD1524"/>
    <w:rsid w:val="00FE1ABB"/>
    <w:rsid w:val="00FE29AE"/>
    <w:rsid w:val="00FE2F11"/>
    <w:rsid w:val="00FE3295"/>
    <w:rsid w:val="00FE4B09"/>
    <w:rsid w:val="00FE58B0"/>
    <w:rsid w:val="00FF1A34"/>
    <w:rsid w:val="00FF1C2B"/>
    <w:rsid w:val="00FF5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25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E4B09"/>
    <w:pPr>
      <w:keepNext/>
      <w:jc w:val="both"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E4B09"/>
    <w:rPr>
      <w:sz w:val="28"/>
      <w:szCs w:val="28"/>
    </w:rPr>
  </w:style>
  <w:style w:type="paragraph" w:customStyle="1" w:styleId="ConsPlusNormal">
    <w:name w:val="ConsPlusNormal"/>
    <w:uiPriority w:val="99"/>
    <w:rsid w:val="002914F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914F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914F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FE4B09"/>
    <w:pPr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FE4B09"/>
    <w:rPr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rsid w:val="00FE4B09"/>
    <w:pPr>
      <w:ind w:firstLine="851"/>
      <w:jc w:val="center"/>
    </w:pPr>
    <w:rPr>
      <w:sz w:val="32"/>
      <w:szCs w:val="32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E4B09"/>
    <w:rPr>
      <w:sz w:val="32"/>
      <w:szCs w:val="32"/>
    </w:rPr>
  </w:style>
  <w:style w:type="paragraph" w:styleId="BodyTextIndent2">
    <w:name w:val="Body Text Indent 2"/>
    <w:basedOn w:val="Normal"/>
    <w:link w:val="BodyTextIndent2Char"/>
    <w:uiPriority w:val="99"/>
    <w:rsid w:val="00FE4B09"/>
    <w:pPr>
      <w:ind w:firstLine="851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FE4B09"/>
    <w:rPr>
      <w:sz w:val="28"/>
      <w:szCs w:val="28"/>
    </w:rPr>
  </w:style>
  <w:style w:type="paragraph" w:styleId="BodyTextIndent3">
    <w:name w:val="Body Text Indent 3"/>
    <w:basedOn w:val="Normal"/>
    <w:link w:val="BodyTextIndent3Char"/>
    <w:uiPriority w:val="99"/>
    <w:rsid w:val="00FE4B09"/>
    <w:pPr>
      <w:ind w:firstLine="851"/>
      <w:jc w:val="both"/>
    </w:pPr>
    <w:rPr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FE4B09"/>
    <w:rPr>
      <w:sz w:val="28"/>
      <w:szCs w:val="28"/>
    </w:rPr>
  </w:style>
  <w:style w:type="paragraph" w:styleId="BodyText2">
    <w:name w:val="Body Text 2"/>
    <w:basedOn w:val="Normal"/>
    <w:link w:val="BodyText2Char"/>
    <w:uiPriority w:val="99"/>
    <w:rsid w:val="00FE4B09"/>
    <w:pPr>
      <w:autoSpaceDE w:val="0"/>
      <w:autoSpaceDN w:val="0"/>
      <w:adjustRightInd w:val="0"/>
      <w:jc w:val="center"/>
    </w:pPr>
    <w:rPr>
      <w:color w:val="00000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FE4B09"/>
    <w:rPr>
      <w:color w:val="000000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FE4B09"/>
    <w:pPr>
      <w:autoSpaceDE w:val="0"/>
      <w:autoSpaceDN w:val="0"/>
      <w:adjustRightInd w:val="0"/>
      <w:spacing w:before="40" w:line="280" w:lineRule="auto"/>
    </w:pPr>
    <w:rPr>
      <w:color w:val="000000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E4B09"/>
    <w:rPr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FE4B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E4B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E4B09"/>
    <w:rPr>
      <w:rFonts w:ascii="Tahoma" w:hAnsi="Tahoma" w:cs="Tahoma"/>
      <w:sz w:val="16"/>
      <w:szCs w:val="16"/>
    </w:rPr>
  </w:style>
  <w:style w:type="paragraph" w:customStyle="1" w:styleId="ConsNonformat">
    <w:name w:val="ConsNonformat"/>
    <w:uiPriority w:val="99"/>
    <w:rsid w:val="00FE4B09"/>
    <w:pPr>
      <w:widowControl w:val="0"/>
      <w:autoSpaceDE w:val="0"/>
      <w:autoSpaceDN w:val="0"/>
      <w:ind w:right="19772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FE4B0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E4B09"/>
    <w:rPr>
      <w:sz w:val="24"/>
      <w:szCs w:val="24"/>
    </w:rPr>
  </w:style>
  <w:style w:type="paragraph" w:styleId="NormalWeb">
    <w:name w:val="Normal (Web)"/>
    <w:basedOn w:val="Normal"/>
    <w:uiPriority w:val="99"/>
    <w:rsid w:val="00FE4B09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FE4B09"/>
    <w:rPr>
      <w:b/>
      <w:bCs/>
    </w:rPr>
  </w:style>
  <w:style w:type="paragraph" w:customStyle="1" w:styleId="ConsTitle">
    <w:name w:val="ConsTitle"/>
    <w:uiPriority w:val="99"/>
    <w:rsid w:val="00FE4B0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rsid w:val="00FE4B0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E4B09"/>
  </w:style>
  <w:style w:type="character" w:styleId="PageNumber">
    <w:name w:val="page number"/>
    <w:basedOn w:val="DefaultParagraphFont"/>
    <w:uiPriority w:val="99"/>
    <w:rsid w:val="00FE4B09"/>
  </w:style>
  <w:style w:type="paragraph" w:customStyle="1" w:styleId="a">
    <w:name w:val="Знак Знак Знак Знак"/>
    <w:basedOn w:val="Normal"/>
    <w:uiPriority w:val="99"/>
    <w:rsid w:val="0043484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 Знак Знак1"/>
    <w:basedOn w:val="Normal"/>
    <w:uiPriority w:val="99"/>
    <w:rsid w:val="00375B8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375B81"/>
    <w:pPr>
      <w:widowControl w:val="0"/>
      <w:ind w:firstLine="720"/>
    </w:pPr>
    <w:rPr>
      <w:rFonts w:ascii="Arial" w:hAnsi="Arial" w:cs="Arial"/>
      <w:sz w:val="20"/>
      <w:szCs w:val="20"/>
    </w:rPr>
  </w:style>
  <w:style w:type="paragraph" w:customStyle="1" w:styleId="a0">
    <w:name w:val="Знак Знак"/>
    <w:basedOn w:val="Normal"/>
    <w:uiPriority w:val="99"/>
    <w:rsid w:val="0080463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Heading">
    <w:name w:val="Heading"/>
    <w:uiPriority w:val="99"/>
    <w:rsid w:val="001D029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BodyText">
    <w:name w:val="Body Text"/>
    <w:basedOn w:val="Normal"/>
    <w:link w:val="BodyTextChar"/>
    <w:uiPriority w:val="99"/>
    <w:rsid w:val="0045478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5478C"/>
    <w:rPr>
      <w:sz w:val="24"/>
      <w:szCs w:val="24"/>
    </w:rPr>
  </w:style>
  <w:style w:type="paragraph" w:styleId="BodyTextFirstIndent">
    <w:name w:val="Body Text First Indent"/>
    <w:basedOn w:val="BodyText"/>
    <w:link w:val="BodyTextFirstIndentChar"/>
    <w:uiPriority w:val="99"/>
    <w:rsid w:val="0045478C"/>
    <w:pPr>
      <w:spacing w:line="276" w:lineRule="auto"/>
      <w:ind w:firstLine="210"/>
    </w:pPr>
    <w:rPr>
      <w:rFonts w:ascii="Calibri" w:hAnsi="Calibri" w:cs="Calibri"/>
      <w:sz w:val="22"/>
      <w:szCs w:val="22"/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locked/>
    <w:rsid w:val="0045478C"/>
    <w:rPr>
      <w:rFonts w:ascii="Calibri" w:hAnsi="Calibri" w:cs="Calibri"/>
      <w:sz w:val="22"/>
      <w:szCs w:val="2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606F5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606F55"/>
    <w:rPr>
      <w:rFonts w:ascii="Tahoma" w:hAnsi="Tahoma" w:cs="Tahoma"/>
      <w:sz w:val="16"/>
      <w:szCs w:val="16"/>
    </w:rPr>
  </w:style>
  <w:style w:type="paragraph" w:customStyle="1" w:styleId="10">
    <w:name w:val="Знак1 Знак"/>
    <w:basedOn w:val="Normal"/>
    <w:uiPriority w:val="99"/>
    <w:rsid w:val="00A7071B"/>
    <w:pPr>
      <w:overflowPunct w:val="0"/>
      <w:autoSpaceDE w:val="0"/>
      <w:autoSpaceDN w:val="0"/>
      <w:adjustRightInd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 Знак Знак Знак Знак Знак Знак"/>
    <w:basedOn w:val="Normal"/>
    <w:uiPriority w:val="99"/>
    <w:rsid w:val="00BD79D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Normal"/>
    <w:uiPriority w:val="99"/>
    <w:rsid w:val="00C9415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"/>
    <w:basedOn w:val="Normal"/>
    <w:uiPriority w:val="99"/>
    <w:rsid w:val="001C168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style-span">
    <w:name w:val="apple-style-span"/>
    <w:uiPriority w:val="99"/>
    <w:rsid w:val="001C168D"/>
  </w:style>
  <w:style w:type="character" w:customStyle="1" w:styleId="apple-converted-space">
    <w:name w:val="apple-converted-space"/>
    <w:uiPriority w:val="99"/>
    <w:rsid w:val="001C168D"/>
  </w:style>
  <w:style w:type="paragraph" w:styleId="ListParagraph">
    <w:name w:val="List Paragraph"/>
    <w:basedOn w:val="Normal"/>
    <w:uiPriority w:val="99"/>
    <w:qFormat/>
    <w:rsid w:val="001C168D"/>
    <w:pPr>
      <w:ind w:left="720"/>
    </w:pPr>
  </w:style>
  <w:style w:type="paragraph" w:customStyle="1" w:styleId="a1">
    <w:name w:val="Нормальный (таблица)"/>
    <w:basedOn w:val="Normal"/>
    <w:next w:val="Normal"/>
    <w:uiPriority w:val="99"/>
    <w:rsid w:val="0067312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uiPriority w:val="99"/>
    <w:rsid w:val="00795DF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783F2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266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6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6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6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6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6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6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6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6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6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6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6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6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6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6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6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6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6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6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6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6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79</TotalTime>
  <Pages>3</Pages>
  <Words>585</Words>
  <Characters>3339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Ружина</dc:creator>
  <cp:keywords/>
  <dc:description/>
  <cp:lastModifiedBy>Наташа</cp:lastModifiedBy>
  <cp:revision>13</cp:revision>
  <cp:lastPrinted>2016-04-04T09:28:00Z</cp:lastPrinted>
  <dcterms:created xsi:type="dcterms:W3CDTF">2015-12-18T10:46:00Z</dcterms:created>
  <dcterms:modified xsi:type="dcterms:W3CDTF">2016-04-12T10:04:00Z</dcterms:modified>
</cp:coreProperties>
</file>