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0F" w:rsidRDefault="00762B0F" w:rsidP="006E53BC">
      <w:pPr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762B0F" w:rsidRPr="00595BE4" w:rsidRDefault="00762B0F" w:rsidP="006E53BC">
      <w:pPr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к постановлению администрации городского округа «Город Калининград» </w:t>
      </w:r>
    </w:p>
    <w:p w:rsidR="00762B0F" w:rsidRDefault="00762B0F" w:rsidP="006E53BC">
      <w:pPr>
        <w:ind w:left="5579"/>
        <w:rPr>
          <w:sz w:val="28"/>
          <w:szCs w:val="28"/>
        </w:rPr>
      </w:pPr>
      <w:r w:rsidRPr="00595BE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18 ноября </w:t>
      </w:r>
      <w:r w:rsidRPr="00595BE4">
        <w:rPr>
          <w:sz w:val="28"/>
          <w:szCs w:val="28"/>
        </w:rPr>
        <w:t>201</w:t>
      </w:r>
      <w:r>
        <w:rPr>
          <w:sz w:val="28"/>
          <w:szCs w:val="28"/>
        </w:rPr>
        <w:t>5 г. № 1908</w:t>
      </w:r>
    </w:p>
    <w:p w:rsidR="00762B0F" w:rsidRDefault="00762B0F" w:rsidP="006E53BC">
      <w:pPr>
        <w:ind w:left="5580"/>
        <w:rPr>
          <w:sz w:val="28"/>
          <w:szCs w:val="28"/>
        </w:rPr>
      </w:pPr>
    </w:p>
    <w:p w:rsidR="00762B0F" w:rsidRDefault="00762B0F" w:rsidP="006E53BC">
      <w:pPr>
        <w:ind w:left="5580"/>
        <w:rPr>
          <w:sz w:val="28"/>
          <w:szCs w:val="28"/>
        </w:rPr>
      </w:pPr>
    </w:p>
    <w:p w:rsidR="00762B0F" w:rsidRPr="00595BE4" w:rsidRDefault="00762B0F" w:rsidP="006E53BC">
      <w:pPr>
        <w:ind w:left="5580"/>
        <w:rPr>
          <w:sz w:val="28"/>
          <w:szCs w:val="28"/>
        </w:rPr>
      </w:pPr>
    </w:p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Места и период проведения сезонных универсальных ярмарок</w:t>
      </w:r>
    </w:p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для местных товаропроизводителей</w:t>
      </w:r>
    </w:p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городского округа «Город Калининград»</w:t>
      </w:r>
    </w:p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245"/>
        <w:gridCol w:w="3544"/>
      </w:tblGrid>
      <w:tr w:rsidR="00762B0F">
        <w:tc>
          <w:tcPr>
            <w:tcW w:w="817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ind w:firstLine="33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 xml:space="preserve">Место проведения ярмарки </w:t>
            </w:r>
          </w:p>
        </w:tc>
        <w:tc>
          <w:tcPr>
            <w:tcW w:w="3544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Период проведения ярмарки</w:t>
            </w:r>
          </w:p>
        </w:tc>
      </w:tr>
      <w:tr w:rsidR="00762B0F">
        <w:tc>
          <w:tcPr>
            <w:tcW w:w="817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ул. Ген. Толстикова – ул. Автомобильная</w:t>
            </w:r>
          </w:p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 xml:space="preserve">с 20.11.2015 по 17.02.2016 </w:t>
            </w:r>
          </w:p>
        </w:tc>
      </w:tr>
      <w:tr w:rsidR="00762B0F">
        <w:tc>
          <w:tcPr>
            <w:tcW w:w="817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96B32">
              <w:rPr>
                <w:sz w:val="28"/>
                <w:szCs w:val="28"/>
              </w:rPr>
              <w:t>ул. Левитана, ориентир – д. 59, корп. 2 – д. 61</w:t>
            </w:r>
          </w:p>
        </w:tc>
        <w:tc>
          <w:tcPr>
            <w:tcW w:w="3544" w:type="dxa"/>
          </w:tcPr>
          <w:p w:rsidR="00762B0F" w:rsidRPr="00396B32" w:rsidRDefault="00762B0F" w:rsidP="00396B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96B32">
              <w:rPr>
                <w:sz w:val="28"/>
                <w:szCs w:val="28"/>
              </w:rPr>
              <w:t>с 01.12.2015 по 28.02.2016</w:t>
            </w:r>
          </w:p>
        </w:tc>
      </w:tr>
    </w:tbl>
    <w:p w:rsidR="00762B0F" w:rsidRDefault="00762B0F" w:rsidP="006E53BC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762B0F" w:rsidRDefault="00762B0F"/>
    <w:sectPr w:rsidR="00762B0F" w:rsidSect="009A1A28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3BC"/>
    <w:rsid w:val="000B7813"/>
    <w:rsid w:val="000C41B3"/>
    <w:rsid w:val="001871CC"/>
    <w:rsid w:val="001A1265"/>
    <w:rsid w:val="001B7A11"/>
    <w:rsid w:val="002002E2"/>
    <w:rsid w:val="002B65B9"/>
    <w:rsid w:val="002D422D"/>
    <w:rsid w:val="0037139C"/>
    <w:rsid w:val="0039121C"/>
    <w:rsid w:val="00396B32"/>
    <w:rsid w:val="0042380D"/>
    <w:rsid w:val="00431BB6"/>
    <w:rsid w:val="004B0C52"/>
    <w:rsid w:val="00595BE4"/>
    <w:rsid w:val="006958D9"/>
    <w:rsid w:val="006D06B7"/>
    <w:rsid w:val="006E53BC"/>
    <w:rsid w:val="00705188"/>
    <w:rsid w:val="00762B0F"/>
    <w:rsid w:val="00861D09"/>
    <w:rsid w:val="008C6BA3"/>
    <w:rsid w:val="008D1A30"/>
    <w:rsid w:val="00941B4E"/>
    <w:rsid w:val="009A1A28"/>
    <w:rsid w:val="00AE658E"/>
    <w:rsid w:val="00C44581"/>
    <w:rsid w:val="00CD2BF7"/>
    <w:rsid w:val="00E4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3BC"/>
    <w:pPr>
      <w:suppressAutoHyphens/>
    </w:pPr>
    <w:rPr>
      <w:rFonts w:eastAsia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3B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70</Words>
  <Characters>401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Аникушина</dc:creator>
  <cp:keywords/>
  <dc:description/>
  <cp:lastModifiedBy>Наташа</cp:lastModifiedBy>
  <cp:revision>12</cp:revision>
  <dcterms:created xsi:type="dcterms:W3CDTF">2015-10-28T08:11:00Z</dcterms:created>
  <dcterms:modified xsi:type="dcterms:W3CDTF">2015-11-23T08:14:00Z</dcterms:modified>
</cp:coreProperties>
</file>