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B85" w:rsidRDefault="001A5B85" w:rsidP="00183909">
      <w:pPr>
        <w:pStyle w:val="ConsPlusTitle"/>
        <w:widowControl/>
        <w:tabs>
          <w:tab w:val="left" w:pos="7088"/>
        </w:tabs>
        <w:ind w:firstLine="9639"/>
        <w:rPr>
          <w:b w:val="0"/>
          <w:bCs w:val="0"/>
          <w:sz w:val="28"/>
          <w:szCs w:val="28"/>
        </w:rPr>
      </w:pPr>
      <w:bookmarkStart w:id="0" w:name="_GoBack"/>
      <w:bookmarkEnd w:id="0"/>
      <w:r>
        <w:rPr>
          <w:b w:val="0"/>
          <w:bCs w:val="0"/>
          <w:sz w:val="28"/>
          <w:szCs w:val="28"/>
        </w:rPr>
        <w:t>Приложение № 2</w:t>
      </w:r>
    </w:p>
    <w:p w:rsidR="001A5B85" w:rsidRDefault="001A5B85" w:rsidP="00183909">
      <w:pPr>
        <w:tabs>
          <w:tab w:val="left" w:pos="6971"/>
        </w:tabs>
        <w:autoSpaceDE w:val="0"/>
        <w:autoSpaceDN w:val="0"/>
        <w:adjustRightInd w:val="0"/>
        <w:ind w:firstLine="9639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A5B85" w:rsidRDefault="001A5B85" w:rsidP="00183909">
      <w:pPr>
        <w:tabs>
          <w:tab w:val="left" w:pos="6971"/>
        </w:tabs>
        <w:autoSpaceDE w:val="0"/>
        <w:autoSpaceDN w:val="0"/>
        <w:adjustRightInd w:val="0"/>
        <w:ind w:firstLine="9639"/>
        <w:outlineLvl w:val="0"/>
        <w:rPr>
          <w:sz w:val="28"/>
          <w:szCs w:val="28"/>
        </w:rPr>
      </w:pPr>
      <w:r>
        <w:rPr>
          <w:sz w:val="28"/>
          <w:szCs w:val="28"/>
        </w:rPr>
        <w:t>городского округа «Город Калининград»</w:t>
      </w:r>
    </w:p>
    <w:p w:rsidR="001A5B85" w:rsidRDefault="001A5B85" w:rsidP="00183909">
      <w:pPr>
        <w:tabs>
          <w:tab w:val="left" w:pos="6971"/>
        </w:tabs>
        <w:autoSpaceDE w:val="0"/>
        <w:autoSpaceDN w:val="0"/>
        <w:adjustRightInd w:val="0"/>
        <w:ind w:firstLine="9639"/>
        <w:outlineLvl w:val="0"/>
        <w:rPr>
          <w:sz w:val="28"/>
          <w:szCs w:val="28"/>
        </w:rPr>
      </w:pPr>
      <w:r>
        <w:rPr>
          <w:sz w:val="28"/>
          <w:szCs w:val="28"/>
        </w:rPr>
        <w:t>от 03 ноября 2015 г. № 1823</w:t>
      </w:r>
    </w:p>
    <w:p w:rsidR="001A5B85" w:rsidRDefault="001A5B85"/>
    <w:p w:rsidR="001A5B85" w:rsidRPr="0042772D" w:rsidRDefault="001A5B85" w:rsidP="00183909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Pr="0042772D">
        <w:rPr>
          <w:sz w:val="28"/>
          <w:szCs w:val="28"/>
        </w:rPr>
        <w:t xml:space="preserve">. Система мероприятий Программы </w:t>
      </w:r>
    </w:p>
    <w:p w:rsidR="001A5B85" w:rsidRDefault="001A5B85" w:rsidP="00183909">
      <w:pPr>
        <w:jc w:val="center"/>
        <w:rPr>
          <w:sz w:val="28"/>
          <w:szCs w:val="28"/>
        </w:rPr>
      </w:pP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2"/>
        <w:gridCol w:w="4869"/>
        <w:gridCol w:w="2181"/>
        <w:gridCol w:w="1134"/>
        <w:gridCol w:w="1276"/>
        <w:gridCol w:w="1134"/>
        <w:gridCol w:w="992"/>
        <w:gridCol w:w="1275"/>
        <w:gridCol w:w="1560"/>
      </w:tblGrid>
      <w:tr w:rsidR="001A5B85" w:rsidRPr="00F07648">
        <w:trPr>
          <w:cantSplit/>
          <w:trHeight w:val="1484"/>
          <w:tblHeader/>
        </w:trPr>
        <w:tc>
          <w:tcPr>
            <w:tcW w:w="1102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№</w:t>
            </w:r>
          </w:p>
          <w:p w:rsidR="001A5B85" w:rsidRPr="00F07648" w:rsidRDefault="001A5B85" w:rsidP="004D0BDF">
            <w:pPr>
              <w:jc w:val="center"/>
            </w:pPr>
            <w:r w:rsidRPr="00F07648">
              <w:t>п</w:t>
            </w:r>
            <w:r>
              <w:t>/</w:t>
            </w:r>
            <w:r w:rsidRPr="00F07648">
              <w:t>п</w:t>
            </w:r>
          </w:p>
        </w:tc>
        <w:tc>
          <w:tcPr>
            <w:tcW w:w="4869" w:type="dxa"/>
            <w:vAlign w:val="center"/>
          </w:tcPr>
          <w:p w:rsidR="001A5B85" w:rsidRPr="00F07648" w:rsidRDefault="001A5B85" w:rsidP="004D0BDF">
            <w:pPr>
              <w:tabs>
                <w:tab w:val="left" w:pos="319"/>
              </w:tabs>
              <w:ind w:left="-107" w:right="34"/>
              <w:jc w:val="center"/>
            </w:pPr>
            <w:r w:rsidRPr="00F07648">
              <w:t>Наименование задачи,</w:t>
            </w:r>
            <w:r>
              <w:t xml:space="preserve"> показателя,</w:t>
            </w:r>
          </w:p>
          <w:p w:rsidR="001A5B85" w:rsidRPr="00F07648" w:rsidRDefault="001A5B85" w:rsidP="004D0BDF">
            <w:pPr>
              <w:ind w:left="-248" w:right="-108"/>
              <w:jc w:val="center"/>
            </w:pPr>
            <w:r w:rsidRPr="00F07648">
              <w:t>мероприятия</w:t>
            </w:r>
          </w:p>
        </w:tc>
        <w:tc>
          <w:tcPr>
            <w:tcW w:w="2181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Наименование показателя  мероприятия</w:t>
            </w:r>
          </w:p>
        </w:tc>
        <w:tc>
          <w:tcPr>
            <w:tcW w:w="1134" w:type="dxa"/>
            <w:vAlign w:val="center"/>
          </w:tcPr>
          <w:p w:rsidR="001A5B85" w:rsidRPr="00F07648" w:rsidRDefault="001A5B85" w:rsidP="004D0BDF">
            <w:pPr>
              <w:ind w:left="-108" w:right="34"/>
              <w:jc w:val="center"/>
            </w:pPr>
            <w:r w:rsidRPr="00F07648">
              <w:t>Ед.</w:t>
            </w:r>
            <w:r>
              <w:t xml:space="preserve"> </w:t>
            </w:r>
            <w:r w:rsidRPr="00F07648">
              <w:t>изме</w:t>
            </w:r>
            <w:r>
              <w:t>-</w:t>
            </w:r>
            <w:r w:rsidRPr="00F07648">
              <w:t>рения</w:t>
            </w:r>
          </w:p>
        </w:tc>
        <w:tc>
          <w:tcPr>
            <w:tcW w:w="1276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 xml:space="preserve">Базовое значение </w:t>
            </w:r>
          </w:p>
        </w:tc>
        <w:tc>
          <w:tcPr>
            <w:tcW w:w="1134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2015 г.</w:t>
            </w:r>
          </w:p>
        </w:tc>
        <w:tc>
          <w:tcPr>
            <w:tcW w:w="992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2016 г.</w:t>
            </w:r>
          </w:p>
        </w:tc>
        <w:tc>
          <w:tcPr>
            <w:tcW w:w="1275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2017 г.</w:t>
            </w:r>
          </w:p>
        </w:tc>
        <w:tc>
          <w:tcPr>
            <w:tcW w:w="1560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Целевое значение</w:t>
            </w:r>
          </w:p>
        </w:tc>
      </w:tr>
    </w:tbl>
    <w:p w:rsidR="001A5B85" w:rsidRPr="007F62E4" w:rsidRDefault="001A5B85" w:rsidP="00183909">
      <w:pPr>
        <w:jc w:val="center"/>
        <w:rPr>
          <w:sz w:val="2"/>
          <w:szCs w:val="2"/>
        </w:rPr>
      </w:pP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99"/>
        <w:gridCol w:w="4861"/>
        <w:gridCol w:w="2192"/>
        <w:gridCol w:w="1134"/>
        <w:gridCol w:w="1276"/>
        <w:gridCol w:w="1134"/>
        <w:gridCol w:w="992"/>
        <w:gridCol w:w="1276"/>
        <w:gridCol w:w="1559"/>
      </w:tblGrid>
      <w:tr w:rsidR="001A5B85" w:rsidRPr="00F07648">
        <w:trPr>
          <w:trHeight w:val="227"/>
          <w:tblHeader/>
        </w:trPr>
        <w:tc>
          <w:tcPr>
            <w:tcW w:w="1099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1</w:t>
            </w:r>
          </w:p>
        </w:tc>
        <w:tc>
          <w:tcPr>
            <w:tcW w:w="4861" w:type="dxa"/>
            <w:vAlign w:val="center"/>
          </w:tcPr>
          <w:p w:rsidR="001A5B85" w:rsidRPr="00F07648" w:rsidRDefault="001A5B85" w:rsidP="004D0BDF">
            <w:pPr>
              <w:ind w:left="-107"/>
              <w:jc w:val="center"/>
            </w:pPr>
            <w:r w:rsidRPr="00F07648">
              <w:t>2</w:t>
            </w:r>
          </w:p>
        </w:tc>
        <w:tc>
          <w:tcPr>
            <w:tcW w:w="2192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3</w:t>
            </w:r>
          </w:p>
        </w:tc>
        <w:tc>
          <w:tcPr>
            <w:tcW w:w="1134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4</w:t>
            </w:r>
          </w:p>
        </w:tc>
        <w:tc>
          <w:tcPr>
            <w:tcW w:w="1276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6</w:t>
            </w:r>
          </w:p>
        </w:tc>
        <w:tc>
          <w:tcPr>
            <w:tcW w:w="992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1A5B85" w:rsidRPr="00F07648" w:rsidRDefault="001A5B85" w:rsidP="004D0BDF">
            <w:pPr>
              <w:jc w:val="center"/>
            </w:pPr>
            <w:r>
              <w:t>8</w:t>
            </w:r>
          </w:p>
        </w:tc>
        <w:tc>
          <w:tcPr>
            <w:tcW w:w="1559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9</w:t>
            </w:r>
          </w:p>
        </w:tc>
      </w:tr>
      <w:tr w:rsidR="001A5B85" w:rsidRPr="00F07648">
        <w:trPr>
          <w:trHeight w:val="718"/>
        </w:trPr>
        <w:tc>
          <w:tcPr>
            <w:tcW w:w="1099" w:type="dxa"/>
            <w:noWrap/>
            <w:vAlign w:val="center"/>
          </w:tcPr>
          <w:p w:rsidR="001A5B85" w:rsidRPr="00F07648" w:rsidRDefault="001A5B85" w:rsidP="004D0BDF">
            <w:pPr>
              <w:jc w:val="center"/>
            </w:pPr>
            <w:r>
              <w:t>1.</w:t>
            </w:r>
          </w:p>
        </w:tc>
        <w:tc>
          <w:tcPr>
            <w:tcW w:w="14424" w:type="dxa"/>
            <w:gridSpan w:val="8"/>
            <w:vAlign w:val="center"/>
          </w:tcPr>
          <w:p w:rsidR="001A5B85" w:rsidRPr="00A17B2B" w:rsidRDefault="001A5B85" w:rsidP="004D0BDF">
            <w:pPr>
              <w:jc w:val="center"/>
            </w:pPr>
            <w:r w:rsidRPr="00A17B2B">
              <w:t>Создание благоприятных условий для развития малого и среднего предпринимательства на территории город</w:t>
            </w:r>
            <w:r>
              <w:t>ского округа «Город Калининград»</w:t>
            </w:r>
          </w:p>
        </w:tc>
      </w:tr>
      <w:tr w:rsidR="001A5B85" w:rsidRPr="00F07648">
        <w:trPr>
          <w:trHeight w:val="718"/>
        </w:trPr>
        <w:tc>
          <w:tcPr>
            <w:tcW w:w="1099" w:type="dxa"/>
            <w:vMerge w:val="restart"/>
            <w:noWrap/>
            <w:vAlign w:val="center"/>
          </w:tcPr>
          <w:p w:rsidR="001A5B85" w:rsidRPr="0058645E" w:rsidRDefault="001A5B85" w:rsidP="004D0BDF">
            <w:pPr>
              <w:jc w:val="center"/>
            </w:pPr>
            <w:r>
              <w:t>1.1</w:t>
            </w:r>
          </w:p>
        </w:tc>
        <w:tc>
          <w:tcPr>
            <w:tcW w:w="4861" w:type="dxa"/>
          </w:tcPr>
          <w:p w:rsidR="001A5B85" w:rsidRDefault="001A5B85" w:rsidP="004D0BDF">
            <w:pPr>
              <w:jc w:val="both"/>
            </w:pPr>
          </w:p>
          <w:p w:rsidR="001A5B85" w:rsidRPr="00F07648" w:rsidRDefault="001A5B85" w:rsidP="004D0BDF">
            <w:pPr>
              <w:jc w:val="both"/>
            </w:pPr>
            <w:r w:rsidRPr="00F07648">
              <w:t xml:space="preserve">Число </w:t>
            </w:r>
            <w:r>
              <w:t>малых и средних предприятий (МСП)</w:t>
            </w:r>
            <w:r w:rsidRPr="00F07648">
              <w:t xml:space="preserve"> на 10 000 жителей городского округа</w:t>
            </w:r>
            <w:r>
              <w:t xml:space="preserve"> </w:t>
            </w:r>
            <w:r w:rsidRPr="00F07648">
              <w:t>«Город Калининград»</w:t>
            </w:r>
          </w:p>
          <w:p w:rsidR="001A5B85" w:rsidRPr="00F07648" w:rsidRDefault="001A5B85" w:rsidP="004D0BDF">
            <w:pPr>
              <w:jc w:val="both"/>
            </w:pPr>
          </w:p>
        </w:tc>
        <w:tc>
          <w:tcPr>
            <w:tcW w:w="2192" w:type="dxa"/>
            <w:vAlign w:val="center"/>
          </w:tcPr>
          <w:p w:rsidR="001A5B85" w:rsidRPr="00E77CB2" w:rsidRDefault="001A5B85" w:rsidP="004D0BDF">
            <w:pPr>
              <w:jc w:val="center"/>
            </w:pPr>
            <w:r w:rsidRPr="00E77CB2">
              <w:t>Количество субъектов</w:t>
            </w:r>
          </w:p>
        </w:tc>
        <w:tc>
          <w:tcPr>
            <w:tcW w:w="1134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Е</w:t>
            </w:r>
            <w:r w:rsidRPr="00F07648">
              <w:t>д.</w:t>
            </w:r>
          </w:p>
        </w:tc>
        <w:tc>
          <w:tcPr>
            <w:tcW w:w="1276" w:type="dxa"/>
            <w:vAlign w:val="center"/>
          </w:tcPr>
          <w:p w:rsidR="001A5B85" w:rsidRPr="00C3022C" w:rsidRDefault="001A5B85" w:rsidP="004D0BDF">
            <w:pPr>
              <w:keepNext/>
              <w:ind w:left="-60" w:hanging="141"/>
              <w:jc w:val="center"/>
            </w:pPr>
            <w:r w:rsidRPr="00C3022C">
              <w:t>818,6</w:t>
            </w:r>
          </w:p>
        </w:tc>
        <w:tc>
          <w:tcPr>
            <w:tcW w:w="1134" w:type="dxa"/>
            <w:vAlign w:val="center"/>
          </w:tcPr>
          <w:p w:rsidR="001A5B85" w:rsidRPr="00C3022C" w:rsidRDefault="001A5B85" w:rsidP="004D0BDF">
            <w:pPr>
              <w:keepNext/>
              <w:jc w:val="center"/>
            </w:pPr>
            <w:r w:rsidRPr="00C3022C">
              <w:t>825,0</w:t>
            </w:r>
          </w:p>
        </w:tc>
        <w:tc>
          <w:tcPr>
            <w:tcW w:w="992" w:type="dxa"/>
            <w:vAlign w:val="center"/>
          </w:tcPr>
          <w:p w:rsidR="001A5B85" w:rsidRPr="00C3022C" w:rsidRDefault="001A5B85" w:rsidP="004D0BDF">
            <w:pPr>
              <w:keepNext/>
              <w:jc w:val="center"/>
            </w:pPr>
            <w:r w:rsidRPr="00C3022C">
              <w:t>835,0</w:t>
            </w:r>
          </w:p>
        </w:tc>
        <w:tc>
          <w:tcPr>
            <w:tcW w:w="1276" w:type="dxa"/>
            <w:vAlign w:val="center"/>
          </w:tcPr>
          <w:p w:rsidR="001A5B85" w:rsidRPr="00C3022C" w:rsidRDefault="001A5B85" w:rsidP="004D0BDF">
            <w:pPr>
              <w:keepNext/>
              <w:jc w:val="center"/>
            </w:pPr>
            <w:r w:rsidRPr="00C3022C">
              <w:t>840,0</w:t>
            </w:r>
          </w:p>
        </w:tc>
        <w:tc>
          <w:tcPr>
            <w:tcW w:w="1559" w:type="dxa"/>
            <w:vAlign w:val="center"/>
          </w:tcPr>
          <w:p w:rsidR="001A5B85" w:rsidRPr="00C3022C" w:rsidRDefault="001A5B85" w:rsidP="004D0BDF">
            <w:pPr>
              <w:jc w:val="center"/>
            </w:pPr>
            <w:r w:rsidRPr="00C3022C">
              <w:t>840,0</w:t>
            </w:r>
          </w:p>
        </w:tc>
      </w:tr>
      <w:tr w:rsidR="001A5B85" w:rsidRPr="00F07648">
        <w:trPr>
          <w:trHeight w:val="1384"/>
        </w:trPr>
        <w:tc>
          <w:tcPr>
            <w:tcW w:w="1099" w:type="dxa"/>
            <w:vMerge/>
            <w:noWrap/>
            <w:vAlign w:val="center"/>
          </w:tcPr>
          <w:p w:rsidR="001A5B85" w:rsidRPr="00EB6C4C" w:rsidRDefault="001A5B85" w:rsidP="004D0BDF">
            <w:pPr>
              <w:jc w:val="center"/>
            </w:pPr>
          </w:p>
        </w:tc>
        <w:tc>
          <w:tcPr>
            <w:tcW w:w="4861" w:type="dxa"/>
          </w:tcPr>
          <w:p w:rsidR="001A5B85" w:rsidRDefault="001A5B85" w:rsidP="004D0BDF">
            <w:pPr>
              <w:jc w:val="both"/>
            </w:pPr>
          </w:p>
          <w:p w:rsidR="001A5B85" w:rsidRDefault="001A5B85" w:rsidP="004D0BDF">
            <w:pPr>
              <w:jc w:val="both"/>
            </w:pPr>
            <w:r w:rsidRPr="00F07648">
              <w:t>Доля среднесписочной</w:t>
            </w:r>
            <w:r>
              <w:t xml:space="preserve"> </w:t>
            </w:r>
            <w:r w:rsidRPr="00F07648">
              <w:t>численности работников</w:t>
            </w:r>
            <w:r>
              <w:t xml:space="preserve"> </w:t>
            </w:r>
            <w:r w:rsidRPr="00F07648">
              <w:t>(без внешних совместителей)</w:t>
            </w:r>
            <w:r>
              <w:t xml:space="preserve"> </w:t>
            </w:r>
            <w:r w:rsidRPr="00F07648">
              <w:t>малых предприятий в среднесписочной</w:t>
            </w:r>
            <w:r>
              <w:t xml:space="preserve"> </w:t>
            </w:r>
            <w:r w:rsidRPr="00F07648">
              <w:t>численности (без внешних</w:t>
            </w:r>
            <w:r>
              <w:t xml:space="preserve"> </w:t>
            </w:r>
            <w:r w:rsidRPr="00F07648">
              <w:t>совместителей) работников всех предприятий и организаций</w:t>
            </w:r>
          </w:p>
          <w:p w:rsidR="001A5B85" w:rsidRPr="00F07648" w:rsidRDefault="001A5B85" w:rsidP="004D0BDF">
            <w:pPr>
              <w:jc w:val="both"/>
            </w:pPr>
          </w:p>
        </w:tc>
        <w:tc>
          <w:tcPr>
            <w:tcW w:w="2192" w:type="dxa"/>
            <w:vAlign w:val="center"/>
          </w:tcPr>
          <w:p w:rsidR="001A5B85" w:rsidRPr="00E77CB2" w:rsidRDefault="001A5B85" w:rsidP="004D0BDF">
            <w:pPr>
              <w:jc w:val="center"/>
            </w:pPr>
            <w:r w:rsidRPr="00E77CB2">
              <w:t>-</w:t>
            </w:r>
          </w:p>
        </w:tc>
        <w:tc>
          <w:tcPr>
            <w:tcW w:w="1134" w:type="dxa"/>
            <w:vAlign w:val="center"/>
          </w:tcPr>
          <w:p w:rsidR="001A5B85" w:rsidRPr="00C3022C" w:rsidRDefault="001A5B85" w:rsidP="004D0BDF">
            <w:pPr>
              <w:jc w:val="center"/>
            </w:pPr>
            <w:r w:rsidRPr="00C3022C">
              <w:t>%</w:t>
            </w:r>
          </w:p>
        </w:tc>
        <w:tc>
          <w:tcPr>
            <w:tcW w:w="1276" w:type="dxa"/>
            <w:vAlign w:val="center"/>
          </w:tcPr>
          <w:p w:rsidR="001A5B85" w:rsidRPr="00C3022C" w:rsidRDefault="001A5B85" w:rsidP="004D0BDF">
            <w:pPr>
              <w:jc w:val="center"/>
            </w:pPr>
            <w:r w:rsidRPr="00C3022C">
              <w:t>3</w:t>
            </w:r>
            <w:r>
              <w:t>3,5</w:t>
            </w:r>
          </w:p>
        </w:tc>
        <w:tc>
          <w:tcPr>
            <w:tcW w:w="1134" w:type="dxa"/>
            <w:vAlign w:val="center"/>
          </w:tcPr>
          <w:p w:rsidR="001A5B85" w:rsidRPr="00C3022C" w:rsidRDefault="001A5B85" w:rsidP="004D0BDF">
            <w:pPr>
              <w:jc w:val="center"/>
            </w:pPr>
            <w:r w:rsidRPr="00C3022C">
              <w:t>36,5</w:t>
            </w:r>
          </w:p>
        </w:tc>
        <w:tc>
          <w:tcPr>
            <w:tcW w:w="992" w:type="dxa"/>
            <w:vAlign w:val="center"/>
          </w:tcPr>
          <w:p w:rsidR="001A5B85" w:rsidRPr="00C3022C" w:rsidRDefault="001A5B85" w:rsidP="004D0BDF">
            <w:pPr>
              <w:jc w:val="center"/>
            </w:pPr>
            <w:r w:rsidRPr="00C3022C">
              <w:t>38,6</w:t>
            </w:r>
          </w:p>
        </w:tc>
        <w:tc>
          <w:tcPr>
            <w:tcW w:w="1276" w:type="dxa"/>
            <w:vAlign w:val="center"/>
          </w:tcPr>
          <w:p w:rsidR="001A5B85" w:rsidRPr="00C3022C" w:rsidRDefault="001A5B85" w:rsidP="004D0BDF">
            <w:pPr>
              <w:jc w:val="center"/>
            </w:pPr>
            <w:r w:rsidRPr="00C3022C">
              <w:t>40,0</w:t>
            </w:r>
          </w:p>
        </w:tc>
        <w:tc>
          <w:tcPr>
            <w:tcW w:w="1559" w:type="dxa"/>
            <w:vAlign w:val="center"/>
          </w:tcPr>
          <w:p w:rsidR="001A5B85" w:rsidRPr="00C3022C" w:rsidRDefault="001A5B85" w:rsidP="004D0BDF">
            <w:pPr>
              <w:jc w:val="center"/>
            </w:pPr>
            <w:r w:rsidRPr="00C3022C">
              <w:t>40,0</w:t>
            </w:r>
          </w:p>
        </w:tc>
      </w:tr>
      <w:tr w:rsidR="001A5B85" w:rsidRPr="00F07648">
        <w:trPr>
          <w:trHeight w:val="886"/>
        </w:trPr>
        <w:tc>
          <w:tcPr>
            <w:tcW w:w="1099" w:type="dxa"/>
            <w:noWrap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1.1</w:t>
            </w:r>
            <w:r>
              <w:t>.1</w:t>
            </w:r>
          </w:p>
        </w:tc>
        <w:tc>
          <w:tcPr>
            <w:tcW w:w="4861" w:type="dxa"/>
          </w:tcPr>
          <w:p w:rsidR="001A5B85" w:rsidRDefault="001A5B85" w:rsidP="004D0BDF">
            <w:pPr>
              <w:jc w:val="both"/>
            </w:pPr>
          </w:p>
          <w:p w:rsidR="001A5B85" w:rsidRDefault="001A5B85" w:rsidP="004D0BDF">
            <w:pPr>
              <w:jc w:val="both"/>
            </w:pPr>
            <w:r w:rsidRPr="00F07648">
              <w:t>Организация и проведение семинаров для безработных</w:t>
            </w:r>
            <w:r>
              <w:t xml:space="preserve"> </w:t>
            </w:r>
            <w:r w:rsidRPr="00F07648">
              <w:t>граждан</w:t>
            </w:r>
          </w:p>
          <w:p w:rsidR="001A5B85" w:rsidRPr="00F07648" w:rsidRDefault="001A5B85" w:rsidP="004D0BDF">
            <w:pPr>
              <w:jc w:val="both"/>
            </w:pPr>
          </w:p>
        </w:tc>
        <w:tc>
          <w:tcPr>
            <w:tcW w:w="2192" w:type="dxa"/>
            <w:vAlign w:val="center"/>
          </w:tcPr>
          <w:p w:rsidR="001A5B85" w:rsidRPr="00E77CB2" w:rsidRDefault="001A5B85" w:rsidP="004D0BDF">
            <w:pPr>
              <w:ind w:left="-108"/>
              <w:jc w:val="center"/>
            </w:pPr>
            <w:r w:rsidRPr="00E77CB2">
              <w:t>Количество семинаров</w:t>
            </w:r>
          </w:p>
        </w:tc>
        <w:tc>
          <w:tcPr>
            <w:tcW w:w="1134" w:type="dxa"/>
            <w:noWrap/>
            <w:vAlign w:val="center"/>
          </w:tcPr>
          <w:p w:rsidR="001A5B85" w:rsidRPr="00F07648" w:rsidRDefault="001A5B85" w:rsidP="004D0BDF">
            <w:pPr>
              <w:jc w:val="center"/>
            </w:pPr>
            <w:r>
              <w:t>Е</w:t>
            </w:r>
            <w:r w:rsidRPr="00F07648">
              <w:t>д.</w:t>
            </w:r>
          </w:p>
        </w:tc>
        <w:tc>
          <w:tcPr>
            <w:tcW w:w="1276" w:type="dxa"/>
            <w:vAlign w:val="center"/>
          </w:tcPr>
          <w:p w:rsidR="001A5B85" w:rsidRPr="00ED6ED9" w:rsidRDefault="001A5B85" w:rsidP="004D0BDF">
            <w:pPr>
              <w:jc w:val="center"/>
            </w:pPr>
            <w:r w:rsidRPr="00ED6ED9">
              <w:t>2</w:t>
            </w:r>
          </w:p>
        </w:tc>
        <w:tc>
          <w:tcPr>
            <w:tcW w:w="1134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3</w:t>
            </w:r>
          </w:p>
        </w:tc>
        <w:tc>
          <w:tcPr>
            <w:tcW w:w="992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3</w:t>
            </w:r>
          </w:p>
        </w:tc>
      </w:tr>
      <w:tr w:rsidR="001A5B85" w:rsidRPr="00F07648">
        <w:trPr>
          <w:trHeight w:val="738"/>
        </w:trPr>
        <w:tc>
          <w:tcPr>
            <w:tcW w:w="1099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1.</w:t>
            </w:r>
            <w:r>
              <w:t>1.2</w:t>
            </w:r>
          </w:p>
        </w:tc>
        <w:tc>
          <w:tcPr>
            <w:tcW w:w="4861" w:type="dxa"/>
          </w:tcPr>
          <w:p w:rsidR="001A5B85" w:rsidRPr="00F07648" w:rsidRDefault="001A5B85" w:rsidP="004D0BDF">
            <w:pPr>
              <w:jc w:val="both"/>
            </w:pPr>
            <w:r w:rsidRPr="00F07648">
              <w:t>Организация и проведение</w:t>
            </w:r>
            <w:r>
              <w:t xml:space="preserve"> </w:t>
            </w:r>
            <w:r w:rsidRPr="00F07648">
              <w:t>семинаров для молодежи</w:t>
            </w:r>
          </w:p>
        </w:tc>
        <w:tc>
          <w:tcPr>
            <w:tcW w:w="2192" w:type="dxa"/>
            <w:vAlign w:val="center"/>
          </w:tcPr>
          <w:p w:rsidR="001A5B85" w:rsidRPr="00E77CB2" w:rsidRDefault="001A5B85" w:rsidP="004D0BDF">
            <w:pPr>
              <w:jc w:val="center"/>
            </w:pPr>
            <w:r w:rsidRPr="00E77CB2">
              <w:t>Количество семинаров</w:t>
            </w:r>
          </w:p>
        </w:tc>
        <w:tc>
          <w:tcPr>
            <w:tcW w:w="1134" w:type="dxa"/>
            <w:noWrap/>
            <w:vAlign w:val="center"/>
          </w:tcPr>
          <w:p w:rsidR="001A5B85" w:rsidRPr="00F07648" w:rsidRDefault="001A5B85" w:rsidP="004D0BDF">
            <w:pPr>
              <w:jc w:val="center"/>
            </w:pPr>
            <w:r>
              <w:t>Е</w:t>
            </w:r>
            <w:r w:rsidRPr="00F07648">
              <w:t>д.</w:t>
            </w:r>
          </w:p>
        </w:tc>
        <w:tc>
          <w:tcPr>
            <w:tcW w:w="1276" w:type="dxa"/>
            <w:vAlign w:val="center"/>
          </w:tcPr>
          <w:p w:rsidR="001A5B85" w:rsidRPr="00ED6ED9" w:rsidRDefault="001A5B85" w:rsidP="004D0BDF">
            <w:pPr>
              <w:jc w:val="center"/>
            </w:pPr>
            <w:r w:rsidRPr="00ED6ED9">
              <w:t>2</w:t>
            </w:r>
          </w:p>
        </w:tc>
        <w:tc>
          <w:tcPr>
            <w:tcW w:w="1134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9F7402">
              <w:t>7</w:t>
            </w:r>
          </w:p>
        </w:tc>
        <w:tc>
          <w:tcPr>
            <w:tcW w:w="992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3</w:t>
            </w:r>
          </w:p>
        </w:tc>
      </w:tr>
      <w:tr w:rsidR="001A5B85" w:rsidRPr="00F07648">
        <w:trPr>
          <w:trHeight w:val="70"/>
        </w:trPr>
        <w:tc>
          <w:tcPr>
            <w:tcW w:w="1099" w:type="dxa"/>
            <w:vAlign w:val="center"/>
          </w:tcPr>
          <w:p w:rsidR="001A5B85" w:rsidRDefault="001A5B85" w:rsidP="004D0BDF">
            <w:pPr>
              <w:jc w:val="center"/>
            </w:pPr>
            <w:r>
              <w:t>1.1.3</w:t>
            </w:r>
          </w:p>
        </w:tc>
        <w:tc>
          <w:tcPr>
            <w:tcW w:w="4861" w:type="dxa"/>
          </w:tcPr>
          <w:p w:rsidR="001A5B85" w:rsidRDefault="001A5B85" w:rsidP="004D0BDF">
            <w:r>
              <w:t>Организация и проведение семинаров для субъектов МСП «</w:t>
            </w:r>
            <w:r w:rsidRPr="00EE6CB5">
              <w:t xml:space="preserve">Эффективное участие </w:t>
            </w:r>
            <w:r>
              <w:t xml:space="preserve">малого и среднего предпринимательства </w:t>
            </w:r>
            <w:r w:rsidRPr="00EE6CB5">
              <w:t xml:space="preserve">в госзакупках» </w:t>
            </w:r>
          </w:p>
          <w:p w:rsidR="001A5B85" w:rsidRPr="00CD55D4" w:rsidRDefault="001A5B85" w:rsidP="004D0BDF"/>
        </w:tc>
        <w:tc>
          <w:tcPr>
            <w:tcW w:w="2192" w:type="dxa"/>
            <w:vAlign w:val="center"/>
          </w:tcPr>
          <w:p w:rsidR="001A5B85" w:rsidRPr="00E77CB2" w:rsidRDefault="001A5B85" w:rsidP="004D0BDF">
            <w:pPr>
              <w:ind w:left="-108"/>
              <w:jc w:val="center"/>
            </w:pPr>
            <w:r w:rsidRPr="00E77CB2">
              <w:t>Количество семинаров</w:t>
            </w:r>
          </w:p>
        </w:tc>
        <w:tc>
          <w:tcPr>
            <w:tcW w:w="1134" w:type="dxa"/>
            <w:noWrap/>
            <w:vAlign w:val="center"/>
          </w:tcPr>
          <w:p w:rsidR="001A5B85" w:rsidRPr="00F07648" w:rsidRDefault="001A5B85" w:rsidP="004D0BDF">
            <w:pPr>
              <w:jc w:val="center"/>
            </w:pPr>
            <w:r>
              <w:t>Е</w:t>
            </w:r>
            <w:r w:rsidRPr="00F07648">
              <w:t>д.</w:t>
            </w:r>
          </w:p>
        </w:tc>
        <w:tc>
          <w:tcPr>
            <w:tcW w:w="1276" w:type="dxa"/>
            <w:vAlign w:val="center"/>
          </w:tcPr>
          <w:p w:rsidR="001A5B85" w:rsidRPr="00ED6ED9" w:rsidRDefault="001A5B85" w:rsidP="004D0BDF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3</w:t>
            </w:r>
          </w:p>
        </w:tc>
        <w:tc>
          <w:tcPr>
            <w:tcW w:w="992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-</w:t>
            </w:r>
          </w:p>
        </w:tc>
      </w:tr>
      <w:tr w:rsidR="001A5B85" w:rsidRPr="00F07648">
        <w:trPr>
          <w:trHeight w:val="738"/>
        </w:trPr>
        <w:tc>
          <w:tcPr>
            <w:tcW w:w="1099" w:type="dxa"/>
            <w:vAlign w:val="center"/>
          </w:tcPr>
          <w:p w:rsidR="001A5B85" w:rsidRDefault="001A5B85" w:rsidP="004D0BDF">
            <w:pPr>
              <w:jc w:val="center"/>
            </w:pPr>
            <w:r>
              <w:t>1.1.4</w:t>
            </w:r>
          </w:p>
        </w:tc>
        <w:tc>
          <w:tcPr>
            <w:tcW w:w="4861" w:type="dxa"/>
          </w:tcPr>
          <w:p w:rsidR="001A5B85" w:rsidRDefault="001A5B85" w:rsidP="004D0BDF"/>
          <w:p w:rsidR="001A5B85" w:rsidRDefault="001A5B85" w:rsidP="004D0BDF">
            <w:r w:rsidRPr="00923AD6">
              <w:t>Организация и проведение семинар</w:t>
            </w:r>
            <w:r>
              <w:t>ов</w:t>
            </w:r>
            <w:r w:rsidRPr="00923AD6">
              <w:t xml:space="preserve"> для субъектов </w:t>
            </w:r>
            <w:r w:rsidRPr="00F52C54">
              <w:t>МСП «Малое и среднее предпринимательство в условиях кризиса»</w:t>
            </w:r>
          </w:p>
          <w:p w:rsidR="001A5B85" w:rsidRPr="00CD55D4" w:rsidRDefault="001A5B85" w:rsidP="004D0BDF"/>
        </w:tc>
        <w:tc>
          <w:tcPr>
            <w:tcW w:w="2192" w:type="dxa"/>
            <w:vAlign w:val="center"/>
          </w:tcPr>
          <w:p w:rsidR="001A5B85" w:rsidRPr="00E77CB2" w:rsidRDefault="001A5B85" w:rsidP="004D0BDF">
            <w:pPr>
              <w:ind w:left="-108"/>
              <w:jc w:val="center"/>
            </w:pPr>
            <w:r w:rsidRPr="00E77CB2">
              <w:t>Количество семинаров</w:t>
            </w:r>
          </w:p>
        </w:tc>
        <w:tc>
          <w:tcPr>
            <w:tcW w:w="1134" w:type="dxa"/>
            <w:noWrap/>
            <w:vAlign w:val="center"/>
          </w:tcPr>
          <w:p w:rsidR="001A5B85" w:rsidRPr="00F07648" w:rsidRDefault="001A5B85" w:rsidP="004D0BDF">
            <w:pPr>
              <w:jc w:val="center"/>
            </w:pPr>
            <w:r>
              <w:t>Е</w:t>
            </w:r>
            <w:r w:rsidRPr="00F07648">
              <w:t>д.</w:t>
            </w:r>
          </w:p>
        </w:tc>
        <w:tc>
          <w:tcPr>
            <w:tcW w:w="1276" w:type="dxa"/>
            <w:vAlign w:val="center"/>
          </w:tcPr>
          <w:p w:rsidR="001A5B85" w:rsidRPr="00ED6ED9" w:rsidRDefault="001A5B85" w:rsidP="004D0BDF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3</w:t>
            </w:r>
          </w:p>
        </w:tc>
        <w:tc>
          <w:tcPr>
            <w:tcW w:w="992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-</w:t>
            </w:r>
          </w:p>
        </w:tc>
      </w:tr>
      <w:tr w:rsidR="001A5B85" w:rsidRPr="00F07648">
        <w:trPr>
          <w:trHeight w:val="738"/>
        </w:trPr>
        <w:tc>
          <w:tcPr>
            <w:tcW w:w="1099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1.</w:t>
            </w:r>
            <w:r>
              <w:t>1.5</w:t>
            </w:r>
          </w:p>
        </w:tc>
        <w:tc>
          <w:tcPr>
            <w:tcW w:w="4861" w:type="dxa"/>
          </w:tcPr>
          <w:p w:rsidR="001A5B85" w:rsidRDefault="001A5B85" w:rsidP="004D0BDF">
            <w:pPr>
              <w:jc w:val="both"/>
            </w:pPr>
          </w:p>
          <w:p w:rsidR="001A5B85" w:rsidRDefault="001A5B85" w:rsidP="004D0BDF">
            <w:pPr>
              <w:jc w:val="both"/>
            </w:pPr>
            <w:r w:rsidRPr="00F07648">
              <w:t>Информирование населения по вопросам, связанным с предпринимательской</w:t>
            </w:r>
            <w:r>
              <w:t xml:space="preserve"> </w:t>
            </w:r>
            <w:r w:rsidRPr="00F07648">
              <w:t>деятельностью</w:t>
            </w:r>
          </w:p>
          <w:p w:rsidR="001A5B85" w:rsidRPr="00F07648" w:rsidRDefault="001A5B85" w:rsidP="004D0BDF">
            <w:pPr>
              <w:jc w:val="both"/>
            </w:pPr>
          </w:p>
        </w:tc>
        <w:tc>
          <w:tcPr>
            <w:tcW w:w="2192" w:type="dxa"/>
            <w:vAlign w:val="center"/>
          </w:tcPr>
          <w:p w:rsidR="001A5B85" w:rsidRPr="00E77CB2" w:rsidRDefault="001A5B85" w:rsidP="004D0BDF">
            <w:pPr>
              <w:jc w:val="center"/>
            </w:pPr>
            <w:r w:rsidRPr="00E77CB2">
              <w:t>Количество</w:t>
            </w:r>
            <w:r w:rsidRPr="00E77CB2">
              <w:br/>
              <w:t>информационных сообщений</w:t>
            </w:r>
          </w:p>
        </w:tc>
        <w:tc>
          <w:tcPr>
            <w:tcW w:w="1134" w:type="dxa"/>
            <w:noWrap/>
            <w:vAlign w:val="center"/>
          </w:tcPr>
          <w:p w:rsidR="001A5B85" w:rsidRPr="00F07648" w:rsidRDefault="001A5B85" w:rsidP="004D0BDF">
            <w:pPr>
              <w:jc w:val="center"/>
            </w:pPr>
            <w:r>
              <w:t>Е</w:t>
            </w:r>
            <w:r w:rsidRPr="00F07648">
              <w:t>д.</w:t>
            </w:r>
          </w:p>
        </w:tc>
        <w:tc>
          <w:tcPr>
            <w:tcW w:w="1276" w:type="dxa"/>
            <w:vAlign w:val="center"/>
          </w:tcPr>
          <w:p w:rsidR="001A5B85" w:rsidRPr="00ED6ED9" w:rsidRDefault="001A5B85" w:rsidP="004D0BDF">
            <w:pPr>
              <w:jc w:val="center"/>
            </w:pPr>
            <w:r w:rsidRPr="00ED6ED9">
              <w:t>50</w:t>
            </w:r>
          </w:p>
        </w:tc>
        <w:tc>
          <w:tcPr>
            <w:tcW w:w="1134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55</w:t>
            </w:r>
          </w:p>
        </w:tc>
        <w:tc>
          <w:tcPr>
            <w:tcW w:w="992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6</w:t>
            </w:r>
            <w:r>
              <w:t>0</w:t>
            </w:r>
          </w:p>
        </w:tc>
        <w:tc>
          <w:tcPr>
            <w:tcW w:w="1276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65</w:t>
            </w:r>
          </w:p>
        </w:tc>
        <w:tc>
          <w:tcPr>
            <w:tcW w:w="1559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65</w:t>
            </w:r>
          </w:p>
        </w:tc>
      </w:tr>
      <w:tr w:rsidR="001A5B85" w:rsidRPr="00F07648">
        <w:trPr>
          <w:trHeight w:val="494"/>
        </w:trPr>
        <w:tc>
          <w:tcPr>
            <w:tcW w:w="1099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1.</w:t>
            </w:r>
            <w:r>
              <w:t>1.6</w:t>
            </w:r>
          </w:p>
        </w:tc>
        <w:tc>
          <w:tcPr>
            <w:tcW w:w="4861" w:type="dxa"/>
          </w:tcPr>
          <w:p w:rsidR="001A5B85" w:rsidRDefault="001A5B85" w:rsidP="004D0BDF">
            <w:pPr>
              <w:jc w:val="both"/>
            </w:pPr>
          </w:p>
          <w:p w:rsidR="001A5B85" w:rsidRDefault="001A5B85" w:rsidP="004D0BDF">
            <w:pPr>
              <w:jc w:val="both"/>
            </w:pPr>
            <w:r w:rsidRPr="00F07648">
              <w:t>Организация выставочно-ярмарочной деятельности</w:t>
            </w:r>
            <w:r>
              <w:t>,</w:t>
            </w:r>
          </w:p>
          <w:p w:rsidR="001A5B85" w:rsidRDefault="001A5B85" w:rsidP="004D0BDF">
            <w:pPr>
              <w:jc w:val="both"/>
            </w:pPr>
            <w:r>
              <w:t>в том числе:</w:t>
            </w:r>
          </w:p>
          <w:p w:rsidR="001A5B85" w:rsidRDefault="001A5B85" w:rsidP="004D0BDF">
            <w:pPr>
              <w:jc w:val="both"/>
            </w:pPr>
            <w:r>
              <w:t xml:space="preserve">- участие в ярмарке в городе Гданьске </w:t>
            </w:r>
          </w:p>
          <w:p w:rsidR="001A5B85" w:rsidRDefault="001A5B85" w:rsidP="004D0BDF">
            <w:pPr>
              <w:jc w:val="both"/>
            </w:pPr>
            <w:r>
              <w:t xml:space="preserve">- участие в выставке в городе Минске </w:t>
            </w:r>
          </w:p>
          <w:p w:rsidR="001A5B85" w:rsidRPr="00F07648" w:rsidRDefault="001A5B85" w:rsidP="004D0BDF">
            <w:pPr>
              <w:jc w:val="both"/>
            </w:pPr>
            <w:r>
              <w:t>- участие в выставке в городе Шауляй</w:t>
            </w:r>
          </w:p>
        </w:tc>
        <w:tc>
          <w:tcPr>
            <w:tcW w:w="2192" w:type="dxa"/>
            <w:vAlign w:val="center"/>
          </w:tcPr>
          <w:p w:rsidR="001A5B85" w:rsidRPr="00E77CB2" w:rsidRDefault="001A5B85" w:rsidP="004D0BDF">
            <w:pPr>
              <w:jc w:val="center"/>
            </w:pPr>
            <w:r w:rsidRPr="00E77CB2">
              <w:t>Количество мероприятий</w:t>
            </w:r>
          </w:p>
        </w:tc>
        <w:tc>
          <w:tcPr>
            <w:tcW w:w="1134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Ед.</w:t>
            </w:r>
          </w:p>
        </w:tc>
        <w:tc>
          <w:tcPr>
            <w:tcW w:w="1276" w:type="dxa"/>
            <w:vAlign w:val="center"/>
          </w:tcPr>
          <w:p w:rsidR="001A5B85" w:rsidRPr="00ED6ED9" w:rsidRDefault="001A5B85" w:rsidP="004D0BDF">
            <w:pPr>
              <w:jc w:val="center"/>
            </w:pPr>
          </w:p>
          <w:p w:rsidR="001A5B85" w:rsidRDefault="001A5B85" w:rsidP="004D0BDF">
            <w:pPr>
              <w:jc w:val="center"/>
            </w:pPr>
          </w:p>
          <w:p w:rsidR="001A5B85" w:rsidRPr="00ED6ED9" w:rsidRDefault="001A5B85" w:rsidP="004D0BDF">
            <w:pPr>
              <w:jc w:val="center"/>
            </w:pPr>
          </w:p>
          <w:p w:rsidR="001A5B85" w:rsidRPr="00ED6ED9" w:rsidRDefault="001A5B85" w:rsidP="004D0BDF">
            <w:pPr>
              <w:jc w:val="center"/>
            </w:pPr>
            <w:r w:rsidRPr="00ED6ED9">
              <w:t>110</w:t>
            </w:r>
          </w:p>
          <w:p w:rsidR="001A5B85" w:rsidRDefault="001A5B85" w:rsidP="004D0BDF">
            <w:pPr>
              <w:jc w:val="center"/>
            </w:pPr>
            <w:r w:rsidRPr="00ED6ED9">
              <w:t>1</w:t>
            </w:r>
          </w:p>
          <w:p w:rsidR="001A5B85" w:rsidRPr="00ED6ED9" w:rsidRDefault="001A5B85" w:rsidP="004D0BDF">
            <w:pPr>
              <w:jc w:val="center"/>
            </w:pPr>
            <w:r>
              <w:t>1</w:t>
            </w:r>
          </w:p>
          <w:p w:rsidR="001A5B85" w:rsidRPr="00ED6ED9" w:rsidRDefault="001A5B85" w:rsidP="004D0BDF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1A5B85" w:rsidRDefault="001A5B85" w:rsidP="004D0BDF">
            <w:pPr>
              <w:jc w:val="center"/>
            </w:pPr>
          </w:p>
          <w:p w:rsidR="001A5B85" w:rsidRDefault="001A5B85" w:rsidP="004D0BDF">
            <w:pPr>
              <w:jc w:val="center"/>
            </w:pPr>
          </w:p>
          <w:p w:rsidR="001A5B85" w:rsidRDefault="001A5B85" w:rsidP="004D0BDF">
            <w:pPr>
              <w:jc w:val="center"/>
            </w:pPr>
          </w:p>
          <w:p w:rsidR="001A5B85" w:rsidRDefault="001A5B85" w:rsidP="004D0BDF">
            <w:pPr>
              <w:jc w:val="center"/>
            </w:pPr>
            <w:r w:rsidRPr="00F07648">
              <w:t>1</w:t>
            </w:r>
            <w:r>
              <w:t>30</w:t>
            </w:r>
          </w:p>
          <w:p w:rsidR="001A5B85" w:rsidRDefault="001A5B85" w:rsidP="004D0BDF">
            <w:pPr>
              <w:jc w:val="center"/>
            </w:pPr>
            <w:r>
              <w:t>-</w:t>
            </w:r>
          </w:p>
          <w:p w:rsidR="001A5B85" w:rsidRDefault="001A5B85" w:rsidP="004D0BDF">
            <w:pPr>
              <w:jc w:val="center"/>
            </w:pPr>
            <w:r>
              <w:t>1</w:t>
            </w:r>
          </w:p>
          <w:p w:rsidR="001A5B85" w:rsidRPr="00F07648" w:rsidRDefault="001A5B85" w:rsidP="00A946D7">
            <w:pPr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1A5B85" w:rsidRDefault="001A5B85" w:rsidP="004D0BDF">
            <w:pPr>
              <w:jc w:val="center"/>
            </w:pPr>
          </w:p>
          <w:p w:rsidR="001A5B85" w:rsidRDefault="001A5B85" w:rsidP="004D0BDF">
            <w:pPr>
              <w:jc w:val="center"/>
            </w:pPr>
          </w:p>
          <w:p w:rsidR="001A5B85" w:rsidRPr="00820D8E" w:rsidRDefault="001A5B85" w:rsidP="004D0BDF">
            <w:pPr>
              <w:jc w:val="center"/>
            </w:pPr>
          </w:p>
          <w:p w:rsidR="001A5B85" w:rsidRPr="00820D8E" w:rsidRDefault="001A5B85" w:rsidP="004D0BDF">
            <w:pPr>
              <w:jc w:val="center"/>
            </w:pPr>
            <w:r w:rsidRPr="00820D8E">
              <w:t>135</w:t>
            </w:r>
          </w:p>
          <w:p w:rsidR="001A5B85" w:rsidRDefault="001A5B85" w:rsidP="004D0BDF">
            <w:pPr>
              <w:jc w:val="center"/>
            </w:pPr>
            <w:r w:rsidRPr="00820D8E">
              <w:t>1</w:t>
            </w:r>
          </w:p>
          <w:p w:rsidR="001A5B85" w:rsidRDefault="001A5B85" w:rsidP="004D0BDF">
            <w:pPr>
              <w:jc w:val="center"/>
            </w:pPr>
            <w:r>
              <w:t>1</w:t>
            </w:r>
          </w:p>
          <w:p w:rsidR="001A5B85" w:rsidRPr="00820D8E" w:rsidRDefault="001A5B85" w:rsidP="004D0BDF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A5B85" w:rsidRDefault="001A5B85" w:rsidP="004D0BDF">
            <w:pPr>
              <w:jc w:val="center"/>
            </w:pPr>
          </w:p>
          <w:p w:rsidR="001A5B85" w:rsidRDefault="001A5B85" w:rsidP="004D0BDF">
            <w:pPr>
              <w:jc w:val="center"/>
            </w:pPr>
          </w:p>
          <w:p w:rsidR="001A5B85" w:rsidRPr="00820D8E" w:rsidRDefault="001A5B85" w:rsidP="004D0BDF">
            <w:pPr>
              <w:jc w:val="center"/>
            </w:pPr>
          </w:p>
          <w:p w:rsidR="001A5B85" w:rsidRPr="00820D8E" w:rsidRDefault="001A5B85" w:rsidP="004D0BDF">
            <w:pPr>
              <w:jc w:val="center"/>
            </w:pPr>
            <w:r w:rsidRPr="00820D8E">
              <w:t>140</w:t>
            </w:r>
          </w:p>
          <w:p w:rsidR="001A5B85" w:rsidRDefault="001A5B85" w:rsidP="004D0BDF">
            <w:pPr>
              <w:jc w:val="center"/>
            </w:pPr>
            <w:r w:rsidRPr="00820D8E">
              <w:t>1</w:t>
            </w:r>
          </w:p>
          <w:p w:rsidR="001A5B85" w:rsidRDefault="001A5B85" w:rsidP="004D0BDF">
            <w:pPr>
              <w:jc w:val="center"/>
            </w:pPr>
            <w:r>
              <w:t>1</w:t>
            </w:r>
          </w:p>
          <w:p w:rsidR="001A5B85" w:rsidRPr="00820D8E" w:rsidRDefault="001A5B85" w:rsidP="004D0BDF">
            <w:pPr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1A5B85" w:rsidRDefault="001A5B85" w:rsidP="004D0BDF">
            <w:pPr>
              <w:jc w:val="center"/>
            </w:pPr>
          </w:p>
          <w:p w:rsidR="001A5B85" w:rsidRDefault="001A5B85" w:rsidP="004D0BDF">
            <w:pPr>
              <w:jc w:val="center"/>
            </w:pPr>
          </w:p>
          <w:p w:rsidR="001A5B85" w:rsidRDefault="001A5B85" w:rsidP="004D0BDF">
            <w:pPr>
              <w:jc w:val="center"/>
            </w:pPr>
          </w:p>
          <w:p w:rsidR="001A5B85" w:rsidRDefault="001A5B85" w:rsidP="004D0BDF">
            <w:pPr>
              <w:jc w:val="center"/>
            </w:pPr>
            <w:r w:rsidRPr="00F07648">
              <w:t>1</w:t>
            </w:r>
            <w:r>
              <w:t>40</w:t>
            </w:r>
          </w:p>
          <w:p w:rsidR="001A5B85" w:rsidRDefault="001A5B85" w:rsidP="004D0BDF">
            <w:pPr>
              <w:jc w:val="center"/>
            </w:pPr>
            <w:r>
              <w:t>1</w:t>
            </w:r>
          </w:p>
          <w:p w:rsidR="001A5B85" w:rsidRDefault="001A5B85" w:rsidP="004D0BDF">
            <w:pPr>
              <w:jc w:val="center"/>
            </w:pPr>
            <w:r>
              <w:t>1</w:t>
            </w:r>
          </w:p>
          <w:p w:rsidR="001A5B85" w:rsidRPr="00F07648" w:rsidRDefault="001A5B85" w:rsidP="004D0BDF">
            <w:pPr>
              <w:jc w:val="center"/>
            </w:pPr>
            <w:r>
              <w:t>1</w:t>
            </w:r>
          </w:p>
        </w:tc>
      </w:tr>
      <w:tr w:rsidR="001A5B85" w:rsidRPr="00F07648">
        <w:trPr>
          <w:trHeight w:val="817"/>
        </w:trPr>
        <w:tc>
          <w:tcPr>
            <w:tcW w:w="1099" w:type="dxa"/>
            <w:vAlign w:val="center"/>
          </w:tcPr>
          <w:p w:rsidR="001A5B85" w:rsidRPr="001726D8" w:rsidRDefault="001A5B85" w:rsidP="004D0BDF">
            <w:pPr>
              <w:jc w:val="center"/>
            </w:pPr>
            <w:r w:rsidRPr="001726D8">
              <w:t>1.1.</w:t>
            </w:r>
            <w:r>
              <w:t>7</w:t>
            </w:r>
          </w:p>
        </w:tc>
        <w:tc>
          <w:tcPr>
            <w:tcW w:w="4861" w:type="dxa"/>
          </w:tcPr>
          <w:p w:rsidR="001A5B85" w:rsidRDefault="001A5B85" w:rsidP="004D0BDF">
            <w:pPr>
              <w:jc w:val="both"/>
            </w:pPr>
          </w:p>
          <w:p w:rsidR="001A5B85" w:rsidRPr="001726D8" w:rsidRDefault="001A5B85" w:rsidP="004D0BDF">
            <w:pPr>
              <w:jc w:val="both"/>
            </w:pPr>
            <w:r w:rsidRPr="001726D8">
              <w:t>Издание информацион</w:t>
            </w:r>
            <w:r>
              <w:t>н</w:t>
            </w:r>
            <w:r w:rsidRPr="001726D8">
              <w:t xml:space="preserve">ых материалов </w:t>
            </w:r>
          </w:p>
        </w:tc>
        <w:tc>
          <w:tcPr>
            <w:tcW w:w="2192" w:type="dxa"/>
            <w:vAlign w:val="center"/>
          </w:tcPr>
          <w:p w:rsidR="001A5B85" w:rsidRPr="001726D8" w:rsidRDefault="001A5B85" w:rsidP="004D0BDF">
            <w:pPr>
              <w:jc w:val="center"/>
            </w:pPr>
            <w:r w:rsidRPr="001726D8">
              <w:t>Количество информационных материалов</w:t>
            </w:r>
          </w:p>
        </w:tc>
        <w:tc>
          <w:tcPr>
            <w:tcW w:w="1134" w:type="dxa"/>
            <w:vAlign w:val="center"/>
          </w:tcPr>
          <w:p w:rsidR="001A5B85" w:rsidRPr="001726D8" w:rsidRDefault="001A5B85" w:rsidP="004D0BDF">
            <w:pPr>
              <w:jc w:val="center"/>
            </w:pPr>
            <w:r w:rsidRPr="001726D8">
              <w:t>Ед.</w:t>
            </w:r>
          </w:p>
        </w:tc>
        <w:tc>
          <w:tcPr>
            <w:tcW w:w="1276" w:type="dxa"/>
            <w:vAlign w:val="center"/>
          </w:tcPr>
          <w:p w:rsidR="001A5B85" w:rsidRPr="001726D8" w:rsidRDefault="001A5B85" w:rsidP="004D0BDF">
            <w:pPr>
              <w:jc w:val="center"/>
            </w:pPr>
            <w:r w:rsidRPr="001726D8">
              <w:t>3</w:t>
            </w:r>
          </w:p>
        </w:tc>
        <w:tc>
          <w:tcPr>
            <w:tcW w:w="1134" w:type="dxa"/>
            <w:vAlign w:val="center"/>
          </w:tcPr>
          <w:p w:rsidR="001A5B85" w:rsidRPr="001726D8" w:rsidRDefault="001A5B85" w:rsidP="004D0BDF">
            <w:pPr>
              <w:jc w:val="center"/>
            </w:pPr>
            <w:r w:rsidRPr="001726D8">
              <w:t>4</w:t>
            </w:r>
          </w:p>
        </w:tc>
        <w:tc>
          <w:tcPr>
            <w:tcW w:w="992" w:type="dxa"/>
            <w:vAlign w:val="center"/>
          </w:tcPr>
          <w:p w:rsidR="001A5B85" w:rsidRPr="001726D8" w:rsidRDefault="001A5B85" w:rsidP="004D0BDF">
            <w:pPr>
              <w:jc w:val="center"/>
            </w:pPr>
            <w:r w:rsidRPr="001726D8">
              <w:t>3</w:t>
            </w:r>
          </w:p>
        </w:tc>
        <w:tc>
          <w:tcPr>
            <w:tcW w:w="1276" w:type="dxa"/>
            <w:vAlign w:val="center"/>
          </w:tcPr>
          <w:p w:rsidR="001A5B85" w:rsidRPr="001726D8" w:rsidRDefault="001A5B85" w:rsidP="004D0BDF">
            <w:pPr>
              <w:jc w:val="center"/>
            </w:pPr>
            <w:r w:rsidRPr="001726D8">
              <w:t>3</w:t>
            </w:r>
          </w:p>
        </w:tc>
        <w:tc>
          <w:tcPr>
            <w:tcW w:w="1559" w:type="dxa"/>
            <w:vAlign w:val="center"/>
          </w:tcPr>
          <w:p w:rsidR="001A5B85" w:rsidRPr="00F07648" w:rsidRDefault="001A5B85" w:rsidP="00A946D7">
            <w:pPr>
              <w:jc w:val="center"/>
            </w:pPr>
            <w:r w:rsidRPr="001726D8">
              <w:t>3</w:t>
            </w:r>
          </w:p>
        </w:tc>
      </w:tr>
      <w:tr w:rsidR="001A5B85" w:rsidRPr="00F07648">
        <w:trPr>
          <w:trHeight w:val="58"/>
        </w:trPr>
        <w:tc>
          <w:tcPr>
            <w:tcW w:w="1099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1.</w:t>
            </w:r>
            <w:r>
              <w:t>1.8</w:t>
            </w:r>
          </w:p>
        </w:tc>
        <w:tc>
          <w:tcPr>
            <w:tcW w:w="4861" w:type="dxa"/>
          </w:tcPr>
          <w:p w:rsidR="001A5B85" w:rsidRDefault="001A5B85" w:rsidP="004D0BDF">
            <w:pPr>
              <w:jc w:val="both"/>
            </w:pPr>
          </w:p>
          <w:p w:rsidR="001A5B85" w:rsidRDefault="001A5B85" w:rsidP="004D0BDF">
            <w:pPr>
              <w:jc w:val="both"/>
            </w:pPr>
            <w:r w:rsidRPr="00F07648">
              <w:t xml:space="preserve">Консультирование по вопросам  </w:t>
            </w:r>
            <w:r>
              <w:t>предпринимательства</w:t>
            </w:r>
          </w:p>
          <w:p w:rsidR="001A5B85" w:rsidRPr="00F07648" w:rsidRDefault="001A5B85" w:rsidP="004D0BDF">
            <w:pPr>
              <w:jc w:val="both"/>
            </w:pPr>
          </w:p>
        </w:tc>
        <w:tc>
          <w:tcPr>
            <w:tcW w:w="2192" w:type="dxa"/>
            <w:noWrap/>
            <w:vAlign w:val="center"/>
          </w:tcPr>
          <w:p w:rsidR="001A5B85" w:rsidRPr="00E77CB2" w:rsidRDefault="001A5B85" w:rsidP="004D0BDF">
            <w:pPr>
              <w:jc w:val="center"/>
            </w:pPr>
            <w:r w:rsidRPr="00E77CB2">
              <w:t>Количество консультаций</w:t>
            </w:r>
          </w:p>
        </w:tc>
        <w:tc>
          <w:tcPr>
            <w:tcW w:w="1134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Ед.</w:t>
            </w:r>
          </w:p>
        </w:tc>
        <w:tc>
          <w:tcPr>
            <w:tcW w:w="1276" w:type="dxa"/>
            <w:vAlign w:val="center"/>
          </w:tcPr>
          <w:p w:rsidR="001A5B85" w:rsidRPr="006C332A" w:rsidRDefault="001A5B85" w:rsidP="004D0BDF">
            <w:pPr>
              <w:jc w:val="center"/>
              <w:rPr>
                <w:highlight w:val="yellow"/>
              </w:rPr>
            </w:pPr>
            <w:r w:rsidRPr="006C332A">
              <w:t>100</w:t>
            </w:r>
          </w:p>
        </w:tc>
        <w:tc>
          <w:tcPr>
            <w:tcW w:w="4961" w:type="dxa"/>
            <w:gridSpan w:val="4"/>
            <w:vAlign w:val="center"/>
          </w:tcPr>
          <w:p w:rsidR="001A5B85" w:rsidRPr="00E76161" w:rsidRDefault="001A5B85" w:rsidP="004D0BDF">
            <w:pPr>
              <w:jc w:val="center"/>
              <w:rPr>
                <w:color w:val="FF0000"/>
              </w:rPr>
            </w:pPr>
            <w:r>
              <w:t>По мере обращения граждан</w:t>
            </w:r>
          </w:p>
        </w:tc>
      </w:tr>
      <w:tr w:rsidR="001A5B85" w:rsidRPr="00F07648">
        <w:trPr>
          <w:trHeight w:val="647"/>
        </w:trPr>
        <w:tc>
          <w:tcPr>
            <w:tcW w:w="1099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1.1.9</w:t>
            </w:r>
          </w:p>
        </w:tc>
        <w:tc>
          <w:tcPr>
            <w:tcW w:w="4861" w:type="dxa"/>
          </w:tcPr>
          <w:p w:rsidR="001A5B85" w:rsidRDefault="001A5B85" w:rsidP="004D0BDF">
            <w:pPr>
              <w:jc w:val="both"/>
            </w:pPr>
          </w:p>
          <w:p w:rsidR="001A5B85" w:rsidRDefault="001A5B85" w:rsidP="004D0BDF">
            <w:pPr>
              <w:jc w:val="both"/>
            </w:pPr>
            <w:r>
              <w:t>В</w:t>
            </w:r>
            <w:r w:rsidRPr="00F07648">
              <w:t xml:space="preserve">едение </w:t>
            </w:r>
            <w:r>
              <w:t>перечня</w:t>
            </w:r>
            <w:r w:rsidRPr="00F07648">
              <w:t xml:space="preserve"> организаций, образующих инфраструктуру поддержки</w:t>
            </w:r>
            <w:r>
              <w:t xml:space="preserve"> МСП</w:t>
            </w:r>
          </w:p>
          <w:p w:rsidR="001A5B85" w:rsidRPr="00F07648" w:rsidRDefault="001A5B85" w:rsidP="004D0BDF">
            <w:pPr>
              <w:jc w:val="both"/>
            </w:pPr>
          </w:p>
        </w:tc>
        <w:tc>
          <w:tcPr>
            <w:tcW w:w="2192" w:type="dxa"/>
            <w:vAlign w:val="center"/>
          </w:tcPr>
          <w:p w:rsidR="001A5B85" w:rsidRPr="00E77CB2" w:rsidRDefault="001A5B85" w:rsidP="004D0BDF">
            <w:pPr>
              <w:jc w:val="center"/>
            </w:pPr>
            <w:r w:rsidRPr="00E77CB2">
              <w:t xml:space="preserve">Наличие </w:t>
            </w:r>
            <w:r>
              <w:t>перечня</w:t>
            </w:r>
          </w:p>
        </w:tc>
        <w:tc>
          <w:tcPr>
            <w:tcW w:w="1134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-</w:t>
            </w:r>
          </w:p>
        </w:tc>
        <w:tc>
          <w:tcPr>
            <w:tcW w:w="1276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да</w:t>
            </w:r>
          </w:p>
        </w:tc>
        <w:tc>
          <w:tcPr>
            <w:tcW w:w="1134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да</w:t>
            </w:r>
          </w:p>
        </w:tc>
        <w:tc>
          <w:tcPr>
            <w:tcW w:w="992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да</w:t>
            </w:r>
          </w:p>
        </w:tc>
        <w:tc>
          <w:tcPr>
            <w:tcW w:w="1276" w:type="dxa"/>
          </w:tcPr>
          <w:p w:rsidR="001A5B85" w:rsidRDefault="001A5B85" w:rsidP="004D0BDF">
            <w:pPr>
              <w:jc w:val="center"/>
            </w:pPr>
          </w:p>
          <w:p w:rsidR="001A5B85" w:rsidRPr="00F07648" w:rsidRDefault="001A5B85" w:rsidP="004D0BDF">
            <w:pPr>
              <w:jc w:val="center"/>
            </w:pPr>
            <w:r w:rsidRPr="00F07648">
              <w:t>да</w:t>
            </w:r>
          </w:p>
        </w:tc>
        <w:tc>
          <w:tcPr>
            <w:tcW w:w="1559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да</w:t>
            </w:r>
          </w:p>
        </w:tc>
      </w:tr>
      <w:tr w:rsidR="001A5B85" w:rsidRPr="00F07648">
        <w:trPr>
          <w:trHeight w:val="542"/>
        </w:trPr>
        <w:tc>
          <w:tcPr>
            <w:tcW w:w="1099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1</w:t>
            </w:r>
            <w:r w:rsidRPr="00F07648">
              <w:t>.</w:t>
            </w:r>
            <w:r>
              <w:t>1.10</w:t>
            </w:r>
          </w:p>
        </w:tc>
        <w:tc>
          <w:tcPr>
            <w:tcW w:w="4861" w:type="dxa"/>
          </w:tcPr>
          <w:p w:rsidR="001A5B85" w:rsidRDefault="001A5B85" w:rsidP="004D0BDF">
            <w:pPr>
              <w:jc w:val="both"/>
            </w:pPr>
          </w:p>
          <w:p w:rsidR="001A5B85" w:rsidRPr="00F07648" w:rsidRDefault="001A5B85" w:rsidP="004D0BDF">
            <w:pPr>
              <w:jc w:val="both"/>
            </w:pPr>
            <w:r w:rsidRPr="00F07648">
              <w:t>Проведение</w:t>
            </w:r>
            <w:r>
              <w:t xml:space="preserve"> з</w:t>
            </w:r>
            <w:r w:rsidRPr="00F07648">
              <w:t>аседаний</w:t>
            </w:r>
            <w:r w:rsidRPr="00F07648">
              <w:br w:type="page"/>
              <w:t xml:space="preserve"> консультационного Совета</w:t>
            </w:r>
            <w:r w:rsidRPr="00F07648">
              <w:br w:type="page"/>
            </w:r>
          </w:p>
        </w:tc>
        <w:tc>
          <w:tcPr>
            <w:tcW w:w="2192" w:type="dxa"/>
            <w:vAlign w:val="center"/>
          </w:tcPr>
          <w:p w:rsidR="001A5B85" w:rsidRPr="00E77CB2" w:rsidRDefault="001A5B85" w:rsidP="004D0BDF">
            <w:pPr>
              <w:jc w:val="center"/>
            </w:pPr>
            <w:r w:rsidRPr="00E77CB2">
              <w:t>Количество заседаний</w:t>
            </w:r>
          </w:p>
        </w:tc>
        <w:tc>
          <w:tcPr>
            <w:tcW w:w="1134" w:type="dxa"/>
            <w:noWrap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-</w:t>
            </w:r>
          </w:p>
        </w:tc>
        <w:tc>
          <w:tcPr>
            <w:tcW w:w="1276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4</w:t>
            </w:r>
          </w:p>
        </w:tc>
        <w:tc>
          <w:tcPr>
            <w:tcW w:w="1134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4</w:t>
            </w:r>
          </w:p>
        </w:tc>
        <w:tc>
          <w:tcPr>
            <w:tcW w:w="992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4</w:t>
            </w:r>
          </w:p>
        </w:tc>
        <w:tc>
          <w:tcPr>
            <w:tcW w:w="1276" w:type="dxa"/>
            <w:vAlign w:val="center"/>
          </w:tcPr>
          <w:p w:rsidR="001A5B85" w:rsidRPr="00F07648" w:rsidRDefault="001A5B85" w:rsidP="004D0BDF">
            <w:pPr>
              <w:jc w:val="center"/>
            </w:pPr>
            <w:r>
              <w:t>4</w:t>
            </w:r>
          </w:p>
        </w:tc>
        <w:tc>
          <w:tcPr>
            <w:tcW w:w="1559" w:type="dxa"/>
            <w:vAlign w:val="center"/>
          </w:tcPr>
          <w:p w:rsidR="001A5B85" w:rsidRPr="00F07648" w:rsidRDefault="001A5B85" w:rsidP="004D0BDF">
            <w:pPr>
              <w:jc w:val="center"/>
            </w:pPr>
            <w:r w:rsidRPr="00F07648">
              <w:t>4</w:t>
            </w:r>
          </w:p>
        </w:tc>
      </w:tr>
      <w:tr w:rsidR="001A5B85" w:rsidRPr="002D79B8">
        <w:trPr>
          <w:trHeight w:val="844"/>
        </w:trPr>
        <w:tc>
          <w:tcPr>
            <w:tcW w:w="1099" w:type="dxa"/>
            <w:vAlign w:val="center"/>
          </w:tcPr>
          <w:p w:rsidR="001A5B85" w:rsidRPr="002D79B8" w:rsidRDefault="001A5B85" w:rsidP="004D0BDF">
            <w:pPr>
              <w:jc w:val="center"/>
            </w:pPr>
            <w:r>
              <w:t>1.1.11</w:t>
            </w:r>
          </w:p>
        </w:tc>
        <w:tc>
          <w:tcPr>
            <w:tcW w:w="4861" w:type="dxa"/>
          </w:tcPr>
          <w:p w:rsidR="001A5B85" w:rsidRDefault="001A5B85" w:rsidP="004D0BDF"/>
          <w:p w:rsidR="001A5B85" w:rsidRDefault="001A5B85" w:rsidP="004D0BDF">
            <w:r>
              <w:t xml:space="preserve">Информирование </w:t>
            </w:r>
            <w:r w:rsidRPr="002D79B8">
              <w:t xml:space="preserve">субъектов МСП </w:t>
            </w:r>
            <w:r>
              <w:t xml:space="preserve">о выставках, </w:t>
            </w:r>
            <w:r w:rsidRPr="002D79B8">
              <w:t>проводимых</w:t>
            </w:r>
            <w:r>
              <w:t xml:space="preserve"> </w:t>
            </w:r>
            <w:r w:rsidRPr="002D79B8">
              <w:t xml:space="preserve">в городском округе </w:t>
            </w:r>
            <w:r>
              <w:t xml:space="preserve">«Город </w:t>
            </w:r>
            <w:r w:rsidRPr="002D79B8">
              <w:t>Калининград</w:t>
            </w:r>
            <w:r>
              <w:t xml:space="preserve">», других городах </w:t>
            </w:r>
            <w:r w:rsidRPr="002D79B8">
              <w:t>России и за рубежом</w:t>
            </w:r>
          </w:p>
          <w:p w:rsidR="001A5B85" w:rsidRPr="002D79B8" w:rsidRDefault="001A5B85" w:rsidP="004D0BDF"/>
        </w:tc>
        <w:tc>
          <w:tcPr>
            <w:tcW w:w="2192" w:type="dxa"/>
            <w:vAlign w:val="center"/>
          </w:tcPr>
          <w:p w:rsidR="001A5B85" w:rsidRDefault="001A5B85" w:rsidP="004D0BDF">
            <w:pPr>
              <w:jc w:val="center"/>
            </w:pPr>
            <w:r>
              <w:t>Количество</w:t>
            </w:r>
            <w:r>
              <w:br/>
              <w:t>адресатов/</w:t>
            </w:r>
          </w:p>
          <w:p w:rsidR="001A5B85" w:rsidRPr="002D79B8" w:rsidRDefault="001A5B85" w:rsidP="004D0BDF">
            <w:pPr>
              <w:jc w:val="center"/>
            </w:pPr>
            <w:r>
              <w:t>со</w:t>
            </w:r>
            <w:r w:rsidRPr="002D79B8">
              <w:t>общений</w:t>
            </w:r>
          </w:p>
        </w:tc>
        <w:tc>
          <w:tcPr>
            <w:tcW w:w="1134" w:type="dxa"/>
            <w:vAlign w:val="center"/>
          </w:tcPr>
          <w:p w:rsidR="001A5B85" w:rsidRPr="002D79B8" w:rsidRDefault="001A5B85" w:rsidP="004D0BDF">
            <w:pPr>
              <w:jc w:val="center"/>
            </w:pPr>
            <w:r>
              <w:t>ед.</w:t>
            </w:r>
          </w:p>
        </w:tc>
        <w:tc>
          <w:tcPr>
            <w:tcW w:w="1276" w:type="dxa"/>
            <w:vAlign w:val="center"/>
          </w:tcPr>
          <w:p w:rsidR="001A5B85" w:rsidRPr="000854C3" w:rsidRDefault="001A5B85" w:rsidP="004D0BDF">
            <w:pPr>
              <w:jc w:val="center"/>
            </w:pPr>
            <w:r w:rsidRPr="000854C3">
              <w:t>2</w:t>
            </w:r>
            <w:r>
              <w:t>2</w:t>
            </w:r>
            <w:r w:rsidRPr="000854C3">
              <w:t>0/</w:t>
            </w:r>
            <w:r>
              <w:t>25</w:t>
            </w:r>
          </w:p>
        </w:tc>
        <w:tc>
          <w:tcPr>
            <w:tcW w:w="1134" w:type="dxa"/>
            <w:vAlign w:val="center"/>
          </w:tcPr>
          <w:p w:rsidR="001A5B85" w:rsidRPr="000854C3" w:rsidRDefault="001A5B85" w:rsidP="004D0BDF">
            <w:pPr>
              <w:jc w:val="center"/>
            </w:pPr>
            <w:r w:rsidRPr="000854C3">
              <w:t>2</w:t>
            </w:r>
            <w:r>
              <w:t>30</w:t>
            </w:r>
            <w:r w:rsidRPr="000854C3">
              <w:t>/3</w:t>
            </w:r>
            <w:r>
              <w:t>0</w:t>
            </w:r>
          </w:p>
        </w:tc>
        <w:tc>
          <w:tcPr>
            <w:tcW w:w="992" w:type="dxa"/>
            <w:vAlign w:val="center"/>
          </w:tcPr>
          <w:p w:rsidR="001A5B85" w:rsidRPr="000854C3" w:rsidRDefault="001A5B85" w:rsidP="004D0BDF">
            <w:pPr>
              <w:jc w:val="center"/>
            </w:pPr>
            <w:r w:rsidRPr="000854C3">
              <w:t>2</w:t>
            </w:r>
            <w:r>
              <w:t>4</w:t>
            </w:r>
            <w:r w:rsidRPr="000854C3">
              <w:t>0/</w:t>
            </w:r>
            <w:r>
              <w:t>35</w:t>
            </w:r>
          </w:p>
        </w:tc>
        <w:tc>
          <w:tcPr>
            <w:tcW w:w="1276" w:type="dxa"/>
            <w:vAlign w:val="center"/>
          </w:tcPr>
          <w:p w:rsidR="001A5B85" w:rsidRPr="0001244F" w:rsidRDefault="001A5B85" w:rsidP="004D0BDF">
            <w:pPr>
              <w:jc w:val="center"/>
            </w:pPr>
            <w:r>
              <w:t>250/40</w:t>
            </w:r>
          </w:p>
        </w:tc>
        <w:tc>
          <w:tcPr>
            <w:tcW w:w="1559" w:type="dxa"/>
            <w:vAlign w:val="center"/>
          </w:tcPr>
          <w:p w:rsidR="001A5B85" w:rsidRPr="0001244F" w:rsidRDefault="001A5B85" w:rsidP="004D0BDF">
            <w:pPr>
              <w:jc w:val="center"/>
            </w:pPr>
            <w:r w:rsidRPr="0001244F">
              <w:t>250/4</w:t>
            </w:r>
            <w:r>
              <w:t>0</w:t>
            </w:r>
          </w:p>
        </w:tc>
      </w:tr>
      <w:tr w:rsidR="001A5B85" w:rsidRPr="002D79B8">
        <w:trPr>
          <w:trHeight w:val="193"/>
        </w:trPr>
        <w:tc>
          <w:tcPr>
            <w:tcW w:w="1099" w:type="dxa"/>
            <w:vAlign w:val="center"/>
          </w:tcPr>
          <w:p w:rsidR="001A5B85" w:rsidRPr="002D79B8" w:rsidRDefault="001A5B85" w:rsidP="004D0BDF">
            <w:pPr>
              <w:jc w:val="center"/>
            </w:pPr>
            <w:r>
              <w:t>1.1.12</w:t>
            </w:r>
          </w:p>
        </w:tc>
        <w:tc>
          <w:tcPr>
            <w:tcW w:w="4861" w:type="dxa"/>
          </w:tcPr>
          <w:p w:rsidR="001A5B85" w:rsidRDefault="001A5B85" w:rsidP="004D0BDF"/>
          <w:p w:rsidR="001A5B85" w:rsidRDefault="001A5B85" w:rsidP="004D0BDF">
            <w:r>
              <w:t xml:space="preserve">Размещение </w:t>
            </w:r>
            <w:r w:rsidRPr="002D79B8">
              <w:t>информации о предприятиях для поиска партнеров</w:t>
            </w:r>
          </w:p>
          <w:p w:rsidR="001A5B85" w:rsidRPr="002D79B8" w:rsidRDefault="001A5B85" w:rsidP="004D0BDF"/>
        </w:tc>
        <w:tc>
          <w:tcPr>
            <w:tcW w:w="2192" w:type="dxa"/>
            <w:vAlign w:val="center"/>
          </w:tcPr>
          <w:p w:rsidR="001A5B85" w:rsidRPr="00E77CB2" w:rsidRDefault="001A5B85" w:rsidP="004D0BDF">
            <w:pPr>
              <w:ind w:left="-36" w:firstLine="36"/>
              <w:jc w:val="center"/>
            </w:pPr>
            <w:r w:rsidRPr="00E77CB2">
              <w:t xml:space="preserve">Наличие </w:t>
            </w:r>
            <w:r w:rsidRPr="00E77CB2">
              <w:br w:type="page"/>
              <w:t>информации на сайте</w:t>
            </w:r>
          </w:p>
        </w:tc>
        <w:tc>
          <w:tcPr>
            <w:tcW w:w="1134" w:type="dxa"/>
            <w:vAlign w:val="center"/>
          </w:tcPr>
          <w:p w:rsidR="001A5B85" w:rsidRPr="002D79B8" w:rsidRDefault="001A5B85" w:rsidP="004D0BDF">
            <w:pPr>
              <w:ind w:left="-36" w:firstLine="36"/>
              <w:jc w:val="center"/>
            </w:pPr>
            <w:r>
              <w:t>е</w:t>
            </w:r>
            <w:r w:rsidRPr="002D79B8">
              <w:t>д.</w:t>
            </w:r>
          </w:p>
        </w:tc>
        <w:tc>
          <w:tcPr>
            <w:tcW w:w="1276" w:type="dxa"/>
            <w:vAlign w:val="center"/>
          </w:tcPr>
          <w:p w:rsidR="001A5B85" w:rsidRPr="0001244F" w:rsidRDefault="001A5B85" w:rsidP="004D0BDF">
            <w:pPr>
              <w:jc w:val="center"/>
            </w:pPr>
            <w:r>
              <w:t>5</w:t>
            </w:r>
          </w:p>
        </w:tc>
        <w:tc>
          <w:tcPr>
            <w:tcW w:w="4961" w:type="dxa"/>
            <w:gridSpan w:val="4"/>
            <w:vAlign w:val="center"/>
          </w:tcPr>
          <w:p w:rsidR="001A5B85" w:rsidRPr="0001244F" w:rsidRDefault="001A5B85" w:rsidP="004D0BDF">
            <w:pPr>
              <w:jc w:val="center"/>
            </w:pPr>
            <w:r>
              <w:t>По мере обращения граждан</w:t>
            </w:r>
          </w:p>
        </w:tc>
      </w:tr>
      <w:tr w:rsidR="001A5B85" w:rsidRPr="002D79B8">
        <w:trPr>
          <w:trHeight w:val="1412"/>
        </w:trPr>
        <w:tc>
          <w:tcPr>
            <w:tcW w:w="1099" w:type="dxa"/>
            <w:vAlign w:val="center"/>
          </w:tcPr>
          <w:p w:rsidR="001A5B85" w:rsidRPr="002D79B8" w:rsidRDefault="001A5B85" w:rsidP="004D0BDF">
            <w:pPr>
              <w:jc w:val="center"/>
            </w:pPr>
            <w:r>
              <w:t>1.1.13</w:t>
            </w:r>
          </w:p>
        </w:tc>
        <w:tc>
          <w:tcPr>
            <w:tcW w:w="4861" w:type="dxa"/>
          </w:tcPr>
          <w:p w:rsidR="001A5B85" w:rsidRDefault="001A5B85" w:rsidP="004D0BDF"/>
          <w:p w:rsidR="001A5B85" w:rsidRDefault="001A5B85" w:rsidP="004D0BDF">
            <w:r w:rsidRPr="00CD55D4">
              <w:t>Организация взаимовыгодного</w:t>
            </w:r>
            <w:r>
              <w:t xml:space="preserve"> </w:t>
            </w:r>
            <w:r w:rsidRPr="00CD55D4">
              <w:t xml:space="preserve">сотрудничества </w:t>
            </w:r>
            <w:r w:rsidRPr="0042772D">
              <w:t>МСП</w:t>
            </w:r>
            <w:r w:rsidRPr="00CD55D4">
              <w:t xml:space="preserve"> Калининграда с </w:t>
            </w:r>
            <w:r>
              <w:t>предпринимателями</w:t>
            </w:r>
            <w:r w:rsidRPr="00CD55D4">
              <w:t xml:space="preserve"> других городов России и зарубежья по приоритетн</w:t>
            </w:r>
            <w:r>
              <w:t>ы</w:t>
            </w:r>
            <w:r w:rsidRPr="00CD55D4">
              <w:t>м направлениям развития предпринимательства</w:t>
            </w:r>
          </w:p>
          <w:p w:rsidR="001A5B85" w:rsidRPr="00CD55D4" w:rsidRDefault="001A5B85" w:rsidP="004D0BDF"/>
        </w:tc>
        <w:tc>
          <w:tcPr>
            <w:tcW w:w="2192" w:type="dxa"/>
            <w:vAlign w:val="center"/>
          </w:tcPr>
          <w:p w:rsidR="001A5B85" w:rsidRPr="002D79B8" w:rsidRDefault="001A5B85" w:rsidP="004D0BDF">
            <w:pPr>
              <w:jc w:val="center"/>
            </w:pPr>
            <w:r>
              <w:t>К</w:t>
            </w:r>
            <w:r w:rsidRPr="002D79B8">
              <w:t>оличество</w:t>
            </w:r>
            <w:r w:rsidRPr="002D79B8">
              <w:br/>
              <w:t>встреч</w:t>
            </w:r>
          </w:p>
        </w:tc>
        <w:tc>
          <w:tcPr>
            <w:tcW w:w="1134" w:type="dxa"/>
            <w:vAlign w:val="center"/>
          </w:tcPr>
          <w:p w:rsidR="001A5B85" w:rsidRPr="002D79B8" w:rsidRDefault="001A5B85" w:rsidP="004D0BDF">
            <w:pPr>
              <w:jc w:val="center"/>
            </w:pPr>
            <w:r>
              <w:t>ед.</w:t>
            </w:r>
          </w:p>
        </w:tc>
        <w:tc>
          <w:tcPr>
            <w:tcW w:w="1276" w:type="dxa"/>
            <w:vAlign w:val="center"/>
          </w:tcPr>
          <w:p w:rsidR="001A5B85" w:rsidRPr="000854C3" w:rsidRDefault="001A5B85" w:rsidP="004D0BDF">
            <w:pPr>
              <w:jc w:val="center"/>
            </w:pPr>
            <w:r w:rsidRPr="000854C3">
              <w:t>4</w:t>
            </w:r>
          </w:p>
        </w:tc>
        <w:tc>
          <w:tcPr>
            <w:tcW w:w="1134" w:type="dxa"/>
            <w:vAlign w:val="center"/>
          </w:tcPr>
          <w:p w:rsidR="001A5B85" w:rsidRPr="000854C3" w:rsidRDefault="001A5B85" w:rsidP="004D0BDF">
            <w:pPr>
              <w:jc w:val="center"/>
            </w:pPr>
            <w:r w:rsidRPr="000854C3">
              <w:t>4</w:t>
            </w:r>
          </w:p>
        </w:tc>
        <w:tc>
          <w:tcPr>
            <w:tcW w:w="992" w:type="dxa"/>
            <w:vAlign w:val="center"/>
          </w:tcPr>
          <w:p w:rsidR="001A5B85" w:rsidRPr="000854C3" w:rsidRDefault="001A5B85" w:rsidP="004D0BDF">
            <w:pPr>
              <w:jc w:val="center"/>
            </w:pPr>
            <w:r w:rsidRPr="000854C3">
              <w:t>4</w:t>
            </w:r>
          </w:p>
        </w:tc>
        <w:tc>
          <w:tcPr>
            <w:tcW w:w="1276" w:type="dxa"/>
            <w:vAlign w:val="center"/>
          </w:tcPr>
          <w:p w:rsidR="001A5B85" w:rsidRPr="0001244F" w:rsidRDefault="001A5B85" w:rsidP="004D0BDF">
            <w:pPr>
              <w:jc w:val="center"/>
            </w:pPr>
            <w:r>
              <w:t>4</w:t>
            </w:r>
          </w:p>
        </w:tc>
        <w:tc>
          <w:tcPr>
            <w:tcW w:w="1559" w:type="dxa"/>
            <w:vAlign w:val="center"/>
          </w:tcPr>
          <w:p w:rsidR="001A5B85" w:rsidRPr="0001244F" w:rsidRDefault="001A5B85" w:rsidP="004D0BDF">
            <w:pPr>
              <w:jc w:val="center"/>
            </w:pPr>
            <w:r w:rsidRPr="0001244F">
              <w:t>4</w:t>
            </w:r>
          </w:p>
        </w:tc>
      </w:tr>
    </w:tbl>
    <w:p w:rsidR="001A5B85" w:rsidRDefault="001A5B85"/>
    <w:sectPr w:rsidR="001A5B85" w:rsidSect="005832B4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B85" w:rsidRDefault="001A5B85" w:rsidP="00326D19">
      <w:r>
        <w:separator/>
      </w:r>
    </w:p>
  </w:endnote>
  <w:endnote w:type="continuationSeparator" w:id="0">
    <w:p w:rsidR="001A5B85" w:rsidRDefault="001A5B85" w:rsidP="00326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B85" w:rsidRDefault="001A5B85" w:rsidP="00326D19">
      <w:r>
        <w:separator/>
      </w:r>
    </w:p>
  </w:footnote>
  <w:footnote w:type="continuationSeparator" w:id="0">
    <w:p w:rsidR="001A5B85" w:rsidRDefault="001A5B85" w:rsidP="00326D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B85" w:rsidRDefault="001A5B85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1A5B85" w:rsidRDefault="001A5B8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909"/>
    <w:rsid w:val="0001244F"/>
    <w:rsid w:val="00027937"/>
    <w:rsid w:val="000854C3"/>
    <w:rsid w:val="001726D8"/>
    <w:rsid w:val="00183909"/>
    <w:rsid w:val="001A5B85"/>
    <w:rsid w:val="002D79B8"/>
    <w:rsid w:val="00326D19"/>
    <w:rsid w:val="003C26D1"/>
    <w:rsid w:val="0042772D"/>
    <w:rsid w:val="004D0BDF"/>
    <w:rsid w:val="005832B4"/>
    <w:rsid w:val="00584B27"/>
    <w:rsid w:val="0058645E"/>
    <w:rsid w:val="00597312"/>
    <w:rsid w:val="006C332A"/>
    <w:rsid w:val="00703F0A"/>
    <w:rsid w:val="007F62E4"/>
    <w:rsid w:val="00820D8E"/>
    <w:rsid w:val="00923AD6"/>
    <w:rsid w:val="009F7402"/>
    <w:rsid w:val="00A17B2B"/>
    <w:rsid w:val="00A946D7"/>
    <w:rsid w:val="00BD17C6"/>
    <w:rsid w:val="00C3022C"/>
    <w:rsid w:val="00CD55D4"/>
    <w:rsid w:val="00E5701F"/>
    <w:rsid w:val="00E76161"/>
    <w:rsid w:val="00E77CB2"/>
    <w:rsid w:val="00EB6C4C"/>
    <w:rsid w:val="00ED6ED9"/>
    <w:rsid w:val="00EE6CB5"/>
    <w:rsid w:val="00F07648"/>
    <w:rsid w:val="00F52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90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839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326D1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26D19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326D1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26D19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832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32B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411</Words>
  <Characters>2345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Завадский</dc:creator>
  <cp:keywords/>
  <dc:description/>
  <cp:lastModifiedBy>Наташа</cp:lastModifiedBy>
  <cp:revision>4</cp:revision>
  <cp:lastPrinted>2015-10-26T12:40:00Z</cp:lastPrinted>
  <dcterms:created xsi:type="dcterms:W3CDTF">2015-10-26T10:44:00Z</dcterms:created>
  <dcterms:modified xsi:type="dcterms:W3CDTF">2015-11-10T13:11:00Z</dcterms:modified>
</cp:coreProperties>
</file>