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CB" w:rsidRDefault="000A5ACB" w:rsidP="00457B6C">
      <w:pPr>
        <w:pStyle w:val="ConsPlusTitle"/>
        <w:widowControl/>
        <w:tabs>
          <w:tab w:val="left" w:pos="7088"/>
          <w:tab w:val="left" w:pos="7230"/>
        </w:tabs>
        <w:ind w:firstLine="425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№ 4</w:t>
      </w:r>
    </w:p>
    <w:p w:rsidR="000A5ACB" w:rsidRDefault="000A5ACB" w:rsidP="00457B6C">
      <w:pPr>
        <w:tabs>
          <w:tab w:val="left" w:pos="6971"/>
        </w:tabs>
        <w:autoSpaceDE w:val="0"/>
        <w:autoSpaceDN w:val="0"/>
        <w:adjustRightInd w:val="0"/>
        <w:ind w:firstLine="4253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A5ACB" w:rsidRDefault="000A5ACB" w:rsidP="00457B6C">
      <w:pPr>
        <w:tabs>
          <w:tab w:val="left" w:pos="6971"/>
        </w:tabs>
        <w:autoSpaceDE w:val="0"/>
        <w:autoSpaceDN w:val="0"/>
        <w:adjustRightInd w:val="0"/>
        <w:ind w:firstLine="4253"/>
        <w:outlineLvl w:val="0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0A5ACB" w:rsidRDefault="000A5ACB" w:rsidP="00457B6C">
      <w:pPr>
        <w:tabs>
          <w:tab w:val="left" w:pos="6971"/>
        </w:tabs>
        <w:autoSpaceDE w:val="0"/>
        <w:autoSpaceDN w:val="0"/>
        <w:adjustRightInd w:val="0"/>
        <w:ind w:firstLine="4253"/>
        <w:outlineLvl w:val="0"/>
        <w:rPr>
          <w:sz w:val="28"/>
          <w:szCs w:val="28"/>
        </w:rPr>
      </w:pPr>
      <w:r>
        <w:rPr>
          <w:sz w:val="28"/>
          <w:szCs w:val="28"/>
        </w:rPr>
        <w:t>от 03 ноября 2015 г. № 1823</w:t>
      </w:r>
    </w:p>
    <w:p w:rsidR="000A5ACB" w:rsidRDefault="000A5ACB"/>
    <w:p w:rsidR="000A5ACB" w:rsidRDefault="000A5ACB" w:rsidP="00457B6C">
      <w:pPr>
        <w:pStyle w:val="ListParagraph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42772D">
        <w:rPr>
          <w:sz w:val="28"/>
          <w:szCs w:val="28"/>
        </w:rPr>
        <w:t>. График</w:t>
      </w:r>
    </w:p>
    <w:p w:rsidR="000A5ACB" w:rsidRPr="0042772D" w:rsidRDefault="000A5ACB" w:rsidP="00457B6C">
      <w:pPr>
        <w:pStyle w:val="ListParagraph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42772D">
        <w:rPr>
          <w:sz w:val="28"/>
          <w:szCs w:val="28"/>
        </w:rPr>
        <w:t>еализации</w:t>
      </w:r>
      <w:r>
        <w:rPr>
          <w:sz w:val="28"/>
          <w:szCs w:val="28"/>
        </w:rPr>
        <w:t xml:space="preserve"> </w:t>
      </w:r>
      <w:r w:rsidRPr="0042772D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42772D">
        <w:rPr>
          <w:sz w:val="28"/>
          <w:szCs w:val="28"/>
        </w:rPr>
        <w:t>Программы</w:t>
      </w:r>
    </w:p>
    <w:p w:rsidR="000A5ACB" w:rsidRPr="00766330" w:rsidRDefault="000A5ACB" w:rsidP="00457B6C">
      <w:pPr>
        <w:pStyle w:val="ListParagraph"/>
        <w:ind w:left="0"/>
        <w:jc w:val="center"/>
        <w:rPr>
          <w:sz w:val="28"/>
          <w:szCs w:val="28"/>
        </w:rPr>
      </w:pPr>
      <w:r w:rsidRPr="004355B7">
        <w:rPr>
          <w:sz w:val="28"/>
          <w:szCs w:val="28"/>
        </w:rPr>
        <w:t>в 2015 году</w:t>
      </w:r>
    </w:p>
    <w:tbl>
      <w:tblPr>
        <w:tblpPr w:leftFromText="180" w:rightFromText="180" w:vertAnchor="text" w:horzAnchor="margin" w:tblpXSpec="center" w:tblpY="236"/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5"/>
        <w:gridCol w:w="4185"/>
        <w:gridCol w:w="34"/>
        <w:gridCol w:w="958"/>
        <w:gridCol w:w="34"/>
        <w:gridCol w:w="958"/>
        <w:gridCol w:w="35"/>
        <w:gridCol w:w="957"/>
        <w:gridCol w:w="35"/>
        <w:gridCol w:w="958"/>
        <w:gridCol w:w="34"/>
        <w:gridCol w:w="993"/>
      </w:tblGrid>
      <w:tr w:rsidR="000A5ACB" w:rsidRPr="00D77D67">
        <w:trPr>
          <w:cantSplit/>
          <w:trHeight w:val="841"/>
        </w:trPr>
        <w:tc>
          <w:tcPr>
            <w:tcW w:w="885" w:type="dxa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 w:rsidRPr="005F27F0">
              <w:t>№</w:t>
            </w:r>
          </w:p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п/п</w:t>
            </w:r>
          </w:p>
        </w:tc>
        <w:tc>
          <w:tcPr>
            <w:tcW w:w="4219" w:type="dxa"/>
            <w:gridSpan w:val="2"/>
            <w:vAlign w:val="center"/>
          </w:tcPr>
          <w:p w:rsidR="000A5ACB" w:rsidRPr="00F91B7D" w:rsidRDefault="000A5ACB" w:rsidP="004D0BDF">
            <w:pPr>
              <w:tabs>
                <w:tab w:val="left" w:pos="1758"/>
              </w:tabs>
              <w:ind w:left="-85"/>
              <w:jc w:val="center"/>
            </w:pPr>
            <w:r w:rsidRPr="005F27F0">
              <w:t>Наименование задачи, мероприятия,  этапа</w:t>
            </w:r>
          </w:p>
        </w:tc>
        <w:tc>
          <w:tcPr>
            <w:tcW w:w="992" w:type="dxa"/>
            <w:gridSpan w:val="2"/>
            <w:vAlign w:val="center"/>
          </w:tcPr>
          <w:p w:rsidR="000A5ACB" w:rsidRPr="00F91B7D" w:rsidRDefault="000A5ACB" w:rsidP="004D0BDF">
            <w:pPr>
              <w:pStyle w:val="ListParagraph"/>
              <w:ind w:left="0"/>
              <w:jc w:val="center"/>
            </w:pPr>
            <w:r w:rsidRPr="00F91B7D">
              <w:rPr>
                <w:sz w:val="22"/>
                <w:szCs w:val="22"/>
              </w:rPr>
              <w:t>1</w:t>
            </w:r>
          </w:p>
          <w:p w:rsidR="000A5ACB" w:rsidRPr="00F91B7D" w:rsidRDefault="000A5ACB" w:rsidP="004D0BDF">
            <w:pPr>
              <w:pStyle w:val="ListParagraph"/>
              <w:ind w:left="0"/>
              <w:jc w:val="center"/>
            </w:pPr>
            <w:r w:rsidRPr="00F91B7D">
              <w:rPr>
                <w:sz w:val="22"/>
                <w:szCs w:val="22"/>
              </w:rPr>
              <w:t>квартал</w:t>
            </w:r>
          </w:p>
        </w:tc>
        <w:tc>
          <w:tcPr>
            <w:tcW w:w="993" w:type="dxa"/>
            <w:gridSpan w:val="2"/>
            <w:vAlign w:val="center"/>
          </w:tcPr>
          <w:p w:rsidR="000A5ACB" w:rsidRPr="00415626" w:rsidRDefault="000A5ACB" w:rsidP="004D0BDF">
            <w:pPr>
              <w:pStyle w:val="ListParagraph"/>
              <w:ind w:left="0"/>
              <w:jc w:val="center"/>
            </w:pPr>
            <w:r w:rsidRPr="00415626">
              <w:rPr>
                <w:sz w:val="22"/>
                <w:szCs w:val="22"/>
              </w:rPr>
              <w:t>2 кварта</w:t>
            </w:r>
            <w:r>
              <w:rPr>
                <w:sz w:val="22"/>
                <w:szCs w:val="22"/>
              </w:rPr>
              <w:t>л</w:t>
            </w:r>
          </w:p>
        </w:tc>
        <w:tc>
          <w:tcPr>
            <w:tcW w:w="992" w:type="dxa"/>
            <w:gridSpan w:val="2"/>
            <w:vAlign w:val="center"/>
          </w:tcPr>
          <w:p w:rsidR="000A5ACB" w:rsidRPr="00415626" w:rsidRDefault="000A5ACB" w:rsidP="004D0BDF">
            <w:pPr>
              <w:pStyle w:val="ListParagraph"/>
              <w:ind w:left="0"/>
              <w:jc w:val="center"/>
            </w:pPr>
            <w:r w:rsidRPr="00415626">
              <w:rPr>
                <w:sz w:val="22"/>
                <w:szCs w:val="22"/>
              </w:rPr>
              <w:t>3 квартал</w:t>
            </w:r>
          </w:p>
        </w:tc>
        <w:tc>
          <w:tcPr>
            <w:tcW w:w="992" w:type="dxa"/>
            <w:gridSpan w:val="2"/>
            <w:vAlign w:val="center"/>
          </w:tcPr>
          <w:p w:rsidR="000A5ACB" w:rsidRPr="00415626" w:rsidRDefault="000A5ACB" w:rsidP="004D0BDF">
            <w:pPr>
              <w:pStyle w:val="ListParagraph"/>
              <w:ind w:left="0"/>
              <w:jc w:val="center"/>
            </w:pPr>
            <w:r w:rsidRPr="00415626">
              <w:rPr>
                <w:sz w:val="22"/>
                <w:szCs w:val="22"/>
              </w:rPr>
              <w:t>4</w:t>
            </w:r>
          </w:p>
          <w:p w:rsidR="000A5ACB" w:rsidRPr="00415626" w:rsidRDefault="000A5ACB" w:rsidP="004D0BDF">
            <w:pPr>
              <w:pStyle w:val="ListParagraph"/>
              <w:ind w:left="0"/>
              <w:jc w:val="center"/>
            </w:pPr>
            <w:r w:rsidRPr="00415626">
              <w:rPr>
                <w:sz w:val="22"/>
                <w:szCs w:val="22"/>
              </w:rPr>
              <w:t>квартал</w:t>
            </w:r>
          </w:p>
        </w:tc>
        <w:tc>
          <w:tcPr>
            <w:tcW w:w="993" w:type="dxa"/>
            <w:vAlign w:val="center"/>
          </w:tcPr>
          <w:p w:rsidR="000A5ACB" w:rsidRPr="002D773B" w:rsidRDefault="000A5ACB" w:rsidP="004D0BDF">
            <w:pPr>
              <w:pStyle w:val="ListParagraph"/>
              <w:ind w:left="0"/>
              <w:jc w:val="center"/>
            </w:pPr>
            <w:r w:rsidRPr="002D773B"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t>-</w:t>
            </w:r>
            <w:r w:rsidRPr="002D773B">
              <w:rPr>
                <w:sz w:val="22"/>
                <w:szCs w:val="22"/>
              </w:rPr>
              <w:t>чание</w:t>
            </w:r>
          </w:p>
        </w:tc>
      </w:tr>
      <w:tr w:rsidR="000A5ACB" w:rsidRPr="00D77D67">
        <w:trPr>
          <w:cantSplit/>
          <w:trHeight w:val="67"/>
        </w:trPr>
        <w:tc>
          <w:tcPr>
            <w:tcW w:w="885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4219" w:type="dxa"/>
            <w:gridSpan w:val="2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0A5ACB" w:rsidRPr="00F07266" w:rsidRDefault="000A5ACB" w:rsidP="004D0BDF">
            <w:pPr>
              <w:pStyle w:val="ListParagraph"/>
              <w:ind w:left="0"/>
              <w:jc w:val="center"/>
            </w:pPr>
            <w:r w:rsidRPr="00F07266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0A5ACB" w:rsidRPr="00F07266" w:rsidRDefault="000A5ACB" w:rsidP="004D0BDF">
            <w:pPr>
              <w:pStyle w:val="ListParagraph"/>
              <w:ind w:left="0"/>
              <w:jc w:val="center"/>
            </w:pPr>
            <w:r w:rsidRPr="00F07266"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0A5ACB" w:rsidRPr="00F07266" w:rsidRDefault="000A5ACB" w:rsidP="004D0BDF">
            <w:pPr>
              <w:pStyle w:val="ListParagraph"/>
              <w:ind w:left="0"/>
              <w:jc w:val="center"/>
            </w:pPr>
            <w:r w:rsidRPr="00F07266"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0A5ACB" w:rsidRPr="00F07266" w:rsidRDefault="000A5ACB" w:rsidP="004D0BDF">
            <w:pPr>
              <w:pStyle w:val="ListParagraph"/>
              <w:ind w:left="0"/>
              <w:jc w:val="center"/>
            </w:pPr>
            <w:r w:rsidRPr="00F07266">
              <w:t>6</w:t>
            </w:r>
          </w:p>
        </w:tc>
        <w:tc>
          <w:tcPr>
            <w:tcW w:w="993" w:type="dxa"/>
            <w:vAlign w:val="center"/>
          </w:tcPr>
          <w:p w:rsidR="000A5ACB" w:rsidRPr="00F07266" w:rsidRDefault="000A5ACB" w:rsidP="004D0BDF">
            <w:pPr>
              <w:pStyle w:val="ListParagraph"/>
              <w:ind w:left="0"/>
              <w:jc w:val="center"/>
            </w:pPr>
            <w:r w:rsidRPr="00F07266">
              <w:t>7</w:t>
            </w: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42772D" w:rsidRDefault="000A5ACB" w:rsidP="004D0BDF">
            <w:pPr>
              <w:pStyle w:val="ListParagraph"/>
              <w:ind w:left="0"/>
              <w:jc w:val="center"/>
            </w:pPr>
            <w:r w:rsidRPr="0042772D">
              <w:t>1</w:t>
            </w:r>
          </w:p>
        </w:tc>
        <w:tc>
          <w:tcPr>
            <w:tcW w:w="9181" w:type="dxa"/>
            <w:gridSpan w:val="11"/>
          </w:tcPr>
          <w:p w:rsidR="000A5ACB" w:rsidRPr="00A17B2B" w:rsidRDefault="000A5ACB" w:rsidP="004D0BDF">
            <w:pPr>
              <w:widowControl w:val="0"/>
              <w:autoSpaceDE w:val="0"/>
              <w:autoSpaceDN w:val="0"/>
              <w:adjustRightInd w:val="0"/>
              <w:jc w:val="both"/>
            </w:pPr>
            <w:r w:rsidRPr="00A17B2B">
              <w:t>Создание благоприятных условий для развития малого и среднего предпринимательства на территории город</w:t>
            </w:r>
            <w:r>
              <w:t>ского округа «Город Калининград»</w:t>
            </w: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1.1</w:t>
            </w:r>
            <w:r>
              <w:t>.1</w:t>
            </w:r>
          </w:p>
        </w:tc>
        <w:tc>
          <w:tcPr>
            <w:tcW w:w="9181" w:type="dxa"/>
            <w:gridSpan w:val="11"/>
          </w:tcPr>
          <w:p w:rsidR="000A5ACB" w:rsidRPr="005F27F0" w:rsidRDefault="000A5ACB" w:rsidP="004D0BDF">
            <w:r w:rsidRPr="00F07648">
              <w:t>Организация и проведение семинаров для безработных</w:t>
            </w:r>
            <w:r>
              <w:t xml:space="preserve"> </w:t>
            </w:r>
            <w:r w:rsidRPr="00F07648">
              <w:t>граждан</w:t>
            </w: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Pr="00FE74A9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 w:rsidRPr="005F27F0"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 (количество семинаров)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1.</w:t>
            </w:r>
            <w:r>
              <w:t>1.2</w:t>
            </w:r>
          </w:p>
        </w:tc>
        <w:tc>
          <w:tcPr>
            <w:tcW w:w="9181" w:type="dxa"/>
            <w:gridSpan w:val="11"/>
          </w:tcPr>
          <w:p w:rsidR="000A5ACB" w:rsidRPr="005F27F0" w:rsidRDefault="000A5ACB" w:rsidP="004D0BDF">
            <w:r w:rsidRPr="00F07648">
              <w:t>Организация и проведение</w:t>
            </w:r>
            <w:r>
              <w:t xml:space="preserve"> </w:t>
            </w:r>
            <w:r w:rsidRPr="00F07648">
              <w:t>семинаров для молодежи</w:t>
            </w:r>
          </w:p>
        </w:tc>
      </w:tr>
      <w:tr w:rsidR="000A5ACB" w:rsidRPr="00D77D67">
        <w:tc>
          <w:tcPr>
            <w:tcW w:w="885" w:type="dxa"/>
          </w:tcPr>
          <w:p w:rsidR="000A5ACB" w:rsidRPr="00F07648" w:rsidRDefault="000A5ACB" w:rsidP="004D0BDF"/>
        </w:tc>
        <w:tc>
          <w:tcPr>
            <w:tcW w:w="4185" w:type="dxa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027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185" w:type="dxa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1027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</w:tcPr>
          <w:p w:rsidR="000A5ACB" w:rsidRPr="008E307D" w:rsidRDefault="000A5ACB" w:rsidP="004D0BDF">
            <w:pPr>
              <w:ind w:hanging="142"/>
              <w:jc w:val="center"/>
            </w:pPr>
            <w:r>
              <w:t xml:space="preserve">  1.1.3</w:t>
            </w:r>
          </w:p>
        </w:tc>
        <w:tc>
          <w:tcPr>
            <w:tcW w:w="9181" w:type="dxa"/>
            <w:gridSpan w:val="11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>
              <w:t>Организация и проведение семинаров для субъектов МСП «</w:t>
            </w:r>
            <w:r w:rsidRPr="00EE6CB5">
              <w:t>Эффективное участие</w:t>
            </w:r>
            <w:r>
              <w:t xml:space="preserve"> малого и среднего предпринимательства</w:t>
            </w:r>
            <w:r w:rsidRPr="00EE6CB5">
              <w:t xml:space="preserve"> в госзакупках»</w:t>
            </w:r>
          </w:p>
        </w:tc>
      </w:tr>
      <w:tr w:rsidR="000A5ACB" w:rsidRPr="00D77D67">
        <w:tc>
          <w:tcPr>
            <w:tcW w:w="885" w:type="dxa"/>
          </w:tcPr>
          <w:p w:rsidR="000A5ACB" w:rsidRPr="008E307D" w:rsidRDefault="000A5ACB" w:rsidP="004D0BDF">
            <w:pPr>
              <w:ind w:hanging="142"/>
              <w:jc w:val="center"/>
            </w:pPr>
          </w:p>
        </w:tc>
        <w:tc>
          <w:tcPr>
            <w:tcW w:w="4185" w:type="dxa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 w:rsidRPr="008E307D"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 w:rsidRPr="008E307D"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 w:rsidRPr="008E307D"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1027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</w:tcPr>
          <w:p w:rsidR="000A5ACB" w:rsidRPr="008E307D" w:rsidRDefault="000A5ACB" w:rsidP="004D0BDF">
            <w:pPr>
              <w:ind w:hanging="142"/>
              <w:jc w:val="center"/>
            </w:pPr>
          </w:p>
        </w:tc>
        <w:tc>
          <w:tcPr>
            <w:tcW w:w="4185" w:type="dxa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 w:rsidRPr="008E307D">
              <w:t>Реализация мероприятия (количество семинаров)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</w:tcPr>
          <w:p w:rsidR="000A5ACB" w:rsidRPr="008E307D" w:rsidRDefault="000A5ACB" w:rsidP="004D0BDF">
            <w:pPr>
              <w:ind w:hanging="142"/>
              <w:jc w:val="center"/>
            </w:pPr>
            <w:r>
              <w:t xml:space="preserve">  </w:t>
            </w:r>
            <w:r w:rsidRPr="008E307D">
              <w:t>1.1.4</w:t>
            </w:r>
          </w:p>
        </w:tc>
        <w:tc>
          <w:tcPr>
            <w:tcW w:w="9181" w:type="dxa"/>
            <w:gridSpan w:val="11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 w:rsidRPr="008E307D">
              <w:t>О</w:t>
            </w:r>
            <w:r>
              <w:t>рганизация и проведение семинаров</w:t>
            </w:r>
            <w:r w:rsidRPr="008E307D">
              <w:t xml:space="preserve"> для субъектов МСП « М</w:t>
            </w:r>
            <w:r>
              <w:t xml:space="preserve">алое и среднее предпринимательство </w:t>
            </w:r>
            <w:r w:rsidRPr="008E307D">
              <w:t xml:space="preserve"> в условиях кризиса»</w:t>
            </w: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 w:rsidRPr="008E307D"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 w:rsidRPr="008E307D"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 w:rsidRPr="008E307D"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67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</w:pPr>
            <w:r w:rsidRPr="008E307D">
              <w:t>Реализация мероприятия (количество семинаров)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:rsidR="000A5ACB" w:rsidRPr="008E307D" w:rsidRDefault="000A5ACB" w:rsidP="004D0BDF">
            <w:pPr>
              <w:pStyle w:val="ListParagraph"/>
              <w:ind w:left="0"/>
              <w:jc w:val="center"/>
            </w:pP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323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1.</w:t>
            </w:r>
            <w:r>
              <w:t>1.5</w:t>
            </w:r>
          </w:p>
        </w:tc>
        <w:tc>
          <w:tcPr>
            <w:tcW w:w="9181" w:type="dxa"/>
            <w:gridSpan w:val="11"/>
          </w:tcPr>
          <w:p w:rsidR="000A5ACB" w:rsidRPr="005F27F0" w:rsidRDefault="000A5ACB" w:rsidP="004D0BDF">
            <w:r w:rsidRPr="00F07648">
              <w:t>Информирование населения по вопросам, связанным с предпринимательской</w:t>
            </w:r>
            <w:r w:rsidRPr="00F07648">
              <w:br/>
              <w:t>деятельностью</w:t>
            </w:r>
          </w:p>
        </w:tc>
      </w:tr>
      <w:tr w:rsidR="000A5ACB" w:rsidRPr="00D77D67">
        <w:trPr>
          <w:trHeight w:val="271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67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13</w:t>
            </w:r>
          </w:p>
        </w:tc>
        <w:tc>
          <w:tcPr>
            <w:tcW w:w="993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15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13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14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365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1.</w:t>
            </w:r>
            <w:r>
              <w:t>1.6</w:t>
            </w:r>
          </w:p>
        </w:tc>
        <w:tc>
          <w:tcPr>
            <w:tcW w:w="9181" w:type="dxa"/>
            <w:gridSpan w:val="11"/>
            <w:vAlign w:val="center"/>
          </w:tcPr>
          <w:p w:rsidR="000A5ACB" w:rsidRDefault="000A5ACB" w:rsidP="004D0BDF">
            <w:r w:rsidRPr="00F07648">
              <w:t>Организация выставочно-ярмарочной деятельности</w:t>
            </w:r>
            <w:r>
              <w:t>,</w:t>
            </w:r>
          </w:p>
          <w:p w:rsidR="000A5ACB" w:rsidRPr="005F27F0" w:rsidRDefault="000A5ACB" w:rsidP="004D0BDF">
            <w:pPr>
              <w:pStyle w:val="ListParagraph"/>
              <w:ind w:left="0"/>
            </w:pPr>
            <w:r>
              <w:t>в том числе:</w:t>
            </w:r>
          </w:p>
        </w:tc>
      </w:tr>
      <w:tr w:rsidR="000A5ACB" w:rsidRPr="00D77D67">
        <w:trPr>
          <w:trHeight w:val="67"/>
        </w:trPr>
        <w:tc>
          <w:tcPr>
            <w:tcW w:w="885" w:type="dxa"/>
            <w:vMerge w:val="restart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9181" w:type="dxa"/>
            <w:gridSpan w:val="11"/>
          </w:tcPr>
          <w:p w:rsidR="000A5ACB" w:rsidRPr="005F27F0" w:rsidRDefault="000A5ACB" w:rsidP="006D33A6">
            <w:pPr>
              <w:pStyle w:val="ListParagraph"/>
              <w:ind w:left="0"/>
            </w:pPr>
            <w:r>
              <w:t xml:space="preserve">- организация ярмарок на территории ГО «Город Калининград» </w:t>
            </w:r>
          </w:p>
        </w:tc>
      </w:tr>
      <w:tr w:rsidR="000A5ACB" w:rsidRPr="00D77D67">
        <w:trPr>
          <w:trHeight w:val="345"/>
        </w:trPr>
        <w:tc>
          <w:tcPr>
            <w:tcW w:w="885" w:type="dxa"/>
            <w:vMerge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279"/>
        </w:trPr>
        <w:tc>
          <w:tcPr>
            <w:tcW w:w="885" w:type="dxa"/>
            <w:vMerge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30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32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33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336"/>
        </w:trPr>
        <w:tc>
          <w:tcPr>
            <w:tcW w:w="885" w:type="dxa"/>
            <w:vMerge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9181" w:type="dxa"/>
            <w:gridSpan w:val="11"/>
          </w:tcPr>
          <w:p w:rsidR="000A5ACB" w:rsidRPr="005F27F0" w:rsidRDefault="000A5ACB" w:rsidP="006D33A6">
            <w:pPr>
              <w:pStyle w:val="ListParagraph"/>
              <w:ind w:left="0"/>
              <w:jc w:val="both"/>
            </w:pPr>
            <w:r>
              <w:t>- участие в выставке в городе Минске</w:t>
            </w:r>
          </w:p>
        </w:tc>
      </w:tr>
      <w:tr w:rsidR="000A5ACB" w:rsidRPr="00D77D67">
        <w:trPr>
          <w:trHeight w:val="67"/>
        </w:trPr>
        <w:tc>
          <w:tcPr>
            <w:tcW w:w="885" w:type="dxa"/>
            <w:vMerge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67"/>
        </w:trPr>
        <w:tc>
          <w:tcPr>
            <w:tcW w:w="885" w:type="dxa"/>
            <w:vMerge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67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9181" w:type="dxa"/>
            <w:gridSpan w:val="11"/>
            <w:vAlign w:val="center"/>
          </w:tcPr>
          <w:p w:rsidR="000A5ACB" w:rsidRPr="005F27F0" w:rsidRDefault="000A5ACB" w:rsidP="006D33A6">
            <w:pPr>
              <w:pStyle w:val="ListParagraph"/>
              <w:ind w:left="0"/>
              <w:jc w:val="both"/>
            </w:pPr>
            <w:r>
              <w:t>- участие в выставке в городе Шауляй</w:t>
            </w:r>
          </w:p>
        </w:tc>
      </w:tr>
      <w:tr w:rsidR="000A5ACB" w:rsidRPr="00D77D67">
        <w:trPr>
          <w:trHeight w:val="67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rPr>
          <w:trHeight w:val="67"/>
        </w:trPr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  <w:r w:rsidRPr="00F07648">
              <w:t>1.</w:t>
            </w:r>
            <w:r>
              <w:t>1.7</w:t>
            </w:r>
          </w:p>
        </w:tc>
        <w:tc>
          <w:tcPr>
            <w:tcW w:w="9181" w:type="dxa"/>
            <w:gridSpan w:val="11"/>
          </w:tcPr>
          <w:p w:rsidR="000A5ACB" w:rsidRPr="005F27F0" w:rsidRDefault="000A5ACB" w:rsidP="008270A9">
            <w:pPr>
              <w:pStyle w:val="ListParagraph"/>
              <w:ind w:left="0"/>
              <w:jc w:val="both"/>
            </w:pPr>
            <w:r w:rsidRPr="00F07648">
              <w:t>Издание инфо</w:t>
            </w:r>
            <w:r>
              <w:t>рмационных</w:t>
            </w:r>
            <w:r w:rsidRPr="00F07648">
              <w:t xml:space="preserve">  материалов </w:t>
            </w: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</w:tcPr>
          <w:p w:rsidR="000A5ACB" w:rsidRDefault="000A5ACB" w:rsidP="004D0BDF">
            <w:pPr>
              <w:pStyle w:val="ListParagraph"/>
              <w:ind w:left="0"/>
            </w:pPr>
            <w:r>
              <w:t>Количество размещаемых заказов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  <w:tr w:rsidR="000A5ACB" w:rsidRPr="00D77D67">
        <w:tc>
          <w:tcPr>
            <w:tcW w:w="885" w:type="dxa"/>
            <w:vAlign w:val="center"/>
          </w:tcPr>
          <w:p w:rsidR="000A5ACB" w:rsidRPr="00F07648" w:rsidRDefault="000A5ACB" w:rsidP="004D0BDF">
            <w:pPr>
              <w:jc w:val="center"/>
            </w:pPr>
          </w:p>
        </w:tc>
        <w:tc>
          <w:tcPr>
            <w:tcW w:w="4219" w:type="dxa"/>
            <w:gridSpan w:val="2"/>
          </w:tcPr>
          <w:p w:rsidR="000A5ACB" w:rsidRDefault="000A5ACB" w:rsidP="004D0BDF">
            <w:pPr>
              <w:pStyle w:val="ListParagraph"/>
              <w:ind w:left="0"/>
            </w:pPr>
            <w:r>
              <w:t>Реализация мероприятия</w:t>
            </w:r>
          </w:p>
        </w:tc>
        <w:tc>
          <w:tcPr>
            <w:tcW w:w="992" w:type="dxa"/>
            <w:gridSpan w:val="2"/>
            <w:vAlign w:val="center"/>
          </w:tcPr>
          <w:p w:rsidR="000A5ACB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:rsidR="000A5ACB" w:rsidRPr="005F27F0" w:rsidRDefault="000A5ACB" w:rsidP="004D0BDF">
            <w:pPr>
              <w:pStyle w:val="ListParagraph"/>
              <w:ind w:left="0"/>
              <w:jc w:val="center"/>
            </w:pPr>
          </w:p>
        </w:tc>
      </w:tr>
    </w:tbl>
    <w:p w:rsidR="000A5ACB" w:rsidRDefault="000A5ACB" w:rsidP="006D33A6"/>
    <w:sectPr w:rsidR="000A5ACB" w:rsidSect="006D33A6">
      <w:headerReference w:type="default" r:id="rId6"/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ACB" w:rsidRDefault="000A5ACB" w:rsidP="006D33A6">
      <w:r>
        <w:separator/>
      </w:r>
    </w:p>
  </w:endnote>
  <w:endnote w:type="continuationSeparator" w:id="0">
    <w:p w:rsidR="000A5ACB" w:rsidRDefault="000A5ACB" w:rsidP="006D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ACB" w:rsidRDefault="000A5ACB" w:rsidP="006D33A6">
      <w:r>
        <w:separator/>
      </w:r>
    </w:p>
  </w:footnote>
  <w:footnote w:type="continuationSeparator" w:id="0">
    <w:p w:rsidR="000A5ACB" w:rsidRDefault="000A5ACB" w:rsidP="006D3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CB" w:rsidRDefault="000A5AC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0A5ACB" w:rsidRDefault="000A5A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B6C"/>
    <w:rsid w:val="000A5ACB"/>
    <w:rsid w:val="00176E0B"/>
    <w:rsid w:val="00192729"/>
    <w:rsid w:val="002B209E"/>
    <w:rsid w:val="002C5C10"/>
    <w:rsid w:val="002D773B"/>
    <w:rsid w:val="003C26D1"/>
    <w:rsid w:val="00415626"/>
    <w:rsid w:val="0042772D"/>
    <w:rsid w:val="004355B7"/>
    <w:rsid w:val="00457B6C"/>
    <w:rsid w:val="004D0BDF"/>
    <w:rsid w:val="004D13D9"/>
    <w:rsid w:val="005F27F0"/>
    <w:rsid w:val="006D33A6"/>
    <w:rsid w:val="00766330"/>
    <w:rsid w:val="008270A9"/>
    <w:rsid w:val="008E307D"/>
    <w:rsid w:val="00932052"/>
    <w:rsid w:val="0093687B"/>
    <w:rsid w:val="00A028A0"/>
    <w:rsid w:val="00A17B2B"/>
    <w:rsid w:val="00A438FF"/>
    <w:rsid w:val="00BE124A"/>
    <w:rsid w:val="00CD0B05"/>
    <w:rsid w:val="00D0010E"/>
    <w:rsid w:val="00D607C7"/>
    <w:rsid w:val="00D77D67"/>
    <w:rsid w:val="00DD6522"/>
    <w:rsid w:val="00EE6CB5"/>
    <w:rsid w:val="00F07266"/>
    <w:rsid w:val="00F07648"/>
    <w:rsid w:val="00F55EAB"/>
    <w:rsid w:val="00F91B7D"/>
    <w:rsid w:val="00FE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6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7B6C"/>
    <w:pPr>
      <w:ind w:left="720"/>
    </w:pPr>
  </w:style>
  <w:style w:type="paragraph" w:customStyle="1" w:styleId="ConsPlusTitle">
    <w:name w:val="ConsPlusTitle"/>
    <w:uiPriority w:val="99"/>
    <w:rsid w:val="0045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6D33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33A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D33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33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282</Words>
  <Characters>1610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Завадский</dc:creator>
  <cp:keywords/>
  <dc:description/>
  <cp:lastModifiedBy>Наташа</cp:lastModifiedBy>
  <cp:revision>3</cp:revision>
  <cp:lastPrinted>2015-10-12T14:54:00Z</cp:lastPrinted>
  <dcterms:created xsi:type="dcterms:W3CDTF">2015-10-26T10:56:00Z</dcterms:created>
  <dcterms:modified xsi:type="dcterms:W3CDTF">2015-11-10T13:13:00Z</dcterms:modified>
</cp:coreProperties>
</file>