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37" w:rsidRPr="009A5896" w:rsidRDefault="00E31637" w:rsidP="009E124E">
      <w:pPr>
        <w:spacing w:after="0" w:line="240" w:lineRule="auto"/>
        <w:ind w:right="-1"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E31637" w:rsidRPr="009A5896" w:rsidRDefault="00E31637" w:rsidP="009E124E">
      <w:pPr>
        <w:spacing w:after="0" w:line="240" w:lineRule="auto"/>
        <w:ind w:right="-1"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31637" w:rsidRPr="009A5896" w:rsidRDefault="00E31637" w:rsidP="009E124E">
      <w:pPr>
        <w:spacing w:after="0" w:line="240" w:lineRule="auto"/>
        <w:ind w:right="-1"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</w:t>
      </w:r>
    </w:p>
    <w:p w:rsidR="00E31637" w:rsidRDefault="00E31637" w:rsidP="009E124E">
      <w:pPr>
        <w:keepNext/>
        <w:tabs>
          <w:tab w:val="center" w:pos="4961"/>
          <w:tab w:val="left" w:pos="9639"/>
        </w:tabs>
        <w:spacing w:after="0" w:line="240" w:lineRule="auto"/>
        <w:ind w:right="-1" w:firstLine="4536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 w:rsidRPr="009A589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03 марта 2016 г. № 243</w:t>
      </w:r>
    </w:p>
    <w:p w:rsidR="00E31637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right="-1" w:firstLine="453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right="-1" w:firstLine="453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right="-1" w:firstLine="453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№ 9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right="-1" w:firstLine="453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>к Регламенту</w:t>
      </w:r>
    </w:p>
    <w:p w:rsidR="00E31637" w:rsidRPr="00273329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273329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1166"/>
      <w:bookmarkEnd w:id="0"/>
      <w:r w:rsidRPr="00273329">
        <w:rPr>
          <w:rFonts w:ascii="Times New Roman" w:hAnsi="Times New Roman" w:cs="Times New Roman"/>
          <w:sz w:val="28"/>
          <w:szCs w:val="28"/>
          <w:lang w:eastAsia="ru-RU"/>
        </w:rPr>
        <w:t>ОБЯЗАТЕЛЬСТВО</w:t>
      </w:r>
    </w:p>
    <w:p w:rsidR="00E31637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329">
        <w:rPr>
          <w:rFonts w:ascii="Times New Roman" w:hAnsi="Times New Roman" w:cs="Times New Roman"/>
          <w:sz w:val="28"/>
          <w:szCs w:val="28"/>
        </w:rPr>
        <w:t xml:space="preserve">о расторжении договора социального найма жилого помещения </w:t>
      </w:r>
    </w:p>
    <w:p w:rsidR="00E31637" w:rsidRPr="00273329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3329">
        <w:rPr>
          <w:rFonts w:ascii="Times New Roman" w:hAnsi="Times New Roman" w:cs="Times New Roman"/>
          <w:sz w:val="28"/>
          <w:szCs w:val="28"/>
        </w:rPr>
        <w:t>(о заключении договора о безвозмездном отчуждении в муниципальную собственность жилого помещения, принадлежащего заявителю и (или) членам его семьи на праве собственности)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Мы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нижеподписавшиеся, ________________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</w:p>
    <w:p w:rsidR="00E31637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C0EE4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полностью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ф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 xml:space="preserve">амилия, имя, отчество, дата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 xml:space="preserve">рождения 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>заявителя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_______________________________________________________________________________________________,</w:t>
      </w: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bookmarkStart w:id="1" w:name="_GoBack"/>
      <w:bookmarkEnd w:id="1"/>
      <w:r w:rsidRPr="00D9736E">
        <w:rPr>
          <w:rFonts w:ascii="Times New Roman" w:hAnsi="Times New Roman" w:cs="Times New Roman"/>
          <w:sz w:val="28"/>
          <w:szCs w:val="28"/>
          <w:lang w:eastAsia="ru-RU"/>
        </w:rPr>
        <w:t>аспорт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___________, в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ыдан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"__"___________ ____ г.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C0EE4">
        <w:rPr>
          <w:rFonts w:ascii="Times New Roman" w:hAnsi="Times New Roman" w:cs="Times New Roman"/>
          <w:sz w:val="20"/>
          <w:szCs w:val="20"/>
          <w:lang w:eastAsia="ru-RU"/>
        </w:rPr>
        <w:t>(дата выдачи паспорта, орган, выдавший паспорт)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должник), с одной стороны и 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с другой стороны, обязуемся совершить следующие действия.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В  связи  с  предоставлением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жилого помещени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 по договору социального найма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должник  принимает  на  себя  обязательство  в   2-месячный   срок  с  даты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заключения договора социального найма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освободить  со  всеми  проживающими совместно с ним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членами   семьи   и  сдать  в  установленном  законодательством  Российской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Федерации порядке: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Жилое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помещение</w:t>
      </w:r>
      <w:r w:rsidRPr="004040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общей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площадью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кв.</w:t>
      </w:r>
      <w:r>
        <w:rPr>
          <w:rFonts w:ascii="Times New Roman" w:hAnsi="Times New Roman" w:cs="Times New Roman"/>
          <w:sz w:val="28"/>
          <w:szCs w:val="28"/>
          <w:lang w:eastAsia="ru-RU"/>
        </w:rPr>
        <w:t>м, состоящее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из _______ комнат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в квар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тире № _____  дома  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_____  по  улице  _____________________ в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городе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___________________ ___________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________________ области,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находящееся в ________________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__________________________________,</w:t>
      </w: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(муниципальной, частной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собственности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 xml:space="preserve"> - нужное указать)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занимаемое на основании (нужное указать):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ордера от "__" __________ ____ г., выданного _________________________________________________________________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(наименование органа, выдавшего ордер)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договора социального найма жилого помещения от "__" _________ ____ г.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_____,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заключенного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с ______________________________________________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(наименование органа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 xml:space="preserve"> с которым заключен договор социального найма жилого помещения)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свидетельства  о  государственной   регистрации   права   собственности  на</w:t>
      </w: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указанное жилое помещение от "__" _________ ____ г. 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_________,  выданного___________________________________________________________</w:t>
      </w: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(наименование органа, осуществляющего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государственную регистрацию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права на недвижимое имущество и сделок с ним)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Кроме   того,   должник   обязуется  с  момента  подписания  настоящего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обязательства  не  приватизировать  жилое  помещение  и  не  совершать иных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действий,  которые  влекут  или  могут  повлечь  его отчуждение, а также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предоставлять  указанное  жилое  помещение  для проживания другим лицам, не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являющимся членами его семьи.</w:t>
      </w:r>
    </w:p>
    <w:p w:rsidR="00E31637" w:rsidRPr="00D9736E" w:rsidRDefault="00E31637" w:rsidP="00E972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округа «Город Калининград»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обязуется  принять от должника зан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имаемое  им  жилое  помещение, 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указанное в настоящем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обязательстве, в установленный этим обязательством срок.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  Согласие   совершеннолетних   членов  семьи,  совместно  проживающих  с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_____________________________________________________,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hAnsi="Times New Roman" w:cs="Times New Roman"/>
          <w:sz w:val="20"/>
          <w:szCs w:val="20"/>
          <w:lang w:eastAsia="ru-RU"/>
        </w:rPr>
        <w:t>Ф.И.О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. должника)</w:t>
      </w:r>
    </w:p>
    <w:p w:rsidR="00E31637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имеется.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992"/>
        <w:gridCol w:w="1134"/>
        <w:gridCol w:w="986"/>
        <w:gridCol w:w="857"/>
        <w:gridCol w:w="2410"/>
        <w:gridCol w:w="957"/>
      </w:tblGrid>
      <w:tr w:rsidR="00E31637" w:rsidRPr="003E2B28">
        <w:tc>
          <w:tcPr>
            <w:tcW w:w="4644" w:type="dxa"/>
            <w:gridSpan w:val="3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Данные о членах семьи должника</w:t>
            </w:r>
          </w:p>
        </w:tc>
        <w:tc>
          <w:tcPr>
            <w:tcW w:w="4253" w:type="dxa"/>
            <w:gridSpan w:val="3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Данные паспорта (свидетельства о рождении)</w:t>
            </w:r>
          </w:p>
        </w:tc>
        <w:tc>
          <w:tcPr>
            <w:tcW w:w="957" w:type="dxa"/>
            <w:vMerge w:val="restart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31637" w:rsidRPr="003E2B28">
        <w:tc>
          <w:tcPr>
            <w:tcW w:w="2518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992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Степень родства</w:t>
            </w:r>
          </w:p>
        </w:tc>
        <w:tc>
          <w:tcPr>
            <w:tcW w:w="1134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86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8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2410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2B2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Кем выдан</w:t>
            </w:r>
          </w:p>
        </w:tc>
        <w:tc>
          <w:tcPr>
            <w:tcW w:w="957" w:type="dxa"/>
            <w:vMerge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1637" w:rsidRPr="003E2B28">
        <w:tc>
          <w:tcPr>
            <w:tcW w:w="2518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1637" w:rsidRPr="003E2B28">
        <w:tc>
          <w:tcPr>
            <w:tcW w:w="2518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1637" w:rsidRPr="003E2B28">
        <w:tc>
          <w:tcPr>
            <w:tcW w:w="2518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1637" w:rsidRPr="003E2B28">
        <w:tc>
          <w:tcPr>
            <w:tcW w:w="2518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E31637" w:rsidRPr="003E2B28" w:rsidRDefault="00E31637" w:rsidP="003E2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8C0EE4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М.П.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 (либо лицо, действующее по доверенности)_____________________</w:t>
      </w:r>
      <w:r w:rsidRPr="00D9736E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8C0EE4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(ф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>амилия, имя, отчество, подпись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"__" _____________ 20__ г.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Должник ___________________________________________________________________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EE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(ф</w:t>
      </w:r>
      <w:r w:rsidRPr="008C0EE4">
        <w:rPr>
          <w:rFonts w:ascii="Times New Roman" w:hAnsi="Times New Roman" w:cs="Times New Roman"/>
          <w:sz w:val="20"/>
          <w:szCs w:val="20"/>
          <w:lang w:eastAsia="ru-RU"/>
        </w:rPr>
        <w:t>амилия, имя, отчество, подпись</w:t>
      </w:r>
      <w:r w:rsidRPr="00D9736E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36E">
        <w:rPr>
          <w:rFonts w:ascii="Times New Roman" w:hAnsi="Times New Roman" w:cs="Times New Roman"/>
          <w:sz w:val="28"/>
          <w:szCs w:val="28"/>
          <w:lang w:eastAsia="ru-RU"/>
        </w:rPr>
        <w:t>"__" _____________ 20__ г.</w:t>
      </w:r>
    </w:p>
    <w:p w:rsidR="00E31637" w:rsidRPr="00D9736E" w:rsidRDefault="00E31637" w:rsidP="009E1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1637" w:rsidRPr="008C0EE4" w:rsidRDefault="00E31637" w:rsidP="009E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637" w:rsidRPr="008C0EE4" w:rsidRDefault="00E31637" w:rsidP="009E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637" w:rsidRDefault="00E31637" w:rsidP="009E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637" w:rsidRDefault="00E31637"/>
    <w:sectPr w:rsidR="00E31637" w:rsidSect="002828A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37" w:rsidRDefault="00E31637" w:rsidP="002828A7">
      <w:pPr>
        <w:spacing w:after="0" w:line="240" w:lineRule="auto"/>
      </w:pPr>
      <w:r>
        <w:separator/>
      </w:r>
    </w:p>
  </w:endnote>
  <w:endnote w:type="continuationSeparator" w:id="0">
    <w:p w:rsidR="00E31637" w:rsidRDefault="00E31637" w:rsidP="0028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37" w:rsidRDefault="00E316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37" w:rsidRDefault="00E316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37" w:rsidRDefault="00E31637" w:rsidP="002828A7">
      <w:pPr>
        <w:spacing w:after="0" w:line="240" w:lineRule="auto"/>
      </w:pPr>
      <w:r>
        <w:separator/>
      </w:r>
    </w:p>
  </w:footnote>
  <w:footnote w:type="continuationSeparator" w:id="0">
    <w:p w:rsidR="00E31637" w:rsidRDefault="00E31637" w:rsidP="00282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37" w:rsidRDefault="00E3163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31637" w:rsidRDefault="00E316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37" w:rsidRDefault="00E316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AEC"/>
    <w:rsid w:val="001C0456"/>
    <w:rsid w:val="00273329"/>
    <w:rsid w:val="002828A7"/>
    <w:rsid w:val="002A0118"/>
    <w:rsid w:val="003E2B28"/>
    <w:rsid w:val="00404027"/>
    <w:rsid w:val="00661E9B"/>
    <w:rsid w:val="006A4663"/>
    <w:rsid w:val="007356BD"/>
    <w:rsid w:val="00766499"/>
    <w:rsid w:val="008C0EE4"/>
    <w:rsid w:val="009A5896"/>
    <w:rsid w:val="009D7AE2"/>
    <w:rsid w:val="009E124E"/>
    <w:rsid w:val="009E44F5"/>
    <w:rsid w:val="00A37278"/>
    <w:rsid w:val="00B04976"/>
    <w:rsid w:val="00BD4AEC"/>
    <w:rsid w:val="00D71494"/>
    <w:rsid w:val="00D9736E"/>
    <w:rsid w:val="00DA4A4C"/>
    <w:rsid w:val="00E02C7B"/>
    <w:rsid w:val="00E31637"/>
    <w:rsid w:val="00E654DA"/>
    <w:rsid w:val="00E9729E"/>
    <w:rsid w:val="00EB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24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124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82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28A7"/>
  </w:style>
  <w:style w:type="paragraph" w:styleId="Footer">
    <w:name w:val="footer"/>
    <w:basedOn w:val="Normal"/>
    <w:link w:val="FooterChar"/>
    <w:uiPriority w:val="99"/>
    <w:rsid w:val="00282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2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564</Words>
  <Characters>3216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Гуляйкина</dc:creator>
  <cp:keywords/>
  <dc:description/>
  <cp:lastModifiedBy>Наташа</cp:lastModifiedBy>
  <cp:revision>16</cp:revision>
  <cp:lastPrinted>2016-02-25T09:59:00Z</cp:lastPrinted>
  <dcterms:created xsi:type="dcterms:W3CDTF">2016-02-09T06:19:00Z</dcterms:created>
  <dcterms:modified xsi:type="dcterms:W3CDTF">2016-03-11T08:43:00Z</dcterms:modified>
</cp:coreProperties>
</file>