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C8F" w:rsidRPr="009A5896" w:rsidRDefault="00CD6C8F" w:rsidP="0083227D">
      <w:pPr>
        <w:spacing w:after="0" w:line="240" w:lineRule="auto"/>
        <w:ind w:right="-1" w:firstLine="3828"/>
        <w:rPr>
          <w:rFonts w:ascii="Times New Roman" w:hAnsi="Times New Roman" w:cs="Times New Roman"/>
          <w:sz w:val="28"/>
          <w:szCs w:val="28"/>
          <w:lang w:eastAsia="ru-RU"/>
        </w:rPr>
      </w:pPr>
      <w:r w:rsidRPr="009A5896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:rsidR="00CD6C8F" w:rsidRPr="009A5896" w:rsidRDefault="00CD6C8F" w:rsidP="0083227D">
      <w:pPr>
        <w:spacing w:after="0" w:line="240" w:lineRule="auto"/>
        <w:ind w:right="-1" w:firstLine="3828"/>
        <w:rPr>
          <w:rFonts w:ascii="Times New Roman" w:hAnsi="Times New Roman" w:cs="Times New Roman"/>
          <w:sz w:val="28"/>
          <w:szCs w:val="28"/>
          <w:lang w:eastAsia="ru-RU"/>
        </w:rPr>
      </w:pPr>
      <w:r w:rsidRPr="009A5896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CD6C8F" w:rsidRPr="009A5896" w:rsidRDefault="00CD6C8F" w:rsidP="0083227D">
      <w:pPr>
        <w:spacing w:after="0" w:line="240" w:lineRule="auto"/>
        <w:ind w:right="-1" w:firstLine="3828"/>
        <w:rPr>
          <w:rFonts w:ascii="Times New Roman" w:hAnsi="Times New Roman" w:cs="Times New Roman"/>
          <w:sz w:val="28"/>
          <w:szCs w:val="28"/>
          <w:lang w:eastAsia="ru-RU"/>
        </w:rPr>
      </w:pPr>
      <w:r w:rsidRPr="009A5896">
        <w:rPr>
          <w:rFonts w:ascii="Times New Roman" w:hAnsi="Times New Roman" w:cs="Times New Roman"/>
          <w:sz w:val="28"/>
          <w:szCs w:val="28"/>
          <w:lang w:eastAsia="ru-RU"/>
        </w:rPr>
        <w:t>городского округа «Город Калининград»</w:t>
      </w:r>
    </w:p>
    <w:p w:rsidR="00CD6C8F" w:rsidRDefault="00CD6C8F" w:rsidP="0083227D">
      <w:pPr>
        <w:keepNext/>
        <w:tabs>
          <w:tab w:val="center" w:pos="4961"/>
          <w:tab w:val="left" w:pos="9639"/>
        </w:tabs>
        <w:spacing w:after="0" w:line="240" w:lineRule="auto"/>
        <w:ind w:right="-1" w:firstLine="3828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03 марта 2016 г. № 243</w:t>
      </w:r>
    </w:p>
    <w:p w:rsidR="00CD6C8F" w:rsidRDefault="00CD6C8F" w:rsidP="0083227D">
      <w:pPr>
        <w:keepNext/>
        <w:tabs>
          <w:tab w:val="center" w:pos="4961"/>
          <w:tab w:val="left" w:pos="9639"/>
        </w:tabs>
        <w:spacing w:after="0" w:line="240" w:lineRule="auto"/>
        <w:ind w:right="-1" w:firstLine="3828"/>
        <w:outlineLvl w:val="0"/>
        <w:rPr>
          <w:rFonts w:ascii="Times New Roman" w:hAnsi="Times New Roman" w:cs="Times New Roman"/>
          <w:kern w:val="32"/>
          <w:sz w:val="28"/>
          <w:szCs w:val="28"/>
        </w:rPr>
      </w:pPr>
    </w:p>
    <w:p w:rsidR="00CD6C8F" w:rsidRPr="00BB1234" w:rsidRDefault="00CD6C8F" w:rsidP="0083227D">
      <w:pPr>
        <w:keepNext/>
        <w:tabs>
          <w:tab w:val="center" w:pos="4961"/>
          <w:tab w:val="left" w:pos="8280"/>
        </w:tabs>
        <w:spacing w:after="0" w:line="240" w:lineRule="auto"/>
        <w:ind w:right="-1" w:firstLine="3828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Приложение № 2 </w:t>
      </w:r>
    </w:p>
    <w:p w:rsidR="00CD6C8F" w:rsidRPr="00BB1234" w:rsidRDefault="00CD6C8F" w:rsidP="0083227D">
      <w:pPr>
        <w:keepNext/>
        <w:tabs>
          <w:tab w:val="center" w:pos="4961"/>
          <w:tab w:val="left" w:pos="8280"/>
        </w:tabs>
        <w:spacing w:after="0" w:line="240" w:lineRule="auto"/>
        <w:ind w:right="-1" w:firstLine="3828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>к Регламенту</w:t>
      </w:r>
    </w:p>
    <w:p w:rsidR="00CD6C8F" w:rsidRPr="00BB1234" w:rsidRDefault="00CD6C8F" w:rsidP="0083227D">
      <w:pPr>
        <w:keepNext/>
        <w:tabs>
          <w:tab w:val="center" w:pos="4961"/>
          <w:tab w:val="left" w:pos="8280"/>
        </w:tabs>
        <w:spacing w:after="0" w:line="240" w:lineRule="auto"/>
        <w:ind w:left="3061" w:right="-1" w:firstLine="3828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</w:p>
    <w:p w:rsidR="00CD6C8F" w:rsidRDefault="00CD6C8F" w:rsidP="0083227D">
      <w:pPr>
        <w:keepNext/>
        <w:tabs>
          <w:tab w:val="center" w:pos="4961"/>
          <w:tab w:val="left" w:pos="8280"/>
        </w:tabs>
        <w:spacing w:after="0" w:line="240" w:lineRule="auto"/>
        <w:ind w:right="-1" w:firstLine="3828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Начальнику управления учета и найма жилья </w:t>
      </w:r>
    </w:p>
    <w:p w:rsidR="00CD6C8F" w:rsidRDefault="00CD6C8F" w:rsidP="0083227D">
      <w:pPr>
        <w:keepNext/>
        <w:tabs>
          <w:tab w:val="center" w:pos="4961"/>
          <w:tab w:val="left" w:pos="8280"/>
        </w:tabs>
        <w:spacing w:after="0" w:line="240" w:lineRule="auto"/>
        <w:ind w:right="-1" w:firstLine="3828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комитета муниципального имущества и </w:t>
      </w:r>
    </w:p>
    <w:p w:rsidR="00CD6C8F" w:rsidRPr="00BB1234" w:rsidRDefault="00CD6C8F" w:rsidP="0083227D">
      <w:pPr>
        <w:keepNext/>
        <w:tabs>
          <w:tab w:val="center" w:pos="4961"/>
          <w:tab w:val="left" w:pos="8280"/>
        </w:tabs>
        <w:spacing w:after="0" w:line="240" w:lineRule="auto"/>
        <w:ind w:right="-1" w:firstLine="3828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земельных ресурсов </w:t>
      </w:r>
    </w:p>
    <w:p w:rsidR="00CD6C8F" w:rsidRPr="00A74859" w:rsidRDefault="00CD6C8F" w:rsidP="0083227D">
      <w:pPr>
        <w:spacing w:after="0" w:line="240" w:lineRule="auto"/>
        <w:ind w:right="-1" w:firstLine="3828"/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A74859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Иванова Ивана Ивановича,</w:t>
      </w:r>
    </w:p>
    <w:p w:rsidR="00CD6C8F" w:rsidRPr="00BB1234" w:rsidRDefault="00CD6C8F" w:rsidP="0083227D">
      <w:pPr>
        <w:spacing w:after="0" w:line="240" w:lineRule="auto"/>
        <w:ind w:right="-1" w:firstLine="3828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B1234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проживающе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го</w:t>
      </w:r>
      <w:r w:rsidRPr="00BB123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по адресу:</w:t>
      </w:r>
    </w:p>
    <w:p w:rsidR="00CD6C8F" w:rsidRPr="00BB1234" w:rsidRDefault="00CD6C8F" w:rsidP="0083227D">
      <w:pPr>
        <w:spacing w:after="0" w:line="240" w:lineRule="auto"/>
        <w:ind w:right="-1" w:firstLine="3828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B123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г. Калининград, ул. </w:t>
      </w:r>
      <w:r w:rsidRPr="00A74859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ххх, д. хх, кв. хх,</w:t>
      </w:r>
    </w:p>
    <w:p w:rsidR="00CD6C8F" w:rsidRPr="00BB1234" w:rsidRDefault="00CD6C8F" w:rsidP="0083227D">
      <w:pPr>
        <w:spacing w:after="0" w:line="240" w:lineRule="auto"/>
        <w:ind w:right="-1" w:firstLine="3828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B1234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документ, удостоверяющий личность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D6C8F" w:rsidRPr="00BB1234" w:rsidRDefault="00CD6C8F" w:rsidP="0083227D">
      <w:pPr>
        <w:spacing w:after="0" w:line="240" w:lineRule="auto"/>
        <w:ind w:right="-1" w:firstLine="3828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B123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паспорт серии </w:t>
      </w:r>
      <w:r w:rsidRPr="00A74859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ххх хххх,</w:t>
      </w:r>
      <w:r w:rsidRPr="00BB123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код подразделения </w:t>
      </w:r>
      <w:r w:rsidRPr="00A74859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ххх</w:t>
      </w:r>
      <w:r w:rsidRPr="00BB1234">
        <w:rPr>
          <w:rFonts w:ascii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CD6C8F" w:rsidRPr="00A74859" w:rsidRDefault="00CD6C8F" w:rsidP="0083227D">
      <w:pPr>
        <w:spacing w:after="0" w:line="240" w:lineRule="auto"/>
        <w:ind w:right="-1" w:firstLine="3828"/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BB123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выдан </w:t>
      </w:r>
      <w:r w:rsidRPr="00A74859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хх.хх. хх ОВД Центрального района</w:t>
      </w:r>
    </w:p>
    <w:p w:rsidR="00CD6C8F" w:rsidRPr="00BB1234" w:rsidRDefault="00CD6C8F" w:rsidP="0083227D">
      <w:pPr>
        <w:spacing w:after="0" w:line="240" w:lineRule="auto"/>
        <w:ind w:right="-1" w:firstLine="3828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A74859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г. Калининграда,</w:t>
      </w:r>
    </w:p>
    <w:p w:rsidR="00CD6C8F" w:rsidRPr="00BB1234" w:rsidRDefault="00CD6C8F" w:rsidP="0083227D">
      <w:pPr>
        <w:spacing w:after="0" w:line="240" w:lineRule="auto"/>
        <w:ind w:right="-1" w:firstLine="3828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B123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контактный телефон: </w:t>
      </w:r>
      <w:r w:rsidRPr="00A74859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хххххх,</w:t>
      </w:r>
    </w:p>
    <w:p w:rsidR="00CD6C8F" w:rsidRPr="00BB1234" w:rsidRDefault="00CD6C8F" w:rsidP="0083227D">
      <w:pPr>
        <w:spacing w:after="0" w:line="240" w:lineRule="auto"/>
        <w:ind w:firstLine="3828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CD6C8F" w:rsidRPr="00BB1234" w:rsidRDefault="00CD6C8F" w:rsidP="008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B1234">
        <w:rPr>
          <w:rFonts w:ascii="Times New Roman" w:hAnsi="Times New Roman" w:cs="Times New Roman"/>
          <w:sz w:val="28"/>
          <w:szCs w:val="28"/>
          <w:lang w:eastAsia="ru-RU"/>
        </w:rPr>
        <w:t xml:space="preserve">заявление. </w:t>
      </w:r>
    </w:p>
    <w:p w:rsidR="00CD6C8F" w:rsidRPr="00BB1234" w:rsidRDefault="00CD6C8F" w:rsidP="008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D6C8F" w:rsidRPr="00BB1234" w:rsidRDefault="00CD6C8F" w:rsidP="0083227D">
      <w:pPr>
        <w:keepNext/>
        <w:tabs>
          <w:tab w:val="left" w:pos="828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>Я состою на учете в качестве нуждающе</w:t>
      </w:r>
      <w:r>
        <w:rPr>
          <w:rFonts w:ascii="Times New Roman" w:hAnsi="Times New Roman" w:cs="Times New Roman"/>
          <w:kern w:val="32"/>
          <w:sz w:val="28"/>
          <w:szCs w:val="28"/>
          <w:lang w:eastAsia="ru-RU"/>
        </w:rPr>
        <w:t>гося</w:t>
      </w: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в жилых помещениях, предоставляемых по договорам социального найма</w:t>
      </w:r>
      <w:r>
        <w:rPr>
          <w:rFonts w:ascii="Times New Roman" w:hAnsi="Times New Roman" w:cs="Times New Roman"/>
          <w:kern w:val="32"/>
          <w:sz w:val="28"/>
          <w:szCs w:val="28"/>
          <w:lang w:eastAsia="ru-RU"/>
        </w:rPr>
        <w:t>,</w:t>
      </w: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 с </w:t>
      </w:r>
      <w:r w:rsidRPr="00582781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хххххх</w:t>
      </w: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под № </w:t>
      </w:r>
      <w:r w:rsidRPr="00582781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хххххх</w:t>
      </w: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>.</w:t>
      </w:r>
    </w:p>
    <w:p w:rsidR="00CD6C8F" w:rsidRPr="00BB1234" w:rsidRDefault="00CD6C8F" w:rsidP="0083227D">
      <w:pPr>
        <w:keepNext/>
        <w:tabs>
          <w:tab w:val="left" w:pos="828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В соответствии со ст. 57 Жилищного кодекса Российской Федерации  прошу предоставить жилое помещение общей  площадью  </w:t>
      </w:r>
      <w:r w:rsidRPr="00582781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хххххх</w:t>
      </w: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кв.м, расположенное   по   адресу:   г.  Калининград,  улица </w:t>
      </w:r>
      <w:r w:rsidRPr="00582781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ххх</w:t>
      </w:r>
      <w:r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</w:t>
      </w:r>
      <w:r w:rsidRPr="00582781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хххххххххххх,</w:t>
      </w: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  дом </w:t>
      </w:r>
      <w:r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</w:t>
      </w: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№ </w:t>
      </w:r>
      <w:r w:rsidRPr="00582781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ххххх,</w:t>
      </w: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квартира № </w:t>
      </w:r>
      <w:r w:rsidRPr="00582781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ххххх,</w:t>
      </w: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на состав семьи </w:t>
      </w:r>
      <w:r w:rsidRPr="00582781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ххххх</w:t>
      </w: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человека, в том числе:</w:t>
      </w:r>
    </w:p>
    <w:p w:rsidR="00CD6C8F" w:rsidRPr="00582781" w:rsidRDefault="00CD6C8F" w:rsidP="0083227D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жена</w:t>
      </w:r>
      <w:r w:rsidRPr="0058278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– Иванова 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Анна Петровна,  02.02.1950</w:t>
      </w:r>
      <w:r w:rsidRPr="0058278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г.р.;</w:t>
      </w:r>
    </w:p>
    <w:p w:rsidR="00CD6C8F" w:rsidRDefault="00CD6C8F" w:rsidP="0083227D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дочь</w:t>
      </w:r>
      <w:r w:rsidRPr="0058278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– Иванов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а Дарья Ивановна, 03.03.1980 г.р.</w:t>
      </w:r>
      <w:bookmarkStart w:id="0" w:name="_GoBack"/>
      <w:bookmarkEnd w:id="0"/>
      <w:r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;</w:t>
      </w:r>
    </w:p>
    <w:p w:rsidR="00CD6C8F" w:rsidRPr="00582781" w:rsidRDefault="00CD6C8F" w:rsidP="0083227D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внук – Петров Сергей Александрович, 04.04.2001 г.р.</w:t>
      </w:r>
    </w:p>
    <w:p w:rsidR="00CD6C8F" w:rsidRDefault="00CD6C8F" w:rsidP="00CD23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1234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Сведения,  указанные  в  заявлении, достоверны. Документы (копии документов), приложенные    к    заявлению,   соответствуют   требованиям,   установленным законодательством  Российской Федерации,  на  момент  представления  заявления  эти  документы действительны  и содержат достоверные сведения. </w:t>
      </w:r>
    </w:p>
    <w:p w:rsidR="00CD6C8F" w:rsidRDefault="00CD6C8F" w:rsidP="00CD238A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>Расписку в приеме документов получил (а).</w:t>
      </w:r>
    </w:p>
    <w:p w:rsidR="00CD6C8F" w:rsidRDefault="00CD6C8F" w:rsidP="00CD238A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>«</w:t>
      </w:r>
      <w:r w:rsidRPr="00CD238A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хх» ххххххххх 20 хх г. «хх» ч.  «хх»</w:t>
      </w: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мин.</w:t>
      </w:r>
    </w:p>
    <w:p w:rsidR="00CD6C8F" w:rsidRDefault="00CD6C8F" w:rsidP="00CD238A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</w:p>
    <w:p w:rsidR="00CD6C8F" w:rsidRDefault="00CD6C8F" w:rsidP="00CD238A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>Ответ прошу:</w:t>
      </w:r>
    </w:p>
    <w:p w:rsidR="00CD6C8F" w:rsidRDefault="00CD6C8F" w:rsidP="00CD238A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3" o:spid="_x0000_s1026" style="position:absolute;left:0;text-align:left;margin-left:-4.7pt;margin-top:1.1pt;width:15.9pt;height:15.05pt;z-index:251658240;visibility:visible;v-text-anchor:middle" filled="f" strokecolor="#41719c" strokeweight="1pt"/>
        </w:pict>
      </w: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>направить почтовым отправлением по адресу_______</w:t>
      </w:r>
      <w:r>
        <w:rPr>
          <w:rFonts w:ascii="Times New Roman" w:hAnsi="Times New Roman" w:cs="Times New Roman"/>
          <w:kern w:val="32"/>
          <w:sz w:val="28"/>
          <w:szCs w:val="28"/>
          <w:lang w:eastAsia="ru-RU"/>
        </w:rPr>
        <w:t>____</w:t>
      </w: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>_____________</w:t>
      </w:r>
    </w:p>
    <w:p w:rsidR="00CD6C8F" w:rsidRDefault="00CD6C8F" w:rsidP="00CD238A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4" o:spid="_x0000_s1027" style="position:absolute;left:0;text-align:left;margin-left:-4.35pt;margin-top:13.7pt;width:15.9pt;height:15.05pt;z-index:251659264;visibility:visible;v-text-anchor:middle" filled="f" strokecolor="#41719c" strokeweight="1pt"/>
        </w:pict>
      </w:r>
    </w:p>
    <w:p w:rsidR="00CD6C8F" w:rsidRDefault="00CD6C8F" w:rsidP="00CD238A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B1234">
        <w:rPr>
          <w:rFonts w:ascii="Times New Roman" w:hAnsi="Times New Roman" w:cs="Times New Roman"/>
          <w:kern w:val="32"/>
          <w:sz w:val="28"/>
          <w:szCs w:val="28"/>
          <w:lang w:eastAsia="ru-RU"/>
        </w:rPr>
        <w:t>выдать при  личном обращении в МФЦ по  адресу: г. Калининград,             пл. Победы, 1.</w:t>
      </w:r>
    </w:p>
    <w:p w:rsidR="00CD6C8F" w:rsidRDefault="00CD6C8F" w:rsidP="00CD238A">
      <w:pPr>
        <w:spacing w:after="0" w:line="240" w:lineRule="auto"/>
        <w:jc w:val="both"/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</w:pPr>
    </w:p>
    <w:p w:rsidR="00CD6C8F" w:rsidRPr="00BB1234" w:rsidRDefault="00CD6C8F" w:rsidP="00CD238A">
      <w:pPr>
        <w:spacing w:after="0" w:line="240" w:lineRule="auto"/>
        <w:jc w:val="both"/>
        <w:rPr>
          <w:rFonts w:ascii="Times New Roman" w:hAnsi="Times New Roman" w:cs="Times New Roman"/>
          <w:kern w:val="32"/>
          <w:sz w:val="20"/>
          <w:szCs w:val="20"/>
          <w:lang w:eastAsia="ru-RU"/>
        </w:rPr>
      </w:pPr>
      <w:r w:rsidRPr="00A74859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 xml:space="preserve">хх.хх.20хх г.  </w:t>
      </w:r>
      <w:r w:rsidRPr="00A74859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 xml:space="preserve">                </w:t>
      </w:r>
      <w:r w:rsidRPr="00A74859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 xml:space="preserve"> ххххххххх</w:t>
      </w:r>
      <w:r w:rsidRPr="00A74859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 xml:space="preserve">                                    </w:t>
      </w:r>
      <w:r w:rsidRPr="00A74859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Иванов</w:t>
      </w:r>
      <w:r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 xml:space="preserve"> И.И</w:t>
      </w:r>
      <w:r w:rsidRPr="00A74859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.</w:t>
      </w:r>
    </w:p>
    <w:p w:rsidR="00CD6C8F" w:rsidRDefault="00CD6C8F" w:rsidP="0083227D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</w:pPr>
    </w:p>
    <w:p w:rsidR="00CD6C8F" w:rsidRPr="00A74859" w:rsidRDefault="00CD6C8F" w:rsidP="0083227D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</w:pPr>
      <w:r w:rsidRPr="00A74859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 xml:space="preserve">ххххх </w:t>
      </w:r>
      <w:r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 xml:space="preserve">   </w:t>
      </w:r>
      <w:r w:rsidRPr="00A74859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Иванова Анна Петровна</w:t>
      </w:r>
    </w:p>
    <w:p w:rsidR="00CD6C8F" w:rsidRDefault="00CD6C8F" w:rsidP="0083227D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</w:pPr>
      <w:r w:rsidRPr="00A74859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 xml:space="preserve">ххххх </w:t>
      </w:r>
      <w:r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 xml:space="preserve">   </w:t>
      </w:r>
      <w:r w:rsidRPr="00A74859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Иванова Дарья Ивановна</w:t>
      </w:r>
    </w:p>
    <w:p w:rsidR="00CD6C8F" w:rsidRDefault="00CD6C8F" w:rsidP="0083227D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ххххх    Петров Сергей Александрович, действующий с согласия матери  Ивановой Дарьи Ивановны</w:t>
      </w:r>
    </w:p>
    <w:p w:rsidR="00CD6C8F" w:rsidRPr="008C0EE4" w:rsidRDefault="00CD6C8F" w:rsidP="0083227D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Согласна    Иванова Дарья Ивановна хххххх</w:t>
      </w:r>
    </w:p>
    <w:p w:rsidR="00CD6C8F" w:rsidRDefault="00CD6C8F"/>
    <w:sectPr w:rsidR="00CD6C8F" w:rsidSect="00692BD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C8F" w:rsidRDefault="00CD6C8F" w:rsidP="00692BD5">
      <w:pPr>
        <w:spacing w:after="0" w:line="240" w:lineRule="auto"/>
      </w:pPr>
      <w:r>
        <w:separator/>
      </w:r>
    </w:p>
  </w:endnote>
  <w:endnote w:type="continuationSeparator" w:id="0">
    <w:p w:rsidR="00CD6C8F" w:rsidRDefault="00CD6C8F" w:rsidP="00692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8F" w:rsidRDefault="00CD6C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8F" w:rsidRDefault="00CD6C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C8F" w:rsidRDefault="00CD6C8F" w:rsidP="00692BD5">
      <w:pPr>
        <w:spacing w:after="0" w:line="240" w:lineRule="auto"/>
      </w:pPr>
      <w:r>
        <w:separator/>
      </w:r>
    </w:p>
  </w:footnote>
  <w:footnote w:type="continuationSeparator" w:id="0">
    <w:p w:rsidR="00CD6C8F" w:rsidRDefault="00CD6C8F" w:rsidP="00692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8F" w:rsidRDefault="00CD6C8F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CD6C8F" w:rsidRDefault="00CD6C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8F" w:rsidRDefault="00CD6C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13C2"/>
    <w:rsid w:val="002243C1"/>
    <w:rsid w:val="00582781"/>
    <w:rsid w:val="00603552"/>
    <w:rsid w:val="006613C2"/>
    <w:rsid w:val="00692BD5"/>
    <w:rsid w:val="006A6D60"/>
    <w:rsid w:val="00766499"/>
    <w:rsid w:val="007E473C"/>
    <w:rsid w:val="0083227D"/>
    <w:rsid w:val="0084227D"/>
    <w:rsid w:val="008C0EE4"/>
    <w:rsid w:val="00916941"/>
    <w:rsid w:val="009A5896"/>
    <w:rsid w:val="00A74859"/>
    <w:rsid w:val="00AD482C"/>
    <w:rsid w:val="00B85D99"/>
    <w:rsid w:val="00BB1234"/>
    <w:rsid w:val="00CD238A"/>
    <w:rsid w:val="00CD6C8F"/>
    <w:rsid w:val="00EA6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55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92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92BD5"/>
  </w:style>
  <w:style w:type="paragraph" w:styleId="Footer">
    <w:name w:val="footer"/>
    <w:basedOn w:val="Normal"/>
    <w:link w:val="FooterChar"/>
    <w:uiPriority w:val="99"/>
    <w:rsid w:val="00692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92B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286</Words>
  <Characters>1636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Гуляйкина</dc:creator>
  <cp:keywords/>
  <dc:description/>
  <cp:lastModifiedBy>Наташа</cp:lastModifiedBy>
  <cp:revision>11</cp:revision>
  <cp:lastPrinted>2016-02-25T10:00:00Z</cp:lastPrinted>
  <dcterms:created xsi:type="dcterms:W3CDTF">2016-02-09T06:10:00Z</dcterms:created>
  <dcterms:modified xsi:type="dcterms:W3CDTF">2016-03-11T08:44:00Z</dcterms:modified>
</cp:coreProperties>
</file>