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861" w:rsidRPr="008977E2" w:rsidRDefault="00614861" w:rsidP="00B0179C">
      <w:pPr>
        <w:spacing w:after="0"/>
        <w:ind w:left="3540" w:firstLine="708"/>
        <w:rPr>
          <w:rFonts w:ascii="Times New Roman" w:hAnsi="Times New Roman" w:cs="Times New Roman"/>
          <w:sz w:val="28"/>
          <w:szCs w:val="28"/>
        </w:rPr>
      </w:pPr>
      <w:bookmarkStart w:id="0" w:name="OLE_LINK5"/>
      <w:r w:rsidRPr="008977E2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614861" w:rsidRPr="008977E2" w:rsidRDefault="00614861" w:rsidP="00B0179C">
      <w:pPr>
        <w:spacing w:after="0"/>
        <w:ind w:left="4248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  </w:t>
      </w:r>
    </w:p>
    <w:p w:rsidR="00614861" w:rsidRPr="008977E2" w:rsidRDefault="00614861" w:rsidP="00B0179C">
      <w:pPr>
        <w:spacing w:after="0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  </w:t>
      </w:r>
    </w:p>
    <w:p w:rsidR="00614861" w:rsidRPr="008977E2" w:rsidRDefault="00614861" w:rsidP="00B0179C">
      <w:pPr>
        <w:spacing w:after="0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25 декабря </w:t>
      </w:r>
      <w:r w:rsidRPr="008977E2">
        <w:rPr>
          <w:rFonts w:ascii="Times New Roman" w:hAnsi="Times New Roman" w:cs="Times New Roman"/>
          <w:sz w:val="28"/>
          <w:szCs w:val="28"/>
        </w:rPr>
        <w:t xml:space="preserve">2015 г.   </w:t>
      </w:r>
      <w:r>
        <w:rPr>
          <w:rFonts w:ascii="Times New Roman" w:hAnsi="Times New Roman" w:cs="Times New Roman"/>
          <w:sz w:val="28"/>
          <w:szCs w:val="28"/>
        </w:rPr>
        <w:t>№ 2155</w:t>
      </w:r>
    </w:p>
    <w:p w:rsidR="00614861" w:rsidRPr="008977E2" w:rsidRDefault="00614861" w:rsidP="00B0179C">
      <w:pPr>
        <w:pStyle w:val="ConsPlusNormal"/>
        <w:ind w:firstLine="540"/>
        <w:jc w:val="center"/>
        <w:rPr>
          <w:rFonts w:cs="Times New Roman"/>
          <w:b/>
          <w:bCs/>
          <w:sz w:val="28"/>
          <w:szCs w:val="28"/>
        </w:rPr>
      </w:pPr>
    </w:p>
    <w:p w:rsidR="00614861" w:rsidRPr="008977E2" w:rsidRDefault="00614861" w:rsidP="00B0179C">
      <w:pPr>
        <w:pStyle w:val="ConsPlusTitle"/>
        <w:ind w:left="-142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977E2">
        <w:rPr>
          <w:rFonts w:ascii="Times New Roman" w:hAnsi="Times New Roman" w:cs="Times New Roman"/>
          <w:b w:val="0"/>
          <w:bCs w:val="0"/>
          <w:sz w:val="28"/>
          <w:szCs w:val="28"/>
        </w:rPr>
        <w:t>Конкурсная документация на проведение открытого конкурса</w:t>
      </w:r>
    </w:p>
    <w:p w:rsidR="00614861" w:rsidRPr="008977E2" w:rsidRDefault="00614861" w:rsidP="00B0179C">
      <w:pPr>
        <w:pStyle w:val="ConsPlusTitle"/>
        <w:ind w:left="-142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977E2">
        <w:rPr>
          <w:rFonts w:ascii="Times New Roman" w:hAnsi="Times New Roman" w:cs="Times New Roman"/>
          <w:b w:val="0"/>
          <w:bCs w:val="0"/>
          <w:sz w:val="28"/>
          <w:szCs w:val="28"/>
        </w:rPr>
        <w:t>на право заключения договоров об организации регулярных</w:t>
      </w:r>
    </w:p>
    <w:p w:rsidR="00614861" w:rsidRPr="008977E2" w:rsidRDefault="00614861" w:rsidP="00B0179C">
      <w:pPr>
        <w:pStyle w:val="ConsPlusTitle"/>
        <w:ind w:left="-142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977E2">
        <w:rPr>
          <w:rFonts w:ascii="Times New Roman" w:hAnsi="Times New Roman" w:cs="Times New Roman"/>
          <w:b w:val="0"/>
          <w:bCs w:val="0"/>
          <w:sz w:val="28"/>
          <w:szCs w:val="28"/>
        </w:rPr>
        <w:t>перевозок пассажиров и багажа автомобильным транспортом</w:t>
      </w:r>
    </w:p>
    <w:p w:rsidR="00614861" w:rsidRPr="008977E2" w:rsidRDefault="00614861" w:rsidP="00B0179C">
      <w:pPr>
        <w:pStyle w:val="ConsPlusTitle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b w:val="0"/>
          <w:bCs w:val="0"/>
          <w:sz w:val="28"/>
          <w:szCs w:val="28"/>
        </w:rPr>
        <w:t>по маршрутам городского округа «Город Калининград»</w:t>
      </w:r>
    </w:p>
    <w:p w:rsidR="00614861" w:rsidRPr="008977E2" w:rsidRDefault="00614861" w:rsidP="00B017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Заказчик: администрация городского округа «Город Калининград».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Организатор конкурса: комитет городского хозяйства администрации городского округа «Город Калининград».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Всего: 15 лотов.</w:t>
      </w:r>
    </w:p>
    <w:p w:rsidR="00614861" w:rsidRPr="008977E2" w:rsidRDefault="00614861" w:rsidP="00B017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Default="00614861" w:rsidP="00B0179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Содержание</w:t>
      </w:r>
    </w:p>
    <w:p w:rsidR="00614861" w:rsidRPr="008977E2" w:rsidRDefault="00614861" w:rsidP="00B0179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9"/>
        <w:gridCol w:w="7761"/>
      </w:tblGrid>
      <w:tr w:rsidR="00614861" w:rsidRPr="00CB5433">
        <w:tc>
          <w:tcPr>
            <w:tcW w:w="1809" w:type="dxa"/>
          </w:tcPr>
          <w:p w:rsidR="00614861" w:rsidRPr="0076184E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84E">
              <w:rPr>
                <w:rFonts w:ascii="Times New Roman" w:hAnsi="Times New Roman" w:cs="Times New Roman"/>
                <w:sz w:val="28"/>
                <w:szCs w:val="28"/>
              </w:rPr>
              <w:t>Раздел 1</w:t>
            </w:r>
          </w:p>
        </w:tc>
        <w:tc>
          <w:tcPr>
            <w:tcW w:w="7761" w:type="dxa"/>
          </w:tcPr>
          <w:p w:rsidR="00614861" w:rsidRPr="0076184E" w:rsidRDefault="00614861" w:rsidP="00E94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184E">
              <w:rPr>
                <w:rFonts w:ascii="Times New Roman" w:hAnsi="Times New Roman" w:cs="Times New Roman"/>
                <w:sz w:val="28"/>
                <w:szCs w:val="28"/>
              </w:rPr>
              <w:t>Термины и определения, используемые в конкурсной документации</w:t>
            </w:r>
          </w:p>
          <w:p w:rsidR="00614861" w:rsidRPr="0076184E" w:rsidRDefault="00614861" w:rsidP="00E94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184E">
              <w:rPr>
                <w:rFonts w:ascii="Times New Roman" w:hAnsi="Times New Roman" w:cs="Times New Roman"/>
                <w:sz w:val="28"/>
                <w:szCs w:val="28"/>
              </w:rPr>
              <w:t>Информационная карта открытого конкурса</w:t>
            </w:r>
          </w:p>
        </w:tc>
      </w:tr>
      <w:tr w:rsidR="00614861" w:rsidRPr="00CB5433">
        <w:tc>
          <w:tcPr>
            <w:tcW w:w="1809" w:type="dxa"/>
          </w:tcPr>
          <w:p w:rsidR="00614861" w:rsidRPr="0076184E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84E">
              <w:rPr>
                <w:rFonts w:ascii="Times New Roman" w:hAnsi="Times New Roman" w:cs="Times New Roman"/>
                <w:sz w:val="28"/>
                <w:szCs w:val="28"/>
              </w:rPr>
              <w:t>Раздел 2</w:t>
            </w:r>
          </w:p>
        </w:tc>
        <w:tc>
          <w:tcPr>
            <w:tcW w:w="7761" w:type="dxa"/>
          </w:tcPr>
          <w:p w:rsidR="00614861" w:rsidRPr="0076184E" w:rsidRDefault="00614861" w:rsidP="00E94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184E">
              <w:rPr>
                <w:rFonts w:ascii="Times New Roman" w:hAnsi="Times New Roman" w:cs="Times New Roman"/>
                <w:sz w:val="28"/>
                <w:szCs w:val="28"/>
              </w:rPr>
              <w:t xml:space="preserve">Образцы форм документов для заполнения </w:t>
            </w:r>
          </w:p>
          <w:p w:rsidR="00614861" w:rsidRPr="0076184E" w:rsidRDefault="00614861" w:rsidP="00E94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184E">
              <w:rPr>
                <w:rFonts w:ascii="Times New Roman" w:hAnsi="Times New Roman" w:cs="Times New Roman"/>
                <w:sz w:val="28"/>
                <w:szCs w:val="28"/>
              </w:rPr>
              <w:t>Участниками конкурса (отдельного лота)</w:t>
            </w:r>
          </w:p>
        </w:tc>
      </w:tr>
      <w:tr w:rsidR="00614861" w:rsidRPr="00CB5433">
        <w:tc>
          <w:tcPr>
            <w:tcW w:w="1809" w:type="dxa"/>
          </w:tcPr>
          <w:p w:rsidR="00614861" w:rsidRPr="0076184E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84E">
              <w:rPr>
                <w:rFonts w:ascii="Times New Roman" w:hAnsi="Times New Roman" w:cs="Times New Roman"/>
                <w:sz w:val="28"/>
                <w:szCs w:val="28"/>
              </w:rPr>
              <w:t>Раздел 3</w:t>
            </w:r>
          </w:p>
        </w:tc>
        <w:tc>
          <w:tcPr>
            <w:tcW w:w="7761" w:type="dxa"/>
          </w:tcPr>
          <w:p w:rsidR="00614861" w:rsidRPr="0076184E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84E">
              <w:rPr>
                <w:rFonts w:ascii="Times New Roman" w:hAnsi="Times New Roman" w:cs="Times New Roman"/>
                <w:sz w:val="28"/>
                <w:szCs w:val="28"/>
              </w:rPr>
              <w:t>Проект договора об организации регулярных перевозок пассажиров и багажа автомобильным транспортом по маршрутам городского округа «Город Калининград»</w:t>
            </w:r>
          </w:p>
        </w:tc>
      </w:tr>
      <w:tr w:rsidR="00614861" w:rsidRPr="00CB5433">
        <w:tc>
          <w:tcPr>
            <w:tcW w:w="1809" w:type="dxa"/>
          </w:tcPr>
          <w:p w:rsidR="00614861" w:rsidRPr="0076184E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84E">
              <w:rPr>
                <w:rFonts w:ascii="Times New Roman" w:hAnsi="Times New Roman" w:cs="Times New Roman"/>
                <w:sz w:val="28"/>
                <w:szCs w:val="28"/>
              </w:rPr>
              <w:t>Раздел 4</w:t>
            </w:r>
          </w:p>
        </w:tc>
        <w:tc>
          <w:tcPr>
            <w:tcW w:w="7761" w:type="dxa"/>
          </w:tcPr>
          <w:p w:rsidR="00614861" w:rsidRPr="0076184E" w:rsidRDefault="00614861" w:rsidP="00E94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184E">
              <w:rPr>
                <w:rFonts w:ascii="Times New Roman" w:hAnsi="Times New Roman" w:cs="Times New Roman"/>
                <w:sz w:val="28"/>
                <w:szCs w:val="28"/>
              </w:rPr>
              <w:t>Извещение о проведении открытого конкурса</w:t>
            </w:r>
          </w:p>
          <w:p w:rsidR="00614861" w:rsidRPr="0076184E" w:rsidRDefault="00614861" w:rsidP="00E94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184E">
              <w:rPr>
                <w:rFonts w:ascii="Times New Roman" w:hAnsi="Times New Roman" w:cs="Times New Roman"/>
                <w:sz w:val="28"/>
                <w:szCs w:val="28"/>
              </w:rPr>
              <w:t>На право заключения договоров об организации регулярных перевозок пассажиров и багажа автомобильным транспортом по маршрутам городского округа «Город Калининград»</w:t>
            </w:r>
          </w:p>
        </w:tc>
      </w:tr>
    </w:tbl>
    <w:p w:rsidR="00614861" w:rsidRPr="008977E2" w:rsidRDefault="00614861" w:rsidP="00B017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Раздел 1</w:t>
      </w:r>
    </w:p>
    <w:p w:rsidR="00614861" w:rsidRPr="008977E2" w:rsidRDefault="00614861" w:rsidP="00B017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Default="00614861" w:rsidP="00B017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Термины и определения, используемые в конкурсной документации</w:t>
      </w:r>
    </w:p>
    <w:p w:rsidR="00614861" w:rsidRPr="008977E2" w:rsidRDefault="00614861" w:rsidP="00B017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Претендент – любое юридическое лицо независимо от организационно-правовой формы, формы собственности, места нахождения и места происхождения капитала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977E2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977E2">
        <w:rPr>
          <w:rFonts w:ascii="Times New Roman" w:hAnsi="Times New Roman" w:cs="Times New Roman"/>
          <w:sz w:val="28"/>
          <w:szCs w:val="28"/>
        </w:rPr>
        <w:t>, претендующ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>е на заключение договора об организации регулярных перевозок пассажиров и багажа автомобильным транспортом по маршрутам городского округа «Город Калининград» и подавш</w:t>
      </w:r>
      <w:r>
        <w:rPr>
          <w:rFonts w:ascii="Times New Roman" w:hAnsi="Times New Roman" w:cs="Times New Roman"/>
          <w:sz w:val="28"/>
          <w:szCs w:val="28"/>
        </w:rPr>
        <w:t>ее заявку на участие в конкурсе.</w:t>
      </w:r>
    </w:p>
    <w:p w:rsidR="00614861" w:rsidRPr="008977E2" w:rsidRDefault="00614861" w:rsidP="00B017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Участник –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977E2">
        <w:rPr>
          <w:rFonts w:ascii="Times New Roman" w:hAnsi="Times New Roman" w:cs="Times New Roman"/>
          <w:sz w:val="28"/>
          <w:szCs w:val="28"/>
        </w:rPr>
        <w:t xml:space="preserve">ретендент, допущенный по результатам рассмотрения заявок на участие </w:t>
      </w:r>
      <w:r>
        <w:rPr>
          <w:rFonts w:ascii="Times New Roman" w:hAnsi="Times New Roman" w:cs="Times New Roman"/>
          <w:sz w:val="28"/>
          <w:szCs w:val="28"/>
        </w:rPr>
        <w:t>в конкурсе к участию в конкурсе.</w:t>
      </w:r>
    </w:p>
    <w:p w:rsidR="00614861" w:rsidRPr="008977E2" w:rsidRDefault="00614861" w:rsidP="00B017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Подвижной состав – автотранспортные средства, предназначенные для перевозки пассажиров по автобусным маршрутам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4861" w:rsidRPr="008977E2" w:rsidRDefault="00614861" w:rsidP="00B017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Перевозчик – юридическое лицо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977E2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977E2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>е пассажирские перевозки на автомобильном транспорте по договору об организации регулярных перевозок транспортом общего пользования и имеющ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>е в собственности, аренде либо на иных законных основаниях транспортные средства в количестве, необходимом для выполнения взятых на себя обязательств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4861" w:rsidRPr="008977E2" w:rsidRDefault="00614861" w:rsidP="00B017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Маршрут  – предназначенный для осуществления перевозок пассажиров и багажа по расписаниям путь следования транспортных средств от начального остановочного пункта через промежуточные остановочные пункты до конечного остановочного пункта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4861" w:rsidRPr="008977E2" w:rsidRDefault="00614861" w:rsidP="00B017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Лот – объект конкурса, включающий:</w:t>
      </w:r>
    </w:p>
    <w:p w:rsidR="00614861" w:rsidRPr="008977E2" w:rsidRDefault="00614861" w:rsidP="00B017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– один или несколько маршрутов регулярных перевозок пассажиров и багажа в городском округе «Город Калининград»;</w:t>
      </w:r>
    </w:p>
    <w:p w:rsidR="00614861" w:rsidRPr="008977E2" w:rsidRDefault="00614861" w:rsidP="00B017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– количество и класс транспортных средств, используемых для перевозки пассажиров и багажа по соответствующему маршруту;</w:t>
      </w:r>
    </w:p>
    <w:p w:rsidR="00614861" w:rsidRPr="008977E2" w:rsidRDefault="00614861" w:rsidP="00B017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– расписание – график, устанавливающий время или интервалы прибытия транспортн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977E2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77E2">
        <w:rPr>
          <w:rFonts w:ascii="Times New Roman" w:hAnsi="Times New Roman" w:cs="Times New Roman"/>
          <w:sz w:val="28"/>
          <w:szCs w:val="28"/>
        </w:rPr>
        <w:t xml:space="preserve"> в остановочный пункт либо отправления транспортн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977E2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77E2">
        <w:rPr>
          <w:rFonts w:ascii="Times New Roman" w:hAnsi="Times New Roman" w:cs="Times New Roman"/>
          <w:sz w:val="28"/>
          <w:szCs w:val="28"/>
        </w:rPr>
        <w:t xml:space="preserve"> от остановочного пункта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4861" w:rsidRPr="008977E2" w:rsidRDefault="00614861" w:rsidP="00B0179C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14861" w:rsidRPr="008977E2" w:rsidRDefault="00614861" w:rsidP="00B017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Информационная карта открытого конкурса</w:t>
      </w:r>
    </w:p>
    <w:p w:rsidR="00614861" w:rsidRPr="008977E2" w:rsidRDefault="00614861" w:rsidP="00B017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1.1. Предметом открытого конкурса является право на заключение договоров об организации регулярных перевозок пассажиров и багажа автомобильным транспортом по маршрутам городского округа «Город Калининград» по 15 (пятнадцати) лотам (</w:t>
      </w:r>
      <w:hyperlink w:anchor="P339" w:history="1">
        <w:r w:rsidRPr="008977E2">
          <w:rPr>
            <w:rFonts w:ascii="Times New Roman" w:hAnsi="Times New Roman" w:cs="Times New Roman"/>
            <w:sz w:val="28"/>
            <w:szCs w:val="28"/>
          </w:rPr>
          <w:t>приложение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№1 к разделу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«Информационная карта открытого конкурса»).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Открытый конкурс проводит комитет городского хозяйства администрации городского округа «Город Калининград» (далее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организатор).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1.1.1. Целью организации конкурса является формирование эффективной и устойчивой системы организации безопасного транспортного обслуживания жителей городского округа «Город Калининград», а также своевременное и полное удовлетворение потребност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77E2">
        <w:rPr>
          <w:rFonts w:ascii="Times New Roman" w:hAnsi="Times New Roman" w:cs="Times New Roman"/>
          <w:sz w:val="28"/>
          <w:szCs w:val="28"/>
        </w:rPr>
        <w:t xml:space="preserve"> населения в транспортных услугах.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1.2. Сроки и требования к организации регулярных пассажирских перевозок по маршрутам городского округа «Город Калининград».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1.2.1. Договоры об организации регулярных пассажирских перевозок по маршрутам заключаются с победител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8977E2">
        <w:rPr>
          <w:rFonts w:ascii="Times New Roman" w:hAnsi="Times New Roman" w:cs="Times New Roman"/>
          <w:sz w:val="28"/>
          <w:szCs w:val="28"/>
        </w:rPr>
        <w:t xml:space="preserve"> конкурса сроком до 01.03.2018 на условиях, указанных в конкурсной документации и поданных участниками конкурса заявках.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1.2.2. Победитель обязан предоставить транспортные средства для установки заказчиком оборудования для автоматической фиксации количества провозимых пассажиров и оборудования системы электронного контроля оплаты проезда, обеспечить его сохранность, функционирование и возврат по окончании срока действия договора.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1.2.3. Требования к организации регулярных пассажирских перевозок.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1.2.3.1. Осуществление регулярных перевозок пассажиров по маршрутам городского округа «Город Калининград» в соответствии с требованиями нормативных правовых актов Российской Федерации, Калининградской области, органов местного самоуправления, условиями договоров об организации регулярных перевозок пассажиров и багажа автомобильным транспортом по маршрутам городского округа «Город Калининград». Перевозки по маршрутам осуществляются транспортом общего пользования.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977E2">
        <w:rPr>
          <w:rFonts w:ascii="Times New Roman" w:hAnsi="Times New Roman" w:cs="Times New Roman"/>
          <w:sz w:val="28"/>
          <w:szCs w:val="28"/>
        </w:rPr>
        <w:t>.2. Соблюдение расписания, составленного и утвержденного организатором.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1.2.3.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977E2">
        <w:rPr>
          <w:rFonts w:ascii="Times New Roman" w:hAnsi="Times New Roman" w:cs="Times New Roman"/>
          <w:sz w:val="28"/>
          <w:szCs w:val="28"/>
        </w:rPr>
        <w:t>. Осуществление перевозки пассажиров и багажа по установленным тарифам и обеспечение перевозки льготной категории граждан, в том числе частично и (или) полностью оплачиваемой за счет средств городского бюджета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977E2">
        <w:rPr>
          <w:rFonts w:ascii="Times New Roman" w:hAnsi="Times New Roman" w:cs="Times New Roman"/>
          <w:sz w:val="28"/>
          <w:szCs w:val="28"/>
        </w:rPr>
        <w:t>риложение №2 к разделу 1).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1.3. Требования к транспортным средствам участника конкурса.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1.3.1.Транспортные средства должны находиться в технически исправном состоянии, должны быть оснащены исправной и настроенной бортовой навигационной спутниковой системой ГЛОНАСС\GPS, совместимой с навигационной системой организатора.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1.3.2. Транспортные средства должны быть оборудованы в соответствии с Уставом автомобильного транспорта и городского наземного электрического транспорта, утвержденным Федеральным законом от 08.11.2007 №259-ФЗ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7E2">
        <w:rPr>
          <w:rFonts w:ascii="Times New Roman" w:hAnsi="Times New Roman" w:cs="Times New Roman"/>
          <w:sz w:val="28"/>
          <w:szCs w:val="28"/>
        </w:rPr>
        <w:t xml:space="preserve"> и Правилами перевозок пассажиров и багажа автомобильным транспортом и городским наземным электрическим транспортом, утвержденными постановлением Правительства Российской Федерации от 14.02.2009 №112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Оборудование, внутреннее и внешнее оформление транспортных средств должно соответствовать требованиям, установленным нормативными актами Российской Федерации, и обеспечивать информирование пассажиров об условиях выполнения перевозок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соответствии с международным государственным стандартом ГОСТ 25869-90«Отличительные знаки и информационное обеспечение подвижного состава пассажирского наземного транспорта, остановочных пунктов и пассажирских станций. Общие технические требования».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1.4. Инструкция по заполнению заявки на участие в конкурсе и требования к оформлению прилагаемых к ней документов.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1.4.1. Заявка на участие в конкурсе выражает намерение юридического лица независимо от организационно-правовой формы и формы собственности или физического лица, зарегистрированного в качестве 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7E2">
        <w:rPr>
          <w:rFonts w:ascii="Times New Roman" w:hAnsi="Times New Roman" w:cs="Times New Roman"/>
          <w:sz w:val="28"/>
          <w:szCs w:val="28"/>
        </w:rPr>
        <w:t xml:space="preserve"> принять участие в конкурсе на условиях, указанных в извещении о проведении конкурса, настоящей конкурсной документации. 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1.4.2. Претендент имеет право подать заявку на участие в конкурсе по неограниченному количеству лотов, а также отозвать заявку на участие в конкурсе в любое время до даты вскрытия конвертов. 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1.4.3. Отзыв заявки подается организатору конкурса в виде письменного заявления, в котором указываются наименование претендента (для юридических лиц), фамилия, имя, отчество (для индивидуальных предпринимателей) и наименование конкурса (лота). Заявки, отозванные в соответствии с настоящим Положением, считаются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поданными.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1.4.4. Заявка подается претендентом в письменном виде в запечатанном конверте. Конверт помечается надписью «Заявка по лоту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 xml:space="preserve">____». 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На конверте кроме вышеуказанн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977E2">
        <w:rPr>
          <w:rFonts w:ascii="Times New Roman" w:hAnsi="Times New Roman" w:cs="Times New Roman"/>
          <w:sz w:val="28"/>
          <w:szCs w:val="28"/>
        </w:rPr>
        <w:t xml:space="preserve"> надпис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77E2">
        <w:rPr>
          <w:rFonts w:ascii="Times New Roman" w:hAnsi="Times New Roman" w:cs="Times New Roman"/>
          <w:sz w:val="28"/>
          <w:szCs w:val="28"/>
        </w:rPr>
        <w:t xml:space="preserve"> должны быть указаны: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название конкурса;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наименование и адрес организатора конкурса;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полное наименование участника конкурса;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- адрес участника конкурса; 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номер телефона;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- слова «не вскрывать до ___________» с указанием времени и даты вскрытия конвертов, установленных в извещении о конкурсе. 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При этом, если претендент участвует в конкурсе по нескольким лотам,  заявки должны находиться в разных конвертах – по одному на каждый лот. 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977E2">
        <w:rPr>
          <w:rFonts w:ascii="Times New Roman" w:hAnsi="Times New Roman" w:cs="Times New Roman"/>
          <w:sz w:val="28"/>
          <w:szCs w:val="28"/>
        </w:rPr>
        <w:t>онверт должен быть запечатан, скреплен подписью и печатью участника таким образом, чтобы исключалась возможность вскрытия конверта без нарушения печати и подписи участника.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Все листы заявки на участие в конкурсе должны быть прошиты и пронумерованы. Заявка на участие в конкурсе должна быть скреплена печатью претендента (для юридических лиц) и подписана претендентом – индивидуальным предпринимателем, для юридических лиц – руководителем претендента или лицом, уполномоченным на это претендентом в установленном порядке. Соблюдение претендентом указанных требований означает, что все документы и сведения, входящие в состав заявки на участие в конкурсе, поданы от имени претендента и подтверждают подлинность и достоверность представленных в составе заявки на участие в конкурсе документов и сведений. Подача заявок в электронном виде не предусмотрена.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1.4.5. Претендент на участие в открытом конкурсе на право заключения договора об организации регулярных перевозок пассажиров и багажа автомобильным транспортом по маршруту городского округа «Город Калининград» вправе подать заявку на участие в конкурсе только на лот (маршрут), по которому он в случае признания его победителем конкурса (отдельного лота) сможет осуществлять регулярные перевозки пассажиров и багажа исходя из количества транспортных средств соответствующего качества, их технического состояния, соответствующей категории и имеющихся трудовых ресурсов. Форма, состав заявки на участие в открытом конкурсе </w:t>
      </w:r>
      <w:r>
        <w:rPr>
          <w:rFonts w:ascii="Times New Roman" w:hAnsi="Times New Roman" w:cs="Times New Roman"/>
          <w:sz w:val="28"/>
          <w:szCs w:val="28"/>
        </w:rPr>
        <w:t>представле</w:t>
      </w:r>
      <w:r w:rsidRPr="008977E2">
        <w:rPr>
          <w:rFonts w:ascii="Times New Roman" w:hAnsi="Times New Roman" w:cs="Times New Roman"/>
          <w:sz w:val="28"/>
          <w:szCs w:val="28"/>
        </w:rPr>
        <w:t xml:space="preserve">ны в разделе 2 конкурсной документации </w:t>
      </w:r>
      <w:hyperlink w:anchor="P451" w:history="1">
        <w:r w:rsidRPr="008977E2">
          <w:rPr>
            <w:rFonts w:ascii="Times New Roman" w:hAnsi="Times New Roman" w:cs="Times New Roman"/>
            <w:sz w:val="28"/>
            <w:szCs w:val="28"/>
          </w:rPr>
          <w:t>(форма №2)</w:t>
        </w:r>
      </w:hyperlink>
      <w:r w:rsidRPr="008977E2">
        <w:rPr>
          <w:rFonts w:ascii="Times New Roman" w:hAnsi="Times New Roman" w:cs="Times New Roman"/>
          <w:sz w:val="28"/>
          <w:szCs w:val="28"/>
        </w:rPr>
        <w:t>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1.4.6. Все документы должны быть аккуратно оформлены и заполнены разборчиво. Подчистки, дополнения и исправления не допускаются.  Оформление документов с нарушениями требований конкурсной документации является основанием для отказа в допуске к участию в конкурсе.  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1.4.7. На каждый лот оформляется одна заявка на участие в конкурсе. Если претендентом подано более одной заявки, все заявки на участие в конкурсе такого претендента, поданные в отношении данного лота, не рассматриваются. Заявки на участие в конкурсе, отозванные до даты вскрытия конвертов с заявками, считаются не поданными.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1.4.8. Претендент, подавший заявку </w:t>
      </w:r>
      <w:bookmarkStart w:id="1" w:name="sub_1732"/>
      <w:r w:rsidRPr="008977E2">
        <w:rPr>
          <w:rFonts w:ascii="Times New Roman" w:hAnsi="Times New Roman" w:cs="Times New Roman"/>
          <w:sz w:val="28"/>
          <w:szCs w:val="28"/>
        </w:rPr>
        <w:t>на участие в конкурсе, вправе отозвать заявку в любое время до даты вскрытия конвертов. Отзыв заявки подается организатору конкурса в виде письменного заявления, в котором указываются наименование претендента (для юридических лиц), фамилия, имя, отчество (для индивидуальных предпринимателей) и наименование конкурса (лота).</w:t>
      </w:r>
    </w:p>
    <w:bookmarkEnd w:id="1"/>
    <w:p w:rsidR="00614861" w:rsidRPr="007A4855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4855">
        <w:rPr>
          <w:rFonts w:ascii="Times New Roman" w:hAnsi="Times New Roman" w:cs="Times New Roman"/>
          <w:sz w:val="28"/>
          <w:szCs w:val="28"/>
        </w:rPr>
        <w:t xml:space="preserve">1.4.9. В случаях, установленных конкурсной документацией, документы, прилагаемые к заявке, представляются в оформленных надлежащим образом копиях. Копия документа считается надлежаще оформленной в случае, если она заверена на каждой странице подписью руководителя претендента и скреплена печатью участника конкурса. Использование факсимиле недопустимо. </w:t>
      </w:r>
    </w:p>
    <w:p w:rsidR="00614861" w:rsidRPr="001900D4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0D4">
        <w:rPr>
          <w:rFonts w:ascii="Times New Roman" w:hAnsi="Times New Roman" w:cs="Times New Roman"/>
          <w:sz w:val="28"/>
          <w:szCs w:val="28"/>
        </w:rPr>
        <w:t>Документ, прилагаемый к заявке, на участие в конкурсе, предоставленны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900D4">
        <w:rPr>
          <w:rFonts w:ascii="Times New Roman" w:hAnsi="Times New Roman" w:cs="Times New Roman"/>
          <w:sz w:val="28"/>
          <w:szCs w:val="28"/>
        </w:rPr>
        <w:t xml:space="preserve"> с нарушением данных требований, не будет иметь юридической силы и будет считаться не представленным.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1.4.10. Затраты и расходы на проведение конкурса несёт организатор конкурса.</w:t>
      </w:r>
    </w:p>
    <w:p w:rsidR="00614861" w:rsidRPr="007A4855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7A4855">
        <w:rPr>
          <w:rFonts w:ascii="Times New Roman" w:hAnsi="Times New Roman" w:cs="Times New Roman"/>
          <w:sz w:val="28"/>
          <w:szCs w:val="28"/>
        </w:rPr>
        <w:t>1.5. Требования к содержанию, форме и составу заявки на участие в  открытом конкурсе, представляемым в составе заявки на участие в конкурсе документам.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Для участия в конкурсе претендент представляет: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1.5.1. </w:t>
      </w:r>
      <w:hyperlink w:anchor="P451" w:history="1">
        <w:r w:rsidRPr="008977E2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на участие в конкурсе (по форме №2).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8"/>
      <w:bookmarkEnd w:id="3"/>
      <w:r w:rsidRPr="008977E2">
        <w:rPr>
          <w:rFonts w:ascii="Times New Roman" w:hAnsi="Times New Roman" w:cs="Times New Roman"/>
          <w:sz w:val="28"/>
          <w:szCs w:val="28"/>
        </w:rPr>
        <w:t>1.5.2. Информацию о качественных показателях работы по осуществлению пассажирских перевозок автомобильным транспортом общего пользования (</w:t>
      </w:r>
      <w:hyperlink w:anchor="P673" w:history="1">
        <w:r w:rsidRPr="008977E2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№2).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1.5.3. Информацию о государственной регистрации юридического лица или индивидуального предпринимателя (выписка из ЕГРЮЛ или ЕГРИП) (</w:t>
      </w:r>
      <w:hyperlink w:anchor="P956" w:history="1">
        <w:r w:rsidRPr="008977E2">
          <w:rPr>
            <w:rFonts w:ascii="Times New Roman" w:hAnsi="Times New Roman" w:cs="Times New Roman"/>
            <w:sz w:val="28"/>
            <w:szCs w:val="28"/>
          </w:rPr>
          <w:t>приложение №8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№2).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1.5.4. Анкету претендента, заполненную по установленной в разделе 2 настоящей конкурсной документации форме (</w:t>
      </w:r>
      <w:hyperlink w:anchor="P759" w:history="1">
        <w:r w:rsidRPr="008977E2">
          <w:rPr>
            <w:rFonts w:ascii="Times New Roman" w:hAnsi="Times New Roman" w:cs="Times New Roman"/>
            <w:sz w:val="28"/>
            <w:szCs w:val="28"/>
          </w:rPr>
          <w:t>приложение №4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№2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для юридического лица или </w:t>
      </w:r>
      <w:hyperlink w:anchor="P829" w:history="1">
        <w:r w:rsidRPr="008977E2">
          <w:rPr>
            <w:rFonts w:ascii="Times New Roman" w:hAnsi="Times New Roman" w:cs="Times New Roman"/>
            <w:sz w:val="28"/>
            <w:szCs w:val="28"/>
          </w:rPr>
          <w:t>приложение №5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№2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для индивидуального предпринимателя).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1.5.5. Документ, подтверждающий полномочия лица на осуществление действий от имени претендента. От индивидуального предпринимателя представляется выданная и оформленная в соответствии с гражданским законодательством Российской Федерации доверенность на уполномоченное лицо. От юридического лица представляется копия решения о назначении или об избрании либо копия приказа о назначении физического лица на должность, в соответствии с которым такое физическое лицо обладает правом действовать от имени претендента без доверенности (далее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руководитель). В случае если от имени претендента действует иное лицо, представляется доверенность на осуществление действий от имени претендента, заверенная печатью претендента и подписанная руководителем претендента (для юридических лиц) или уполномоченным этим руководителем лицом либо нотариально удостоверенная. В случае если указанная доверенность подписана лицом, уполномоченным руководителем претендента, должен представляться документ, подтверждающий полномочия такого лица (</w:t>
      </w:r>
      <w:hyperlink w:anchor="P911" w:history="1">
        <w:r w:rsidRPr="008977E2">
          <w:rPr>
            <w:rFonts w:ascii="Times New Roman" w:hAnsi="Times New Roman" w:cs="Times New Roman"/>
            <w:sz w:val="28"/>
            <w:szCs w:val="28"/>
          </w:rPr>
          <w:t>приложение №7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№2).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1.5.6. Копию действующей лицензии претендента на осуществление перевозок пассажиров автомобильным транспортом, оборудованным для перевозок более 8 человек, в соответствии с </w:t>
      </w:r>
      <w:hyperlink r:id="rId7" w:history="1">
        <w:r w:rsidRPr="00897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02.04.2012 №280 «Об утверждении Положения о лицензировании перевозок пассажиров автомобильным транспортом, оборудованным для перевозок более 8 человек (за исключением случая, если указанная деятельность осуществляется по заказам либо для собственных нужд юридического лица или индивидуального предпринимателя)», заверенную нотариально либо выдавшим ее органом в течение месяца с даты объявления конкурса (</w:t>
      </w:r>
      <w:hyperlink w:anchor="P980" w:history="1">
        <w:r w:rsidRPr="008977E2">
          <w:rPr>
            <w:rFonts w:ascii="Times New Roman" w:hAnsi="Times New Roman" w:cs="Times New Roman"/>
            <w:sz w:val="28"/>
            <w:szCs w:val="28"/>
          </w:rPr>
          <w:t>приложение №9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№2).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1.5.7. Сведения о наличии 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977E2">
        <w:rPr>
          <w:rFonts w:ascii="Times New Roman" w:hAnsi="Times New Roman" w:cs="Times New Roman"/>
          <w:sz w:val="28"/>
          <w:szCs w:val="28"/>
        </w:rPr>
        <w:t xml:space="preserve">ретендента на праве собственности или на ином законном основании необходимых для исполнения договора по соответствующему лоту транспортных средств, соответствующих по назначению и конструкции техническим требованиям к </w:t>
      </w:r>
      <w:r>
        <w:rPr>
          <w:rFonts w:ascii="Times New Roman" w:hAnsi="Times New Roman" w:cs="Times New Roman"/>
          <w:sz w:val="28"/>
          <w:szCs w:val="28"/>
        </w:rPr>
        <w:t xml:space="preserve">транспортным средствам, </w:t>
      </w:r>
      <w:r w:rsidRPr="008977E2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ющим</w:t>
      </w:r>
      <w:r w:rsidRPr="008977E2">
        <w:rPr>
          <w:rFonts w:ascii="Times New Roman" w:hAnsi="Times New Roman" w:cs="Times New Roman"/>
          <w:sz w:val="28"/>
          <w:szCs w:val="28"/>
        </w:rPr>
        <w:t xml:space="preserve"> перевозк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77E2">
        <w:rPr>
          <w:rFonts w:ascii="Times New Roman" w:hAnsi="Times New Roman" w:cs="Times New Roman"/>
          <w:sz w:val="28"/>
          <w:szCs w:val="28"/>
        </w:rPr>
        <w:t xml:space="preserve"> пассажиров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7E2">
        <w:rPr>
          <w:rFonts w:ascii="Times New Roman" w:hAnsi="Times New Roman" w:cs="Times New Roman"/>
          <w:sz w:val="28"/>
          <w:szCs w:val="28"/>
        </w:rPr>
        <w:t xml:space="preserve"> и допущенных в установленном порядке к участию в дорожном движении с приложением копий ПТС, договоров аренды, талонов технического осмотра, действующих полисов ОСАГО по каждому транспортному средству, на которые претендентом подана заявка на участие в конкурсе (</w:t>
      </w:r>
      <w:hyperlink w:anchor="P575" w:history="1">
        <w:r w:rsidRPr="008977E2">
          <w:rPr>
            <w:rFonts w:ascii="Times New Roman" w:hAnsi="Times New Roman" w:cs="Times New Roman"/>
            <w:sz w:val="28"/>
            <w:szCs w:val="28"/>
          </w:rPr>
          <w:t>приложение №1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№2 «Заявка на участие в открытом конкурсе»), и их техническом состоянии.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1.5.8. Сведения о наличии 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977E2">
        <w:rPr>
          <w:rFonts w:ascii="Times New Roman" w:hAnsi="Times New Roman" w:cs="Times New Roman"/>
          <w:sz w:val="28"/>
          <w:szCs w:val="28"/>
        </w:rPr>
        <w:t>ретендента водителей транспортных средств, заключивших с ним трудовой договор или договор об оказании услуг и имеющих необходимые квалификацию и стаж работы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7E2">
        <w:rPr>
          <w:rFonts w:ascii="Times New Roman" w:hAnsi="Times New Roman" w:cs="Times New Roman"/>
          <w:sz w:val="28"/>
          <w:szCs w:val="28"/>
        </w:rPr>
        <w:t xml:space="preserve"> с приложением копий трудовых договоров и договоров на оказание услуг (</w:t>
      </w:r>
      <w:hyperlink w:anchor="P988" w:history="1">
        <w:r w:rsidRPr="008977E2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№2).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1.5.9. Копии дипломов о высшем или среднем специальном образовании, удостоверений о прохождении курсов повышения квалификации, подтверждающих соответствующую установленным требованиям квалификацию должностных лиц и специалистов претендента (</w:t>
      </w:r>
      <w:hyperlink w:anchor="P996" w:history="1">
        <w:r w:rsidRPr="008977E2">
          <w:rPr>
            <w:rFonts w:ascii="Times New Roman" w:hAnsi="Times New Roman" w:cs="Times New Roman"/>
            <w:sz w:val="28"/>
            <w:szCs w:val="28"/>
          </w:rPr>
          <w:t>приложение№11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№2).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1.5.10. Копию документа, подтверждающего прохождение аттестации на право занимать должность, связанную с обеспечением безопасности дорожного движения, должностным лицом претендента на участие в конкурсе, ответственным за обеспечение безопасности дорожного движения (</w:t>
      </w:r>
      <w:hyperlink w:anchor="P1004" w:history="1">
        <w:r w:rsidRPr="008977E2">
          <w:rPr>
            <w:rFonts w:ascii="Times New Roman" w:hAnsi="Times New Roman" w:cs="Times New Roman"/>
            <w:sz w:val="28"/>
            <w:szCs w:val="28"/>
          </w:rPr>
          <w:t>приложение №12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  №2).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1.5.11. Копии положения о водителе-наставнике и приказа о присвоении водителю звания наставника (</w:t>
      </w:r>
      <w:hyperlink w:anchor="P1012" w:history="1">
        <w:r w:rsidRPr="008977E2">
          <w:rPr>
            <w:rFonts w:ascii="Times New Roman" w:hAnsi="Times New Roman" w:cs="Times New Roman"/>
            <w:sz w:val="28"/>
            <w:szCs w:val="28"/>
          </w:rPr>
          <w:t>приложение №13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№2).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1.5.12. Сведения о наличии на праве собственности или ином законном основании производственно-технической базы (помещений и оборудования), площадь и мощность которой (которых) обеспечивают возможность текущего ремонта, технического обслуживания, хранения, стоянки, мойки </w:t>
      </w:r>
      <w:r w:rsidRPr="007A4855">
        <w:rPr>
          <w:rFonts w:ascii="Times New Roman" w:hAnsi="Times New Roman" w:cs="Times New Roman"/>
          <w:sz w:val="28"/>
          <w:szCs w:val="28"/>
        </w:rPr>
        <w:t>транспортных средств по лоту (либо по совокупности лотов),</w:t>
      </w:r>
      <w:r w:rsidRPr="008977E2">
        <w:rPr>
          <w:rFonts w:ascii="Times New Roman" w:hAnsi="Times New Roman" w:cs="Times New Roman"/>
          <w:sz w:val="28"/>
          <w:szCs w:val="28"/>
        </w:rPr>
        <w:t xml:space="preserve"> по которому претендентом подана заявка на участие в конкурсе (</w:t>
      </w:r>
      <w:hyperlink w:anchor="P622" w:history="1">
        <w:r w:rsidRPr="008977E2">
          <w:rPr>
            <w:rFonts w:ascii="Times New Roman" w:hAnsi="Times New Roman" w:cs="Times New Roman"/>
            <w:sz w:val="28"/>
            <w:szCs w:val="28"/>
          </w:rPr>
          <w:t>приложение №2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2), с представлением копий подтверждающих документов, в том числе сведения о наличии: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площади под стоянку и хранение автобусов;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поста для выполнения технического обслуживания и текущего ремонта;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поста для чистки и мойки транспортных средств;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поста для выполнения технического контроля;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- диспетчерского пункта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8977E2">
        <w:rPr>
          <w:rFonts w:ascii="Times New Roman" w:hAnsi="Times New Roman" w:cs="Times New Roman"/>
          <w:sz w:val="28"/>
          <w:szCs w:val="28"/>
        </w:rPr>
        <w:t xml:space="preserve"> организации движения;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кабинета предрейсовых и послерейсовых медицинских осмотров;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класса для проведения занятий по безопасности дорожного движения.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1.5.13. Справки об отсутствии задолженности по состоянию на 01.01.2016: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-  из Федеральной налоговой службы Российской Федерации о состоянии расчетов по налогам, сборам и штрафам; 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 из Пенсионного Фонда по начисленным и уплаченным страховым взносам;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из</w:t>
      </w:r>
      <w:r w:rsidRPr="008977E2">
        <w:rPr>
          <w:rFonts w:ascii="Times New Roman" w:hAnsi="Times New Roman" w:cs="Times New Roman"/>
          <w:sz w:val="28"/>
          <w:szCs w:val="28"/>
        </w:rPr>
        <w:t xml:space="preserve"> Фонда социального страхования по начисленным и уплаченным страховым взносам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(</w:t>
      </w:r>
      <w:hyperlink w:anchor="P1020" w:history="1">
        <w:r w:rsidRPr="008977E2">
          <w:rPr>
            <w:rFonts w:ascii="Times New Roman" w:hAnsi="Times New Roman" w:cs="Times New Roman"/>
            <w:sz w:val="28"/>
            <w:szCs w:val="28"/>
          </w:rPr>
          <w:t>приложение №14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№2).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7"/>
      <w:bookmarkEnd w:id="4"/>
      <w:r w:rsidRPr="008977E2">
        <w:rPr>
          <w:rFonts w:ascii="Times New Roman" w:hAnsi="Times New Roman" w:cs="Times New Roman"/>
          <w:sz w:val="28"/>
          <w:szCs w:val="28"/>
        </w:rPr>
        <w:t>1.5.14. Копии учредительных документов (для юридических лиц), копию паспорта (для физического лица, индивидуального предпринимателя) (</w:t>
      </w:r>
      <w:hyperlink w:anchor="P1028" w:history="1">
        <w:r w:rsidRPr="008977E2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8977E2">
        <w:rPr>
          <w:rFonts w:ascii="Times New Roman" w:hAnsi="Times New Roman" w:cs="Times New Roman"/>
          <w:sz w:val="28"/>
          <w:szCs w:val="28"/>
        </w:rPr>
        <w:t>к форме №2).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1.5.15. Все документы, представляемые претендентами конкурса в составе заявки на участие в открытом конкурсе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7E2">
        <w:rPr>
          <w:rFonts w:ascii="Times New Roman" w:hAnsi="Times New Roman" w:cs="Times New Roman"/>
          <w:sz w:val="28"/>
          <w:szCs w:val="28"/>
        </w:rPr>
        <w:t xml:space="preserve"> должны быть заполнены по всем пунктам конкурсной заявки.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Предоставленные на открытый конкурс документы организатором не возвращаются.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1.6. Порядок предоставления конкурсной документации.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Конкурсная документация является открытой и бесплатной, размещается на официальном сайте администрации городского округа «Город Калининград» в сети Интернет </w:t>
      </w:r>
      <w:hyperlink r:id="rId8" w:history="1">
        <w:r w:rsidRPr="008977E2">
          <w:rPr>
            <w:rStyle w:val="Hyperlink"/>
            <w:rFonts w:ascii="Times New Roman" w:hAnsi="Times New Roman" w:cs="Times New Roman"/>
          </w:rPr>
          <w:t>www.klgd.ru</w:t>
        </w:r>
      </w:hyperlink>
      <w:r w:rsidRPr="008977E2">
        <w:rPr>
          <w:rFonts w:ascii="Times New Roman" w:hAnsi="Times New Roman" w:cs="Times New Roman"/>
          <w:sz w:val="28"/>
          <w:szCs w:val="28"/>
        </w:rPr>
        <w:t>, публикуется в газете «Гражданин».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Конкурсная документация предоставляется по письменному заявлению претендента по адресу 236000, г. Калининград, пл. Победы, 1, МФЦ в рабочие дни с 09.00 до 18.00 (перерыв с 13.00 до 14.00) по калининградскому времени.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1.7. Порядок, дата начала и дата окончания срока предоставления претендентам и другим лицам разъяснений положений конкурсной документации,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8977E2">
        <w:rPr>
          <w:rFonts w:ascii="Times New Roman" w:hAnsi="Times New Roman" w:cs="Times New Roman"/>
          <w:sz w:val="28"/>
          <w:szCs w:val="28"/>
        </w:rPr>
        <w:t>внесени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977E2">
        <w:rPr>
          <w:rFonts w:ascii="Times New Roman" w:hAnsi="Times New Roman" w:cs="Times New Roman"/>
          <w:sz w:val="28"/>
          <w:szCs w:val="28"/>
        </w:rPr>
        <w:t xml:space="preserve"> в нее изменений.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Претендент (или иное лицо) вправе направить в письменной форме организатору запрос о разъяснении положений конкурсной документации по установленной в разделе 2 настоящей конкурсной документации </w:t>
      </w:r>
      <w:hyperlink w:anchor="P1038" w:history="1">
        <w:r w:rsidRPr="008977E2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8977E2">
        <w:rPr>
          <w:rFonts w:ascii="Times New Roman" w:hAnsi="Times New Roman" w:cs="Times New Roman"/>
          <w:sz w:val="28"/>
          <w:szCs w:val="28"/>
        </w:rPr>
        <w:t>. В течение двух рабочих дней со дня поступления указанного запроса организатор обязан направить претенденту (иному лицу) в письменной форме разъяснение положений конкурсной документации, если указанный запрос поступил к организатору не позднее чем за пять рабочих дней до дня окончания срока подачи заявок на участие в конкурсе. Разъяснение положений конкурсной документации не должно противоречить ее содержанию.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Заказчик по собственной инициативе или в соответствии с запросом претендента (или иного лица) на участие в конкурсе вправе принять решение о внесении изменений в конкурсную документацию не позднее чем за пять рабочих дней до даты окончания подачи заявок на участие в конкурсе. Изменение предмета конкурса не допускается. В течение пяти рабочих дней со дня принятия решения о внесении изменений в конкурсную документацию такие изменения должны быть опубликованы и размещены на официальном сайте администрации городского округа «Город Калининград»,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977E2">
        <w:rPr>
          <w:rFonts w:ascii="Times New Roman" w:hAnsi="Times New Roman" w:cs="Times New Roman"/>
          <w:sz w:val="28"/>
          <w:szCs w:val="28"/>
        </w:rPr>
        <w:t xml:space="preserve">газете «Гражданин». При этом срок подачи заявок на участие в конкурсе должен быть продлен так, чтобы срок со дня </w:t>
      </w:r>
      <w:r>
        <w:rPr>
          <w:rFonts w:ascii="Times New Roman" w:hAnsi="Times New Roman" w:cs="Times New Roman"/>
          <w:sz w:val="28"/>
          <w:szCs w:val="28"/>
        </w:rPr>
        <w:t>опубликования</w:t>
      </w:r>
      <w:r w:rsidRPr="008977E2">
        <w:rPr>
          <w:rFonts w:ascii="Times New Roman" w:hAnsi="Times New Roman" w:cs="Times New Roman"/>
          <w:sz w:val="28"/>
          <w:szCs w:val="28"/>
        </w:rPr>
        <w:t xml:space="preserve"> в официальном печатном издании и размещения на официальном сайте администрации городского округа «Город Калининград» в сети Интернет www.klgd.ru изменений в конкурсную документацию до даты окончания подачи заявок на участие в конкурсе составлял не менее двадцати дней.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1.8. Порядок, место, дата начала и дата окончания срока подачи заявок на участие в конкурсе.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Датой начала срока подачи заявок на участие в конкурсе является день, следующий за днем опубликования в газете «Гражданин» и размещения на официальном сайте администрации городского округа «Город Калининград» извещения о проведении открытого конкурса.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Дата окончания </w:t>
      </w:r>
      <w:r>
        <w:rPr>
          <w:rFonts w:ascii="Times New Roman" w:hAnsi="Times New Roman" w:cs="Times New Roman"/>
          <w:sz w:val="28"/>
          <w:szCs w:val="28"/>
        </w:rPr>
        <w:t xml:space="preserve">срока </w:t>
      </w:r>
      <w:r w:rsidRPr="008977E2">
        <w:rPr>
          <w:rFonts w:ascii="Times New Roman" w:hAnsi="Times New Roman" w:cs="Times New Roman"/>
          <w:sz w:val="28"/>
          <w:szCs w:val="28"/>
        </w:rPr>
        <w:t>приема заявок от претендентов на участие в конкурсе указывается в извещении о проведении открытого конкурса.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Заявки принимаются в рабочие дни по с 09.00 до 18.00 (перерыв с 13.00 до 14.00) калининградскому времени по адресу: 236000,г. Калининград,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977E2">
        <w:rPr>
          <w:rFonts w:ascii="Times New Roman" w:hAnsi="Times New Roman" w:cs="Times New Roman"/>
          <w:sz w:val="28"/>
          <w:szCs w:val="28"/>
        </w:rPr>
        <w:t>пл. Победы, 1, МФЦ.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Для участия в конкурсе претендент представляет организатору (лично, через своего представителя или почтой) заявку (одна заявка на один лот) в письменной форме в запечатанном конверте. Заявка и опись представленных документов составляются в 2 экземплярах, один из которых остается у организатора конкурса, второй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у претендента. Заявка с прилагаемыми к ней документами регистрируется </w:t>
      </w:r>
      <w:r w:rsidRPr="007A4855">
        <w:rPr>
          <w:rFonts w:ascii="Times New Roman" w:hAnsi="Times New Roman" w:cs="Times New Roman"/>
          <w:sz w:val="28"/>
          <w:szCs w:val="28"/>
        </w:rPr>
        <w:t>организатором в журнале приема заявок с присвоением каждой заявке номера и указанием даты и времени приема</w:t>
      </w:r>
      <w:r w:rsidRPr="008977E2">
        <w:rPr>
          <w:rFonts w:ascii="Times New Roman" w:hAnsi="Times New Roman" w:cs="Times New Roman"/>
          <w:sz w:val="28"/>
          <w:szCs w:val="28"/>
        </w:rPr>
        <w:t xml:space="preserve"> документов. На каждом экземпляре документов организатором делается </w:t>
      </w:r>
      <w:r w:rsidRPr="007A4855">
        <w:rPr>
          <w:rFonts w:ascii="Times New Roman" w:hAnsi="Times New Roman" w:cs="Times New Roman"/>
          <w:sz w:val="28"/>
          <w:szCs w:val="28"/>
        </w:rPr>
        <w:t>отметка о приеме заявки с указанием номера, даты и времени приема</w:t>
      </w:r>
      <w:r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 xml:space="preserve">документов. На лот претендент вправе подать только одну заявку на участие в конкурсе. Остальные документы должны быть представлены в соответствии с </w:t>
      </w:r>
      <w:hyperlink w:anchor="P68" w:history="1">
        <w:r w:rsidRPr="008977E2">
          <w:rPr>
            <w:rFonts w:ascii="Times New Roman" w:hAnsi="Times New Roman" w:cs="Times New Roman"/>
            <w:sz w:val="28"/>
            <w:szCs w:val="28"/>
          </w:rPr>
          <w:t>пунктами 1.5.2</w:t>
        </w:r>
      </w:hyperlink>
      <w:r w:rsidRPr="008977E2">
        <w:rPr>
          <w:rFonts w:ascii="Times New Roman" w:hAnsi="Times New Roman" w:cs="Times New Roman"/>
          <w:sz w:val="28"/>
          <w:szCs w:val="28"/>
        </w:rPr>
        <w:t>-</w:t>
      </w:r>
      <w:hyperlink w:anchor="P87" w:history="1">
        <w:r w:rsidRPr="008977E2">
          <w:rPr>
            <w:rFonts w:ascii="Times New Roman" w:hAnsi="Times New Roman" w:cs="Times New Roman"/>
            <w:sz w:val="28"/>
            <w:szCs w:val="28"/>
          </w:rPr>
          <w:t>1.5.14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настоящей конкурсной документации.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Все документы, входящие в состав заявки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7E2">
        <w:rPr>
          <w:rFonts w:ascii="Times New Roman" w:hAnsi="Times New Roman" w:cs="Times New Roman"/>
          <w:sz w:val="28"/>
          <w:szCs w:val="28"/>
        </w:rPr>
        <w:t xml:space="preserve"> должны быть составлены на русском языке. Документы, входящие в состав заявки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7E2">
        <w:rPr>
          <w:rFonts w:ascii="Times New Roman" w:hAnsi="Times New Roman" w:cs="Times New Roman"/>
          <w:sz w:val="28"/>
          <w:szCs w:val="28"/>
        </w:rPr>
        <w:t xml:space="preserve"> на иностранном языке должны сопровождаться представлением надлежащим образом заверенного перевода документов на русский язык.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Заявки, поступившие после истечения срока приема заявок, указанного в извещении о проведении конкурса, не регистрируются и не рассматриваются. Заявки на участие в конкурсе, направленные по почте и поступившие в день вскрытия конвертов с заявками на участие в конкурсе после начала вскрытия конвертов, конкурсной комиссией не регистрируются и не рассматриваются. Такие заявки возвращаются отправителю по адресу, указанному на конверте, на основании акта, удостоверяющего факт поступления заявки с опозданием.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1.9. Требования к претенденту открытого конкурса на право заключения договора об организации регулярных перевозок пассажиров и багажа автомобильным транспортом по маршруту городского округа «Город Калининград»:</w:t>
      </w:r>
    </w:p>
    <w:p w:rsidR="00614861" w:rsidRPr="008977E2" w:rsidRDefault="00614861" w:rsidP="00B0179C">
      <w:pPr>
        <w:autoSpaceDE w:val="0"/>
        <w:autoSpaceDN w:val="0"/>
        <w:adjustRightInd w:val="0"/>
        <w:spacing w:after="0" w:line="24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1.9.1. Соответствие претендента требованиям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7E2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Ref166241751"/>
      <w:r w:rsidRPr="008977E2">
        <w:rPr>
          <w:rFonts w:ascii="Times New Roman" w:hAnsi="Times New Roman" w:cs="Times New Roman"/>
          <w:sz w:val="28"/>
          <w:szCs w:val="28"/>
        </w:rPr>
        <w:t xml:space="preserve">установленным в соответствии с законодательством </w:t>
      </w:r>
      <w:r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Pr="008977E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8977E2">
        <w:rPr>
          <w:rFonts w:ascii="Times New Roman" w:hAnsi="Times New Roman" w:cs="Times New Roman"/>
          <w:sz w:val="28"/>
          <w:szCs w:val="28"/>
        </w:rPr>
        <w:t xml:space="preserve"> к лицам, </w:t>
      </w:r>
      <w:bookmarkEnd w:id="5"/>
      <w:r w:rsidRPr="008977E2">
        <w:rPr>
          <w:rFonts w:ascii="Times New Roman" w:hAnsi="Times New Roman" w:cs="Times New Roman"/>
          <w:sz w:val="28"/>
          <w:szCs w:val="28"/>
        </w:rPr>
        <w:t>осуществляющим перевозки пассажиров автомобильным транспортом, оборудованным для перевозок более 8 человек.</w:t>
      </w:r>
    </w:p>
    <w:p w:rsidR="00614861" w:rsidRPr="008977E2" w:rsidRDefault="00614861" w:rsidP="00B0179C">
      <w:pPr>
        <w:autoSpaceDE w:val="0"/>
        <w:autoSpaceDN w:val="0"/>
        <w:adjustRightInd w:val="0"/>
        <w:spacing w:after="0" w:line="24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Наличие лицензии, выданной в порядке, установленном постановлением Правительства </w:t>
      </w:r>
      <w:r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Pr="008977E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8977E2">
        <w:rPr>
          <w:rFonts w:ascii="Times New Roman" w:hAnsi="Times New Roman" w:cs="Times New Roman"/>
          <w:sz w:val="28"/>
          <w:szCs w:val="28"/>
        </w:rPr>
        <w:t xml:space="preserve"> от 02.04.2012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280 «Об утверждении Положения о лицензировании перевозок пассажиров автомобильным транспортом, оборудованным для перевозок более 8 человек (за исключением случая, если указанная деятельность осуществляется по заказам либо для собственных нужд юридического лица или индивидуального предпринимателя)»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1.9.2. Отсутствие процедуры ликвидации юридического лица претендента и отсутствие решения арбитражного суда о признании претендента банкротом и об открытии конкурсного производства (</w:t>
      </w:r>
      <w:hyperlink w:anchor="P887" w:history="1">
        <w:r w:rsidRPr="008977E2">
          <w:rPr>
            <w:rFonts w:ascii="Times New Roman" w:hAnsi="Times New Roman" w:cs="Times New Roman"/>
            <w:sz w:val="28"/>
            <w:szCs w:val="28"/>
          </w:rPr>
          <w:t>приложение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1.9.3. Отсутствие процедуры приостановления деятельности претендента в порядке, предусмотренном </w:t>
      </w:r>
      <w:hyperlink r:id="rId9" w:history="1">
        <w:r w:rsidRPr="008977E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на день подачи заявки на участие в конкурсе (</w:t>
      </w:r>
      <w:hyperlink w:anchor="P887" w:history="1">
        <w:r w:rsidRPr="008977E2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1.9.4. Наличие на праве собственности или на ином законном основании производственно-технической базы, позволяющей осуществлять техническое обслуживание и ремонт транспортных средств, контроль технического и санитарного состояния транспортных средств перед выездом на линию, по возвращении с линии, предрейсовы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и послерейсовы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медицински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осмотр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977E2">
        <w:rPr>
          <w:rFonts w:ascii="Times New Roman" w:hAnsi="Times New Roman" w:cs="Times New Roman"/>
          <w:sz w:val="28"/>
          <w:szCs w:val="28"/>
        </w:rPr>
        <w:t xml:space="preserve"> водителей.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1.9.5. В случае победы в конкурсе победитель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обязан представить транспортные средства для установки заказчиком оборудования для автоматической фиксации количества перевозимых пассажиров и оборудования системы электронного контроля оплаты проезда,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обеспечить его сохранность, функционирование и возврат по окончании срока действия договора.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1.9.6. В случае победы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977E2">
        <w:rPr>
          <w:rFonts w:ascii="Times New Roman" w:hAnsi="Times New Roman" w:cs="Times New Roman"/>
          <w:sz w:val="28"/>
          <w:szCs w:val="28"/>
        </w:rPr>
        <w:t xml:space="preserve"> конкурсе победитель обязан осуществлять перевозку пассажиров и багажа по установленным тарифам и обеспечить перевозку льготной категории граждан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977E2">
        <w:rPr>
          <w:rFonts w:ascii="Times New Roman" w:hAnsi="Times New Roman" w:cs="Times New Roman"/>
          <w:sz w:val="28"/>
          <w:szCs w:val="28"/>
        </w:rPr>
        <w:t>риложение №2 к разделу 1).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1.9.7. Участник конкурса обязан в период оценки и сопоставления конкурсной комиссией заявок представить транспортные средства для проверки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8977E2">
        <w:rPr>
          <w:rFonts w:ascii="Times New Roman" w:hAnsi="Times New Roman" w:cs="Times New Roman"/>
          <w:sz w:val="28"/>
          <w:szCs w:val="28"/>
        </w:rPr>
        <w:t>фактического наличия и их соответстви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977E2">
        <w:rPr>
          <w:rFonts w:ascii="Times New Roman" w:hAnsi="Times New Roman" w:cs="Times New Roman"/>
          <w:sz w:val="28"/>
          <w:szCs w:val="28"/>
        </w:rPr>
        <w:t xml:space="preserve"> требованиям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7E2">
        <w:rPr>
          <w:rFonts w:ascii="Times New Roman" w:hAnsi="Times New Roman" w:cs="Times New Roman"/>
          <w:sz w:val="28"/>
          <w:szCs w:val="28"/>
        </w:rPr>
        <w:t xml:space="preserve"> заявленным  в заявке. 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Заявленные транспортные средства, указанные в заявке участником конкурса, не должны быть задействованы в перевозках пассажиров на других действующих регулярных маршрутах.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1.10. Порядок и срок отзыва заявок на участие в конкурсе, порядок внесения изменений в заявки.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Претендент имеет право изменить или отозвать принятую Организатором заявку до окончания срока приема заявок, уведомив об этом (в письменной форме) Организатора. В случае отзыва претендентом заявки до окончания срока приема заяво</w:t>
      </w:r>
      <w:r>
        <w:rPr>
          <w:rFonts w:ascii="Times New Roman" w:hAnsi="Times New Roman" w:cs="Times New Roman"/>
          <w:sz w:val="28"/>
          <w:szCs w:val="28"/>
        </w:rPr>
        <w:t>к предложение считается не поданн</w:t>
      </w:r>
      <w:r w:rsidRPr="008977E2">
        <w:rPr>
          <w:rFonts w:ascii="Times New Roman" w:hAnsi="Times New Roman" w:cs="Times New Roman"/>
          <w:sz w:val="28"/>
          <w:szCs w:val="28"/>
        </w:rPr>
        <w:t>ым.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1.11. Место, порядок, дата и время вскрытия конвертов с заявками на участие в конкурсе.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1.11.1. Конкурс начинается в де</w:t>
      </w:r>
      <w:r>
        <w:rPr>
          <w:rFonts w:ascii="Times New Roman" w:hAnsi="Times New Roman" w:cs="Times New Roman"/>
          <w:sz w:val="28"/>
          <w:szCs w:val="28"/>
        </w:rPr>
        <w:t>нь, во время и в месте, указанных</w:t>
      </w:r>
      <w:r w:rsidRPr="008977E2">
        <w:rPr>
          <w:rFonts w:ascii="Times New Roman" w:hAnsi="Times New Roman" w:cs="Times New Roman"/>
          <w:sz w:val="28"/>
          <w:szCs w:val="28"/>
        </w:rPr>
        <w:t xml:space="preserve"> в извещении о проведении открытого конкурса.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Секретарь конкурсной комиссии ведет протокол заседания конкурсной комиссии (далее – протокол), который в день проведения заседания составляется в одном экземпляре и подписывается всеми присутствовавшими на заседании членами конкурсной комиссии.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12.04.2016 в 15.00 на открытом заседании конкурсной комиссии в месте, указанном в извещении о проведении конкурса, производится вскрытие конвертов с заявками претендентов, объявляется и заносится в протокол следующая информация: наименование (для юридического лица), фамилия, имя, отчество (для индивидуального предпринимателя) и почтовый адрес претендента, номер лота, указанного в заявке. Конкурсная комиссия ведет протокол вскрытия конвертов с заявками на участие в конкурсе, который подписывается всеми присутствующими членами конкурсной комиссии.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1.11.2. </w:t>
      </w:r>
      <w:r>
        <w:rPr>
          <w:rFonts w:ascii="Times New Roman" w:hAnsi="Times New Roman" w:cs="Times New Roman"/>
          <w:sz w:val="28"/>
          <w:szCs w:val="28"/>
        </w:rPr>
        <w:t>Участники</w:t>
      </w:r>
      <w:r w:rsidRPr="008977E2">
        <w:rPr>
          <w:rFonts w:ascii="Times New Roman" w:hAnsi="Times New Roman" w:cs="Times New Roman"/>
          <w:sz w:val="28"/>
          <w:szCs w:val="28"/>
        </w:rPr>
        <w:t xml:space="preserve"> конкурса, подавшие заявки, или их законные представители вправе присутствовать при вскрытии конвертов с заявками на участие в конкурсе.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cs="Times New Roman"/>
          <w:b/>
          <w:bCs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1.11.3. При вскрытии конвертов конкурсная комиссия </w:t>
      </w:r>
      <w:r>
        <w:rPr>
          <w:rFonts w:ascii="Times New Roman" w:hAnsi="Times New Roman" w:cs="Times New Roman"/>
          <w:sz w:val="28"/>
          <w:szCs w:val="28"/>
        </w:rPr>
        <w:t>называет</w:t>
      </w:r>
      <w:r w:rsidRPr="008977E2">
        <w:rPr>
          <w:rFonts w:ascii="Times New Roman" w:hAnsi="Times New Roman" w:cs="Times New Roman"/>
          <w:sz w:val="28"/>
          <w:szCs w:val="28"/>
        </w:rPr>
        <w:t xml:space="preserve"> наименование (для юридического лица), фамилию, имя, отчество (для индивидуального предпринимателя) и почтовый адрес каждого участника конкурса, сведения о наличии документов, находящихся в конверте.  Оглашенные данные зано</w:t>
      </w:r>
      <w:r w:rsidRPr="008977E2">
        <w:rPr>
          <w:rFonts w:ascii="Times New Roman" w:hAnsi="Times New Roman" w:cs="Times New Roman"/>
          <w:sz w:val="28"/>
          <w:szCs w:val="28"/>
        </w:rPr>
        <w:softHyphen/>
        <w:t>сятся в протокол. В случае, если маркировка и опечатывание конвертов явно не соответствуют критериям, установленным настоящей конкурсной документацией и/или во вскрытых конвертах находятся не предусмотренные конкурсной доку</w:t>
      </w:r>
      <w:r w:rsidRPr="008977E2">
        <w:rPr>
          <w:rFonts w:ascii="Times New Roman" w:hAnsi="Times New Roman" w:cs="Times New Roman"/>
          <w:sz w:val="28"/>
          <w:szCs w:val="28"/>
        </w:rPr>
        <w:softHyphen/>
        <w:t>ментацией документы или предметы, данные об этом также заносятся в протокол. В протокол вно</w:t>
      </w:r>
      <w:r w:rsidRPr="008977E2">
        <w:rPr>
          <w:rFonts w:ascii="Times New Roman" w:hAnsi="Times New Roman" w:cs="Times New Roman"/>
          <w:sz w:val="28"/>
          <w:szCs w:val="28"/>
        </w:rPr>
        <w:softHyphen/>
        <w:t>сятся сведения о нарушении целостности конвертов, нарушении требований к прошивке и скреплению документации, нарушении целостности элементов прошивки и скрепления документации.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cs="Times New Roman"/>
          <w:b/>
          <w:bCs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1.11.4. При вскрытии конвертов с заявками конкурсная комиссия вправе потребовать от </w:t>
      </w:r>
      <w:r>
        <w:rPr>
          <w:rFonts w:ascii="Times New Roman" w:hAnsi="Times New Roman" w:cs="Times New Roman"/>
          <w:sz w:val="28"/>
          <w:szCs w:val="28"/>
        </w:rPr>
        <w:t>участнико</w:t>
      </w:r>
      <w:r w:rsidRPr="008977E2">
        <w:rPr>
          <w:rFonts w:ascii="Times New Roman" w:hAnsi="Times New Roman" w:cs="Times New Roman"/>
          <w:sz w:val="28"/>
          <w:szCs w:val="28"/>
        </w:rPr>
        <w:t>в конкурса разъяснени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977E2">
        <w:rPr>
          <w:rFonts w:ascii="Times New Roman" w:hAnsi="Times New Roman" w:cs="Times New Roman"/>
          <w:sz w:val="28"/>
          <w:szCs w:val="28"/>
        </w:rPr>
        <w:t xml:space="preserve"> положений представленных ими документов и заявок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участникам конкурса. Не допускается изменять указанные в конкурсной документации требования к участникам конкурса. Указанные разъяснения вносятся в протокол заседания конкурсной комиссии.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1.11.5.  Организатор конкурса обязан осуществлять аудио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977E2">
        <w:rPr>
          <w:rFonts w:ascii="Times New Roman" w:hAnsi="Times New Roman" w:cs="Times New Roman"/>
          <w:sz w:val="28"/>
          <w:szCs w:val="28"/>
        </w:rPr>
        <w:t xml:space="preserve"> и видеозапись </w:t>
      </w:r>
      <w:r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Pr="008977E2">
        <w:rPr>
          <w:rFonts w:ascii="Times New Roman" w:hAnsi="Times New Roman" w:cs="Times New Roman"/>
          <w:sz w:val="28"/>
          <w:szCs w:val="28"/>
        </w:rPr>
        <w:t xml:space="preserve">вскрытия конвертов с заявками на участие в конкурсе. 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1.11.6. Если конверты с заявками поступили после установленного срока, определ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>нного в извещении о проведении конкурса, указанные конверты не вскрываются и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двух рабочих дней со дня поступления возвращается лицу, направившему указанный конверт.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13.04.2016 в 17.00 конкурсная комиссия проверяет заявки на участие в конкурсе на соответствие требованиям, установленным конкурсной документацией. На основании результатов рассмотрения заявок на участие в конкурсе конкурсной комиссией принимается решение о признании претендентов участниками конкурса, которое оформляется протоколом рассмотрения заявок, на основании которого составляется график проверки оценки и сопоставления заявок участников открытого конкурса, в том числе для проверки качественн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977E2">
        <w:rPr>
          <w:rFonts w:ascii="Times New Roman" w:hAnsi="Times New Roman" w:cs="Times New Roman"/>
          <w:sz w:val="28"/>
          <w:szCs w:val="28"/>
        </w:rPr>
        <w:t xml:space="preserve"> характеристик производственно-технической базы и фактического  наличия транспортных средств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7E2">
        <w:rPr>
          <w:rFonts w:ascii="Times New Roman" w:hAnsi="Times New Roman" w:cs="Times New Roman"/>
          <w:sz w:val="28"/>
          <w:szCs w:val="28"/>
        </w:rPr>
        <w:t xml:space="preserve"> их соответстви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977E2">
        <w:rPr>
          <w:rFonts w:ascii="Times New Roman" w:hAnsi="Times New Roman" w:cs="Times New Roman"/>
          <w:sz w:val="28"/>
          <w:szCs w:val="28"/>
        </w:rPr>
        <w:t xml:space="preserve"> требованиям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7E2">
        <w:rPr>
          <w:rFonts w:ascii="Times New Roman" w:hAnsi="Times New Roman" w:cs="Times New Roman"/>
          <w:sz w:val="28"/>
          <w:szCs w:val="28"/>
        </w:rPr>
        <w:t xml:space="preserve"> заявленным в заявке, который доводится до участников конкурса.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1.11.7. Претенденты не допускаются к участию в конкурсе по следующим основаниям: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представлены не все документы</w:t>
      </w:r>
      <w:r>
        <w:rPr>
          <w:rFonts w:ascii="Times New Roman" w:hAnsi="Times New Roman" w:cs="Times New Roman"/>
          <w:sz w:val="28"/>
          <w:szCs w:val="28"/>
        </w:rPr>
        <w:t>, перечисленные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в перечне, указанн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77E2">
        <w:rPr>
          <w:rFonts w:ascii="Times New Roman" w:hAnsi="Times New Roman" w:cs="Times New Roman"/>
          <w:sz w:val="28"/>
          <w:szCs w:val="28"/>
        </w:rPr>
        <w:t>м в извещении о проведении конкурса, или указанн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97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оформлены в </w:t>
      </w:r>
      <w:r w:rsidRPr="008977E2">
        <w:rPr>
          <w:rFonts w:ascii="Times New Roman" w:hAnsi="Times New Roman" w:cs="Times New Roman"/>
          <w:sz w:val="28"/>
          <w:szCs w:val="28"/>
        </w:rPr>
        <w:t>соответств</w:t>
      </w:r>
      <w:r>
        <w:rPr>
          <w:rFonts w:ascii="Times New Roman" w:hAnsi="Times New Roman" w:cs="Times New Roman"/>
          <w:sz w:val="28"/>
          <w:szCs w:val="28"/>
        </w:rPr>
        <w:t>ии с</w:t>
      </w:r>
      <w:r w:rsidRPr="008977E2">
        <w:rPr>
          <w:rFonts w:ascii="Times New Roman" w:hAnsi="Times New Roman" w:cs="Times New Roman"/>
          <w:sz w:val="28"/>
          <w:szCs w:val="28"/>
        </w:rPr>
        <w:t xml:space="preserve"> нормативным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77E2">
        <w:rPr>
          <w:rFonts w:ascii="Times New Roman" w:hAnsi="Times New Roman" w:cs="Times New Roman"/>
          <w:sz w:val="28"/>
          <w:szCs w:val="28"/>
        </w:rPr>
        <w:t xml:space="preserve"> актам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77E2">
        <w:rPr>
          <w:rFonts w:ascii="Times New Roman" w:hAnsi="Times New Roman" w:cs="Times New Roman"/>
          <w:sz w:val="28"/>
          <w:szCs w:val="28"/>
        </w:rPr>
        <w:t xml:space="preserve"> Российской Федерации либо требованиям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77E2">
        <w:rPr>
          <w:rFonts w:ascii="Times New Roman" w:hAnsi="Times New Roman" w:cs="Times New Roman"/>
          <w:sz w:val="28"/>
          <w:szCs w:val="28"/>
        </w:rPr>
        <w:t xml:space="preserve"> конкурсной документации;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несоответствие претендента требованиям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предъявляемым </w:t>
      </w:r>
      <w:r w:rsidRPr="008977E2">
        <w:rPr>
          <w:rFonts w:ascii="Times New Roman" w:hAnsi="Times New Roman" w:cs="Times New Roman"/>
          <w:sz w:val="28"/>
          <w:szCs w:val="28"/>
        </w:rPr>
        <w:t>к участнику конкурса, установленным в конкурсной документации;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несоответствие заявки на участие в конкурсе требованиям конкурсной документации.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Претенденты, допущенные и не допущенные к участию в конкурсе, уведомляются о принятом решении не позднее следующего рабочего дня с момента оформления данного решения протоколом путем вручения им под подпись соответствующего уведомления либо направления такого уведомления по почте заказным письмом.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1.12. Порядок оценки и сопоставления заявок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участников конкурса.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С 14.04.2016 по 20.04.2016 конкурсная комиссия проводит оценку и сопоставление заявок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участников конкурса, результаты которых фиксируются в протоколе оценки и сопоставления заявок на заседании комиссии в 20.04.2016 в 16.00.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Заявки оцениваются по балльной системе в соответствии с критериями, установленными в настоящей документации. Победителем конкурса (далее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>победитель) признается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участник конкурса, набравший наибольшее количество баллов согласно критериям конкурсной документации. При равенстве баллов победителем признается тот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участник конкурса, чья заявка была подана раньше.</w:t>
      </w:r>
    </w:p>
    <w:p w:rsidR="00614861" w:rsidRPr="008977E2" w:rsidRDefault="00614861" w:rsidP="00B0179C">
      <w:pPr>
        <w:pStyle w:val="Heading3"/>
        <w:keepNext w:val="0"/>
        <w:widowControl w:val="0"/>
        <w:ind w:firstLine="567"/>
        <w:jc w:val="both"/>
        <w:rPr>
          <w:b w:val="0"/>
          <w:bCs w:val="0"/>
        </w:rPr>
      </w:pPr>
      <w:r w:rsidRPr="008977E2">
        <w:rPr>
          <w:b w:val="0"/>
          <w:bCs w:val="0"/>
        </w:rPr>
        <w:t>Обследование</w:t>
      </w:r>
      <w:r>
        <w:rPr>
          <w:b w:val="0"/>
          <w:bCs w:val="0"/>
        </w:rPr>
        <w:t xml:space="preserve"> </w:t>
      </w:r>
      <w:r w:rsidRPr="008977E2">
        <w:rPr>
          <w:b w:val="0"/>
          <w:bCs w:val="0"/>
        </w:rPr>
        <w:t>качественн</w:t>
      </w:r>
      <w:r>
        <w:rPr>
          <w:b w:val="0"/>
          <w:bCs w:val="0"/>
        </w:rPr>
        <w:t>ых</w:t>
      </w:r>
      <w:r w:rsidRPr="008977E2">
        <w:rPr>
          <w:b w:val="0"/>
          <w:bCs w:val="0"/>
        </w:rPr>
        <w:t xml:space="preserve"> характеристик производственно-технической базы</w:t>
      </w:r>
      <w:r>
        <w:rPr>
          <w:b w:val="0"/>
          <w:bCs w:val="0"/>
        </w:rPr>
        <w:t>, проверка</w:t>
      </w:r>
      <w:r w:rsidRPr="008977E2">
        <w:rPr>
          <w:b w:val="0"/>
          <w:bCs w:val="0"/>
        </w:rPr>
        <w:t xml:space="preserve"> фактического наличия транспортных средств и их соответстви</w:t>
      </w:r>
      <w:r>
        <w:rPr>
          <w:b w:val="0"/>
          <w:bCs w:val="0"/>
        </w:rPr>
        <w:t>я</w:t>
      </w:r>
      <w:r w:rsidRPr="008977E2">
        <w:rPr>
          <w:b w:val="0"/>
          <w:bCs w:val="0"/>
        </w:rPr>
        <w:t xml:space="preserve"> требованиям</w:t>
      </w:r>
      <w:r>
        <w:rPr>
          <w:b w:val="0"/>
          <w:bCs w:val="0"/>
        </w:rPr>
        <w:t>,</w:t>
      </w:r>
      <w:r w:rsidRPr="008977E2">
        <w:rPr>
          <w:b w:val="0"/>
          <w:bCs w:val="0"/>
        </w:rPr>
        <w:t xml:space="preserve"> заявленным</w:t>
      </w:r>
      <w:r>
        <w:rPr>
          <w:b w:val="0"/>
          <w:bCs w:val="0"/>
        </w:rPr>
        <w:t xml:space="preserve"> </w:t>
      </w:r>
      <w:r w:rsidRPr="008977E2">
        <w:rPr>
          <w:b w:val="0"/>
          <w:bCs w:val="0"/>
        </w:rPr>
        <w:t>в заявке</w:t>
      </w:r>
      <w:r>
        <w:rPr>
          <w:b w:val="0"/>
          <w:bCs w:val="0"/>
        </w:rPr>
        <w:t>,</w:t>
      </w:r>
      <w:r w:rsidRPr="008977E2">
        <w:rPr>
          <w:b w:val="0"/>
          <w:bCs w:val="0"/>
        </w:rPr>
        <w:t xml:space="preserve"> проводится конкурсной комиссией в период оценки и сопоставления заявок участников конкурса.</w:t>
      </w:r>
    </w:p>
    <w:p w:rsidR="00614861" w:rsidRPr="008977E2" w:rsidRDefault="00614861" w:rsidP="00B0179C">
      <w:pPr>
        <w:pStyle w:val="Heading3"/>
        <w:keepNext w:val="0"/>
        <w:widowControl w:val="0"/>
        <w:ind w:firstLine="567"/>
        <w:jc w:val="both"/>
      </w:pPr>
      <w:r w:rsidRPr="008977E2">
        <w:rPr>
          <w:b w:val="0"/>
          <w:bCs w:val="0"/>
        </w:rPr>
        <w:t xml:space="preserve">В случае несовпадения представленных для проверки фактического наличия транспортных средств с данными, указанными в документах заявки, </w:t>
      </w:r>
      <w:r>
        <w:rPr>
          <w:b w:val="0"/>
          <w:bCs w:val="0"/>
        </w:rPr>
        <w:t>заявка</w:t>
      </w:r>
      <w:r w:rsidRPr="008977E2">
        <w:rPr>
          <w:b w:val="0"/>
          <w:bCs w:val="0"/>
        </w:rPr>
        <w:t xml:space="preserve"> будет считаться недостоверн</w:t>
      </w:r>
      <w:r>
        <w:rPr>
          <w:b w:val="0"/>
          <w:bCs w:val="0"/>
        </w:rPr>
        <w:t>ой</w:t>
      </w:r>
      <w:r w:rsidRPr="008977E2">
        <w:rPr>
          <w:b w:val="0"/>
          <w:bCs w:val="0"/>
        </w:rPr>
        <w:t xml:space="preserve">. </w:t>
      </w:r>
    </w:p>
    <w:p w:rsidR="00614861" w:rsidRPr="008977E2" w:rsidRDefault="00614861" w:rsidP="00B0179C">
      <w:pPr>
        <w:pStyle w:val="Heading3"/>
        <w:keepNext w:val="0"/>
        <w:widowControl w:val="0"/>
        <w:ind w:firstLine="567"/>
        <w:jc w:val="both"/>
        <w:rPr>
          <w:b w:val="0"/>
          <w:bCs w:val="0"/>
        </w:rPr>
      </w:pPr>
      <w:r w:rsidRPr="008977E2">
        <w:rPr>
          <w:b w:val="0"/>
          <w:bCs w:val="0"/>
        </w:rPr>
        <w:t>Результаты проверки качественн</w:t>
      </w:r>
      <w:r>
        <w:rPr>
          <w:b w:val="0"/>
          <w:bCs w:val="0"/>
        </w:rPr>
        <w:t>ых</w:t>
      </w:r>
      <w:r w:rsidRPr="008977E2">
        <w:rPr>
          <w:b w:val="0"/>
          <w:bCs w:val="0"/>
        </w:rPr>
        <w:t xml:space="preserve"> характеристик производственно-технической базы,</w:t>
      </w:r>
      <w:r>
        <w:rPr>
          <w:b w:val="0"/>
          <w:bCs w:val="0"/>
        </w:rPr>
        <w:t xml:space="preserve"> </w:t>
      </w:r>
      <w:r w:rsidRPr="008977E2">
        <w:rPr>
          <w:b w:val="0"/>
          <w:bCs w:val="0"/>
        </w:rPr>
        <w:t>фактического  наличия транспортных средств и их соответстви</w:t>
      </w:r>
      <w:r>
        <w:rPr>
          <w:b w:val="0"/>
          <w:bCs w:val="0"/>
        </w:rPr>
        <w:t>я</w:t>
      </w:r>
      <w:r w:rsidRPr="008977E2">
        <w:rPr>
          <w:b w:val="0"/>
          <w:bCs w:val="0"/>
        </w:rPr>
        <w:t xml:space="preserve"> требованиям, заявленным в заявке</w:t>
      </w:r>
      <w:r>
        <w:rPr>
          <w:b w:val="0"/>
          <w:bCs w:val="0"/>
        </w:rPr>
        <w:t>,</w:t>
      </w:r>
      <w:r w:rsidRPr="008977E2">
        <w:rPr>
          <w:b w:val="0"/>
          <w:bCs w:val="0"/>
        </w:rPr>
        <w:t xml:space="preserve"> заносятся в протокол заседания конкурсной комиссии.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Результаты проверок оформляются актом обследования, который составляется в двух экземплярах, подписывается членами конкурсной комиссии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77E2">
        <w:rPr>
          <w:rFonts w:ascii="Times New Roman" w:hAnsi="Times New Roman" w:cs="Times New Roman"/>
          <w:sz w:val="28"/>
          <w:szCs w:val="28"/>
        </w:rPr>
        <w:t>рганизат</w:t>
      </w:r>
      <w:r>
        <w:rPr>
          <w:rFonts w:ascii="Times New Roman" w:hAnsi="Times New Roman" w:cs="Times New Roman"/>
          <w:sz w:val="28"/>
          <w:szCs w:val="28"/>
        </w:rPr>
        <w:t>ором</w:t>
      </w:r>
      <w:r w:rsidRPr="00897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занося</w:t>
      </w:r>
      <w:r w:rsidRPr="008977E2">
        <w:rPr>
          <w:rFonts w:ascii="Times New Roman" w:hAnsi="Times New Roman" w:cs="Times New Roman"/>
          <w:sz w:val="28"/>
          <w:szCs w:val="28"/>
        </w:rPr>
        <w:t>тся в протокол оценки и сопоставления заявок.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Протокол оценки и сопоставления заявок с момента подписания его конкурсной комиссией является документом, подтверждающим право победителя на заключение договора об организации регулярных перевозок пассажиров и багажа автомобильным транспортом по маршруту городского округа «Город Калининград».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0D4">
        <w:rPr>
          <w:rFonts w:ascii="Times New Roman" w:hAnsi="Times New Roman" w:cs="Times New Roman"/>
          <w:sz w:val="28"/>
          <w:szCs w:val="28"/>
        </w:rPr>
        <w:t xml:space="preserve">В течение двух рабочих дней со дня подписания протокола проект договора направляется Организатором участнику конкурса с уведомлением о признании его победителем конкурса </w:t>
      </w:r>
      <w:r w:rsidRPr="007A4855">
        <w:rPr>
          <w:rFonts w:ascii="Times New Roman" w:hAnsi="Times New Roman" w:cs="Times New Roman"/>
          <w:sz w:val="28"/>
          <w:szCs w:val="28"/>
        </w:rPr>
        <w:t>по лоту путем</w:t>
      </w:r>
      <w:r w:rsidRPr="001900D4">
        <w:rPr>
          <w:rFonts w:ascii="Times New Roman" w:hAnsi="Times New Roman" w:cs="Times New Roman"/>
          <w:sz w:val="28"/>
          <w:szCs w:val="28"/>
        </w:rPr>
        <w:t xml:space="preserve"> его вручения лично, либо его законному представителю по адресу: 236000, г. Калининград, пл. Победы, 1, МФЦ, в рабочие дни с 09.00 до 18.00</w:t>
      </w:r>
      <w:r w:rsidRPr="008977E2">
        <w:rPr>
          <w:rFonts w:ascii="Times New Roman" w:hAnsi="Times New Roman" w:cs="Times New Roman"/>
          <w:sz w:val="28"/>
          <w:szCs w:val="28"/>
        </w:rPr>
        <w:t xml:space="preserve"> (перерыв с 13.00 до 14.00) по калининградскому времени.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Договор подлежит заключению до 01.05.2016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и вступает в силу с указанной даты. Выход на маршрут до подписания договора не допускается.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1.13. Критерии оценки заявок на участие в конкурсе.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Для определения победителя конкурса устанавливаются следующие критерии оценки заявок на участие в конкурсе по лотам (маршрутам):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- критерий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8977E2">
        <w:rPr>
          <w:rFonts w:ascii="Times New Roman" w:hAnsi="Times New Roman" w:cs="Times New Roman"/>
          <w:sz w:val="28"/>
          <w:szCs w:val="28"/>
        </w:rPr>
        <w:t xml:space="preserve">1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качественн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77E2">
        <w:rPr>
          <w:rFonts w:ascii="Times New Roman" w:hAnsi="Times New Roman" w:cs="Times New Roman"/>
          <w:sz w:val="28"/>
          <w:szCs w:val="28"/>
        </w:rPr>
        <w:t xml:space="preserve"> производственно-технической базы (помещений и оборудования), территория и мощность которой </w:t>
      </w:r>
      <w:r>
        <w:rPr>
          <w:rFonts w:ascii="Times New Roman" w:hAnsi="Times New Roman" w:cs="Times New Roman"/>
          <w:sz w:val="28"/>
          <w:szCs w:val="28"/>
        </w:rPr>
        <w:t xml:space="preserve">позволяют осуществлять </w:t>
      </w:r>
      <w:r w:rsidRPr="008977E2">
        <w:rPr>
          <w:rFonts w:ascii="Times New Roman" w:hAnsi="Times New Roman" w:cs="Times New Roman"/>
          <w:sz w:val="28"/>
          <w:szCs w:val="28"/>
        </w:rPr>
        <w:t>текущ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8977E2">
        <w:rPr>
          <w:rFonts w:ascii="Times New Roman" w:hAnsi="Times New Roman" w:cs="Times New Roman"/>
          <w:sz w:val="28"/>
          <w:szCs w:val="28"/>
        </w:rPr>
        <w:t xml:space="preserve"> ремонт, техническо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обслуживани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>, хранени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и стоянк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977E2">
        <w:rPr>
          <w:rFonts w:ascii="Times New Roman" w:hAnsi="Times New Roman" w:cs="Times New Roman"/>
          <w:sz w:val="28"/>
          <w:szCs w:val="28"/>
        </w:rPr>
        <w:t>, мойк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977E2">
        <w:rPr>
          <w:rFonts w:ascii="Times New Roman" w:hAnsi="Times New Roman" w:cs="Times New Roman"/>
          <w:sz w:val="28"/>
          <w:szCs w:val="28"/>
        </w:rPr>
        <w:t xml:space="preserve"> транспортных средств, по каждому лоту (маршруту) и по всем лотам (маршрутам) в совокупности, на которые претендентом подана заявка;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- критерий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8977E2">
        <w:rPr>
          <w:rFonts w:ascii="Times New Roman" w:hAnsi="Times New Roman" w:cs="Times New Roman"/>
          <w:sz w:val="28"/>
          <w:szCs w:val="28"/>
        </w:rPr>
        <w:t xml:space="preserve">2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год выпуска транспортных средств;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- критерий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8977E2">
        <w:rPr>
          <w:rFonts w:ascii="Times New Roman" w:hAnsi="Times New Roman" w:cs="Times New Roman"/>
          <w:sz w:val="28"/>
          <w:szCs w:val="28"/>
        </w:rPr>
        <w:t xml:space="preserve">3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возможность посадки в транспортные средства и высадки из них людей с ограниченными возможностями здоровья;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критерий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4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экологически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977E2">
        <w:rPr>
          <w:rFonts w:ascii="Times New Roman" w:hAnsi="Times New Roman" w:cs="Times New Roman"/>
          <w:sz w:val="28"/>
          <w:szCs w:val="28"/>
        </w:rPr>
        <w:t xml:space="preserve"> транспортных средств;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критерий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5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качественные показатели работы по осуществлению городских пассажирских перевозок;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критерий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6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опыт работы в сфере регулярных перевозок пассажиров и багажа автомобильным транспортом.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Критерий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8977E2">
        <w:rPr>
          <w:rFonts w:ascii="Times New Roman" w:hAnsi="Times New Roman" w:cs="Times New Roman"/>
          <w:sz w:val="28"/>
          <w:szCs w:val="28"/>
        </w:rPr>
        <w:t xml:space="preserve">1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качественн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77E2">
        <w:rPr>
          <w:rFonts w:ascii="Times New Roman" w:hAnsi="Times New Roman" w:cs="Times New Roman"/>
          <w:sz w:val="28"/>
          <w:szCs w:val="28"/>
        </w:rPr>
        <w:t xml:space="preserve"> производственно-технической базы (помещений и оборудования), территория и мощность которой </w:t>
      </w:r>
      <w:r>
        <w:rPr>
          <w:rFonts w:ascii="Times New Roman" w:hAnsi="Times New Roman" w:cs="Times New Roman"/>
          <w:sz w:val="28"/>
          <w:szCs w:val="28"/>
        </w:rPr>
        <w:t xml:space="preserve">позволяют осуществлять </w:t>
      </w:r>
      <w:r w:rsidRPr="008977E2">
        <w:rPr>
          <w:rFonts w:ascii="Times New Roman" w:hAnsi="Times New Roman" w:cs="Times New Roman"/>
          <w:sz w:val="28"/>
          <w:szCs w:val="28"/>
        </w:rPr>
        <w:t>текущ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8977E2">
        <w:rPr>
          <w:rFonts w:ascii="Times New Roman" w:hAnsi="Times New Roman" w:cs="Times New Roman"/>
          <w:sz w:val="28"/>
          <w:szCs w:val="28"/>
        </w:rPr>
        <w:t xml:space="preserve"> ремонт, техническо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обслуживани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>, хранени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и стоянк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977E2">
        <w:rPr>
          <w:rFonts w:ascii="Times New Roman" w:hAnsi="Times New Roman" w:cs="Times New Roman"/>
          <w:sz w:val="28"/>
          <w:szCs w:val="28"/>
        </w:rPr>
        <w:t>, мойк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977E2">
        <w:rPr>
          <w:rFonts w:ascii="Times New Roman" w:hAnsi="Times New Roman" w:cs="Times New Roman"/>
          <w:sz w:val="28"/>
          <w:szCs w:val="28"/>
        </w:rPr>
        <w:t xml:space="preserve"> транспортных средств, по каждому лоту (маршруту) и по всем лотам (маршрутам) в совокупности, на которые претендентом подана заявка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включает в себя</w:t>
      </w:r>
      <w:r w:rsidRPr="008977E2">
        <w:rPr>
          <w:rFonts w:ascii="Times New Roman" w:hAnsi="Times New Roman" w:cs="Times New Roman"/>
          <w:sz w:val="28"/>
          <w:szCs w:val="28"/>
        </w:rPr>
        <w:t xml:space="preserve"> следующи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977E2">
        <w:rPr>
          <w:rFonts w:ascii="Times New Roman" w:hAnsi="Times New Roman" w:cs="Times New Roman"/>
          <w:sz w:val="28"/>
          <w:szCs w:val="28"/>
        </w:rPr>
        <w:t xml:space="preserve">роизводственно-техническая база на праве собственности или ином вещном праве </w:t>
      </w:r>
      <w:r w:rsidRPr="00206637">
        <w:rPr>
          <w:rFonts w:ascii="Times New Roman" w:hAnsi="Times New Roman" w:cs="Times New Roman"/>
          <w:sz w:val="28"/>
          <w:szCs w:val="28"/>
        </w:rPr>
        <w:t>оценивается в</w:t>
      </w:r>
      <w:r w:rsidRPr="008977E2">
        <w:rPr>
          <w:rFonts w:ascii="Times New Roman" w:hAnsi="Times New Roman" w:cs="Times New Roman"/>
          <w:sz w:val="28"/>
          <w:szCs w:val="28"/>
        </w:rPr>
        <w:t xml:space="preserve"> 30 баллов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977E2">
        <w:rPr>
          <w:rFonts w:ascii="Times New Roman" w:hAnsi="Times New Roman" w:cs="Times New Roman"/>
          <w:sz w:val="28"/>
          <w:szCs w:val="28"/>
        </w:rPr>
        <w:t xml:space="preserve">производственно-техническая база на праве аренды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977E2">
        <w:rPr>
          <w:rFonts w:ascii="Times New Roman" w:hAnsi="Times New Roman" w:cs="Times New Roman"/>
          <w:sz w:val="28"/>
          <w:szCs w:val="28"/>
        </w:rPr>
        <w:t>20 баллов.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</w:p>
    <w:tbl>
      <w:tblPr>
        <w:tblW w:w="921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2"/>
        <w:gridCol w:w="6426"/>
        <w:gridCol w:w="2126"/>
      </w:tblGrid>
      <w:tr w:rsidR="00614861" w:rsidRPr="00CB5433">
        <w:tc>
          <w:tcPr>
            <w:tcW w:w="662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426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126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баллов оценки</w:t>
            </w:r>
          </w:p>
        </w:tc>
      </w:tr>
      <w:tr w:rsidR="00614861" w:rsidRPr="00CB5433">
        <w:tc>
          <w:tcPr>
            <w:tcW w:w="662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426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Качественная характеристика</w:t>
            </w:r>
          </w:p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производственно-технической базы</w:t>
            </w:r>
          </w:p>
        </w:tc>
        <w:tc>
          <w:tcPr>
            <w:tcW w:w="2126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62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26" w:type="dxa"/>
          </w:tcPr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территории для стоянки заявленного количества автобусов, указанных в лоте (лотах)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расчет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 стоянки под транспортные средства производится исходя из расчета его габаритов):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- 40 м</w:t>
            </w:r>
            <w:r w:rsidRPr="008977E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для 1-го транспортного средства большого класса;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- 20 м</w:t>
            </w:r>
            <w:r w:rsidRPr="008977E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для 1-го транспортного средства малого класса</w:t>
            </w:r>
          </w:p>
        </w:tc>
        <w:tc>
          <w:tcPr>
            <w:tcW w:w="2126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14861" w:rsidRPr="00CB5433">
        <w:tc>
          <w:tcPr>
            <w:tcW w:w="662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26" w:type="dxa"/>
          </w:tcPr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оборудованного поста для выполнения технического обслуживания и текущего ремонта автобусов.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Состав оборудования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ТО и ремонта следующее: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- 1 подъемник (одна яма) на 30 транспортных средств;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набор необходим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и приспособлений для проведения ТО и ремонта ТС;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емкост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для отработанных материалов и ГСМ</w:t>
            </w:r>
          </w:p>
        </w:tc>
        <w:tc>
          <w:tcPr>
            <w:tcW w:w="2126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861" w:rsidRPr="00CB5433">
        <w:tc>
          <w:tcPr>
            <w:tcW w:w="662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26" w:type="dxa"/>
          </w:tcPr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оборудованного поста для выполнения технического контроля (контрольно-технический пункт - КТП)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Состав минимального необходимого оборудования: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электрический фонарь;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газоанализатор или дымомер;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прибор для проверки люфта рулевого управления ТС;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манометр шинный;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штангенциркуль;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осмотровая канава (подъемник, эстакада или полуэстакада)</w:t>
            </w:r>
          </w:p>
        </w:tc>
        <w:tc>
          <w:tcPr>
            <w:tcW w:w="2126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861" w:rsidRPr="00CB5433">
        <w:tc>
          <w:tcPr>
            <w:tcW w:w="662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26" w:type="dxa"/>
          </w:tcPr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диспетчерского пункта по организации движения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4861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 необходимого оборудования: 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омпьютерное или иное другое оборудование для изготовления или ручного оформления путевых листов;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- журнал учета выдачи путевых листов; 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программно-аппаратный комплекс для контроля за движением транспортных средств с помощью оборудования ГЛОНАСС\GPS;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средства телефонной или мобильной связи</w:t>
            </w:r>
          </w:p>
        </w:tc>
        <w:tc>
          <w:tcPr>
            <w:tcW w:w="2126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861" w:rsidRPr="00CB5433">
        <w:tc>
          <w:tcPr>
            <w:tcW w:w="662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26" w:type="dxa"/>
          </w:tcPr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Наличие оборудованного кабинета предрейсовых и послерейсовых медицинских осмотров, имеющего санитарно-эпидемическое заключение </w:t>
            </w:r>
          </w:p>
        </w:tc>
        <w:tc>
          <w:tcPr>
            <w:tcW w:w="2126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861" w:rsidRPr="00CB5433">
        <w:tc>
          <w:tcPr>
            <w:tcW w:w="662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26" w:type="dxa"/>
          </w:tcPr>
          <w:p w:rsidR="00614861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оборудованного класса для проведения занятий по безопасности дорожного движения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4861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 оборудования: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- технические средства обучения – информационные плакаты;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диапроекторы с экраном для проведения занятий и разбора дорожных ситуаций, а также разбора аварийных ситуаций</w:t>
            </w:r>
          </w:p>
        </w:tc>
        <w:tc>
          <w:tcPr>
            <w:tcW w:w="2126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Количество баллов за каждый показатель критерия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 xml:space="preserve">1 определяется комиссией по результатам проверки </w:t>
      </w:r>
      <w:r>
        <w:rPr>
          <w:rFonts w:ascii="Times New Roman" w:hAnsi="Times New Roman" w:cs="Times New Roman"/>
          <w:sz w:val="28"/>
          <w:szCs w:val="28"/>
        </w:rPr>
        <w:t xml:space="preserve">соответствия </w:t>
      </w:r>
      <w:r w:rsidRPr="008977E2">
        <w:rPr>
          <w:rFonts w:ascii="Times New Roman" w:hAnsi="Times New Roman" w:cs="Times New Roman"/>
          <w:sz w:val="28"/>
          <w:szCs w:val="28"/>
        </w:rPr>
        <w:t xml:space="preserve">показателя требованиям нормативных документов и фиксируется в протоколе оценки и сопоставления заявок. </w:t>
      </w:r>
      <w:r>
        <w:rPr>
          <w:rFonts w:ascii="Times New Roman" w:hAnsi="Times New Roman" w:cs="Times New Roman"/>
          <w:sz w:val="28"/>
          <w:szCs w:val="28"/>
        </w:rPr>
        <w:t>Итоговый б</w:t>
      </w:r>
      <w:r w:rsidRPr="008977E2">
        <w:rPr>
          <w:rFonts w:ascii="Times New Roman" w:hAnsi="Times New Roman" w:cs="Times New Roman"/>
          <w:sz w:val="28"/>
          <w:szCs w:val="28"/>
        </w:rPr>
        <w:t xml:space="preserve">алл по критерию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1 определяются как сумма баллов, присвоенных конкурсной комиссией участнику за каждый показатель.</w:t>
      </w:r>
    </w:p>
    <w:p w:rsidR="00614861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Критерий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 xml:space="preserve">2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977E2">
        <w:rPr>
          <w:rFonts w:ascii="Times New Roman" w:hAnsi="Times New Roman" w:cs="Times New Roman"/>
          <w:sz w:val="28"/>
          <w:szCs w:val="28"/>
        </w:rPr>
        <w:t xml:space="preserve"> выпуска транспортных средств.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</w:p>
    <w:tbl>
      <w:tblPr>
        <w:tblW w:w="93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954"/>
      </w:tblGrid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Год выпуска транспортного средства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Количество баллов, присваиваемое каждому транспортному средству:</w:t>
            </w:r>
          </w:p>
          <w:p w:rsidR="00614861" w:rsidRPr="008977E2" w:rsidRDefault="00614861" w:rsidP="00E94060">
            <w:pPr>
              <w:pStyle w:val="ConsPlusNormal"/>
              <w:ind w:right="4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861" w:rsidRPr="008977E2" w:rsidRDefault="00614861" w:rsidP="00E94060">
            <w:pPr>
              <w:pStyle w:val="ConsPlusNormal"/>
              <w:ind w:right="4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2006 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2005 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14861" w:rsidRPr="00CB5433">
        <w:tc>
          <w:tcPr>
            <w:tcW w:w="3402" w:type="dxa"/>
          </w:tcPr>
          <w:p w:rsidR="00614861" w:rsidRPr="008977E2" w:rsidRDefault="00614861" w:rsidP="00E94060">
            <w:pPr>
              <w:pStyle w:val="ConsPlusNormal"/>
              <w:ind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2000 и ранее</w:t>
            </w:r>
          </w:p>
        </w:tc>
        <w:tc>
          <w:tcPr>
            <w:tcW w:w="5954" w:type="dxa"/>
          </w:tcPr>
          <w:p w:rsidR="00614861" w:rsidRPr="008977E2" w:rsidRDefault="00614861" w:rsidP="00E94060">
            <w:pPr>
              <w:pStyle w:val="ConsPlusNormal"/>
              <w:ind w:right="4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14861" w:rsidRPr="008977E2" w:rsidRDefault="00614861" w:rsidP="00B0179C">
      <w:pPr>
        <w:pStyle w:val="ConsPlusNormal"/>
        <w:ind w:right="423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Итоговый балл по критерию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определяется как отношение суммы баллов за каждое транспортное средство, присвоенной участнику конкурсной комиссией, к количеству транспортных средств, указанных в заявке.</w:t>
      </w:r>
    </w:p>
    <w:p w:rsidR="00614861" w:rsidRPr="008977E2" w:rsidRDefault="00614861" w:rsidP="00B0179C">
      <w:pPr>
        <w:pStyle w:val="ConsPlusNormal"/>
        <w:ind w:right="423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14861" w:rsidRPr="008977E2" w:rsidRDefault="00614861" w:rsidP="00B0179C">
      <w:pPr>
        <w:pStyle w:val="ConsPlusNormal"/>
        <w:tabs>
          <w:tab w:val="left" w:pos="8505"/>
        </w:tabs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Критерий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 xml:space="preserve">3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возможность посадки в транспортные средства и  высадки из них людей с ограниченными возможностями здоровья. </w:t>
      </w:r>
    </w:p>
    <w:p w:rsidR="00614861" w:rsidRPr="008977E2" w:rsidRDefault="00614861" w:rsidP="00B0179C">
      <w:pPr>
        <w:pStyle w:val="ConsPlusNormal"/>
        <w:numPr>
          <w:ilvl w:val="0"/>
          <w:numId w:val="2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Наличие в автобусе оборудования (устройств) для перевозки  инвалидов с нарушением опорно-двигательных функций: + 10 баллов за каждое транспортное средство.</w:t>
      </w:r>
    </w:p>
    <w:p w:rsidR="00614861" w:rsidRPr="008977E2" w:rsidRDefault="00614861" w:rsidP="00B0179C">
      <w:pPr>
        <w:pStyle w:val="ConsPlusNormal"/>
        <w:numPr>
          <w:ilvl w:val="0"/>
          <w:numId w:val="2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Наличие электронного монитора или информационного табло для отображения остановочных пунктов для глухих и слабослышащих: + 2 балла за каждое транспортное средство.</w:t>
      </w:r>
    </w:p>
    <w:p w:rsidR="00614861" w:rsidRPr="008977E2" w:rsidRDefault="00614861" w:rsidP="00B0179C">
      <w:pPr>
        <w:pStyle w:val="ConsPlusNormal"/>
        <w:ind w:left="900" w:right="423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Критерий №4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экологически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977E2">
        <w:rPr>
          <w:rFonts w:ascii="Times New Roman" w:hAnsi="Times New Roman" w:cs="Times New Roman"/>
          <w:sz w:val="28"/>
          <w:szCs w:val="28"/>
        </w:rPr>
        <w:t xml:space="preserve"> транспортных средств.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8"/>
        <w:gridCol w:w="4678"/>
      </w:tblGrid>
      <w:tr w:rsidR="00614861" w:rsidRPr="00CB5433">
        <w:tc>
          <w:tcPr>
            <w:tcW w:w="4678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Экологический класс</w:t>
            </w:r>
          </w:p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транспортного средства</w:t>
            </w:r>
          </w:p>
        </w:tc>
        <w:tc>
          <w:tcPr>
            <w:tcW w:w="4678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Количество баллов оценки</w:t>
            </w:r>
          </w:p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присваиваемое каждому</w:t>
            </w:r>
          </w:p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транспортному средству</w:t>
            </w:r>
          </w:p>
        </w:tc>
      </w:tr>
      <w:tr w:rsidR="00614861" w:rsidRPr="00CB5433">
        <w:tc>
          <w:tcPr>
            <w:tcW w:w="4678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Евро-5</w:t>
            </w:r>
          </w:p>
        </w:tc>
        <w:tc>
          <w:tcPr>
            <w:tcW w:w="4678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14861" w:rsidRPr="00CB5433">
        <w:tc>
          <w:tcPr>
            <w:tcW w:w="4678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Евро-4</w:t>
            </w:r>
          </w:p>
        </w:tc>
        <w:tc>
          <w:tcPr>
            <w:tcW w:w="4678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614861" w:rsidRPr="00CB5433">
        <w:tc>
          <w:tcPr>
            <w:tcW w:w="4678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Евро-3</w:t>
            </w:r>
          </w:p>
        </w:tc>
        <w:tc>
          <w:tcPr>
            <w:tcW w:w="4678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14861" w:rsidRPr="00CB5433">
        <w:tc>
          <w:tcPr>
            <w:tcW w:w="4678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Евро-2, экологический класс автобуса не установлен</w:t>
            </w:r>
          </w:p>
        </w:tc>
        <w:tc>
          <w:tcPr>
            <w:tcW w:w="4678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Итоговый балл по критерию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4 определяется как отношение суммы баллов за каждое транспортное средство, присвоенной претенденту конкурсной комиссией, к количеству подвижного состава, указанного в заявке.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Критерий №5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качественные показатели работы по осуществлению городских пассажирских перевозок.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3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0"/>
        <w:gridCol w:w="6970"/>
        <w:gridCol w:w="1701"/>
      </w:tblGrid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614861" w:rsidRPr="008977E2" w:rsidRDefault="00614861" w:rsidP="00E94060">
            <w:pPr>
              <w:pStyle w:val="ConsPlusNormal"/>
              <w:ind w:left="-680" w:firstLine="6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баллов    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1*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исправного видеорегистратора в салоне автобуса (фиксирующего дорожную ситуацию)*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1.2*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исправного видеорегистратора в салоне автобуса (фиксирующего ситуацию внутри салона)*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1.3*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исправного кондиционера (предусмотренного заводом изготовителем) в салоне автобуса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Организация работ по обеспечению безопасности дорожного движения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дорожно-транспортных происшествий, в результате которых имеются пострадавшие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за 2015 год (по вине водителя)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Наличие документации по планированию работ по предупреждению ДТП: 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журнал учета ДТП;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журнал сверок по ДТП и нарушениям ПДД с ГИБДД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положение о службе безопасности движения;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должностные инструкции работников службы безопасности движения;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 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план мероприятий по предупреждению ДТП, утвержденный руководителем предприятия;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 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положение о служебном расследовании ДТП, утвержденное руководителем предприятия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документации по планированию и проведению инструктажей: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план проведения занятий;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журнал проведения занятий по БДД с водителями;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журнал проведения инструктажей с водителями;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журнал учета проведения инструктажей по предупреждени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терроризма при осуществлении перевозок пассажиров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по предупреждению террористических актов, а </w:t>
            </w:r>
            <w:r w:rsidRPr="001900D4">
              <w:rPr>
                <w:rFonts w:ascii="Times New Roman" w:hAnsi="Times New Roman" w:cs="Times New Roman"/>
                <w:sz w:val="28"/>
                <w:szCs w:val="28"/>
              </w:rPr>
              <w:t>также по порядку действий при их совершении.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документации по планированию и проведению с водителями занятий по повышению уровня профессиональных знаний и мастерства: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программа ежегодных занятий с водителями на предприятии;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план проведения занятий по повышению профессионального мастерства водителей;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- журнал учета проведения занятий.  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документации по проведению стажировки водительского состава: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 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приказ по предприятию о назначении водителя-наставника;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оформление листов стажировки по допуску водителей с выдачей заключения квалификационной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о допуске водителя к работе на линии. 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и ведение личных карточек водительского состава:</w:t>
            </w:r>
          </w:p>
          <w:p w:rsidR="00614861" w:rsidRPr="008977E2" w:rsidRDefault="00614861" w:rsidP="00E940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контроля личных карточек водителей и полноты занесения информации в них. 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4861" w:rsidRPr="00CB5433">
        <w:trPr>
          <w:trHeight w:val="617"/>
        </w:trPr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документации по проведению медицинского освидетельствования водителей:</w:t>
            </w:r>
          </w:p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журнал регистрации предрейсовых медицинских осмотров;</w:t>
            </w:r>
          </w:p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журнал регистрации послерейсовых медицинских осмотров.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Организация предрейсового и послерейсового медицинского контроля водителей с оформлением  документации по освидетельствованию  водителей:</w:t>
            </w:r>
          </w:p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наличие лицензированного медицинского работника, состоящего в штате предприятия или медицинского работника, работающего по гражданско-правовому договору, заключенному с учреждением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и находяще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ся в его штате. 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14861" w:rsidRPr="00CB5433">
        <w:trPr>
          <w:trHeight w:val="1352"/>
        </w:trPr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Документальное подтверждение выполнения планов ТО-1 и ТО-2 на базе, имеющей сертификат соответствия:</w:t>
            </w:r>
          </w:p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ежемесячные графики проведения ТО-1 и ТО-2;</w:t>
            </w:r>
          </w:p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наряд на выполненные работы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Исполнение законодательства о труде и охране труда:</w:t>
            </w:r>
          </w:p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план проведения обязательного прохождения периодического медосмотра водителей предприятия.</w:t>
            </w:r>
          </w:p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ежемесячные графики сменности работы водителей.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инструкций по охране труда всех должностных лиц предприятия:</w:t>
            </w:r>
          </w:p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положение об особенностях режима рабочего времени и времени отдыха водителей автомобилей;</w:t>
            </w:r>
          </w:p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межотраслевые правила по охране труда на автомобильном транспорте;</w:t>
            </w:r>
          </w:p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инструкция по охране труда для административно-управленческого персонала;</w:t>
            </w:r>
          </w:p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инструкция по охране труда для слесаря по ремонту автомобилей;</w:t>
            </w:r>
          </w:p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- инструкция по охране труда для водителя автобуса.  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документации по проведению инструктажей всех видов (вводного, первичного, повторного, внепланового):</w:t>
            </w:r>
          </w:p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документ о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инструктаж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, разработанный службой БДД предприятия с учетом вида инструктажа;</w:t>
            </w:r>
          </w:p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журналы проведения инструктажей по видам (вводный, предрейсовый, периодический, сезонный, специальный);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Наличие трудовых договоров с водителями (с учетом коэффициента подмены </w:t>
            </w:r>
            <w:r w:rsidRPr="008977E2">
              <w:rPr>
                <w:sz w:val="28"/>
                <w:szCs w:val="28"/>
              </w:rPr>
              <w:t>–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2.5) в соответствии с количеством транспортных средств, заявленных на конкурс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Соотношение размера средней заработной платы водителей и средней номинальной начисленной заработной платы в Калининградской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2015 году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100% и более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от 75% до 100%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от 50% до 75%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50% и менее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улучшению экологии и охране окружающей среды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Размещение ТБО. Деятельность по сбору, использованию, обезвреживанию, транспортировке и размещению отходов 4-го класса опасности (автомобильных переработанных масел, отработанных покрышек и аккумуляторных батарей и др.)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861" w:rsidRPr="00CB5433">
        <w:tc>
          <w:tcPr>
            <w:tcW w:w="76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6970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лицензии на обращение с опасными отходами</w:t>
            </w:r>
          </w:p>
        </w:tc>
        <w:tc>
          <w:tcPr>
            <w:tcW w:w="1701" w:type="dxa"/>
          </w:tcPr>
          <w:p w:rsidR="00614861" w:rsidRPr="008977E2" w:rsidRDefault="00614861" w:rsidP="00E9406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614861" w:rsidRPr="008977E2" w:rsidRDefault="00614861" w:rsidP="00B0179C">
      <w:pPr>
        <w:pStyle w:val="ConsPlusNormal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*  количество баллов за единицу </w:t>
      </w:r>
      <w:r>
        <w:rPr>
          <w:rFonts w:ascii="Times New Roman" w:hAnsi="Times New Roman" w:cs="Times New Roman"/>
          <w:sz w:val="28"/>
          <w:szCs w:val="28"/>
        </w:rPr>
        <w:t>транспорта</w:t>
      </w:r>
      <w:r w:rsidRPr="008977E2">
        <w:rPr>
          <w:rFonts w:ascii="Times New Roman" w:hAnsi="Times New Roman" w:cs="Times New Roman"/>
          <w:sz w:val="28"/>
          <w:szCs w:val="28"/>
        </w:rPr>
        <w:t xml:space="preserve"> (итоговый балл по данным показателям определяется как отношение суммы баллов за каждое транспортное средство, присвоенной претенденту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конкурсной комиссией, к количеству подвижного состава, указанного в заявке).</w:t>
      </w:r>
    </w:p>
    <w:p w:rsidR="00614861" w:rsidRPr="008977E2" w:rsidRDefault="00614861" w:rsidP="00B0179C">
      <w:pPr>
        <w:pStyle w:val="ConsPlusNormal"/>
        <w:spacing w:line="21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spacing w:line="21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Количество баллов за каждый показатель критерия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5 определяется комиссией по результатам проверки соответствия показателя требованиям нормативных документов и фиксируется в протоколе оценки и сопоставления заявок.</w:t>
      </w:r>
    </w:p>
    <w:p w:rsidR="00614861" w:rsidRPr="008977E2" w:rsidRDefault="00614861" w:rsidP="00B0179C">
      <w:pPr>
        <w:pStyle w:val="ConsPlusNormal"/>
        <w:spacing w:line="21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Итоговый б</w:t>
      </w:r>
      <w:r w:rsidRPr="008977E2">
        <w:rPr>
          <w:rFonts w:ascii="Times New Roman" w:hAnsi="Times New Roman" w:cs="Times New Roman"/>
          <w:sz w:val="28"/>
          <w:szCs w:val="28"/>
        </w:rPr>
        <w:t xml:space="preserve">алл по критерию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5 определяются как сумма баллов, присвоенных конкурсной комиссией претенденту за каждый показатель.</w:t>
      </w:r>
    </w:p>
    <w:p w:rsidR="00614861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Критерий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 xml:space="preserve">6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опыт работы в сфере регулярных перевозок пассажиров и багажа автомобильным транспортом.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4"/>
        <w:gridCol w:w="2552"/>
      </w:tblGrid>
      <w:tr w:rsidR="00614861" w:rsidRPr="00CB5433">
        <w:tc>
          <w:tcPr>
            <w:tcW w:w="6804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552" w:type="dxa"/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614861" w:rsidRPr="00CB5433">
        <w:tblPrEx>
          <w:tblBorders>
            <w:insideH w:val="none" w:sz="0" w:space="0" w:color="auto"/>
          </w:tblBorders>
        </w:tblPrEx>
        <w:tc>
          <w:tcPr>
            <w:tcW w:w="6804" w:type="dxa"/>
            <w:tcBorders>
              <w:top w:val="single" w:sz="4" w:space="0" w:color="auto"/>
              <w:bottom w:val="nil"/>
            </w:tcBorders>
          </w:tcPr>
          <w:p w:rsidR="00614861" w:rsidRPr="008977E2" w:rsidRDefault="00614861" w:rsidP="00E94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Стаж работы на маршрутах  городского округа «Город Калининград» и Калининградской области: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blPrEx>
          <w:tblBorders>
            <w:insideH w:val="none" w:sz="0" w:space="0" w:color="auto"/>
          </w:tblBorders>
        </w:tblPrEx>
        <w:tc>
          <w:tcPr>
            <w:tcW w:w="6804" w:type="dxa"/>
            <w:tcBorders>
              <w:top w:val="nil"/>
              <w:bottom w:val="nil"/>
            </w:tcBorders>
          </w:tcPr>
          <w:p w:rsidR="00614861" w:rsidRPr="008977E2" w:rsidRDefault="00614861" w:rsidP="00E94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отсутствие опыта работы;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4861" w:rsidRPr="00CB5433">
        <w:tblPrEx>
          <w:tblBorders>
            <w:insideH w:val="none" w:sz="0" w:space="0" w:color="auto"/>
          </w:tblBorders>
        </w:tblPrEx>
        <w:tc>
          <w:tcPr>
            <w:tcW w:w="6804" w:type="dxa"/>
            <w:tcBorders>
              <w:top w:val="nil"/>
              <w:bottom w:val="nil"/>
            </w:tcBorders>
          </w:tcPr>
          <w:p w:rsidR="00614861" w:rsidRPr="008977E2" w:rsidRDefault="00614861" w:rsidP="00E94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от 1 (одного) года до 5 (пяти) лет;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861" w:rsidRPr="00CB5433">
        <w:tblPrEx>
          <w:tblBorders>
            <w:insideH w:val="none" w:sz="0" w:space="0" w:color="auto"/>
          </w:tblBorders>
        </w:tblPrEx>
        <w:tc>
          <w:tcPr>
            <w:tcW w:w="6804" w:type="dxa"/>
            <w:tcBorders>
              <w:top w:val="nil"/>
              <w:bottom w:val="nil"/>
            </w:tcBorders>
          </w:tcPr>
          <w:p w:rsidR="00614861" w:rsidRPr="008977E2" w:rsidRDefault="00614861" w:rsidP="00E94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от 5 (пяти) лет до 10 (десяти) лет;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14861" w:rsidRPr="00CB5433">
        <w:tblPrEx>
          <w:tblBorders>
            <w:insideH w:val="none" w:sz="0" w:space="0" w:color="auto"/>
          </w:tblBorders>
        </w:tblPrEx>
        <w:tc>
          <w:tcPr>
            <w:tcW w:w="6804" w:type="dxa"/>
            <w:tcBorders>
              <w:top w:val="nil"/>
              <w:bottom w:val="nil"/>
            </w:tcBorders>
          </w:tcPr>
          <w:p w:rsidR="00614861" w:rsidRPr="008977E2" w:rsidRDefault="00614861" w:rsidP="00E94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от 10 (десяти) лет до 15 (пятнадцати) лет;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14861" w:rsidRPr="00CB5433">
        <w:tblPrEx>
          <w:tblBorders>
            <w:insideH w:val="none" w:sz="0" w:space="0" w:color="auto"/>
          </w:tblBorders>
        </w:tblPrEx>
        <w:tc>
          <w:tcPr>
            <w:tcW w:w="6804" w:type="dxa"/>
            <w:tcBorders>
              <w:top w:val="nil"/>
              <w:bottom w:val="single" w:sz="4" w:space="0" w:color="auto"/>
            </w:tcBorders>
          </w:tcPr>
          <w:p w:rsidR="00614861" w:rsidRPr="008977E2" w:rsidRDefault="00614861" w:rsidP="00E94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- 15 (пятнадцать) лет до 30 (тридцати) лет;</w:t>
            </w:r>
          </w:p>
          <w:p w:rsidR="00614861" w:rsidRPr="008977E2" w:rsidRDefault="00614861" w:rsidP="00E94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861" w:rsidRPr="008977E2" w:rsidRDefault="00614861" w:rsidP="00E94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- 30 (тридцать) лет и более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861" w:rsidRPr="008977E2" w:rsidRDefault="00614861" w:rsidP="00E940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54260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977E2">
        <w:rPr>
          <w:rFonts w:ascii="Times New Roman" w:hAnsi="Times New Roman" w:cs="Times New Roman"/>
          <w:sz w:val="28"/>
          <w:szCs w:val="28"/>
        </w:rPr>
        <w:t xml:space="preserve">о критерию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77E2">
        <w:rPr>
          <w:rFonts w:ascii="Times New Roman" w:hAnsi="Times New Roman" w:cs="Times New Roman"/>
          <w:sz w:val="28"/>
          <w:szCs w:val="28"/>
        </w:rPr>
        <w:t xml:space="preserve">тоговые баллы </w:t>
      </w:r>
      <w:r>
        <w:rPr>
          <w:rFonts w:ascii="Times New Roman" w:hAnsi="Times New Roman" w:cs="Times New Roman"/>
          <w:sz w:val="28"/>
          <w:szCs w:val="28"/>
        </w:rPr>
        <w:t>учитываю</w:t>
      </w:r>
      <w:r w:rsidRPr="008977E2">
        <w:rPr>
          <w:rFonts w:ascii="Times New Roman" w:hAnsi="Times New Roman" w:cs="Times New Roman"/>
          <w:sz w:val="28"/>
          <w:szCs w:val="28"/>
        </w:rPr>
        <w:t>тся с даты регистрации юридического лица по данному виду деятельности</w:t>
      </w:r>
      <w:r w:rsidRPr="00542602">
        <w:rPr>
          <w:rFonts w:ascii="Times New Roman" w:hAnsi="Times New Roman" w:cs="Times New Roman"/>
          <w:sz w:val="28"/>
          <w:szCs w:val="28"/>
        </w:rPr>
        <w:t>. В случае правопреемства предоставляется устав юридического лица.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Общая сумма баллов участника конкурса определяется путем суммирования количества баллов, присвоенных конкурсной комиссией по каждому критерию.</w:t>
      </w:r>
    </w:p>
    <w:p w:rsidR="00614861" w:rsidRPr="008977E2" w:rsidRDefault="00614861" w:rsidP="00B0179C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На основании результатов оценки и сопоставления заявок конкурсной комиссией каждой заявке по мере уменьшения полученных баллов присваивается порядковый номер.</w:t>
      </w:r>
    </w:p>
    <w:p w:rsidR="00614861" w:rsidRPr="008977E2" w:rsidRDefault="00614861" w:rsidP="00B0179C">
      <w:pPr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Победителем конкурса признается участник конкурса, набравший </w:t>
      </w:r>
      <w:r>
        <w:rPr>
          <w:rFonts w:ascii="Times New Roman" w:hAnsi="Times New Roman" w:cs="Times New Roman"/>
          <w:sz w:val="28"/>
          <w:szCs w:val="28"/>
          <w:lang w:eastAsia="ar-SA"/>
        </w:rPr>
        <w:t>наи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>большее количество баллов и заявке которого присвоен первый номер.</w:t>
      </w:r>
    </w:p>
    <w:p w:rsidR="00614861" w:rsidRPr="008977E2" w:rsidRDefault="00614861" w:rsidP="00B0179C">
      <w:pPr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Если по результатам оценки и сопоставления заявок установлено, что два или более участника конкурса получили одинаковое количество баллов, то победителем признается тот участник конкурса, чья заявка на участие в конкурсе была зарегистрирована ранее.</w:t>
      </w:r>
    </w:p>
    <w:p w:rsidR="00614861" w:rsidRPr="008977E2" w:rsidRDefault="00614861" w:rsidP="00B0179C">
      <w:pPr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Конкурсной комиссией оформляется протокол оценки и сопоставления заявок на участие в конкурсе, в котором должны содержаться сведения о месте, дате, времени проведения оценки и сопоставления таких заявок, об участниках конкурса, заявки которых были допущены к участию в конкурсе, о принятом на основании результатов оценки и сопоставления таких заявок решении о присвоении заявкам порядковых номеров, а также наименования (для юридических лиц), фамилии, имена, отчества (для индивидуальных предпринимателей) и адреса участников конкурса, заявкам которых присвоены первый и второй номера по каждому из лотов, информация о количестве баллов, набранном каждым участником.</w:t>
      </w:r>
    </w:p>
    <w:p w:rsidR="00614861" w:rsidRPr="008977E2" w:rsidRDefault="00614861" w:rsidP="00B0179C">
      <w:pPr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Протокол подписывается всеми присутствующими членами конкурсной комиссии и победителями в течение рабочего дня, следующего </w:t>
      </w:r>
      <w:r>
        <w:rPr>
          <w:rFonts w:ascii="Times New Roman" w:hAnsi="Times New Roman" w:cs="Times New Roman"/>
          <w:sz w:val="28"/>
          <w:szCs w:val="28"/>
          <w:lang w:eastAsia="ar-SA"/>
        </w:rPr>
        <w:t>за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дн</w:t>
      </w:r>
      <w:r>
        <w:rPr>
          <w:rFonts w:ascii="Times New Roman" w:hAnsi="Times New Roman" w:cs="Times New Roman"/>
          <w:sz w:val="28"/>
          <w:szCs w:val="28"/>
          <w:lang w:eastAsia="ar-SA"/>
        </w:rPr>
        <w:t>ем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окончания проведения оценки и сопоставления заявок, не позднее следующего дня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после дня окончания проведения оценки и сопоставления заявок 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размещается Уполномоченным органом на официальном сайте администрации городского округа «Город Калининград» в информационной телекоммуникационной сети «Интернет» </w:t>
      </w:r>
      <w:hyperlink r:id="rId10" w:history="1">
        <w:r w:rsidRPr="008977E2">
          <w:rPr>
            <w:rFonts w:ascii="Times New Roman" w:hAnsi="Times New Roman" w:cs="Times New Roman"/>
            <w:sz w:val="28"/>
            <w:szCs w:val="28"/>
            <w:lang w:eastAsia="ar-SA"/>
          </w:rPr>
          <w:t>www.klgd.ru</w:t>
        </w:r>
      </w:hyperlink>
      <w:r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и опубликовывается в течение пяти рабочих дней в газете «Гражданин».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Протокол составляется в двух экземплярах и хранится в течение трех лет у Организатора конкурса.</w:t>
      </w:r>
    </w:p>
    <w:bookmarkEnd w:id="0"/>
    <w:p w:rsidR="00614861" w:rsidRDefault="00614861" w:rsidP="008977E2">
      <w:pPr>
        <w:pStyle w:val="ConsPlusNormal"/>
        <w:ind w:left="5664"/>
        <w:rPr>
          <w:rFonts w:ascii="Times New Roman" w:hAnsi="Times New Roman" w:cs="Times New Roman"/>
          <w:sz w:val="28"/>
          <w:szCs w:val="28"/>
        </w:rPr>
      </w:pPr>
    </w:p>
    <w:p w:rsidR="00614861" w:rsidRDefault="00614861" w:rsidP="008977E2">
      <w:pPr>
        <w:pStyle w:val="ConsPlusNormal"/>
        <w:ind w:left="5664"/>
        <w:rPr>
          <w:rFonts w:ascii="Times New Roman" w:hAnsi="Times New Roman" w:cs="Times New Roman"/>
          <w:sz w:val="28"/>
          <w:szCs w:val="28"/>
        </w:rPr>
        <w:sectPr w:rsidR="00614861" w:rsidSect="008977E2">
          <w:headerReference w:type="default" r:id="rId11"/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614861" w:rsidRPr="00327BEC" w:rsidRDefault="00614861" w:rsidP="00327BEC">
      <w:pPr>
        <w:tabs>
          <w:tab w:val="left" w:pos="7797"/>
        </w:tabs>
        <w:spacing w:after="0" w:line="240" w:lineRule="auto"/>
        <w:ind w:left="8080"/>
        <w:rPr>
          <w:rFonts w:ascii="Times New Roman" w:hAnsi="Times New Roman" w:cs="Times New Roman"/>
          <w:sz w:val="28"/>
          <w:szCs w:val="28"/>
          <w:lang w:eastAsia="ru-RU"/>
        </w:rPr>
      </w:pPr>
      <w:r w:rsidRPr="00327BE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Приложение №1 к разделу 1</w:t>
      </w:r>
    </w:p>
    <w:p w:rsidR="00614861" w:rsidRPr="00327BEC" w:rsidRDefault="00614861" w:rsidP="00327BEC">
      <w:pPr>
        <w:tabs>
          <w:tab w:val="left" w:pos="7797"/>
        </w:tabs>
        <w:spacing w:after="0" w:line="240" w:lineRule="auto"/>
        <w:ind w:left="8080"/>
        <w:rPr>
          <w:rFonts w:ascii="Times New Roman" w:hAnsi="Times New Roman" w:cs="Times New Roman"/>
          <w:sz w:val="28"/>
          <w:szCs w:val="28"/>
          <w:lang w:eastAsia="ru-RU"/>
        </w:rPr>
      </w:pPr>
      <w:r w:rsidRPr="00327BEC">
        <w:rPr>
          <w:rFonts w:ascii="Times New Roman" w:hAnsi="Times New Roman" w:cs="Times New Roman"/>
          <w:sz w:val="28"/>
          <w:szCs w:val="28"/>
          <w:lang w:eastAsia="ru-RU"/>
        </w:rPr>
        <w:t>«Информационная карта открытого конкурса»</w:t>
      </w:r>
    </w:p>
    <w:p w:rsidR="00614861" w:rsidRPr="00327BEC" w:rsidRDefault="00614861" w:rsidP="00327B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27BEC">
        <w:rPr>
          <w:rFonts w:ascii="Times New Roman" w:hAnsi="Times New Roman" w:cs="Times New Roman"/>
          <w:sz w:val="28"/>
          <w:szCs w:val="28"/>
          <w:lang w:eastAsia="ru-RU"/>
        </w:rPr>
        <w:t>ЛОТЫ</w:t>
      </w:r>
    </w:p>
    <w:p w:rsidR="00614861" w:rsidRPr="00327BEC" w:rsidRDefault="00614861" w:rsidP="00327B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27BEC">
        <w:rPr>
          <w:rFonts w:ascii="Times New Roman" w:hAnsi="Times New Roman" w:cs="Times New Roman"/>
          <w:sz w:val="28"/>
          <w:szCs w:val="28"/>
          <w:lang w:eastAsia="ru-RU"/>
        </w:rPr>
        <w:t>открытого конкурса на право заключения договоров об организации регулярных перевозок пассажиров и багажа автомобильным транспортом общего пользования по маршрутам городского округа «Город Калининград»</w:t>
      </w:r>
    </w:p>
    <w:p w:rsidR="00614861" w:rsidRPr="00327BEC" w:rsidRDefault="00614861" w:rsidP="00327B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2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4"/>
        <w:gridCol w:w="1256"/>
        <w:gridCol w:w="8254"/>
        <w:gridCol w:w="1418"/>
        <w:gridCol w:w="1276"/>
        <w:gridCol w:w="992"/>
        <w:gridCol w:w="1276"/>
      </w:tblGrid>
      <w:tr w:rsidR="00614861" w:rsidRPr="00CB5433">
        <w:tc>
          <w:tcPr>
            <w:tcW w:w="80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лота</w:t>
            </w:r>
          </w:p>
        </w:tc>
        <w:tc>
          <w:tcPr>
            <w:tcW w:w="1256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 маршрута</w:t>
            </w:r>
          </w:p>
        </w:tc>
        <w:tc>
          <w:tcPr>
            <w:tcW w:w="825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маршрута </w:t>
            </w:r>
          </w:p>
        </w:tc>
        <w:tc>
          <w:tcPr>
            <w:tcW w:w="2694" w:type="dxa"/>
            <w:gridSpan w:val="2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и класс транспортных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 </w:t>
            </w:r>
          </w:p>
        </w:tc>
        <w:tc>
          <w:tcPr>
            <w:tcW w:w="2268" w:type="dxa"/>
            <w:gridSpan w:val="2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Время начала и окончания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движения</w:t>
            </w: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транспортных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 с конечных остановочных пунктов 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большой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конец</w:t>
            </w:r>
          </w:p>
        </w:tc>
      </w:tr>
    </w:tbl>
    <w:p w:rsidR="00614861" w:rsidRPr="00B0179C" w:rsidRDefault="00614861" w:rsidP="00B0179C">
      <w:pPr>
        <w:spacing w:after="0"/>
        <w:rPr>
          <w:sz w:val="2"/>
          <w:szCs w:val="2"/>
        </w:rPr>
      </w:pPr>
    </w:p>
    <w:tbl>
      <w:tblPr>
        <w:tblW w:w="152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4"/>
        <w:gridCol w:w="1256"/>
        <w:gridCol w:w="8254"/>
        <w:gridCol w:w="1418"/>
        <w:gridCol w:w="1276"/>
        <w:gridCol w:w="992"/>
        <w:gridCol w:w="1276"/>
      </w:tblGrid>
      <w:tr w:rsidR="00614861" w:rsidRPr="00CB5433">
        <w:trPr>
          <w:tblHeader/>
        </w:trPr>
        <w:tc>
          <w:tcPr>
            <w:tcW w:w="80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614861" w:rsidRPr="00327BEC" w:rsidRDefault="00614861" w:rsidP="00545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14861" w:rsidRPr="00CB5433">
        <w:tc>
          <w:tcPr>
            <w:tcW w:w="80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Брусничная - Сельхозтехника» **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пр. Победы,  ул. Кутузова, пр. Мира,  ул. Черняховского, ул. 9 Апреля,  2-му эстакадному мосту,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пр. Калинина,  ул. Дзержинского)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«пос. Прибрежный – ул. Артиллерийская»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А. Суворова,  ул. Киевской, пр. Ленинскому,  ул. Черняховского,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9 Апрел</w:t>
            </w:r>
            <w:bookmarkStart w:id="6" w:name="_GoBack"/>
            <w:bookmarkEnd w:id="6"/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я,  ул. Фрунзе,  ул. Гагарина,  ул. Орудийной,  ул. Аэропортной)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«пос. Новодорожный – Южный вокзал» **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ул. Камской,  ул. Киевской,  пр. Калинина)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О. Кошевого – СК «Янтарный»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О. Кошевого, ул.  Аллея смелых, пр. Калинина, пр. Ленинскому, ул. Черняховского, ул. Горького,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</w:t>
            </w: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Гайдара, ул. Согласия)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«Военный городок– ул. П. Морозова»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Горького, ул. Черняховского, пр. Ленинскому, ул. Аллея смелых, ул. Черниговской, ул. Дзержинского,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Муромской, ул. Судостроительной, ул. Киевской, ул. П. Морозова)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О. Кошевого – мотель «Балтика»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ул. Судостроительной, ч-з к-р «Родина», ул. Киевской, пр. Ленинскому,  ул. Литовский вал)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«Северная гора – з/д «Янтарь»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ул. Герцена, ул. Зеленой, ул. Нарвской, пр. Советскому, пр. Гвардейскому, ул. Портовой)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«пос. Лермонтово – ул. Артиллерийская» **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пр. Советскому, ул. Черняховского, ул. Пролетарской, ул. Тельмана, ул. А. Невского, ул. Артиллерийской)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«пос. Южный - Военный городок»**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ул.  Аллея смелых, пр. Ленинскому,  ул. Черняховского, ул. Горького)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П. Морозова – Автошкола» **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ул. Киевской, пр. Калинина,  ул. 9 Апреля,  2-му эстакадному мосту,  ул. А. Невского,  ул. Краснокаменной)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«ул. Артиллерийская – Силикатный завод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(пос. А. Космодемьянского)»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А. Невского,  ул. Черняховского, пр. Мира, ул. Кутузова, пр. Победы, ул. Карташева,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Магнитогорской)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О. Кошевого – пос. Чкаловск»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ул. Батальной, ул. Киевской, пр. Ленинскому, пр. Мира, ул. Леонова, пр. Советскому)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О. Кошевого – з/д «Янтарь»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рабочим д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ням в утренние и вечерние часы-пик -</w:t>
            </w: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по ул. Интернациональной, ул. Батальной,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Судостроительной, ул. Киевской, ул. Камской, ул. А. Суворова, ул. Транспортной)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«пос. Прибрежный – Южный вокзал»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ул. Заводской, ул. А. Суворова,  ул. Железнодорожной)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«пос. Чкаловск – ул. 4-я Большая Окружная» **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пр. Советскому, ул. Комсомольской, ул. Кирова, ул. Ген-лейт. Озерова, ул. Тельмана, ул. А. Невского)     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Аксакова (А/ц «Тойота»)* – з/д «Янтарь» **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пр. Московскому,  пр. Ленинскому,  ул. Киевской,  ул. А. Суворова,  ул. Транспортной)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Лейт. Катина – ул. П. Морозова»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пр. Мира, пр. Ленинскому, пр. Калинина,  ул. Аллея смелых,  ул. Судостроительной,  ул. Киевской,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П. Морозова)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«СК «Янтарный» - ул. П. Морозова»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ул. Елизаветинской, ул. Ген. Челнокова, ул, Гайдара, ул. Горького, ул. Черняховского, ул. Литовск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ий вал</w:t>
            </w: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пр. Московскому,  ул. Октябрьской,  ул. Багратиона,  ул. Киевской)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«пос. Борисово – ул. Артиллерийская»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ул. Дзержинского,  пр. Ленинскому,  ул. Черняховского,  ул. А. Невского,  ул. Артиллерийской)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«Северная гора – пос. Прегольский» **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Герцена, ул. Колхозной, ул. Тельмана, ул. Черняховского, пр. Мира, ул. Кутузова, пр. Победы)  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«пос. Чкаловск – ул. О. Кошевого»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Габайдулина, ул. Б. Окружной, ул. Челнокова, ул. Гайдара, ул. Горького, ул. Зеленой, 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Нарвской, ул. Киевской, ул. Инженерной, ул. Батальной, ул. Н. Карамзина)</w:t>
            </w: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«з/д «Янтарь» - ул. Ломоносова»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Транспортной,  ул. А. Суворова, пр. Ленинскому, пр. Советскому, ул. Марш. Борзова,      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Ломоносова)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О. Кошевого – ул. Химическая»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ул. О. Кошевого,  ул. Судостроительной,  ул. Аллея смелых, пр. Калинина,  пр. Ленинскому,  пр.  Мира)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Брусничная – ОАО «Калининградстройтранс»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пр. Победы,  ул. Кутузова,  пр. Мира,  ул. Фрунзе,  ул. Гагарина)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«Южный вокзал – с/о «Мечта»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средам, пятницам и выходным дням с 01.04 по 01.11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по ул. Киевской, ул. А. Суворова)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П. Морозова – ул. М. Гвардии»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ул. Киевской,  пр. Ленинскому,  ул. Черняховского,  ул. А. Невского,  ул. Куйбышева,  ул. Гагарина)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Ломоносова – ул. Аксакова (А/ц «Тойота»)*»</w:t>
            </w: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Комсомольской,  пр. Мира,  ул. Черняховского, ул. Литовский  вал, пр. Московскому,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Ялтинской,  ул. Тульской)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О. Кошевого – с/о «Победа» **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Интернациональной, ул. Батальной,  ч-з к-р «Родина», ул. Киевской, пр. Ленинскому,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Черняховского, ул. Горького)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«Военный городок – з/д «Янтарь»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Горького,  ул. Зеленой,  ул. Нарвской,  пр. Советскому,  пр. Ленинскому,  ул. Киевской,  ул. Камской,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А. Суворова,  ул. Транспортной)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«ул. О. Кошевого – Силикатный завод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(пос. А. Космодемьянского)»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Интернациональной,  ул. Батальной,  ул. Киевской,  пр. Ленинскому,  пр. Мира,  ул. Косм. Леонова,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пр. Советскому,  ул. Большой Окружной 4-й,  ул. Карташева,  ул. Магнитогорской)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«Южный вокзал – с/о «Колосок»</w:t>
            </w:r>
          </w:p>
          <w:p w:rsidR="00614861" w:rsidRPr="00327BEC" w:rsidRDefault="00614861" w:rsidP="00545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 по ул. Железнодорожной,  пр. Ленинскому, ул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. Черняховского, ул. Литовский </w:t>
            </w: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вал, пр. Московскому)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«СК «Янтарный» – пос. Совхозное»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Елизаветинской,  ул. Ген. Челнокова,  ул. Гайдара,  ул. Горького,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пр. Мира, пр. Победы, ул. Тенистая  аллея)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О. Кошевого – Дом культуры рыбаков»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О. Кошевого, ул. Интернациональной, ул. Батальной, ул. Автомобильной,  ул. Киевской, 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пр. Ленинскому, пр. Мира, ул. Офицерской, ул. К. Маркса)  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Артиллерийская – ГУР «Сельма»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Артиллерийской, ул. А. Невского, ул. Черняховского, пр. Советскому, ул. Нарвской,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Ген. Челнокова, ул. Елизаветинской, ул. Согласия)  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«ул. Красная (школа № 20) – ул. О. Кошевого»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ул. Красной, ул. Марш. Борзова, ул. Каштанов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ая аллея</w:t>
            </w: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, ул. К. Маркса, ул. Кирова, ул. Ген-лейт. Озерова,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Горького, ул. Черняховского,  пр. Ленинскому,  ул. Киевской,  ул. У. Громовой,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Карамзина)  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«Автошкола – ул. И. Земнухова»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Краснокаменной,  ул. Орудийной, ул. Артиллерийской,  ул. А. Невского,  ул. 9 Апреля,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2-му эстакадному мосту, ул. Дзержинского,  ул. И. Земнухова)  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Лейт. Катина  – з/д «Янтарь»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Лейт. Катина, пр. Мира, пр. Гвардейскому, пр. Московскому, ул. Октябрьской,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Аллея смелых, ул. Черниговской, ул. Дзержинского, ул. Муромской, ул. Судостроительной, ул. Киевской,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А. Суворова,  ул. Транспортной)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«пос. Западный - ул. Лейт. Яналова»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(по шоссе Люблинскому,  пр. Советскому,  ул. Лейт. Яналова, ул. Кирова)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Лужская (пос. А. Космодемьянского) – СК «Янтарный»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Лужской, ул. Карташева, пр. Победы, ул. Радищева, ул. Энгельса, ул. К. Маркса,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Кирова, ул. Брамса, пр. Советскому,  ул. Гайдара, ул. Согласия) </w:t>
            </w: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Брусничная – Южный вокзал»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пр. Победы, ул. Радищева, ул. Вагоностроительной,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наб. Правой, ул. Ген. Буткова, пр. Московскому, ул. Октябрьской, пр. Калинина)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И. Сусанина – ул. Химическая»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И. Сусанина, ул. Горького, ул. Панина, ул. Согласия, ул. Гайдара, пр. Советскому,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Лейт. Яналова, ул. К. Маркса, пр. Мира, ул. Химической)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«СК «Янтарный» - Кардиоцентр»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Елизаветинской, ул. Ген. Челнокова, ул. Гайдара, ул. Тельмана, ул. Ген.-лейт. Озерова, ул. Горького,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пр. Гвардейскому,  пр. Московскому, ул. Ялтинской)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«ул. Сеченова (пос. А. Космодемьянского –  микрорайон Юго-Восток»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Сеченова,  ул. Ижорской,  ул. Карташева,  пр. Победы,  ул. Дм. Донского,  ул. Огарева,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пр. Победы,  пр. Мира, ул. Черняховского, ул. 9 Апреля, 2-му эстакадному мосту,  ул. Октябрьской,  пр. Калинина, ул. Подп. Емельянова, ул. Энергетиков)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«пос. Борисово – ул. Брусничная»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Подп. Емельянова,  пр. Московский, 2-му эстакадному мосту,  ул. 9 Апреля,  ул. Черняховского,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пр. Мира, ул. Красносельской,  пр. Победы)</w:t>
            </w: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 w:val="restart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«ул. Брусничная – Автошкола»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пр. Победы, ул. Красносельской, пр. Мира, ул. Черняховского, ул. Пролетарской, ул. Тельмана,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А. </w:t>
            </w: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Невского, ул. Краснокаменной)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  <w:vMerge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«пос. Борисово - ул. Старш. Дадаева»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(по ул. Подп. Емельянова, ч/з пос. М. Борисово, ул. Дзержинского, пр. Калинина, пр. Ленинскому, </w:t>
            </w:r>
          </w:p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Черняховского, ул. А. Невского, ул. Старш. Дадаева) </w:t>
            </w: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06-00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00-00</w:t>
            </w:r>
          </w:p>
        </w:tc>
      </w:tr>
      <w:tr w:rsidR="00614861" w:rsidRPr="00CB5433">
        <w:tc>
          <w:tcPr>
            <w:tcW w:w="80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4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Итого: 46 маршрутов</w:t>
            </w:r>
          </w:p>
        </w:tc>
        <w:tc>
          <w:tcPr>
            <w:tcW w:w="1418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277</w:t>
            </w: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7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992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14861" w:rsidRPr="00327BEC" w:rsidRDefault="00614861" w:rsidP="0032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14861" w:rsidRPr="00327BEC" w:rsidRDefault="00614861" w:rsidP="00327BEC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</w:p>
    <w:p w:rsidR="00614861" w:rsidRPr="00327BEC" w:rsidRDefault="00614861" w:rsidP="00327BEC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 w:rsidRPr="00327BEC">
        <w:rPr>
          <w:rFonts w:ascii="Times New Roman" w:hAnsi="Times New Roman" w:cs="Times New Roman"/>
          <w:sz w:val="16"/>
          <w:szCs w:val="16"/>
          <w:lang w:eastAsia="ru-RU"/>
        </w:rPr>
        <w:t>Примечания:</w:t>
      </w:r>
    </w:p>
    <w:p w:rsidR="00614861" w:rsidRPr="00327BEC" w:rsidRDefault="00614861" w:rsidP="00327BEC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 w:rsidRPr="00327BEC">
        <w:rPr>
          <w:rFonts w:ascii="Times New Roman" w:hAnsi="Times New Roman" w:cs="Times New Roman"/>
          <w:sz w:val="16"/>
          <w:szCs w:val="16"/>
          <w:lang w:eastAsia="ru-RU"/>
        </w:rPr>
        <w:t>–  допускается увеличение (уменьшение) количества транспортных средств на маршрутах в зависимос</w:t>
      </w:r>
      <w:r>
        <w:rPr>
          <w:rFonts w:ascii="Times New Roman" w:hAnsi="Times New Roman" w:cs="Times New Roman"/>
          <w:sz w:val="16"/>
          <w:szCs w:val="16"/>
          <w:lang w:eastAsia="ru-RU"/>
        </w:rPr>
        <w:t>ти от изменения пассажиропотока</w:t>
      </w:r>
      <w:r w:rsidRPr="00327BEC">
        <w:rPr>
          <w:rFonts w:ascii="Times New Roman" w:hAnsi="Times New Roman" w:cs="Times New Roman"/>
          <w:sz w:val="16"/>
          <w:szCs w:val="16"/>
          <w:lang w:eastAsia="ru-RU"/>
        </w:rPr>
        <w:t xml:space="preserve"> в соответствии с разработанным и утвержденным организатором расписанием;</w:t>
      </w:r>
    </w:p>
    <w:p w:rsidR="00614861" w:rsidRPr="00327BEC" w:rsidRDefault="00614861" w:rsidP="00327BE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27BEC">
        <w:rPr>
          <w:rFonts w:ascii="Times New Roman" w:hAnsi="Times New Roman" w:cs="Times New Roman"/>
          <w:sz w:val="16"/>
          <w:szCs w:val="16"/>
          <w:lang w:eastAsia="ru-RU"/>
        </w:rPr>
        <w:t xml:space="preserve">–  *до приведения дороги в нормативное состояние автобусы маршрутов №№ 28, 49 будут следовать до конечного остановочного пункта «А/ц «Тойота»; </w:t>
      </w:r>
    </w:p>
    <w:p w:rsidR="00614861" w:rsidRDefault="00614861" w:rsidP="00327BEC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  <w:sectPr w:rsidR="00614861" w:rsidSect="00327BEC">
          <w:pgSz w:w="16838" w:h="11905" w:orient="landscape"/>
          <w:pgMar w:top="993" w:right="1134" w:bottom="851" w:left="1134" w:header="0" w:footer="0" w:gutter="0"/>
          <w:cols w:space="720"/>
          <w:titlePg/>
          <w:docGrid w:linePitch="299"/>
        </w:sectPr>
      </w:pPr>
      <w:r w:rsidRPr="00327BEC">
        <w:rPr>
          <w:rFonts w:ascii="Times New Roman" w:hAnsi="Times New Roman" w:cs="Times New Roman"/>
          <w:sz w:val="16"/>
          <w:szCs w:val="16"/>
          <w:lang w:eastAsia="ru-RU"/>
        </w:rPr>
        <w:t>–</w:t>
      </w:r>
      <w:r w:rsidRPr="00327B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27BEC">
        <w:rPr>
          <w:rFonts w:ascii="Times New Roman" w:hAnsi="Times New Roman" w:cs="Times New Roman"/>
          <w:sz w:val="16"/>
          <w:szCs w:val="16"/>
          <w:lang w:eastAsia="ru-RU"/>
        </w:rPr>
        <w:t>**допускается использование автобусов среднего класса на маршрутах №№</w:t>
      </w:r>
      <w:r>
        <w:rPr>
          <w:rFonts w:ascii="Times New Roman" w:hAnsi="Times New Roman" w:cs="Times New Roman"/>
          <w:sz w:val="16"/>
          <w:szCs w:val="16"/>
          <w:lang w:eastAsia="ru-RU"/>
        </w:rPr>
        <w:t>7, 14, 21, 49, 31, 9, 26, 25, 2</w:t>
      </w:r>
    </w:p>
    <w:p w:rsidR="00614861" w:rsidRDefault="00614861" w:rsidP="00161A2F">
      <w:pPr>
        <w:pStyle w:val="ConsPlusNormal"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977E2">
        <w:rPr>
          <w:rFonts w:ascii="Times New Roman" w:hAnsi="Times New Roman" w:cs="Times New Roman"/>
          <w:sz w:val="28"/>
          <w:szCs w:val="28"/>
        </w:rPr>
        <w:t>Приложение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№ 2 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к разделу 1 </w:t>
      </w:r>
    </w:p>
    <w:p w:rsidR="00614861" w:rsidRDefault="00614861" w:rsidP="00161A2F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«Информационная карта </w:t>
      </w:r>
    </w:p>
    <w:p w:rsidR="00614861" w:rsidRPr="008977E2" w:rsidRDefault="00614861" w:rsidP="00161A2F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открытого конкурса» </w:t>
      </w:r>
    </w:p>
    <w:p w:rsidR="00614861" w:rsidRPr="008977E2" w:rsidRDefault="00614861" w:rsidP="008977E2">
      <w:pPr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</w:t>
      </w:r>
    </w:p>
    <w:p w:rsidR="00614861" w:rsidRPr="008977E2" w:rsidRDefault="00614861" w:rsidP="008977E2">
      <w:pPr>
        <w:suppressAutoHyphens/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Катег</w:t>
      </w:r>
      <w:r>
        <w:rPr>
          <w:rFonts w:ascii="Times New Roman" w:hAnsi="Times New Roman" w:cs="Times New Roman"/>
          <w:sz w:val="28"/>
          <w:szCs w:val="28"/>
          <w:lang w:eastAsia="ar-SA"/>
        </w:rPr>
        <w:t>ории граждан, зарегистрированных в городе Калининграде, имеющих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право на льготный проезд в городском пассажирском транспорте общего пользования всех форм собственности</w:t>
      </w:r>
    </w:p>
    <w:p w:rsidR="00614861" w:rsidRPr="008977E2" w:rsidRDefault="00614861" w:rsidP="008977E2">
      <w:pPr>
        <w:suppressAutoHyphens/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614861" w:rsidRPr="008977E2" w:rsidRDefault="00614861" w:rsidP="008977E2">
      <w:pPr>
        <w:pStyle w:val="ListParagraph"/>
        <w:numPr>
          <w:ilvl w:val="0"/>
          <w:numId w:val="11"/>
        </w:numPr>
        <w:suppressAutoHyphens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Без компенсации п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>еревозчику  за счет средств городского бюджета по единому социальному проездному билету  стоимостью 700 рублей (за исключением проезда в автобусах малого класса):</w:t>
      </w:r>
    </w:p>
    <w:p w:rsidR="00614861" w:rsidRPr="008977E2" w:rsidRDefault="00614861" w:rsidP="008977E2">
      <w:pPr>
        <w:suppressAutoHyphens/>
        <w:autoSpaceDE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Герои Советского Союза.</w:t>
      </w:r>
    </w:p>
    <w:p w:rsidR="00614861" w:rsidRPr="008977E2" w:rsidRDefault="00614861" w:rsidP="008977E2">
      <w:pPr>
        <w:suppressAutoHyphens/>
        <w:autoSpaceDE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  Герои Р</w:t>
      </w:r>
      <w:r>
        <w:rPr>
          <w:rFonts w:ascii="Times New Roman" w:hAnsi="Times New Roman" w:cs="Times New Roman"/>
          <w:sz w:val="28"/>
          <w:szCs w:val="28"/>
          <w:lang w:eastAsia="ar-SA"/>
        </w:rPr>
        <w:t>оссийской Федерации.</w:t>
      </w:r>
    </w:p>
    <w:p w:rsidR="00614861" w:rsidRPr="008977E2" w:rsidRDefault="00614861" w:rsidP="008977E2">
      <w:pPr>
        <w:suppressAutoHyphens/>
        <w:autoSpaceDE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Полные кавалеры ордена Славы.</w:t>
      </w:r>
    </w:p>
    <w:p w:rsidR="00614861" w:rsidRPr="008977E2" w:rsidRDefault="00614861" w:rsidP="008977E2">
      <w:pPr>
        <w:suppressAutoHyphens/>
        <w:autoSpaceDE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Герои Социалистического Труда.</w:t>
      </w:r>
    </w:p>
    <w:p w:rsidR="00614861" w:rsidRPr="008977E2" w:rsidRDefault="00614861" w:rsidP="008977E2">
      <w:pPr>
        <w:suppressAutoHyphens/>
        <w:autoSpaceDE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  Полные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кавалеры ордена трудовой Славы.</w:t>
      </w:r>
    </w:p>
    <w:p w:rsidR="00614861" w:rsidRPr="008977E2" w:rsidRDefault="00614861" w:rsidP="008977E2">
      <w:pPr>
        <w:suppressAutoHyphens/>
        <w:autoSpaceDE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Инвалиды боевых действий.</w:t>
      </w:r>
    </w:p>
    <w:p w:rsidR="00614861" w:rsidRPr="008977E2" w:rsidRDefault="00614861" w:rsidP="008977E2">
      <w:pPr>
        <w:suppressAutoHyphens/>
        <w:autoSpaceDE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Ветераны боевых действий.</w:t>
      </w:r>
    </w:p>
    <w:p w:rsidR="00614861" w:rsidRDefault="00614861" w:rsidP="00161A2F">
      <w:pPr>
        <w:tabs>
          <w:tab w:val="num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Граждане, награжденные медалью «За оборону Ленинграда» или знаком </w:t>
      </w:r>
    </w:p>
    <w:p w:rsidR="00614861" w:rsidRPr="008977E2" w:rsidRDefault="00614861" w:rsidP="00161A2F">
      <w:pPr>
        <w:tabs>
          <w:tab w:val="num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«Ж</w:t>
      </w:r>
      <w:r>
        <w:rPr>
          <w:rFonts w:ascii="Times New Roman" w:hAnsi="Times New Roman" w:cs="Times New Roman"/>
          <w:sz w:val="28"/>
          <w:szCs w:val="28"/>
          <w:lang w:eastAsia="ar-SA"/>
        </w:rPr>
        <w:t>ителю блокадного Ленинграда».</w:t>
      </w:r>
    </w:p>
    <w:p w:rsidR="00614861" w:rsidRPr="008977E2" w:rsidRDefault="00614861" w:rsidP="00161A2F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Военнослужащие, проход</w:t>
      </w:r>
      <w:r>
        <w:rPr>
          <w:rFonts w:ascii="Times New Roman" w:hAnsi="Times New Roman" w:cs="Times New Roman"/>
          <w:sz w:val="28"/>
          <w:szCs w:val="28"/>
          <w:lang w:eastAsia="ar-SA"/>
        </w:rPr>
        <w:t>ившие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военную службу в воинских частях, учреждениях, военно-учебных заведениях, не входящих в состав действующей армии, в период с 22 июня 1941 г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>по 3 сентября 1945 г</w:t>
      </w:r>
      <w:r>
        <w:rPr>
          <w:rFonts w:ascii="Times New Roman" w:hAnsi="Times New Roman" w:cs="Times New Roman"/>
          <w:sz w:val="28"/>
          <w:szCs w:val="28"/>
          <w:lang w:eastAsia="ar-SA"/>
        </w:rPr>
        <w:t>. не менее шести месяцев.</w:t>
      </w:r>
    </w:p>
    <w:p w:rsidR="00614861" w:rsidRPr="008977E2" w:rsidRDefault="00614861" w:rsidP="00161A2F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Военнослужащие, награжденные орденами или медалями СС</w:t>
      </w:r>
      <w:r>
        <w:rPr>
          <w:rFonts w:ascii="Times New Roman" w:hAnsi="Times New Roman" w:cs="Times New Roman"/>
          <w:sz w:val="28"/>
          <w:szCs w:val="28"/>
          <w:lang w:eastAsia="ar-SA"/>
        </w:rPr>
        <w:t>СР за службу в указанный период.</w:t>
      </w:r>
    </w:p>
    <w:p w:rsidR="00614861" w:rsidRPr="008977E2" w:rsidRDefault="00614861" w:rsidP="00161A2F">
      <w:pPr>
        <w:tabs>
          <w:tab w:val="num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Лица, работа</w:t>
      </w:r>
      <w:r>
        <w:rPr>
          <w:rFonts w:ascii="Times New Roman" w:hAnsi="Times New Roman" w:cs="Times New Roman"/>
          <w:sz w:val="28"/>
          <w:szCs w:val="28"/>
          <w:lang w:eastAsia="ar-SA"/>
        </w:rPr>
        <w:t>вшие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в период Великой </w:t>
      </w:r>
      <w:r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>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железных и автомобильных дорог.</w:t>
      </w:r>
    </w:p>
    <w:p w:rsidR="00614861" w:rsidRPr="008977E2" w:rsidRDefault="00614861" w:rsidP="00161A2F">
      <w:pPr>
        <w:tabs>
          <w:tab w:val="num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Члены семей погибших (умерших) инвалидов войны, участников Великой Отечественной во</w:t>
      </w:r>
      <w:r>
        <w:rPr>
          <w:rFonts w:ascii="Times New Roman" w:hAnsi="Times New Roman" w:cs="Times New Roman"/>
          <w:sz w:val="28"/>
          <w:szCs w:val="28"/>
          <w:lang w:eastAsia="ar-SA"/>
        </w:rPr>
        <w:t>йны и ветеранов боевых действий.</w:t>
      </w:r>
    </w:p>
    <w:p w:rsidR="00614861" w:rsidRPr="008977E2" w:rsidRDefault="00614861" w:rsidP="00161A2F">
      <w:pPr>
        <w:tabs>
          <w:tab w:val="num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Бывшие несовершеннолетние узники концлагерей, гетто и других мест принудительного содержания, созданных фашистами и их союзникам</w:t>
      </w:r>
      <w:r>
        <w:rPr>
          <w:rFonts w:ascii="Times New Roman" w:hAnsi="Times New Roman" w:cs="Times New Roman"/>
          <w:sz w:val="28"/>
          <w:szCs w:val="28"/>
          <w:lang w:eastAsia="ar-SA"/>
        </w:rPr>
        <w:t>и в период второй мировой войны.</w:t>
      </w:r>
    </w:p>
    <w:p w:rsidR="00614861" w:rsidRPr="008977E2" w:rsidRDefault="00614861" w:rsidP="00161A2F">
      <w:pPr>
        <w:tabs>
          <w:tab w:val="num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Инвалиды, в том числе:</w:t>
      </w:r>
    </w:p>
    <w:p w:rsidR="00614861" w:rsidRPr="008977E2" w:rsidRDefault="00614861" w:rsidP="00161A2F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дети-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>инвалиды (с правом проезда по одному социальному проездному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билету и сопровождающего лица).</w:t>
      </w:r>
    </w:p>
    <w:p w:rsidR="00614861" w:rsidRPr="008977E2" w:rsidRDefault="00614861" w:rsidP="00161A2F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- инвалиды по зрению 1,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>2 группы 3 степени ограничения трудоспособности                     (с правом проезда по одному социальному проездном</w:t>
      </w:r>
      <w:r>
        <w:rPr>
          <w:rFonts w:ascii="Times New Roman" w:hAnsi="Times New Roman" w:cs="Times New Roman"/>
          <w:sz w:val="28"/>
          <w:szCs w:val="28"/>
          <w:lang w:eastAsia="ar-SA"/>
        </w:rPr>
        <w:t>у билету и сопровождающего лица.</w:t>
      </w:r>
    </w:p>
    <w:p w:rsidR="00614861" w:rsidRPr="008977E2" w:rsidRDefault="00614861" w:rsidP="00161A2F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Почетные доноры СССР и России.</w:t>
      </w:r>
    </w:p>
    <w:p w:rsidR="00614861" w:rsidRPr="008977E2" w:rsidRDefault="00614861" w:rsidP="00161A2F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Ветераны труда.</w:t>
      </w:r>
    </w:p>
    <w:p w:rsidR="00614861" w:rsidRPr="008977E2" w:rsidRDefault="00614861" w:rsidP="008977E2">
      <w:pPr>
        <w:suppressAutoHyphens/>
        <w:autoSpaceDE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  Ветераны военной службы (мужч</w:t>
      </w:r>
      <w:r>
        <w:rPr>
          <w:rFonts w:ascii="Times New Roman" w:hAnsi="Times New Roman" w:cs="Times New Roman"/>
          <w:sz w:val="28"/>
          <w:szCs w:val="28"/>
          <w:lang w:eastAsia="ar-SA"/>
        </w:rPr>
        <w:t>ины с 60 лет, женщины с 55 лет).</w:t>
      </w:r>
    </w:p>
    <w:p w:rsidR="00614861" w:rsidRPr="008977E2" w:rsidRDefault="00614861" w:rsidP="008977E2">
      <w:pPr>
        <w:suppressAutoHyphens/>
        <w:autoSpaceDE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ar-SA"/>
        </w:rPr>
        <w:t>Ветераны государственной службы.</w:t>
      </w:r>
    </w:p>
    <w:p w:rsidR="00614861" w:rsidRPr="008977E2" w:rsidRDefault="00614861" w:rsidP="00161A2F">
      <w:pPr>
        <w:tabs>
          <w:tab w:val="num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Лица, проработавшие в тылу в период с 22 июня 1941 г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по 9 мая 1945 г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</w:t>
      </w:r>
      <w:r>
        <w:rPr>
          <w:rFonts w:ascii="Times New Roman" w:hAnsi="Times New Roman" w:cs="Times New Roman"/>
          <w:sz w:val="28"/>
          <w:szCs w:val="28"/>
          <w:lang w:eastAsia="ar-SA"/>
        </w:rPr>
        <w:t>иод Великой Отечественной войны.</w:t>
      </w:r>
    </w:p>
    <w:p w:rsidR="00614861" w:rsidRPr="008977E2" w:rsidRDefault="00614861" w:rsidP="00161A2F">
      <w:pPr>
        <w:tabs>
          <w:tab w:val="num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Лица, подвергшиеся политическим репрессиям 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впоследствии реабилитированные.</w:t>
      </w:r>
    </w:p>
    <w:p w:rsidR="00614861" w:rsidRPr="00673903" w:rsidRDefault="00614861" w:rsidP="00161A2F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73903">
        <w:rPr>
          <w:rFonts w:ascii="Times New Roman" w:hAnsi="Times New Roman" w:cs="Times New Roman"/>
          <w:sz w:val="28"/>
          <w:szCs w:val="28"/>
          <w:lang w:eastAsia="ar-SA"/>
        </w:rPr>
        <w:t>Лица, пострадавшие от политических репрессий.</w:t>
      </w:r>
    </w:p>
    <w:p w:rsidR="00614861" w:rsidRPr="00673903" w:rsidRDefault="00614861" w:rsidP="00161A2F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73903">
        <w:rPr>
          <w:rFonts w:ascii="Times New Roman" w:hAnsi="Times New Roman" w:cs="Times New Roman"/>
          <w:sz w:val="28"/>
          <w:szCs w:val="28"/>
          <w:lang w:eastAsia="ar-SA"/>
        </w:rPr>
        <w:t>Ветераны становления Калининградской области.</w:t>
      </w:r>
    </w:p>
    <w:p w:rsidR="00614861" w:rsidRPr="00673903" w:rsidRDefault="00614861" w:rsidP="00161A2F">
      <w:pPr>
        <w:tabs>
          <w:tab w:val="num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73903">
        <w:rPr>
          <w:rFonts w:ascii="Times New Roman" w:hAnsi="Times New Roman" w:cs="Times New Roman"/>
          <w:sz w:val="28"/>
          <w:szCs w:val="28"/>
          <w:lang w:eastAsia="ar-SA"/>
        </w:rPr>
        <w:t>Граждане, подвергшиеся радиационному воздействию вследствие катастроф, аварий и ядерных испытаний.</w:t>
      </w:r>
    </w:p>
    <w:p w:rsidR="00614861" w:rsidRPr="00673903" w:rsidRDefault="00614861" w:rsidP="008977E2">
      <w:pPr>
        <w:tabs>
          <w:tab w:val="num" w:pos="0"/>
        </w:tabs>
        <w:suppressAutoHyphens/>
        <w:autoSpaceDE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14861" w:rsidRPr="00673903" w:rsidRDefault="00614861" w:rsidP="00673903">
      <w:pPr>
        <w:pStyle w:val="ListParagraph"/>
        <w:numPr>
          <w:ilvl w:val="0"/>
          <w:numId w:val="1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73903">
        <w:rPr>
          <w:rFonts w:ascii="Times New Roman" w:hAnsi="Times New Roman" w:cs="Times New Roman"/>
          <w:sz w:val="28"/>
          <w:szCs w:val="28"/>
          <w:lang w:eastAsia="ar-SA"/>
        </w:rPr>
        <w:t>С частичной компенсацией Перевозчику за счет средств городского бюджета (за исключением проезда в автобусах малого класса) :</w:t>
      </w:r>
    </w:p>
    <w:p w:rsidR="00614861" w:rsidRPr="00673903" w:rsidRDefault="00614861" w:rsidP="00392007">
      <w:pPr>
        <w:pStyle w:val="ListParagraph"/>
        <w:numPr>
          <w:ilvl w:val="1"/>
          <w:numId w:val="1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73903">
        <w:rPr>
          <w:rFonts w:ascii="Times New Roman" w:hAnsi="Times New Roman" w:cs="Times New Roman"/>
          <w:sz w:val="28"/>
          <w:szCs w:val="28"/>
          <w:lang w:eastAsia="ar-SA"/>
        </w:rPr>
        <w:t>По единому социальному проездному билету  стоимостью 300 рублей:</w:t>
      </w:r>
    </w:p>
    <w:p w:rsidR="00614861" w:rsidRPr="00673903" w:rsidRDefault="00614861" w:rsidP="00392007">
      <w:pPr>
        <w:pStyle w:val="ListParagraph"/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73903">
        <w:rPr>
          <w:rFonts w:ascii="Times New Roman" w:hAnsi="Times New Roman" w:cs="Times New Roman"/>
          <w:sz w:val="28"/>
          <w:szCs w:val="28"/>
          <w:lang w:eastAsia="ar-SA"/>
        </w:rPr>
        <w:t>Пенсионеры по старости, не имеющие льгот по федеральному и региональному законодательству.</w:t>
      </w:r>
    </w:p>
    <w:p w:rsidR="00614861" w:rsidRPr="00673903" w:rsidRDefault="00614861" w:rsidP="00392007">
      <w:pPr>
        <w:pStyle w:val="ListParagraph"/>
        <w:numPr>
          <w:ilvl w:val="1"/>
          <w:numId w:val="11"/>
        </w:numPr>
        <w:suppressAutoHyphens/>
        <w:autoSpaceDE w:val="0"/>
        <w:spacing w:after="0" w:line="240" w:lineRule="auto"/>
        <w:ind w:hanging="51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73903">
        <w:rPr>
          <w:rFonts w:ascii="Times New Roman" w:hAnsi="Times New Roman" w:cs="Times New Roman"/>
          <w:sz w:val="28"/>
          <w:szCs w:val="28"/>
          <w:lang w:eastAsia="ar-SA"/>
        </w:rPr>
        <w:t>По билетам стоимостью 13 рублей:</w:t>
      </w:r>
    </w:p>
    <w:p w:rsidR="00614861" w:rsidRPr="008977E2" w:rsidRDefault="00614861" w:rsidP="00392007">
      <w:pPr>
        <w:suppressAutoHyphens/>
        <w:autoSpaceDE w:val="0"/>
        <w:spacing w:after="0" w:line="240" w:lineRule="auto"/>
        <w:ind w:left="1080" w:hanging="51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73903">
        <w:rPr>
          <w:rFonts w:ascii="Times New Roman" w:hAnsi="Times New Roman" w:cs="Times New Roman"/>
          <w:sz w:val="28"/>
          <w:szCs w:val="28"/>
          <w:lang w:eastAsia="ar-SA"/>
        </w:rPr>
        <w:t>Школьники.</w:t>
      </w:r>
    </w:p>
    <w:p w:rsidR="00614861" w:rsidRPr="008977E2" w:rsidRDefault="00614861" w:rsidP="00392007">
      <w:pPr>
        <w:suppressAutoHyphens/>
        <w:autoSpaceDE w:val="0"/>
        <w:spacing w:after="0" w:line="240" w:lineRule="auto"/>
        <w:ind w:left="1080" w:hanging="51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Воспитанники реабилитационных учреждений социальной сферы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614861" w:rsidRPr="008977E2" w:rsidRDefault="00614861" w:rsidP="008977E2">
      <w:pPr>
        <w:pStyle w:val="ListParagraph"/>
        <w:suppressAutoHyphens/>
        <w:autoSpaceDE w:val="0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14861" w:rsidRPr="008977E2" w:rsidRDefault="00614861" w:rsidP="00673903">
      <w:pPr>
        <w:pStyle w:val="ListParagraph"/>
        <w:numPr>
          <w:ilvl w:val="0"/>
          <w:numId w:val="1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С  полной компенсацией Перевозчику за счет средств городского бюджета:</w:t>
      </w:r>
    </w:p>
    <w:p w:rsidR="00614861" w:rsidRPr="008977E2" w:rsidRDefault="00614861" w:rsidP="00392007">
      <w:pPr>
        <w:pStyle w:val="ListParagraph"/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Участники и инвалиды Великой Отечественной Войны по проездному билету установленн</w:t>
      </w:r>
      <w:r>
        <w:rPr>
          <w:rFonts w:ascii="Times New Roman" w:hAnsi="Times New Roman" w:cs="Times New Roman"/>
          <w:sz w:val="28"/>
          <w:szCs w:val="28"/>
          <w:lang w:eastAsia="ar-SA"/>
        </w:rPr>
        <w:t>ого образца (образец 2008 года).</w:t>
      </w:r>
    </w:p>
    <w:p w:rsidR="00614861" w:rsidRPr="008977E2" w:rsidRDefault="00614861" w:rsidP="00392007">
      <w:pPr>
        <w:pStyle w:val="ListParagraph"/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Почетные граждане города Калининграда по удостоверению установленного образца.</w:t>
      </w:r>
    </w:p>
    <w:p w:rsidR="00614861" w:rsidRPr="008977E2" w:rsidRDefault="00614861" w:rsidP="008977E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977E2"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Раздел 2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Образцы форм документов для заполнения 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977E2">
        <w:rPr>
          <w:rFonts w:ascii="Times New Roman" w:hAnsi="Times New Roman" w:cs="Times New Roman"/>
          <w:sz w:val="28"/>
          <w:szCs w:val="28"/>
        </w:rPr>
        <w:t>частниками конкурса (отдельного лота)</w:t>
      </w:r>
    </w:p>
    <w:p w:rsidR="00614861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1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Перечень документов, представляемых для участия в открытом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конкурсе на право заключения договора об организации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регулярных перевозок пассажиров и багажа автомобильным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транспортом по маршруту городского округа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614861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по ЛОТУ (АМ)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____________ (указывается номер(а) лота(ов)):</w:t>
      </w:r>
    </w:p>
    <w:tbl>
      <w:tblPr>
        <w:tblW w:w="984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816"/>
        <w:gridCol w:w="6677"/>
        <w:gridCol w:w="2348"/>
      </w:tblGrid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67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Кол-во страниц</w:t>
            </w:r>
          </w:p>
        </w:tc>
      </w:tr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7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Заявка (заявки) на участие в открытом конкурсе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677" w:type="dxa"/>
          </w:tcPr>
          <w:p w:rsidR="00614861" w:rsidRPr="008977E2" w:rsidRDefault="00614861" w:rsidP="003920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575" w:history="1"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к заявке 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677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622" w:history="1"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</w:hyperlink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к заявке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677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673" w:history="1"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</w:hyperlink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к заявке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677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759" w:history="1"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>4</w:t>
              </w:r>
            </w:hyperlink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к заявке (для юридических лиц)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677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829" w:history="1"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>5</w:t>
              </w:r>
            </w:hyperlink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к заявке (для индивидуального предпринимателя)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677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887" w:history="1"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>6</w:t>
              </w:r>
            </w:hyperlink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к заявке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677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911" w:history="1"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>7</w:t>
              </w:r>
            </w:hyperlink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к заявке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6677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956" w:history="1"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>8</w:t>
              </w:r>
            </w:hyperlink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к заявке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6677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980" w:history="1"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>9</w:t>
              </w:r>
            </w:hyperlink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к заявке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6677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988" w:history="1"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>10</w:t>
              </w:r>
            </w:hyperlink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к заявке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6677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996" w:history="1"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>11</w:t>
              </w:r>
            </w:hyperlink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к заявке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6677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004" w:history="1"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>12</w:t>
              </w:r>
            </w:hyperlink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к заявке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6677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012" w:history="1"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>13</w:t>
              </w:r>
            </w:hyperlink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к заявке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6677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020" w:history="1"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>14</w:t>
              </w:r>
            </w:hyperlink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к заявке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1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  <w:tc>
          <w:tcPr>
            <w:tcW w:w="6677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028" w:history="1"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8977E2">
                <w:rPr>
                  <w:rFonts w:ascii="Times New Roman" w:hAnsi="Times New Roman" w:cs="Times New Roman"/>
                  <w:sz w:val="28"/>
                  <w:szCs w:val="28"/>
                </w:rPr>
                <w:t>15</w:t>
              </w:r>
            </w:hyperlink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к заявке</w:t>
            </w:r>
          </w:p>
        </w:tc>
        <w:tc>
          <w:tcPr>
            <w:tcW w:w="23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 Претендент на участие в конкурсе: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Руководитель юридичес</w:t>
      </w:r>
      <w:r>
        <w:rPr>
          <w:rFonts w:ascii="Times New Roman" w:hAnsi="Times New Roman" w:cs="Times New Roman"/>
          <w:sz w:val="28"/>
          <w:szCs w:val="28"/>
        </w:rPr>
        <w:t>кого лица</w:t>
      </w:r>
      <w:r w:rsidRPr="008977E2">
        <w:rPr>
          <w:rFonts w:ascii="Times New Roman" w:hAnsi="Times New Roman" w:cs="Times New Roman"/>
          <w:sz w:val="28"/>
          <w:szCs w:val="28"/>
        </w:rPr>
        <w:t>__________________(фамилия, инициалы)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(</w:t>
      </w:r>
      <w:r w:rsidRPr="00392007">
        <w:rPr>
          <w:rFonts w:ascii="Times New Roman" w:hAnsi="Times New Roman" w:cs="Times New Roman"/>
          <w:sz w:val="24"/>
          <w:szCs w:val="24"/>
        </w:rPr>
        <w:t>индивидуальный предприниматель</w:t>
      </w:r>
      <w:r w:rsidRPr="008977E2">
        <w:rPr>
          <w:rFonts w:ascii="Times New Roman" w:hAnsi="Times New Roman" w:cs="Times New Roman"/>
          <w:sz w:val="28"/>
          <w:szCs w:val="28"/>
        </w:rPr>
        <w:t xml:space="preserve">)       </w:t>
      </w:r>
      <w:r w:rsidRPr="008977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977E2">
        <w:rPr>
          <w:rFonts w:ascii="Times New Roman" w:hAnsi="Times New Roman" w:cs="Times New Roman"/>
          <w:sz w:val="28"/>
          <w:szCs w:val="28"/>
        </w:rPr>
        <w:t>(</w:t>
      </w:r>
      <w:r w:rsidRPr="00392007">
        <w:rPr>
          <w:rFonts w:ascii="Times New Roman" w:hAnsi="Times New Roman" w:cs="Times New Roman"/>
          <w:sz w:val="24"/>
          <w:szCs w:val="24"/>
        </w:rPr>
        <w:t>подпись и печать</w:t>
      </w:r>
      <w:r w:rsidRPr="008977E2">
        <w:rPr>
          <w:rFonts w:ascii="Times New Roman" w:hAnsi="Times New Roman" w:cs="Times New Roman"/>
          <w:sz w:val="28"/>
          <w:szCs w:val="28"/>
        </w:rPr>
        <w:t>)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451"/>
      <w:bookmarkEnd w:id="7"/>
      <w:r w:rsidRPr="008977E2">
        <w:rPr>
          <w:rFonts w:ascii="Times New Roman" w:hAnsi="Times New Roman" w:cs="Times New Roman"/>
          <w:sz w:val="28"/>
          <w:szCs w:val="28"/>
        </w:rPr>
        <w:t>Заявка на участие в открытом конкурсе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на право заключения договора об организации регулярных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перевозок пассажиров и багажа автомобильным транспортом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по маршруту городского округа «Город Калининград»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ЛОТ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___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    1.  Изучив  документацию  по  проведению  открытого  конкурса  на право заключения договора об организации регулярных перевозок пассажиров и багажа автомобильным    транспортом   по   маршруту   городского   округа   «Город Калининград», а  также  применимые к данному конкурсу нормативные правовые акты,</w:t>
      </w:r>
    </w:p>
    <w:p w:rsidR="00614861" w:rsidRPr="008977E2" w:rsidRDefault="00614861" w:rsidP="008977E2">
      <w:pPr>
        <w:pStyle w:val="ConsPlusNonformat"/>
        <w:jc w:val="both"/>
        <w:rPr>
          <w:sz w:val="28"/>
          <w:szCs w:val="28"/>
        </w:rPr>
      </w:pPr>
      <w:r w:rsidRPr="008977E2">
        <w:rPr>
          <w:sz w:val="28"/>
          <w:szCs w:val="28"/>
        </w:rPr>
        <w:t>_______________________________________________________</w:t>
      </w:r>
    </w:p>
    <w:p w:rsidR="00614861" w:rsidRPr="00392007" w:rsidRDefault="00614861" w:rsidP="008977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977E2">
        <w:rPr>
          <w:sz w:val="28"/>
          <w:szCs w:val="28"/>
        </w:rPr>
        <w:t xml:space="preserve">                        </w:t>
      </w:r>
      <w:r w:rsidRPr="00392007">
        <w:rPr>
          <w:rFonts w:ascii="Times New Roman" w:hAnsi="Times New Roman" w:cs="Times New Roman"/>
          <w:sz w:val="24"/>
          <w:szCs w:val="24"/>
        </w:rPr>
        <w:t>(наименование претендента)</w:t>
      </w:r>
    </w:p>
    <w:p w:rsidR="00614861" w:rsidRPr="008977E2" w:rsidRDefault="00614861" w:rsidP="00486A6B">
      <w:pPr>
        <w:pStyle w:val="ConsPlusNonforma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977E2">
        <w:rPr>
          <w:rFonts w:ascii="Times New Roman" w:hAnsi="Times New Roman" w:cs="Times New Roman"/>
          <w:sz w:val="28"/>
          <w:szCs w:val="28"/>
        </w:rPr>
        <w:t>лице</w:t>
      </w:r>
      <w:r w:rsidRPr="008977E2">
        <w:rPr>
          <w:sz w:val="28"/>
          <w:szCs w:val="28"/>
        </w:rPr>
        <w:t xml:space="preserve"> _______________________________________________________</w:t>
      </w:r>
    </w:p>
    <w:p w:rsidR="00614861" w:rsidRPr="00392007" w:rsidRDefault="00614861" w:rsidP="008977E2">
      <w:pPr>
        <w:pStyle w:val="ConsPlusNonformat"/>
        <w:ind w:firstLine="708"/>
        <w:jc w:val="both"/>
        <w:rPr>
          <w:rFonts w:cs="Times New Roman"/>
          <w:sz w:val="24"/>
          <w:szCs w:val="24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      </w:t>
      </w:r>
      <w:r w:rsidRPr="00392007">
        <w:rPr>
          <w:rFonts w:ascii="Times New Roman" w:hAnsi="Times New Roman" w:cs="Times New Roman"/>
          <w:sz w:val="24"/>
          <w:szCs w:val="24"/>
        </w:rPr>
        <w:t>(должность, Ф.И.О. руководителя юридического лица, индивидуального предпринимателя)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сообщает  о  согласии  участвовать  в  конкурсе (по вышеуказанному лоту) на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условиях,  установленных  конкурсной  документацией, и направляет настоящую заявку.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Мы с</w:t>
      </w:r>
      <w:r w:rsidRPr="008977E2">
        <w:rPr>
          <w:rFonts w:ascii="Times New Roman" w:hAnsi="Times New Roman" w:cs="Times New Roman"/>
          <w:sz w:val="28"/>
          <w:szCs w:val="28"/>
        </w:rPr>
        <w:t xml:space="preserve">огласны организовать перевозки в соответствии с требованиями настоящей конкурсной документации и на условиях, которые мы представили в настоящей заявке на участие в конкурсе (во всех </w:t>
      </w:r>
      <w:hyperlink w:anchor="P575" w:history="1">
        <w:r w:rsidRPr="008977E2">
          <w:rPr>
            <w:rFonts w:ascii="Times New Roman" w:hAnsi="Times New Roman" w:cs="Times New Roman"/>
            <w:sz w:val="28"/>
            <w:szCs w:val="28"/>
          </w:rPr>
          <w:t>приложениях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настоящей заявке на участие в конкурсе):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</w:p>
    <w:tbl>
      <w:tblPr>
        <w:tblW w:w="963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48"/>
        <w:gridCol w:w="5873"/>
        <w:gridCol w:w="1417"/>
        <w:gridCol w:w="1701"/>
      </w:tblGrid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Значение (цифрами и прописью)</w:t>
            </w: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Год выпуска транспортных средств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предлагаемых для использования по соответствующему лоту (маршруту) автобусов большого и малого классов 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rPr>
          <w:trHeight w:val="333"/>
        </w:trPr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2000 и ранее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Экологический класс транспортных средств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Количество предлагаемых для использования по соответствующему лоту (маршруту) автобусов, соответствующих экологическому классу ЕВРО-5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Количество предлагаемых для использования по соответствующему лоту (маршруту) автобусов, соответствующих экологическому классу ЕВРО-4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873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Количество предлагаемых для использования по соответствующему лоту (маршруту) автобусов, соответствующих экологическому классу ЕВРО-3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48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5873" w:type="dxa"/>
          </w:tcPr>
          <w:p w:rsidR="00614861" w:rsidRPr="008977E2" w:rsidRDefault="00614861" w:rsidP="003920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Количество предлагаемых для использования по соответствующему лоту (маршруту) автобусов, соответствующих экологическому классу ЕВРО-2, 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автобусов,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экологический класс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которых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 не установлен</w:t>
            </w:r>
          </w:p>
        </w:tc>
        <w:tc>
          <w:tcPr>
            <w:tcW w:w="1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 w:rsidR="00614861" w:rsidRDefault="00614861" w:rsidP="008977E2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 При исполнении договора мы гарантируем: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- осуществление регулярных перевозок пассажиров в соответствии с требованиями нормативных правовых актов Российской Федерации, Калининградской области, органов местного самоуправления, в том числе требованиями Федерального </w:t>
      </w:r>
      <w:hyperlink r:id="rId12" w:history="1">
        <w:r w:rsidRPr="008977E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от 10.12.1995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 xml:space="preserve">196-ФЗ «О безопасности дорожного движения», Федерального </w:t>
      </w:r>
      <w:hyperlink r:id="rId13" w:history="1">
        <w:r w:rsidRPr="008977E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от 08.11.2007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 xml:space="preserve">259-ФЗ «Устав автомобильного транспорта и городского наземного электрического транспорта», </w:t>
      </w:r>
      <w:hyperlink r:id="rId14" w:history="1">
        <w:r w:rsidRPr="008977E2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14.02.2009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 xml:space="preserve">112 «Об утверждении Правил перевозок пассажиров и багажа автомобильным транспортом и городским наземным электрическим транспортом», </w:t>
      </w:r>
      <w:hyperlink r:id="rId15" w:history="1">
        <w:r w:rsidRPr="008977E2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02.04.2012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280 «Об утверждении Положения о лицензировании перевозок пассажиров автомобильным транспортом, оборудованным для перевозок более 8 человек (за исключением случая, если указанная деятельность осуществляется по заказам либо для собственных нужд юридического лица или индивидуального предпринимателя)»;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- соответствие требованиям настоящей конкурсной документации, в том числе </w:t>
      </w:r>
      <w:hyperlink w:anchor="P65" w:history="1">
        <w:r w:rsidRPr="008977E2">
          <w:rPr>
            <w:rFonts w:ascii="Times New Roman" w:hAnsi="Times New Roman" w:cs="Times New Roman"/>
            <w:sz w:val="28"/>
            <w:szCs w:val="28"/>
          </w:rPr>
          <w:t>п. 1.5 раздела 1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настоящей конкурсной документации «Информационная карта открытого конкурса».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4. В случае признания нас победителем конкурса (отдельного лота) обязуемся заключить договор об организации регулярных перевозок пассажиров и багажа автомобильным транспортом по маршруту городского округа «Город Калининград» в полном соответствии с условиями, представленными в нашей заявке на участие в конкурсе и определенными </w:t>
      </w:r>
      <w:hyperlink w:anchor="P1070" w:history="1">
        <w:r w:rsidRPr="008977E2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конкурсной документации.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5. Нам разъяснено и понятно, что заключение договора об организации регулярных перевозок пассажиров и багажа автомобильным транспортом общего пользования по маршруту является для победителя конкурса обязательным.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6. В случае признания нас победителем конкурса (отдельного лота) гарантируем исполнение договора об организации регулярных перевозок пассажиров и багажа автомобильным транспортом по маршруту городского округа «Город Калининград» в течение всего срока его действия в полном соответствии с условиями, представленными в нашей заявке на участие в конкурсе.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7. В случае признания нас победителем конкурса (отдельного лота) гарантируем представить транспортные средства для установки заказчиком оборудования для автоматической фиксации количества перевозимых пассажиров и оборудования системы электронного контроля оплаты проезда,</w:t>
      </w:r>
      <w:r w:rsidRPr="008977E2">
        <w:rPr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обеспечить сохранность и функционирование установленного заказчиком оборудования и его возврат по окончании срока действия срока договора.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8.  В случае признания нас победителем конкурса (отдельного лота) гарантируем обеспечить перевозку льготной категории граждан.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9. Настоящим уведомлены, что в случае утраты прав на производственно-техническую базу (помещения, оборудование) и транспортные средства, указанные в нашей заявке на участие в конкурсе в соответствии с требованиями конкур</w:t>
      </w:r>
      <w:r>
        <w:rPr>
          <w:rFonts w:ascii="Times New Roman" w:hAnsi="Times New Roman" w:cs="Times New Roman"/>
          <w:sz w:val="28"/>
          <w:szCs w:val="28"/>
        </w:rPr>
        <w:t>сной документации, или ухудшения</w:t>
      </w:r>
      <w:r w:rsidRPr="008977E2">
        <w:rPr>
          <w:rFonts w:ascii="Times New Roman" w:hAnsi="Times New Roman" w:cs="Times New Roman"/>
          <w:sz w:val="28"/>
          <w:szCs w:val="28"/>
        </w:rPr>
        <w:t xml:space="preserve"> их качественных, эксплуатационно-технических и любых иных характеристик, заказчик вправе досрочно в одностороннем порядке отказаться от исполнения договора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8977E2">
        <w:rPr>
          <w:rFonts w:ascii="Times New Roman" w:hAnsi="Times New Roman" w:cs="Times New Roman"/>
          <w:sz w:val="28"/>
          <w:szCs w:val="28"/>
        </w:rPr>
        <w:t xml:space="preserve"> организации регулярных перевозок пассажиров и багажа, если с нашей стороны не будет обеспечено в течение одного месяца со дня наступления указанного события наличие на законных основаниях иной производственно-технической базы (помещений, оборудования) и иных транспортных средств, соответствующих качественным, эксплуатационно-техническим и иным характеристикам, указанным в нашей заявке на участие в конкурсе, необходимых и достаточных для выполнения условий вышеуказанного договора.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10. Настоящим гарантируем достоверность представленной нами в заявке информации и подтверждаем право конкурсной комиссии формировать равные для всех участников конкурса (отдельного лота) условия: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10.1 запрашивать в уполномоченных органах и организациях, у упомянутых в нашей заявке юридических и физических лиц информацию, уточняющую представленные в ней сведения;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10.2 провести выездную проверку на предмет соответствия сведений, указанных в заявке на участие в конкурсе (отдельном лоте), фактическим условиям работы претендента;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10.3 в срок, не превышающий двух дней со дня вскрытия конвертов с заявками на участие в конкурсе, затребовать у нас письменные (устные) разъяснения положений, содержащихся в представленных нами документах в составе заявки на участие в конкурсе.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    </w:t>
      </w:r>
      <w:r w:rsidRPr="008977E2">
        <w:rPr>
          <w:rFonts w:ascii="Times New Roman" w:hAnsi="Times New Roman" w:cs="Times New Roman"/>
          <w:sz w:val="28"/>
          <w:szCs w:val="28"/>
        </w:rPr>
        <w:tab/>
        <w:t>11. Сообщаем,   что   для   оперативного   взаимодействия   по  вопросам организационного  характера  и взаимодействия с организатором конкурса нами уполномочен</w:t>
      </w:r>
    </w:p>
    <w:p w:rsidR="00614861" w:rsidRPr="008977E2" w:rsidRDefault="00614861" w:rsidP="008977E2">
      <w:pPr>
        <w:pStyle w:val="ConsPlusNonformat"/>
        <w:jc w:val="both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614861" w:rsidRPr="00650D5C" w:rsidRDefault="00614861" w:rsidP="008977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0D5C">
        <w:rPr>
          <w:rFonts w:ascii="Times New Roman" w:hAnsi="Times New Roman" w:cs="Times New Roman"/>
          <w:sz w:val="24"/>
          <w:szCs w:val="24"/>
        </w:rPr>
        <w:t xml:space="preserve"> (контактная информация об уполномоченном лице)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Все сведения о проведении конкурса просим сообщать указанному уполномоченному лицу.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12. Юридический и фактический адреса ___________, факс _____, банковские реквизиты:</w:t>
      </w:r>
    </w:p>
    <w:p w:rsidR="00614861" w:rsidRPr="008977E2" w:rsidRDefault="00614861" w:rsidP="008977E2">
      <w:pPr>
        <w:pStyle w:val="ConsPlusNormal"/>
        <w:jc w:val="both"/>
        <w:rPr>
          <w:sz w:val="28"/>
          <w:szCs w:val="28"/>
        </w:rPr>
      </w:pPr>
      <w:r w:rsidRPr="008977E2">
        <w:rPr>
          <w:sz w:val="28"/>
          <w:szCs w:val="28"/>
        </w:rPr>
        <w:t>___________________________________________________________________</w:t>
      </w:r>
    </w:p>
    <w:p w:rsidR="00614861" w:rsidRPr="008977E2" w:rsidRDefault="00614861" w:rsidP="008977E2">
      <w:pPr>
        <w:pStyle w:val="ConsPlusNormal"/>
        <w:jc w:val="both"/>
        <w:rPr>
          <w:sz w:val="28"/>
          <w:szCs w:val="28"/>
        </w:rPr>
      </w:pPr>
      <w:r w:rsidRPr="008977E2">
        <w:rPr>
          <w:sz w:val="28"/>
          <w:szCs w:val="28"/>
        </w:rPr>
        <w:t>___________________________________________________________________</w:t>
      </w:r>
    </w:p>
    <w:p w:rsidR="00614861" w:rsidRPr="008977E2" w:rsidRDefault="00614861" w:rsidP="008977E2">
      <w:pPr>
        <w:pStyle w:val="ConsPlusNormal"/>
        <w:jc w:val="both"/>
        <w:rPr>
          <w:sz w:val="28"/>
          <w:szCs w:val="28"/>
        </w:rPr>
      </w:pPr>
    </w:p>
    <w:p w:rsidR="00614861" w:rsidRPr="008977E2" w:rsidRDefault="00614861" w:rsidP="00486A6B">
      <w:pPr>
        <w:pStyle w:val="ConsPlusNormal"/>
        <w:rPr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Адрес электронной почты:</w:t>
      </w:r>
      <w:r w:rsidRPr="008977E2">
        <w:rPr>
          <w:sz w:val="28"/>
          <w:szCs w:val="28"/>
        </w:rPr>
        <w:t xml:space="preserve"> ____________________________________________________</w:t>
      </w:r>
    </w:p>
    <w:p w:rsidR="00614861" w:rsidRPr="008977E2" w:rsidRDefault="00614861" w:rsidP="008977E2">
      <w:pPr>
        <w:pStyle w:val="ConsPlusNormal"/>
        <w:jc w:val="both"/>
        <w:rPr>
          <w:rFonts w:cs="Times New Roman"/>
          <w:sz w:val="28"/>
          <w:szCs w:val="28"/>
        </w:rPr>
      </w:pPr>
    </w:p>
    <w:p w:rsidR="00614861" w:rsidRPr="008977E2" w:rsidRDefault="00614861" w:rsidP="00486A6B">
      <w:pPr>
        <w:pStyle w:val="ConsPlusNormal"/>
        <w:rPr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Корреспонденцию просим направлять по адресу</w:t>
      </w:r>
      <w:r w:rsidRPr="008977E2">
        <w:rPr>
          <w:sz w:val="28"/>
          <w:szCs w:val="28"/>
        </w:rPr>
        <w:t>: _______________________________</w:t>
      </w:r>
    </w:p>
    <w:p w:rsidR="00614861" w:rsidRPr="008977E2" w:rsidRDefault="00614861" w:rsidP="008977E2">
      <w:pPr>
        <w:pStyle w:val="ConsPlusNormal"/>
        <w:jc w:val="both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nformat"/>
        <w:jc w:val="both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  <w:r>
        <w:rPr>
          <w:sz w:val="28"/>
          <w:szCs w:val="28"/>
        </w:rPr>
        <w:t>________________</w:t>
      </w:r>
      <w:r w:rsidRPr="008977E2">
        <w:rPr>
          <w:rFonts w:ascii="Times New Roman" w:hAnsi="Times New Roman" w:cs="Times New Roman"/>
          <w:sz w:val="28"/>
          <w:szCs w:val="28"/>
        </w:rPr>
        <w:t>(фамилия, инициалы)</w:t>
      </w:r>
    </w:p>
    <w:p w:rsidR="00614861" w:rsidRPr="00650D5C" w:rsidRDefault="00614861" w:rsidP="008977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0D5C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 w:rsidRPr="00650D5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50D5C">
        <w:rPr>
          <w:rFonts w:ascii="Times New Roman" w:hAnsi="Times New Roman" w:cs="Times New Roman"/>
          <w:sz w:val="24"/>
          <w:szCs w:val="24"/>
        </w:rPr>
        <w:t xml:space="preserve"> (подпись и печать)</w:t>
      </w:r>
    </w:p>
    <w:p w:rsidR="00614861" w:rsidRPr="008977E2" w:rsidRDefault="00614861" w:rsidP="008977E2">
      <w:pPr>
        <w:pStyle w:val="ConsPlusNonformat"/>
        <w:jc w:val="both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nformat"/>
        <w:jc w:val="both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Главный бухгалтер</w:t>
      </w:r>
      <w:r w:rsidRPr="008977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________________________</w:t>
      </w:r>
      <w:r w:rsidRPr="008977E2">
        <w:rPr>
          <w:rFonts w:ascii="Times New Roman" w:hAnsi="Times New Roman" w:cs="Times New Roman"/>
          <w:sz w:val="28"/>
          <w:szCs w:val="28"/>
        </w:rPr>
        <w:t>(фамилия, инициалы)</w:t>
      </w:r>
    </w:p>
    <w:p w:rsidR="00614861" w:rsidRPr="00650D5C" w:rsidRDefault="00614861" w:rsidP="008977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977E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</w:t>
      </w:r>
      <w:r w:rsidRPr="00650D5C">
        <w:rPr>
          <w:rFonts w:ascii="Times New Roman" w:hAnsi="Times New Roman" w:cs="Times New Roman"/>
          <w:sz w:val="24"/>
          <w:szCs w:val="24"/>
        </w:rPr>
        <w:t>(подпись)</w:t>
      </w:r>
    </w:p>
    <w:p w:rsidR="00614861" w:rsidRDefault="00614861" w:rsidP="00650D5C">
      <w:pPr>
        <w:tabs>
          <w:tab w:val="left" w:pos="56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14861" w:rsidRPr="00650D5C" w:rsidRDefault="00614861" w:rsidP="00650D5C">
      <w:pPr>
        <w:tabs>
          <w:tab w:val="left" w:pos="5640"/>
        </w:tabs>
        <w:rPr>
          <w:sz w:val="28"/>
          <w:szCs w:val="28"/>
        </w:rPr>
        <w:sectPr w:rsidR="00614861" w:rsidRPr="00650D5C" w:rsidSect="00327BEC">
          <w:pgSz w:w="11905" w:h="16838"/>
          <w:pgMar w:top="1134" w:right="851" w:bottom="1134" w:left="1701" w:header="0" w:footer="0" w:gutter="0"/>
          <w:cols w:space="720"/>
          <w:titlePg/>
          <w:docGrid w:linePitch="299"/>
        </w:sectPr>
      </w:pPr>
      <w:r>
        <w:rPr>
          <w:sz w:val="28"/>
          <w:szCs w:val="28"/>
        </w:rPr>
        <w:tab/>
      </w:r>
    </w:p>
    <w:p w:rsidR="00614861" w:rsidRPr="008977E2" w:rsidRDefault="00614861" w:rsidP="008977E2">
      <w:pPr>
        <w:pStyle w:val="ConsPlusNormal"/>
        <w:ind w:left="4248" w:firstLine="1422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1</w:t>
      </w:r>
    </w:p>
    <w:p w:rsidR="00614861" w:rsidRPr="008977E2" w:rsidRDefault="00614861" w:rsidP="008977E2">
      <w:pPr>
        <w:pStyle w:val="ConsPlusNormal"/>
        <w:ind w:left="5664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«Заявка на участие в открытом конкурсе»</w:t>
      </w:r>
    </w:p>
    <w:p w:rsidR="00614861" w:rsidRPr="008977E2" w:rsidRDefault="00614861" w:rsidP="008977E2">
      <w:pPr>
        <w:pStyle w:val="ConsPlusNormal"/>
        <w:jc w:val="center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575"/>
      <w:bookmarkEnd w:id="8"/>
      <w:r w:rsidRPr="008977E2">
        <w:rPr>
          <w:rFonts w:ascii="Times New Roman" w:hAnsi="Times New Roman" w:cs="Times New Roman"/>
          <w:sz w:val="28"/>
          <w:szCs w:val="28"/>
        </w:rPr>
        <w:t>Сведения о транспортных средствах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по лоту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_______</w:t>
      </w:r>
    </w:p>
    <w:p w:rsidR="00614861" w:rsidRPr="008977E2" w:rsidRDefault="00614861" w:rsidP="008977E2">
      <w:pPr>
        <w:pStyle w:val="ConsPlusNormal"/>
        <w:jc w:val="center"/>
        <w:rPr>
          <w:rFonts w:cs="Times New Roman"/>
          <w:sz w:val="28"/>
          <w:szCs w:val="28"/>
        </w:rPr>
      </w:pPr>
    </w:p>
    <w:tbl>
      <w:tblPr>
        <w:tblW w:w="98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00"/>
        <w:gridCol w:w="6621"/>
        <w:gridCol w:w="1624"/>
      </w:tblGrid>
      <w:tr w:rsidR="00614861" w:rsidRPr="00CB5433">
        <w:tc>
          <w:tcPr>
            <w:tcW w:w="1600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62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62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614861" w:rsidRPr="00CB5433">
        <w:tc>
          <w:tcPr>
            <w:tcW w:w="1600" w:type="dxa"/>
            <w:vMerge w:val="restart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(для автобусов большого и малого классов)</w:t>
            </w:r>
          </w:p>
        </w:tc>
        <w:tc>
          <w:tcPr>
            <w:tcW w:w="6621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Марка, модель, тип автобуса и государственный регистрационный номер</w:t>
            </w:r>
          </w:p>
        </w:tc>
        <w:tc>
          <w:tcPr>
            <w:tcW w:w="162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1600" w:type="dxa"/>
            <w:vMerge/>
          </w:tcPr>
          <w:p w:rsidR="00614861" w:rsidRPr="00CB5433" w:rsidRDefault="00614861" w:rsidP="00897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Класс транспортного средства</w:t>
            </w:r>
          </w:p>
        </w:tc>
        <w:tc>
          <w:tcPr>
            <w:tcW w:w="162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1600" w:type="dxa"/>
            <w:vMerge/>
          </w:tcPr>
          <w:p w:rsidR="00614861" w:rsidRPr="00CB5433" w:rsidRDefault="00614861" w:rsidP="00897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Год выпуска</w:t>
            </w:r>
          </w:p>
        </w:tc>
        <w:tc>
          <w:tcPr>
            <w:tcW w:w="162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1600" w:type="dxa"/>
            <w:vMerge/>
          </w:tcPr>
          <w:p w:rsidR="00614861" w:rsidRPr="00CB5433" w:rsidRDefault="00614861" w:rsidP="00897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1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Экологический класс (класс не установлен, ЕВРО-2 ЕВРО-3, ЕВРО-4 и выше)</w:t>
            </w:r>
          </w:p>
        </w:tc>
        <w:tc>
          <w:tcPr>
            <w:tcW w:w="162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1600" w:type="dxa"/>
            <w:vMerge/>
          </w:tcPr>
          <w:p w:rsidR="00614861" w:rsidRPr="00CB5433" w:rsidRDefault="00614861" w:rsidP="00897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Пробег</w:t>
            </w:r>
          </w:p>
        </w:tc>
        <w:tc>
          <w:tcPr>
            <w:tcW w:w="162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1600" w:type="dxa"/>
            <w:vMerge/>
          </w:tcPr>
          <w:p w:rsidR="00614861" w:rsidRPr="00CB5433" w:rsidRDefault="00614861" w:rsidP="00897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Наименование (Ф.И.О.) собственника</w:t>
            </w:r>
          </w:p>
        </w:tc>
        <w:tc>
          <w:tcPr>
            <w:tcW w:w="162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1600" w:type="dxa"/>
            <w:vMerge/>
          </w:tcPr>
          <w:p w:rsidR="00614861" w:rsidRPr="00CB5433" w:rsidRDefault="00614861" w:rsidP="00897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1" w:type="dxa"/>
          </w:tcPr>
          <w:p w:rsidR="00614861" w:rsidRPr="008977E2" w:rsidRDefault="00614861" w:rsidP="00650D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Основание владения (собственность, аренда, иное законное право)</w:t>
            </w:r>
          </w:p>
        </w:tc>
        <w:tc>
          <w:tcPr>
            <w:tcW w:w="162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1600" w:type="dxa"/>
            <w:vMerge/>
          </w:tcPr>
          <w:p w:rsidR="00614861" w:rsidRPr="00CB5433" w:rsidRDefault="00614861" w:rsidP="00897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Номер полиса ОСАГО </w:t>
            </w:r>
          </w:p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Номер и срок действия талона о прохождении государственного технического осмотра (диагностической карты)</w:t>
            </w:r>
          </w:p>
        </w:tc>
        <w:tc>
          <w:tcPr>
            <w:tcW w:w="162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1600" w:type="dxa"/>
            <w:vMerge/>
          </w:tcPr>
          <w:p w:rsidR="00614861" w:rsidRPr="00CB5433" w:rsidRDefault="00614861" w:rsidP="00897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1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исправного видеорегистратора в салоне автобуса (фиксирующего дорожную ситуацию)</w:t>
            </w:r>
          </w:p>
        </w:tc>
        <w:tc>
          <w:tcPr>
            <w:tcW w:w="162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1600" w:type="dxa"/>
            <w:vMerge/>
          </w:tcPr>
          <w:p w:rsidR="00614861" w:rsidRPr="00CB5433" w:rsidRDefault="00614861" w:rsidP="00897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1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исправного видеорегистратора в салоне автобуса (фиксирующего ситуацию внутри салона)</w:t>
            </w:r>
          </w:p>
        </w:tc>
        <w:tc>
          <w:tcPr>
            <w:tcW w:w="162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1600" w:type="dxa"/>
            <w:vMerge/>
          </w:tcPr>
          <w:p w:rsidR="00614861" w:rsidRPr="00CB5433" w:rsidRDefault="00614861" w:rsidP="00897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1" w:type="dxa"/>
          </w:tcPr>
          <w:p w:rsidR="00614861" w:rsidRPr="008977E2" w:rsidRDefault="00614861" w:rsidP="008977E2">
            <w:pPr>
              <w:pStyle w:val="ConsPlusNormal"/>
              <w:ind w:right="4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кондиционера в салоне транспортного средства</w:t>
            </w:r>
          </w:p>
        </w:tc>
        <w:tc>
          <w:tcPr>
            <w:tcW w:w="162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1600" w:type="dxa"/>
            <w:vMerge/>
          </w:tcPr>
          <w:p w:rsidR="00614861" w:rsidRPr="00CB5433" w:rsidRDefault="00614861" w:rsidP="00897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1" w:type="dxa"/>
          </w:tcPr>
          <w:p w:rsidR="00614861" w:rsidRPr="008977E2" w:rsidRDefault="00614861" w:rsidP="00650D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салоне транспортного средства электронного монитора или информационного табло для отображения остановочных пунктов для глухих и слабослышащих </w:t>
            </w:r>
          </w:p>
        </w:tc>
        <w:tc>
          <w:tcPr>
            <w:tcW w:w="162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1600" w:type="dxa"/>
            <w:vMerge/>
          </w:tcPr>
          <w:p w:rsidR="00614861" w:rsidRPr="00CB5433" w:rsidRDefault="00614861" w:rsidP="00897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в автобусе оборудования для перевозки  инвалидов с нарушением опорно – двигательных функций (в соответствии с требованиями ГОСТ Р 50844-95 «Автобусы для перевозки инвалидов. Общие технические требования»)</w:t>
            </w:r>
          </w:p>
        </w:tc>
        <w:tc>
          <w:tcPr>
            <w:tcW w:w="162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Default="00614861" w:rsidP="00650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Количество транспортных средств, предлагаемых для осуществления перевозок по вышеуказанному лоту, должно соответствовать количеству, указанному в </w:t>
      </w:r>
      <w:hyperlink w:anchor="P339" w:history="1">
        <w:r w:rsidRPr="008977E2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разделу 1 «Информационная карта открытого конкурса» настоящей конкурсной документации.</w:t>
      </w:r>
    </w:p>
    <w:p w:rsidR="00614861" w:rsidRDefault="00614861" w:rsidP="00650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nformat"/>
        <w:jc w:val="both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  <w:r>
        <w:rPr>
          <w:sz w:val="28"/>
          <w:szCs w:val="28"/>
        </w:rPr>
        <w:t>________________</w:t>
      </w:r>
      <w:r w:rsidRPr="008977E2">
        <w:rPr>
          <w:rFonts w:ascii="Times New Roman" w:hAnsi="Times New Roman" w:cs="Times New Roman"/>
          <w:sz w:val="28"/>
          <w:szCs w:val="28"/>
        </w:rPr>
        <w:t>(фамилия, инициалы)</w:t>
      </w:r>
    </w:p>
    <w:p w:rsidR="00614861" w:rsidRPr="008977E2" w:rsidRDefault="00614861" w:rsidP="008977E2">
      <w:pPr>
        <w:pStyle w:val="ConsPlusNonformat"/>
        <w:jc w:val="both"/>
        <w:rPr>
          <w:rFonts w:ascii="Calibri" w:hAnsi="Calibri" w:cs="Calibri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(индивидуальный предприниматель)   </w:t>
      </w:r>
      <w:r w:rsidRPr="00650D5C">
        <w:rPr>
          <w:rFonts w:ascii="Times New Roman" w:hAnsi="Times New Roman" w:cs="Times New Roman"/>
          <w:sz w:val="24"/>
          <w:szCs w:val="24"/>
        </w:rPr>
        <w:t>(подпись и печать)</w:t>
      </w:r>
    </w:p>
    <w:p w:rsidR="00614861" w:rsidRPr="008977E2" w:rsidRDefault="00614861" w:rsidP="008977E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977E2">
        <w:rPr>
          <w:rFonts w:ascii="Times New Roman" w:hAnsi="Times New Roman" w:cs="Times New Roman"/>
          <w:sz w:val="28"/>
          <w:szCs w:val="28"/>
        </w:rPr>
        <w:br w:type="page"/>
      </w:r>
    </w:p>
    <w:p w:rsidR="00614861" w:rsidRPr="008977E2" w:rsidRDefault="00614861" w:rsidP="008062BE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</w:t>
      </w:r>
    </w:p>
    <w:p w:rsidR="00614861" w:rsidRPr="008977E2" w:rsidRDefault="00614861" w:rsidP="008062BE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«Заявка на участие</w:t>
      </w:r>
    </w:p>
    <w:p w:rsidR="00614861" w:rsidRPr="008977E2" w:rsidRDefault="00614861" w:rsidP="008062BE">
      <w:pPr>
        <w:pStyle w:val="ConsPlusNormal"/>
        <w:ind w:firstLine="5529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 открытом конкурсе»</w:t>
      </w:r>
    </w:p>
    <w:p w:rsidR="00614861" w:rsidRPr="008977E2" w:rsidRDefault="00614861" w:rsidP="008977E2">
      <w:pPr>
        <w:pStyle w:val="ConsPlusNormal"/>
        <w:jc w:val="center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622"/>
      <w:bookmarkEnd w:id="9"/>
      <w:r w:rsidRPr="008977E2">
        <w:rPr>
          <w:rFonts w:ascii="Times New Roman" w:hAnsi="Times New Roman" w:cs="Times New Roman"/>
          <w:sz w:val="28"/>
          <w:szCs w:val="28"/>
        </w:rPr>
        <w:t>Сведения о производственно-технической базе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(помещениях и оборудовании)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Производственно-техническая база должна включать следующие объекты (помещения, оборудование):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стоянку для хранения автобусов;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 </w:t>
      </w:r>
      <w:r w:rsidRPr="008977E2">
        <w:rPr>
          <w:rFonts w:ascii="Times New Roman" w:hAnsi="Times New Roman" w:cs="Times New Roman"/>
          <w:sz w:val="28"/>
          <w:szCs w:val="28"/>
        </w:rPr>
        <w:t>пост для технического обслуживания и текущего ремонта автобусов;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пост для чистки и мойки транспортных средств;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пост для выполнения технического контроля;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диспетчерский пункт по организации движения;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 </w:t>
      </w:r>
      <w:r w:rsidRPr="008977E2">
        <w:rPr>
          <w:rFonts w:ascii="Times New Roman" w:hAnsi="Times New Roman" w:cs="Times New Roman"/>
          <w:sz w:val="28"/>
          <w:szCs w:val="28"/>
        </w:rPr>
        <w:t>оборудованный кабинет предрейсовых и послерейсовых медицинских осмотров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7E2">
        <w:rPr>
          <w:rFonts w:ascii="Times New Roman" w:hAnsi="Times New Roman" w:cs="Times New Roman"/>
          <w:sz w:val="28"/>
          <w:szCs w:val="28"/>
        </w:rPr>
        <w:t xml:space="preserve"> имеющий санитарно-эпидемическое заключение;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 </w:t>
      </w:r>
      <w:r w:rsidRPr="008977E2">
        <w:rPr>
          <w:rFonts w:ascii="Times New Roman" w:hAnsi="Times New Roman" w:cs="Times New Roman"/>
          <w:sz w:val="28"/>
          <w:szCs w:val="28"/>
        </w:rPr>
        <w:t>оборудованный класс для проведения занятий по безопасности дорожного движения (в соответствии с Положением по оснащению и организации работы кабинетов безопасности движения, РД-200-РСФСР-12-0071-86-07).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</w:p>
    <w:tbl>
      <w:tblPr>
        <w:tblW w:w="994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993"/>
        <w:gridCol w:w="3953"/>
        <w:gridCol w:w="2911"/>
        <w:gridCol w:w="2086"/>
      </w:tblGrid>
      <w:tr w:rsidR="00614861" w:rsidRPr="00CB5433">
        <w:tc>
          <w:tcPr>
            <w:tcW w:w="99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5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(помещения, оборудования)</w:t>
            </w:r>
          </w:p>
        </w:tc>
        <w:tc>
          <w:tcPr>
            <w:tcW w:w="291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Адрес месторасположения</w:t>
            </w:r>
          </w:p>
        </w:tc>
        <w:tc>
          <w:tcPr>
            <w:tcW w:w="208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Основание владения (пользования): собственность, аренда, иное вещное право</w:t>
            </w:r>
          </w:p>
        </w:tc>
      </w:tr>
      <w:tr w:rsidR="00614861" w:rsidRPr="00CB5433">
        <w:tc>
          <w:tcPr>
            <w:tcW w:w="99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53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Описание:</w:t>
            </w:r>
          </w:p>
        </w:tc>
        <w:tc>
          <w:tcPr>
            <w:tcW w:w="291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99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53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Описание:</w:t>
            </w:r>
          </w:p>
        </w:tc>
        <w:tc>
          <w:tcPr>
            <w:tcW w:w="291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993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и т.д.</w:t>
            </w:r>
          </w:p>
        </w:tc>
        <w:tc>
          <w:tcPr>
            <w:tcW w:w="3953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4861" w:rsidRPr="008977E2" w:rsidRDefault="00614861" w:rsidP="008977E2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655"/>
      <w:bookmarkEnd w:id="10"/>
      <w:r w:rsidRPr="008977E2">
        <w:rPr>
          <w:rFonts w:ascii="Times New Roman" w:hAnsi="Times New Roman" w:cs="Times New Roman"/>
          <w:sz w:val="28"/>
          <w:szCs w:val="28"/>
        </w:rPr>
        <w:t>1. Необходимо указать: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общую площадь территории производственно-технической базы;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состав производственно-технической базы, который должен включать все вышеуказанные объекты (помещения, оборудование), подробное описание каждого из вышеуказанных объектов (помещений, оборудования), площадь каждого из вы</w:t>
      </w:r>
      <w:r>
        <w:rPr>
          <w:rFonts w:ascii="Times New Roman" w:hAnsi="Times New Roman" w:cs="Times New Roman"/>
          <w:sz w:val="28"/>
          <w:szCs w:val="28"/>
        </w:rPr>
        <w:t>шеуказанных объектов (помещений</w:t>
      </w:r>
      <w:r w:rsidRPr="008977E2">
        <w:rPr>
          <w:rFonts w:ascii="Times New Roman" w:hAnsi="Times New Roman" w:cs="Times New Roman"/>
          <w:sz w:val="28"/>
          <w:szCs w:val="28"/>
        </w:rPr>
        <w:t>) в отдельности;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наличие коммуникаций;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 </w:t>
      </w:r>
      <w:r w:rsidRPr="008977E2">
        <w:rPr>
          <w:rFonts w:ascii="Times New Roman" w:hAnsi="Times New Roman" w:cs="Times New Roman"/>
          <w:sz w:val="28"/>
          <w:szCs w:val="28"/>
        </w:rPr>
        <w:t>другие данные, характеризующие возможности производственно-технической базы (помещений, оборудования).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Примечание: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в случае если указанная производственно-техническая база и (или) земельный участок, на котором она расположена, находятся у претендента на участие в конкурсе в собственности, представляются копии свидетельств о государственной регистрации права на здания и сооружения, технических паспортов;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в случае если указанная производственно-техническая база либо земельный участок, на котором она расположена, находятся у претендента на участие в конкурсе в аренде или ином вещном</w:t>
      </w:r>
      <w:r>
        <w:rPr>
          <w:rFonts w:ascii="Times New Roman" w:hAnsi="Times New Roman" w:cs="Times New Roman"/>
          <w:sz w:val="28"/>
          <w:szCs w:val="28"/>
        </w:rPr>
        <w:t xml:space="preserve"> праве</w:t>
      </w:r>
      <w:r w:rsidRPr="008977E2">
        <w:rPr>
          <w:rFonts w:ascii="Times New Roman" w:hAnsi="Times New Roman" w:cs="Times New Roman"/>
          <w:sz w:val="28"/>
          <w:szCs w:val="28"/>
        </w:rPr>
        <w:t>, предоставляются заверенные претендентом копии договора аренды, иных договоров или документов, подтверждающих право пользования имуществом или иное вещное право (с указанием размера арендуемых площадей), в том числе земельным участком, копии технических паспортов зданий и сооружений.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</w:p>
    <w:p w:rsidR="00614861" w:rsidRPr="008977E2" w:rsidRDefault="00614861" w:rsidP="00650D5C">
      <w:pPr>
        <w:pStyle w:val="ConsPlusNonformat"/>
        <w:jc w:val="both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  <w:r>
        <w:rPr>
          <w:sz w:val="28"/>
          <w:szCs w:val="28"/>
        </w:rPr>
        <w:t>________________(</w:t>
      </w:r>
      <w:r w:rsidRPr="008977E2">
        <w:rPr>
          <w:rFonts w:ascii="Times New Roman" w:hAnsi="Times New Roman" w:cs="Times New Roman"/>
          <w:sz w:val="28"/>
          <w:szCs w:val="28"/>
        </w:rPr>
        <w:t>фамилия, инициалы)</w:t>
      </w:r>
    </w:p>
    <w:p w:rsidR="00614861" w:rsidRPr="00650D5C" w:rsidRDefault="00614861" w:rsidP="008977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(индивидуальный предприниматель)   </w:t>
      </w:r>
      <w:r w:rsidRPr="00650D5C">
        <w:rPr>
          <w:rFonts w:ascii="Times New Roman" w:hAnsi="Times New Roman" w:cs="Times New Roman"/>
          <w:sz w:val="24"/>
          <w:szCs w:val="24"/>
        </w:rPr>
        <w:t>(подпись и печать)</w:t>
      </w:r>
    </w:p>
    <w:p w:rsidR="00614861" w:rsidRPr="008977E2" w:rsidRDefault="00614861" w:rsidP="008977E2">
      <w:pPr>
        <w:rPr>
          <w:sz w:val="28"/>
          <w:szCs w:val="28"/>
          <w:lang w:eastAsia="ru-RU"/>
        </w:rPr>
      </w:pPr>
      <w:r w:rsidRPr="008977E2">
        <w:rPr>
          <w:sz w:val="28"/>
          <w:szCs w:val="28"/>
        </w:rPr>
        <w:br w:type="page"/>
      </w:r>
    </w:p>
    <w:p w:rsidR="00614861" w:rsidRPr="00496815" w:rsidRDefault="00614861" w:rsidP="00496815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  <w:lang w:eastAsia="ru-RU"/>
        </w:rPr>
      </w:pPr>
      <w:r w:rsidRPr="00496815">
        <w:rPr>
          <w:rFonts w:ascii="Times New Roman" w:hAnsi="Times New Roman" w:cs="Times New Roman"/>
          <w:sz w:val="28"/>
          <w:szCs w:val="28"/>
          <w:lang w:eastAsia="ru-RU"/>
        </w:rPr>
        <w:t>Приложение №3</w:t>
      </w:r>
    </w:p>
    <w:p w:rsidR="00614861" w:rsidRPr="00496815" w:rsidRDefault="00614861" w:rsidP="00496815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  <w:lang w:eastAsia="ru-RU"/>
        </w:rPr>
      </w:pPr>
      <w:r w:rsidRPr="00496815">
        <w:rPr>
          <w:rFonts w:ascii="Times New Roman" w:hAnsi="Times New Roman" w:cs="Times New Roman"/>
          <w:sz w:val="28"/>
          <w:szCs w:val="28"/>
          <w:lang w:eastAsia="ru-RU"/>
        </w:rPr>
        <w:t>к форме №2 «Заявка на участие</w:t>
      </w:r>
    </w:p>
    <w:p w:rsidR="00614861" w:rsidRPr="00496815" w:rsidRDefault="00614861" w:rsidP="00496815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  <w:lang w:eastAsia="ru-RU"/>
        </w:rPr>
      </w:pPr>
      <w:r w:rsidRPr="00496815">
        <w:rPr>
          <w:rFonts w:ascii="Times New Roman" w:hAnsi="Times New Roman" w:cs="Times New Roman"/>
          <w:sz w:val="28"/>
          <w:szCs w:val="28"/>
          <w:lang w:eastAsia="ru-RU"/>
        </w:rPr>
        <w:t>в открытом конкурсе»</w:t>
      </w:r>
    </w:p>
    <w:p w:rsidR="00614861" w:rsidRPr="008977E2" w:rsidRDefault="00614861" w:rsidP="008977E2">
      <w:pPr>
        <w:pStyle w:val="ConsPlusNormal"/>
        <w:jc w:val="center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673"/>
      <w:bookmarkEnd w:id="11"/>
      <w:r w:rsidRPr="008977E2">
        <w:rPr>
          <w:rFonts w:ascii="Times New Roman" w:hAnsi="Times New Roman" w:cs="Times New Roman"/>
          <w:sz w:val="28"/>
          <w:szCs w:val="28"/>
        </w:rPr>
        <w:t>Сведения о качественных показателях работы по осуществлению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пассажирских перевозок автомобильным транспортом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общего пользования</w:t>
      </w:r>
    </w:p>
    <w:p w:rsidR="00614861" w:rsidRPr="008977E2" w:rsidRDefault="00614861" w:rsidP="008977E2">
      <w:pPr>
        <w:pStyle w:val="ConsPlusNormal"/>
        <w:jc w:val="center"/>
        <w:rPr>
          <w:rFonts w:cs="Times New Roman"/>
          <w:sz w:val="28"/>
          <w:szCs w:val="28"/>
        </w:rPr>
      </w:pPr>
    </w:p>
    <w:tbl>
      <w:tblPr>
        <w:tblW w:w="98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76"/>
        <w:gridCol w:w="7304"/>
        <w:gridCol w:w="1854"/>
      </w:tblGrid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Информация о наличии или отсутствии</w:t>
            </w: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Организация работ по обеспечению безопасности дорожного движения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документации по планированию работ по предупреждению ДТП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документации по планированию и проведению инструктажей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документации по планированию и проведению с водителями занятий по повышению уровня профессиональных знаний и мастерства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документации по проведению стажировки водительского состава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и ведение личных карточек водителей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документации по проведению медицинского освидетельствования водителей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Организация предрейсового и послерейсового медицинского контроля водителей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Документальное подтверждение выполнения планов ТО-1 и ТО-2 на базе, имеющей сертификат соответствия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Организация исполнения законодательства о труде и охране труда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документации о прохождении обучения по охране труда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инструкций по охране труда всех должностных лиц предприятия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документации по проведению инструктажей всех видов (вводного, первичного, повторного, внепланового)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трудовых договоров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Размещение ТБО. Деятельность по сбору, использованию, обезвреживанию, транспортировке и размещению отходов 4-го класса опасности (автомобильных переработанных масел, отработанных покрышек и аккумуляторных батарей и др.)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04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Наличие лицензии на обращение с опасными отходами</w:t>
            </w:r>
          </w:p>
        </w:tc>
        <w:tc>
          <w:tcPr>
            <w:tcW w:w="1854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4861" w:rsidRPr="008977E2" w:rsidRDefault="00614861" w:rsidP="008977E2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</w:p>
    <w:p w:rsidR="00614861" w:rsidRPr="008977E2" w:rsidRDefault="00614861" w:rsidP="00BC096B">
      <w:pPr>
        <w:pStyle w:val="ConsPlusNonformat"/>
        <w:jc w:val="both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  <w:r>
        <w:rPr>
          <w:sz w:val="28"/>
          <w:szCs w:val="28"/>
        </w:rPr>
        <w:t>_________________</w:t>
      </w:r>
      <w:r w:rsidRPr="008977E2">
        <w:rPr>
          <w:rFonts w:ascii="Times New Roman" w:hAnsi="Times New Roman" w:cs="Times New Roman"/>
          <w:sz w:val="28"/>
          <w:szCs w:val="28"/>
        </w:rPr>
        <w:t>(фамилия, инициалы)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(индивидуальный предприниматель)   </w:t>
      </w:r>
      <w:r w:rsidRPr="00BC096B">
        <w:rPr>
          <w:rFonts w:ascii="Times New Roman" w:hAnsi="Times New Roman" w:cs="Times New Roman"/>
          <w:sz w:val="24"/>
          <w:szCs w:val="24"/>
        </w:rPr>
        <w:t>(подпись и печать)</w:t>
      </w:r>
    </w:p>
    <w:p w:rsidR="00614861" w:rsidRPr="008977E2" w:rsidRDefault="00614861" w:rsidP="008977E2">
      <w:pPr>
        <w:pStyle w:val="ConsPlusNormal"/>
        <w:jc w:val="right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right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rPr>
          <w:sz w:val="28"/>
          <w:szCs w:val="28"/>
          <w:lang w:eastAsia="ru-RU"/>
        </w:rPr>
      </w:pPr>
      <w:r w:rsidRPr="008977E2">
        <w:rPr>
          <w:sz w:val="28"/>
          <w:szCs w:val="28"/>
        </w:rPr>
        <w:br w:type="page"/>
      </w:r>
    </w:p>
    <w:p w:rsidR="00614861" w:rsidRPr="008977E2" w:rsidRDefault="00614861" w:rsidP="008977E2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4</w:t>
      </w:r>
    </w:p>
    <w:p w:rsidR="00614861" w:rsidRPr="008977E2" w:rsidRDefault="00614861" w:rsidP="008977E2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«Заявка на участие в открытом конкурсе»</w:t>
      </w:r>
    </w:p>
    <w:p w:rsidR="00614861" w:rsidRPr="008977E2" w:rsidRDefault="00614861" w:rsidP="008977E2">
      <w:pPr>
        <w:pStyle w:val="ConsPlusNormal"/>
        <w:jc w:val="center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759"/>
      <w:bookmarkEnd w:id="12"/>
      <w:r w:rsidRPr="008977E2">
        <w:rPr>
          <w:rFonts w:ascii="Times New Roman" w:hAnsi="Times New Roman" w:cs="Times New Roman"/>
          <w:sz w:val="28"/>
          <w:szCs w:val="28"/>
        </w:rPr>
        <w:t xml:space="preserve">Анкета юридического лица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претендента</w:t>
      </w:r>
      <w:r w:rsidRPr="008977E2">
        <w:rPr>
          <w:rFonts w:ascii="Times New Roman" w:hAnsi="Times New Roman" w:cs="Times New Roman"/>
          <w:sz w:val="28"/>
          <w:szCs w:val="28"/>
        </w:rPr>
        <w:t xml:space="preserve"> открытого конкурса</w:t>
      </w:r>
    </w:p>
    <w:p w:rsidR="00614861" w:rsidRPr="008977E2" w:rsidRDefault="00614861" w:rsidP="008977E2">
      <w:pPr>
        <w:pStyle w:val="ConsPlusNormal"/>
        <w:jc w:val="center"/>
        <w:rPr>
          <w:rFonts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76"/>
        <w:gridCol w:w="6075"/>
        <w:gridCol w:w="3003"/>
      </w:tblGrid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075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003" w:type="dxa"/>
          </w:tcPr>
          <w:p w:rsidR="00614861" w:rsidRPr="008977E2" w:rsidRDefault="00614861" w:rsidP="00BC09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Данные претендента конкурса </w:t>
            </w: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75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3003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075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003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075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Адрес фактического местоположения</w:t>
            </w:r>
          </w:p>
        </w:tc>
        <w:tc>
          <w:tcPr>
            <w:tcW w:w="3003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075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3003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075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3003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075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наименование обслуживающего банка;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расчетный счет;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корреспондентский счет;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БИК;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ОКПО;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ОКОНХ</w:t>
            </w:r>
          </w:p>
        </w:tc>
        <w:tc>
          <w:tcPr>
            <w:tcW w:w="3003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075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Регистрационные данные: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дата регистрации;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место регистрации;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орган регистрации</w:t>
            </w:r>
          </w:p>
        </w:tc>
        <w:tc>
          <w:tcPr>
            <w:tcW w:w="3003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075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Размер уставного капитала</w:t>
            </w:r>
          </w:p>
        </w:tc>
        <w:tc>
          <w:tcPr>
            <w:tcW w:w="3003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075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Номер и почтовый адрес Инспекции Федеральной налоговой службы, в которой юридическое лицо зарегистрировано в качестве налогоплательщика</w:t>
            </w:r>
          </w:p>
        </w:tc>
        <w:tc>
          <w:tcPr>
            <w:tcW w:w="3003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075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3003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075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3003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075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3003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075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</w:p>
        </w:tc>
        <w:tc>
          <w:tcPr>
            <w:tcW w:w="3003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075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Опыт (срок) работы в сфере пассажирских перевозок</w:t>
            </w:r>
          </w:p>
        </w:tc>
        <w:tc>
          <w:tcPr>
            <w:tcW w:w="3003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Мы, нижеподписавшиеся, заверяем правильность всех данных, указанных в анкете.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</w:p>
    <w:p w:rsidR="00614861" w:rsidRPr="008977E2" w:rsidRDefault="00614861" w:rsidP="00BC096B">
      <w:pPr>
        <w:pStyle w:val="ConsPlusNonformat"/>
        <w:jc w:val="both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  <w:r>
        <w:rPr>
          <w:sz w:val="28"/>
          <w:szCs w:val="28"/>
        </w:rPr>
        <w:t>________________</w:t>
      </w:r>
      <w:r w:rsidRPr="008977E2">
        <w:rPr>
          <w:rFonts w:ascii="Times New Roman" w:hAnsi="Times New Roman" w:cs="Times New Roman"/>
          <w:sz w:val="28"/>
          <w:szCs w:val="28"/>
        </w:rPr>
        <w:t>(фамилия, инициалы)</w:t>
      </w:r>
    </w:p>
    <w:p w:rsidR="00614861" w:rsidRPr="008977E2" w:rsidRDefault="00614861" w:rsidP="008977E2">
      <w:pPr>
        <w:pStyle w:val="ConsPlusNonformat"/>
        <w:jc w:val="both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(индивидуальный предприниматель)   </w:t>
      </w:r>
      <w:r w:rsidRPr="00BC096B">
        <w:rPr>
          <w:rFonts w:ascii="Times New Roman" w:hAnsi="Times New Roman" w:cs="Times New Roman"/>
          <w:sz w:val="24"/>
          <w:szCs w:val="24"/>
        </w:rPr>
        <w:t>(подпись и печать)</w:t>
      </w:r>
    </w:p>
    <w:p w:rsidR="00614861" w:rsidRPr="008977E2" w:rsidRDefault="00614861" w:rsidP="008977E2">
      <w:pPr>
        <w:pStyle w:val="ConsPlusNonformat"/>
        <w:jc w:val="both"/>
        <w:rPr>
          <w:sz w:val="28"/>
          <w:szCs w:val="28"/>
        </w:rPr>
      </w:pPr>
      <w:r w:rsidRPr="008977E2">
        <w:rPr>
          <w:sz w:val="28"/>
          <w:szCs w:val="28"/>
        </w:rPr>
        <w:t xml:space="preserve">    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Главный бухгалтер _________________        ___________________________</w:t>
      </w:r>
    </w:p>
    <w:p w:rsidR="00614861" w:rsidRPr="00BC096B" w:rsidRDefault="00614861" w:rsidP="008977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977E2">
        <w:rPr>
          <w:sz w:val="28"/>
          <w:szCs w:val="28"/>
        </w:rPr>
        <w:t xml:space="preserve">                  </w:t>
      </w:r>
      <w:r w:rsidRPr="00BC096B">
        <w:rPr>
          <w:sz w:val="24"/>
          <w:szCs w:val="24"/>
        </w:rPr>
        <w:t>(</w:t>
      </w:r>
      <w:r w:rsidRPr="00BC096B">
        <w:rPr>
          <w:rFonts w:ascii="Times New Roman" w:hAnsi="Times New Roman" w:cs="Times New Roman"/>
          <w:sz w:val="24"/>
          <w:szCs w:val="24"/>
        </w:rPr>
        <w:t xml:space="preserve">подпись)               </w:t>
      </w:r>
      <w:r w:rsidRPr="00BC096B">
        <w:rPr>
          <w:rFonts w:ascii="Times New Roman" w:hAnsi="Times New Roman" w:cs="Times New Roman"/>
          <w:sz w:val="24"/>
          <w:szCs w:val="24"/>
        </w:rPr>
        <w:tab/>
      </w:r>
      <w:r w:rsidRPr="00BC096B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614861" w:rsidRPr="008977E2" w:rsidRDefault="00614861" w:rsidP="008977E2">
      <w:pPr>
        <w:pStyle w:val="ConsPlusNormal"/>
        <w:jc w:val="right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right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rPr>
          <w:sz w:val="28"/>
          <w:szCs w:val="28"/>
          <w:lang w:eastAsia="ru-RU"/>
        </w:rPr>
      </w:pPr>
      <w:r w:rsidRPr="008977E2">
        <w:rPr>
          <w:sz w:val="28"/>
          <w:szCs w:val="28"/>
        </w:rPr>
        <w:br w:type="page"/>
      </w:r>
    </w:p>
    <w:p w:rsidR="00614861" w:rsidRPr="008977E2" w:rsidRDefault="00614861" w:rsidP="008977E2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5</w:t>
      </w:r>
    </w:p>
    <w:p w:rsidR="00614861" w:rsidRPr="008977E2" w:rsidRDefault="00614861" w:rsidP="008977E2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«Заявка на участие</w:t>
      </w:r>
    </w:p>
    <w:p w:rsidR="00614861" w:rsidRPr="008977E2" w:rsidRDefault="00614861" w:rsidP="008977E2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 открытом конкурсе»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829"/>
      <w:bookmarkEnd w:id="13"/>
      <w:r w:rsidRPr="008977E2">
        <w:rPr>
          <w:rFonts w:ascii="Times New Roman" w:hAnsi="Times New Roman" w:cs="Times New Roman"/>
          <w:sz w:val="28"/>
          <w:szCs w:val="28"/>
        </w:rPr>
        <w:t xml:space="preserve">Анкета индивидуального предпринимателя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претендента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открытого конкурса</w:t>
      </w:r>
    </w:p>
    <w:p w:rsidR="00614861" w:rsidRPr="008977E2" w:rsidRDefault="00614861" w:rsidP="008977E2">
      <w:pPr>
        <w:pStyle w:val="ConsPlusNormal"/>
        <w:jc w:val="center"/>
        <w:rPr>
          <w:rFonts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76"/>
        <w:gridCol w:w="6901"/>
        <w:gridCol w:w="2170"/>
      </w:tblGrid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90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70" w:type="dxa"/>
          </w:tcPr>
          <w:p w:rsidR="00614861" w:rsidRPr="008977E2" w:rsidRDefault="00614861" w:rsidP="002B49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 xml:space="preserve">Данные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претендента</w:t>
            </w: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0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170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0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Паспортные данные</w:t>
            </w:r>
          </w:p>
        </w:tc>
        <w:tc>
          <w:tcPr>
            <w:tcW w:w="2170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0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2170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0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2170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90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наименование обслуживающего банка;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расчетный счет;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корреспондентский счет;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БИК;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ОКПО;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ОКОНХ</w:t>
            </w:r>
          </w:p>
        </w:tc>
        <w:tc>
          <w:tcPr>
            <w:tcW w:w="2170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90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Регистрационные данные: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дата регистрации;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место регистрации;</w:t>
            </w:r>
          </w:p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- орган регистрации</w:t>
            </w:r>
          </w:p>
        </w:tc>
        <w:tc>
          <w:tcPr>
            <w:tcW w:w="2170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90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Номер и почтовый адрес Инспекции Федеральной налоговой службы, в которой индивидуальный предприниматель зарегистрирован в качестве налогоплательщика</w:t>
            </w:r>
          </w:p>
        </w:tc>
        <w:tc>
          <w:tcPr>
            <w:tcW w:w="2170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90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2170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90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2170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90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2170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90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</w:p>
        </w:tc>
        <w:tc>
          <w:tcPr>
            <w:tcW w:w="2170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90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Опыт (срок) работы в сфере пассажирских перевозок</w:t>
            </w:r>
          </w:p>
        </w:tc>
        <w:tc>
          <w:tcPr>
            <w:tcW w:w="2170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4861" w:rsidRPr="008977E2" w:rsidRDefault="00614861" w:rsidP="00BE71CB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Я, нижеподписавшийся, заверяю правильность всех данных, указанных в анкете.</w:t>
      </w:r>
      <w:r w:rsidRPr="008977E2">
        <w:rPr>
          <w:sz w:val="28"/>
          <w:szCs w:val="28"/>
        </w:rPr>
        <w:t xml:space="preserve">          ________________________</w:t>
      </w:r>
      <w:r>
        <w:rPr>
          <w:sz w:val="28"/>
          <w:szCs w:val="28"/>
        </w:rPr>
        <w:t>_______________________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sz w:val="28"/>
          <w:szCs w:val="28"/>
        </w:rPr>
        <w:t xml:space="preserve">           </w:t>
      </w:r>
      <w:r w:rsidRPr="008977E2">
        <w:rPr>
          <w:rFonts w:ascii="Times New Roman" w:hAnsi="Times New Roman" w:cs="Times New Roman"/>
          <w:sz w:val="28"/>
          <w:szCs w:val="28"/>
        </w:rPr>
        <w:t xml:space="preserve">(подпись)           </w:t>
      </w:r>
      <w:r w:rsidRPr="008977E2">
        <w:rPr>
          <w:rFonts w:ascii="Times New Roman" w:hAnsi="Times New Roman" w:cs="Times New Roman"/>
          <w:sz w:val="28"/>
          <w:szCs w:val="28"/>
        </w:rPr>
        <w:tab/>
      </w:r>
      <w:r w:rsidRPr="008977E2">
        <w:rPr>
          <w:rFonts w:ascii="Times New Roman" w:hAnsi="Times New Roman" w:cs="Times New Roman"/>
          <w:sz w:val="28"/>
          <w:szCs w:val="28"/>
        </w:rPr>
        <w:tab/>
        <w:t xml:space="preserve">     (фамилия, инициалы)</w:t>
      </w:r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bookmarkStart w:id="14" w:name="P887"/>
      <w:bookmarkEnd w:id="14"/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496815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8977E2">
        <w:rPr>
          <w:rFonts w:ascii="Times New Roman" w:hAnsi="Times New Roman" w:cs="Times New Roman"/>
          <w:sz w:val="28"/>
          <w:szCs w:val="28"/>
        </w:rPr>
        <w:t>6</w:t>
      </w:r>
    </w:p>
    <w:p w:rsidR="00614861" w:rsidRPr="008977E2" w:rsidRDefault="00614861" w:rsidP="00496815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«Заявка на участие</w:t>
      </w:r>
    </w:p>
    <w:p w:rsidR="00614861" w:rsidRPr="008977E2" w:rsidRDefault="00614861" w:rsidP="00496815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 открытом конкурсе»</w:t>
      </w:r>
    </w:p>
    <w:p w:rsidR="00614861" w:rsidRPr="008977E2" w:rsidRDefault="00614861" w:rsidP="008977E2">
      <w:pPr>
        <w:pStyle w:val="ConsPlusNormal"/>
        <w:ind w:firstLine="540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Настоящим претендент подтверждает, что в отношении _________________________________________________________________</w:t>
      </w:r>
    </w:p>
    <w:p w:rsidR="00614861" w:rsidRPr="002B49B2" w:rsidRDefault="00614861" w:rsidP="008977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49B2">
        <w:rPr>
          <w:rFonts w:ascii="Times New Roman" w:hAnsi="Times New Roman" w:cs="Times New Roman"/>
          <w:sz w:val="24"/>
          <w:szCs w:val="24"/>
        </w:rPr>
        <w:t xml:space="preserve">       (указывается наименование пре</w:t>
      </w:r>
      <w:r>
        <w:rPr>
          <w:rFonts w:ascii="Times New Roman" w:hAnsi="Times New Roman" w:cs="Times New Roman"/>
          <w:sz w:val="24"/>
          <w:szCs w:val="24"/>
        </w:rPr>
        <w:t>тендента на участие в конкурсе)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1) не проводится процедура ликвидации (для юридического лица);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2) не принято арбитражным судом решение о признании банкротом и об открытии конкурсного производства;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3) деятельность не приостановлена в порядке, предусмотренном </w:t>
      </w:r>
      <w:hyperlink r:id="rId16" w:history="1">
        <w:r w:rsidRPr="008977E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614861" w:rsidRPr="00673903" w:rsidRDefault="00614861" w:rsidP="006739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3903">
        <w:rPr>
          <w:rFonts w:ascii="Times New Roman" w:hAnsi="Times New Roman" w:cs="Times New Roman"/>
          <w:sz w:val="28"/>
          <w:szCs w:val="28"/>
          <w:lang w:eastAsia="ru-RU"/>
        </w:rPr>
        <w:t xml:space="preserve">4) отсутствует задолженность по состоянию на 01.01.2016 года по налогам, сборам, страховым взносам, арендной плате за земельные участки и (или) муниципальное имущество, штрафам, наложенным дорожно-транспортным управлением комитета городского хозяйства администрации городского округа «Город Калининград», за нарушение договорных обязательств. 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</w:p>
    <w:p w:rsidR="00614861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  <w:r>
        <w:rPr>
          <w:sz w:val="28"/>
          <w:szCs w:val="28"/>
        </w:rPr>
        <w:t>_________________</w:t>
      </w:r>
      <w:r w:rsidRPr="008977E2">
        <w:rPr>
          <w:rFonts w:ascii="Times New Roman" w:hAnsi="Times New Roman" w:cs="Times New Roman"/>
          <w:sz w:val="28"/>
          <w:szCs w:val="28"/>
        </w:rPr>
        <w:t>(фамилия, инициалы)</w:t>
      </w:r>
    </w:p>
    <w:p w:rsidR="00614861" w:rsidRPr="008977E2" w:rsidRDefault="00614861" w:rsidP="008977E2">
      <w:pPr>
        <w:pStyle w:val="ConsPlusNonformat"/>
        <w:jc w:val="both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(индивидуальный предприниматель)   </w:t>
      </w:r>
      <w:r w:rsidRPr="002B49B2">
        <w:rPr>
          <w:rFonts w:ascii="Times New Roman" w:hAnsi="Times New Roman" w:cs="Times New Roman"/>
          <w:sz w:val="24"/>
          <w:szCs w:val="24"/>
        </w:rPr>
        <w:t>(подпись и печать)</w:t>
      </w:r>
    </w:p>
    <w:p w:rsidR="00614861" w:rsidRPr="008977E2" w:rsidRDefault="00614861" w:rsidP="008977E2">
      <w:pPr>
        <w:pStyle w:val="ConsPlusNonformat"/>
        <w:jc w:val="both"/>
        <w:rPr>
          <w:sz w:val="28"/>
          <w:szCs w:val="28"/>
        </w:rPr>
      </w:pPr>
      <w:r w:rsidRPr="008977E2">
        <w:rPr>
          <w:sz w:val="28"/>
          <w:szCs w:val="28"/>
        </w:rPr>
        <w:t xml:space="preserve">    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Главный бухгалтер __________________        ___________________________</w:t>
      </w:r>
    </w:p>
    <w:p w:rsidR="00614861" w:rsidRPr="002B49B2" w:rsidRDefault="00614861" w:rsidP="008977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977E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r w:rsidRPr="002B49B2">
        <w:rPr>
          <w:sz w:val="24"/>
          <w:szCs w:val="24"/>
        </w:rPr>
        <w:t>(</w:t>
      </w:r>
      <w:r w:rsidRPr="002B49B2">
        <w:rPr>
          <w:rFonts w:ascii="Times New Roman" w:hAnsi="Times New Roman" w:cs="Times New Roman"/>
          <w:sz w:val="24"/>
          <w:szCs w:val="24"/>
        </w:rPr>
        <w:t>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2B49B2">
        <w:rPr>
          <w:rFonts w:ascii="Times New Roman" w:hAnsi="Times New Roman" w:cs="Times New Roman"/>
          <w:sz w:val="24"/>
          <w:szCs w:val="24"/>
        </w:rPr>
        <w:t xml:space="preserve">  (фамилия, инициалы)</w:t>
      </w:r>
    </w:p>
    <w:p w:rsidR="00614861" w:rsidRPr="008977E2" w:rsidRDefault="00614861" w:rsidP="008977E2">
      <w:pPr>
        <w:rPr>
          <w:sz w:val="28"/>
          <w:szCs w:val="28"/>
          <w:lang w:eastAsia="ru-RU"/>
        </w:rPr>
      </w:pPr>
      <w:r w:rsidRPr="008977E2">
        <w:rPr>
          <w:sz w:val="28"/>
          <w:szCs w:val="28"/>
        </w:rPr>
        <w:br w:type="page"/>
      </w:r>
    </w:p>
    <w:p w:rsidR="00614861" w:rsidRPr="008977E2" w:rsidRDefault="00614861" w:rsidP="00496815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7</w:t>
      </w:r>
    </w:p>
    <w:p w:rsidR="00614861" w:rsidRPr="008977E2" w:rsidRDefault="00614861" w:rsidP="00496815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«Заявка на участие</w:t>
      </w:r>
    </w:p>
    <w:p w:rsidR="00614861" w:rsidRPr="008977E2" w:rsidRDefault="00614861" w:rsidP="00496815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 открытом конкурсе»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911"/>
      <w:bookmarkEnd w:id="15"/>
      <w:r w:rsidRPr="008977E2">
        <w:rPr>
          <w:rFonts w:ascii="Times New Roman" w:hAnsi="Times New Roman" w:cs="Times New Roman"/>
          <w:sz w:val="28"/>
          <w:szCs w:val="28"/>
        </w:rPr>
        <w:t>Доверенность на уполномоченное лицо, имеющее право подпис</w:t>
      </w:r>
      <w:r>
        <w:rPr>
          <w:rFonts w:ascii="Times New Roman" w:hAnsi="Times New Roman" w:cs="Times New Roman"/>
          <w:sz w:val="28"/>
          <w:szCs w:val="28"/>
        </w:rPr>
        <w:t>ания договоров</w:t>
      </w:r>
      <w:r w:rsidRPr="008977E2">
        <w:rPr>
          <w:rFonts w:ascii="Times New Roman" w:hAnsi="Times New Roman" w:cs="Times New Roman"/>
          <w:sz w:val="28"/>
          <w:szCs w:val="28"/>
        </w:rPr>
        <w:t xml:space="preserve"> и представления интересов претендента на участие в открытом конкурсе - юридического лица (индивидуального предпринимателя)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Дата_____ исх.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977E2">
        <w:rPr>
          <w:rFonts w:ascii="Times New Roman" w:hAnsi="Times New Roman" w:cs="Times New Roman"/>
          <w:sz w:val="28"/>
          <w:szCs w:val="28"/>
        </w:rPr>
        <w:t>Номер______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ДОВЕРЕННОСТЬ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____</w:t>
      </w:r>
    </w:p>
    <w:p w:rsidR="00614861" w:rsidRPr="008977E2" w:rsidRDefault="00614861" w:rsidP="008977E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г. Калининград</w:t>
      </w:r>
    </w:p>
    <w:p w:rsidR="00614861" w:rsidRPr="008977E2" w:rsidRDefault="00614861" w:rsidP="008977E2">
      <w:pPr>
        <w:pStyle w:val="ConsPlusNonformat"/>
        <w:jc w:val="both"/>
        <w:rPr>
          <w:sz w:val="28"/>
          <w:szCs w:val="28"/>
        </w:rPr>
      </w:pPr>
      <w:r w:rsidRPr="008977E2">
        <w:rPr>
          <w:sz w:val="28"/>
          <w:szCs w:val="28"/>
        </w:rPr>
        <w:t>_______________________________________________________</w:t>
      </w:r>
    </w:p>
    <w:p w:rsidR="00614861" w:rsidRPr="002B49B2" w:rsidRDefault="00614861" w:rsidP="008977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49B2">
        <w:rPr>
          <w:sz w:val="24"/>
          <w:szCs w:val="24"/>
        </w:rPr>
        <w:t xml:space="preserve">          (</w:t>
      </w:r>
      <w:r w:rsidRPr="002B49B2">
        <w:rPr>
          <w:rFonts w:ascii="Times New Roman" w:hAnsi="Times New Roman" w:cs="Times New Roman"/>
          <w:sz w:val="24"/>
          <w:szCs w:val="24"/>
        </w:rPr>
        <w:t>прописью число, месяц и год выдачи доверенности)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Юридическое  лицо  (индивидуальный  предприниматель) 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 претендент  на</w:t>
      </w:r>
    </w:p>
    <w:p w:rsidR="00614861" w:rsidRPr="008977E2" w:rsidRDefault="00614861" w:rsidP="008977E2">
      <w:pPr>
        <w:pStyle w:val="ConsPlusNonformat"/>
        <w:jc w:val="both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участие в конкурсе</w:t>
      </w:r>
    </w:p>
    <w:p w:rsidR="00614861" w:rsidRPr="008977E2" w:rsidRDefault="00614861" w:rsidP="008977E2">
      <w:pPr>
        <w:pStyle w:val="ConsPlusNonformat"/>
        <w:jc w:val="both"/>
        <w:rPr>
          <w:sz w:val="28"/>
          <w:szCs w:val="28"/>
        </w:rPr>
      </w:pPr>
      <w:r w:rsidRPr="008977E2">
        <w:rPr>
          <w:sz w:val="28"/>
          <w:szCs w:val="28"/>
        </w:rPr>
        <w:t>_______________________________________________________</w:t>
      </w:r>
    </w:p>
    <w:p w:rsidR="00614861" w:rsidRPr="002B49B2" w:rsidRDefault="00614861" w:rsidP="008977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49B2">
        <w:rPr>
          <w:rFonts w:ascii="Times New Roman" w:hAnsi="Times New Roman" w:cs="Times New Roman"/>
          <w:sz w:val="24"/>
          <w:szCs w:val="24"/>
        </w:rPr>
        <w:t>(наименование юридического лица)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доверяет</w:t>
      </w:r>
    </w:p>
    <w:p w:rsidR="00614861" w:rsidRPr="008977E2" w:rsidRDefault="00614861" w:rsidP="008977E2">
      <w:pPr>
        <w:pStyle w:val="ConsPlusNonformat"/>
        <w:jc w:val="both"/>
        <w:rPr>
          <w:sz w:val="28"/>
          <w:szCs w:val="28"/>
        </w:rPr>
      </w:pPr>
      <w:r w:rsidRPr="008977E2">
        <w:rPr>
          <w:sz w:val="28"/>
          <w:szCs w:val="28"/>
        </w:rPr>
        <w:t>_______________________________________________________</w:t>
      </w:r>
    </w:p>
    <w:p w:rsidR="00614861" w:rsidRPr="002B49B2" w:rsidRDefault="00614861" w:rsidP="008977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49B2">
        <w:rPr>
          <w:rFonts w:ascii="Times New Roman" w:hAnsi="Times New Roman" w:cs="Times New Roman"/>
          <w:sz w:val="24"/>
          <w:szCs w:val="24"/>
        </w:rPr>
        <w:t>(фамилия, имя, отчество, должность)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паспорт серии ____№_________выдан_______________ «____» _________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представлять интересы</w:t>
      </w:r>
    </w:p>
    <w:p w:rsidR="00614861" w:rsidRPr="008977E2" w:rsidRDefault="00614861" w:rsidP="008977E2">
      <w:pPr>
        <w:pStyle w:val="ConsPlusNonformat"/>
        <w:jc w:val="both"/>
        <w:rPr>
          <w:sz w:val="28"/>
          <w:szCs w:val="28"/>
        </w:rPr>
      </w:pPr>
      <w:r w:rsidRPr="008977E2">
        <w:rPr>
          <w:sz w:val="28"/>
          <w:szCs w:val="28"/>
        </w:rPr>
        <w:t>_______________________________________________________</w:t>
      </w:r>
    </w:p>
    <w:p w:rsidR="00614861" w:rsidRPr="008977E2" w:rsidRDefault="00614861" w:rsidP="008977E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   конкурсе  на  право  заключения  договоров  об  организации  регулярных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перевозок пассажиров и багажа автомобильным транспортом, проводимом администрацией городского округа «Город Калининград». В целях  выполнения  данного  поручения  он  уполномочен  представлять организатору   и   конкурсной   комиссии   необходимые   документы,  давать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необходимые  разъяснения, подписывать и получать от имени организации (индивидуального  предпринимателя) </w:t>
      </w:r>
      <w:r w:rsidRPr="008977E2">
        <w:rPr>
          <w:sz w:val="28"/>
          <w:szCs w:val="28"/>
        </w:rPr>
        <w:t>–</w:t>
      </w:r>
      <w:r w:rsidRPr="008977E2">
        <w:rPr>
          <w:rFonts w:ascii="Times New Roman" w:hAnsi="Times New Roman" w:cs="Times New Roman"/>
          <w:sz w:val="28"/>
          <w:szCs w:val="28"/>
        </w:rPr>
        <w:t xml:space="preserve"> доверителя все документы, связанные с выполнением поручения, в том числе протокол оценки и сопоставления заявок.</w:t>
      </w:r>
    </w:p>
    <w:p w:rsidR="00614861" w:rsidRPr="008977E2" w:rsidRDefault="00614861" w:rsidP="008977E2">
      <w:pPr>
        <w:pStyle w:val="ConsPlusNonformat"/>
        <w:jc w:val="both"/>
        <w:rPr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Подпись____________________    ________________________ удостоверяем</w:t>
      </w:r>
      <w:r w:rsidRPr="008977E2">
        <w:rPr>
          <w:sz w:val="28"/>
          <w:szCs w:val="28"/>
        </w:rPr>
        <w:t>.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sz w:val="28"/>
          <w:szCs w:val="28"/>
        </w:rPr>
        <w:t xml:space="preserve">        </w:t>
      </w:r>
      <w:r w:rsidRPr="008977E2">
        <w:rPr>
          <w:rFonts w:ascii="Times New Roman" w:hAnsi="Times New Roman" w:cs="Times New Roman"/>
          <w:sz w:val="28"/>
          <w:szCs w:val="28"/>
        </w:rPr>
        <w:t xml:space="preserve">(подпись)          </w:t>
      </w:r>
      <w:r w:rsidRPr="008977E2">
        <w:rPr>
          <w:rFonts w:ascii="Times New Roman" w:hAnsi="Times New Roman" w:cs="Times New Roman"/>
          <w:sz w:val="28"/>
          <w:szCs w:val="28"/>
        </w:rPr>
        <w:tab/>
      </w:r>
      <w:r w:rsidRPr="008977E2">
        <w:rPr>
          <w:rFonts w:ascii="Times New Roman" w:hAnsi="Times New Roman" w:cs="Times New Roman"/>
          <w:sz w:val="28"/>
          <w:szCs w:val="28"/>
        </w:rPr>
        <w:tab/>
      </w:r>
      <w:r w:rsidRPr="008977E2">
        <w:rPr>
          <w:rFonts w:ascii="Times New Roman" w:hAnsi="Times New Roman" w:cs="Times New Roman"/>
          <w:sz w:val="28"/>
          <w:szCs w:val="28"/>
        </w:rPr>
        <w:tab/>
        <w:t>(фамилия, инициалы)</w:t>
      </w:r>
    </w:p>
    <w:p w:rsidR="00614861" w:rsidRPr="008977E2" w:rsidRDefault="00614861" w:rsidP="008977E2">
      <w:pPr>
        <w:pStyle w:val="ConsPlusNonformat"/>
        <w:jc w:val="both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Доверенность действительна по «____» ____________________ _____ г.</w:t>
      </w:r>
    </w:p>
    <w:p w:rsidR="00614861" w:rsidRPr="008977E2" w:rsidRDefault="00614861" w:rsidP="008977E2">
      <w:pPr>
        <w:pStyle w:val="ConsPlusNonformat"/>
        <w:jc w:val="both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nformat"/>
        <w:jc w:val="both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  <w:r>
        <w:rPr>
          <w:sz w:val="28"/>
          <w:szCs w:val="28"/>
        </w:rPr>
        <w:t>_________________</w:t>
      </w:r>
      <w:r w:rsidRPr="008977E2">
        <w:rPr>
          <w:rFonts w:ascii="Times New Roman" w:hAnsi="Times New Roman" w:cs="Times New Roman"/>
          <w:sz w:val="28"/>
          <w:szCs w:val="28"/>
        </w:rPr>
        <w:t>(фамилия, инициалы)</w:t>
      </w:r>
    </w:p>
    <w:p w:rsidR="00614861" w:rsidRPr="008977E2" w:rsidRDefault="00614861" w:rsidP="008977E2">
      <w:pPr>
        <w:pStyle w:val="ConsPlusNonformat"/>
        <w:jc w:val="both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(индивидуальный предприниматель)   </w:t>
      </w:r>
      <w:r w:rsidRPr="002B49B2">
        <w:rPr>
          <w:rFonts w:ascii="Times New Roman" w:hAnsi="Times New Roman" w:cs="Times New Roman"/>
          <w:sz w:val="24"/>
          <w:szCs w:val="24"/>
        </w:rPr>
        <w:t>(подпись и печать)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Главный бухгалтер __________________        ___________________________</w:t>
      </w:r>
    </w:p>
    <w:p w:rsidR="00614861" w:rsidRPr="002B49B2" w:rsidRDefault="00614861" w:rsidP="008977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977E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</w:t>
      </w:r>
      <w:r w:rsidRPr="002B49B2">
        <w:rPr>
          <w:sz w:val="24"/>
          <w:szCs w:val="24"/>
        </w:rPr>
        <w:t>(</w:t>
      </w:r>
      <w:r w:rsidRPr="002B49B2">
        <w:rPr>
          <w:rFonts w:ascii="Times New Roman" w:hAnsi="Times New Roman" w:cs="Times New Roman"/>
          <w:sz w:val="24"/>
          <w:szCs w:val="24"/>
        </w:rPr>
        <w:t xml:space="preserve">подпись)               </w:t>
      </w:r>
      <w:r w:rsidRPr="002B49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B49B2">
        <w:rPr>
          <w:rFonts w:ascii="Times New Roman" w:hAnsi="Times New Roman" w:cs="Times New Roman"/>
          <w:sz w:val="24"/>
          <w:szCs w:val="24"/>
        </w:rPr>
        <w:t xml:space="preserve">  (фамилия, инициалы)</w:t>
      </w:r>
    </w:p>
    <w:p w:rsidR="00614861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4861" w:rsidRDefault="00614861" w:rsidP="00496815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</w:p>
    <w:p w:rsidR="00614861" w:rsidRDefault="00614861" w:rsidP="00496815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496815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8</w:t>
      </w:r>
    </w:p>
    <w:p w:rsidR="00614861" w:rsidRPr="008977E2" w:rsidRDefault="00614861" w:rsidP="00496815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«Заявка на участие</w:t>
      </w:r>
    </w:p>
    <w:p w:rsidR="00614861" w:rsidRPr="008977E2" w:rsidRDefault="00614861" w:rsidP="00496815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 открытом конкурсе»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P956"/>
      <w:bookmarkEnd w:id="16"/>
      <w:r w:rsidRPr="008977E2">
        <w:rPr>
          <w:rFonts w:ascii="Times New Roman" w:hAnsi="Times New Roman" w:cs="Times New Roman"/>
          <w:sz w:val="28"/>
          <w:szCs w:val="28"/>
        </w:rPr>
        <w:t>Информация о государственной регистрации юридического лица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(индивидуального предпринимателя)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Сведения об образовании юридического лица (индивидуального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предпринимателя)</w:t>
      </w:r>
    </w:p>
    <w:p w:rsidR="00614861" w:rsidRPr="008977E2" w:rsidRDefault="00614861" w:rsidP="008977E2">
      <w:pPr>
        <w:pStyle w:val="ConsPlusNormal"/>
        <w:jc w:val="center"/>
        <w:rPr>
          <w:rFonts w:cs="Times New Roman"/>
          <w:sz w:val="28"/>
          <w:szCs w:val="28"/>
        </w:rPr>
      </w:pPr>
    </w:p>
    <w:tbl>
      <w:tblPr>
        <w:tblW w:w="985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76"/>
        <w:gridCol w:w="7181"/>
        <w:gridCol w:w="2002"/>
      </w:tblGrid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18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02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18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Способ образования</w:t>
            </w:r>
          </w:p>
        </w:tc>
        <w:tc>
          <w:tcPr>
            <w:tcW w:w="2002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18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Дата регистрации</w:t>
            </w:r>
          </w:p>
        </w:tc>
        <w:tc>
          <w:tcPr>
            <w:tcW w:w="2002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18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Основной государственный регистрационный номер (ОГРН)</w:t>
            </w:r>
          </w:p>
        </w:tc>
        <w:tc>
          <w:tcPr>
            <w:tcW w:w="2002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76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181" w:type="dxa"/>
          </w:tcPr>
          <w:p w:rsidR="00614861" w:rsidRPr="008977E2" w:rsidRDefault="00614861" w:rsidP="008977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зарегистрировавшего юридическое лицо или индивидуального предпринимателя</w:t>
            </w:r>
          </w:p>
        </w:tc>
        <w:tc>
          <w:tcPr>
            <w:tcW w:w="2002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9</w:t>
      </w:r>
    </w:p>
    <w:p w:rsidR="00614861" w:rsidRPr="008977E2" w:rsidRDefault="00614861" w:rsidP="008977E2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«Заявка на участие</w:t>
      </w:r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 открытом конкурсе»</w:t>
      </w:r>
    </w:p>
    <w:p w:rsidR="00614861" w:rsidRPr="008977E2" w:rsidRDefault="00614861" w:rsidP="008977E2">
      <w:pPr>
        <w:pStyle w:val="ConsPlusNormal"/>
        <w:jc w:val="center"/>
        <w:rPr>
          <w:rFonts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Копия действующей лицензии претендента на осуществление перевозок пассажиров автомобильным транспортом, оборудованным для перевозки более 8 человек.</w:t>
      </w:r>
    </w:p>
    <w:p w:rsidR="00614861" w:rsidRPr="008977E2" w:rsidRDefault="00614861" w:rsidP="008977E2">
      <w:pPr>
        <w:pStyle w:val="ConsPlusNormal"/>
        <w:jc w:val="right"/>
        <w:rPr>
          <w:rFonts w:cs="Times New Roman"/>
          <w:sz w:val="28"/>
          <w:szCs w:val="28"/>
        </w:rPr>
      </w:pPr>
      <w:bookmarkStart w:id="17" w:name="P980"/>
      <w:bookmarkEnd w:id="17"/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bookmarkStart w:id="18" w:name="P988"/>
      <w:bookmarkEnd w:id="18"/>
      <w:r w:rsidRPr="008977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10</w:t>
      </w:r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«Заявка на участие</w:t>
      </w:r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 открытом конкурсе»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Сведения </w:t>
      </w:r>
    </w:p>
    <w:p w:rsidR="00614861" w:rsidRPr="008977E2" w:rsidRDefault="00614861" w:rsidP="008977E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о </w:t>
      </w:r>
      <w:r w:rsidRPr="008977E2">
        <w:rPr>
          <w:rFonts w:ascii="Times New Roman" w:hAnsi="Times New Roman" w:cs="Times New Roman"/>
          <w:sz w:val="28"/>
          <w:szCs w:val="28"/>
          <w:lang w:eastAsia="en-US"/>
        </w:rPr>
        <w:t xml:space="preserve">наличии водителей транспортных средств, заключивших трудовой договор или договор об оказании услуг и имеющих необходимые квалификацию и стаж работы  </w:t>
      </w:r>
      <w:r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8977E2">
        <w:rPr>
          <w:rFonts w:ascii="Times New Roman" w:hAnsi="Times New Roman" w:cs="Times New Roman"/>
          <w:sz w:val="28"/>
          <w:szCs w:val="28"/>
          <w:lang w:eastAsia="en-US"/>
        </w:rPr>
        <w:t>по лоту №________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)</w:t>
      </w:r>
    </w:p>
    <w:p w:rsidR="00614861" w:rsidRPr="008977E2" w:rsidRDefault="00614861" w:rsidP="008977E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2"/>
        <w:gridCol w:w="1296"/>
        <w:gridCol w:w="2079"/>
        <w:gridCol w:w="1200"/>
        <w:gridCol w:w="4481"/>
      </w:tblGrid>
      <w:tr w:rsidR="00614861" w:rsidRPr="00CB5433">
        <w:tc>
          <w:tcPr>
            <w:tcW w:w="614" w:type="dxa"/>
          </w:tcPr>
          <w:p w:rsidR="00614861" w:rsidRPr="00CB5433" w:rsidRDefault="00614861" w:rsidP="00CB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433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1296" w:type="dxa"/>
          </w:tcPr>
          <w:p w:rsidR="00614861" w:rsidRPr="00CB5433" w:rsidRDefault="00614861" w:rsidP="00CB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433">
              <w:rPr>
                <w:rFonts w:ascii="Times New Roman" w:hAnsi="Times New Roman" w:cs="Times New Roman"/>
                <w:sz w:val="28"/>
                <w:szCs w:val="28"/>
              </w:rPr>
              <w:t>ФИО водителя</w:t>
            </w:r>
          </w:p>
        </w:tc>
        <w:tc>
          <w:tcPr>
            <w:tcW w:w="2091" w:type="dxa"/>
          </w:tcPr>
          <w:p w:rsidR="00614861" w:rsidRPr="00CB5433" w:rsidRDefault="00614861" w:rsidP="00CB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433">
              <w:rPr>
                <w:rFonts w:ascii="Times New Roman" w:hAnsi="Times New Roman" w:cs="Times New Roman"/>
                <w:sz w:val="28"/>
                <w:szCs w:val="28"/>
              </w:rPr>
              <w:t>Уровень квалификации (разряд)</w:t>
            </w:r>
          </w:p>
        </w:tc>
        <w:tc>
          <w:tcPr>
            <w:tcW w:w="1205" w:type="dxa"/>
          </w:tcPr>
          <w:p w:rsidR="00614861" w:rsidRPr="00CB5433" w:rsidRDefault="00614861" w:rsidP="00CB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433">
              <w:rPr>
                <w:rFonts w:ascii="Times New Roman" w:hAnsi="Times New Roman" w:cs="Times New Roman"/>
                <w:sz w:val="28"/>
                <w:szCs w:val="28"/>
              </w:rPr>
              <w:t>Стаж работы, лет</w:t>
            </w:r>
          </w:p>
        </w:tc>
        <w:tc>
          <w:tcPr>
            <w:tcW w:w="4712" w:type="dxa"/>
          </w:tcPr>
          <w:p w:rsidR="00614861" w:rsidRPr="00CB5433" w:rsidRDefault="00614861" w:rsidP="00CB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433">
              <w:rPr>
                <w:rFonts w:ascii="Times New Roman" w:hAnsi="Times New Roman" w:cs="Times New Roman"/>
                <w:sz w:val="28"/>
                <w:szCs w:val="28"/>
              </w:rPr>
              <w:t>Основания для выполнения трудовой функции (ТД–трудовой договор, ГПХ–договор гражданско–правового характера)</w:t>
            </w:r>
          </w:p>
        </w:tc>
      </w:tr>
      <w:tr w:rsidR="00614861" w:rsidRPr="00CB5433">
        <w:tc>
          <w:tcPr>
            <w:tcW w:w="614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14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14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14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14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14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614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614861" w:rsidRPr="00CB5433" w:rsidRDefault="00614861" w:rsidP="00CB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4861" w:rsidRDefault="00614861" w:rsidP="008977E2">
      <w:pPr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Копии подтверждающих документов на _____л.</w:t>
      </w:r>
    </w:p>
    <w:p w:rsidR="00614861" w:rsidRPr="008977E2" w:rsidRDefault="00614861" w:rsidP="005F3047">
      <w:pPr>
        <w:pStyle w:val="ConsPlusNonformat"/>
        <w:jc w:val="both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  <w:r w:rsidRPr="008977E2">
        <w:rPr>
          <w:sz w:val="28"/>
          <w:szCs w:val="28"/>
        </w:rPr>
        <w:t>_____</w:t>
      </w:r>
      <w:r>
        <w:rPr>
          <w:sz w:val="28"/>
          <w:szCs w:val="28"/>
        </w:rPr>
        <w:t xml:space="preserve">___________ </w:t>
      </w:r>
      <w:r w:rsidRPr="008977E2">
        <w:rPr>
          <w:rFonts w:ascii="Times New Roman" w:hAnsi="Times New Roman" w:cs="Times New Roman"/>
          <w:sz w:val="28"/>
          <w:szCs w:val="28"/>
        </w:rPr>
        <w:t>(фамилия, инициалы)</w:t>
      </w:r>
    </w:p>
    <w:p w:rsidR="00614861" w:rsidRPr="008977E2" w:rsidRDefault="00614861" w:rsidP="008977E2">
      <w:pPr>
        <w:pStyle w:val="ConsPlusNonformat"/>
        <w:jc w:val="both"/>
        <w:rPr>
          <w:rFonts w:ascii="Calibri" w:hAnsi="Calibri" w:cs="Calibri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(индивидуальный предприниматель)   </w:t>
      </w:r>
      <w:r w:rsidRPr="005F3047">
        <w:rPr>
          <w:rFonts w:ascii="Times New Roman" w:hAnsi="Times New Roman" w:cs="Times New Roman"/>
          <w:sz w:val="24"/>
          <w:szCs w:val="24"/>
        </w:rPr>
        <w:t>(подпись и печать)</w:t>
      </w:r>
    </w:p>
    <w:p w:rsidR="00614861" w:rsidRPr="008977E2" w:rsidRDefault="00614861" w:rsidP="008977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bookmarkStart w:id="19" w:name="P996"/>
      <w:bookmarkEnd w:id="19"/>
      <w:r w:rsidRPr="008977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11</w:t>
      </w:r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«Заявка на участие</w:t>
      </w:r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 открытом конкурсе»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Копии дипломов о высшем или среднем специальном образовании, удостоверений о прохождении курсов повышения квалификации, подтверждающих соответствующую установленным требованиям квалификацию должностных лиц и специалистов претендента (в соответствии с постановление</w:t>
      </w:r>
      <w:r>
        <w:rPr>
          <w:rFonts w:ascii="Times New Roman" w:hAnsi="Times New Roman" w:cs="Times New Roman"/>
          <w:sz w:val="28"/>
          <w:szCs w:val="28"/>
        </w:rPr>
        <w:t>м Минтруда РФ от 21.08.1998 № 37</w:t>
      </w:r>
      <w:r w:rsidRPr="00897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977E2">
        <w:rPr>
          <w:rFonts w:ascii="Times New Roman" w:hAnsi="Times New Roman" w:cs="Times New Roman"/>
          <w:sz w:val="28"/>
          <w:szCs w:val="28"/>
        </w:rPr>
        <w:t>с последующими изменениями)</w:t>
      </w:r>
    </w:p>
    <w:p w:rsidR="00614861" w:rsidRPr="008977E2" w:rsidRDefault="00614861" w:rsidP="008977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20" w:name="P1004"/>
      <w:bookmarkEnd w:id="20"/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12</w:t>
      </w:r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«Заявка на участие</w:t>
      </w:r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 открытом конкурсе»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Копия документа, подтверждающего прохождение аттестации на право занимать должность, связанную с обеспечением безопасности дорожного движения, должностным лицом претендента, ответственным за обеспечение безопасности дорожного движения (трудового договора, документа, подтверждающего прохождение аттестации).</w:t>
      </w:r>
    </w:p>
    <w:p w:rsidR="00614861" w:rsidRPr="008977E2" w:rsidRDefault="00614861" w:rsidP="008977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bookmarkStart w:id="21" w:name="P1012"/>
      <w:bookmarkEnd w:id="21"/>
      <w:r w:rsidRPr="008977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13</w:t>
      </w:r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«Заявка на участие</w:t>
      </w:r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 открытом конкурсе»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Копии положения о водителе-наставнике и приказа о присвоении водителю звания наставника.</w:t>
      </w:r>
    </w:p>
    <w:p w:rsidR="00614861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2" w:name="P1020"/>
      <w:bookmarkEnd w:id="22"/>
      <w:r w:rsidRPr="008977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614861" w:rsidRPr="008977E2" w:rsidRDefault="00614861" w:rsidP="008977E2">
      <w:pPr>
        <w:pStyle w:val="ConsPlusNormal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14</w:t>
      </w:r>
    </w:p>
    <w:p w:rsidR="00614861" w:rsidRPr="008977E2" w:rsidRDefault="00614861" w:rsidP="008977E2">
      <w:pPr>
        <w:pStyle w:val="ConsPlusNormal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       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«Заявка на участие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в открытом конкурсе»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673903" w:rsidRDefault="00614861" w:rsidP="006739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3903">
        <w:rPr>
          <w:rFonts w:ascii="Times New Roman" w:hAnsi="Times New Roman" w:cs="Times New Roman"/>
          <w:sz w:val="28"/>
          <w:szCs w:val="28"/>
          <w:lang w:eastAsia="ru-RU"/>
        </w:rPr>
        <w:t>Справки об отсутствии задолженности по состоянию на 01.01.2016г:</w:t>
      </w:r>
    </w:p>
    <w:p w:rsidR="00614861" w:rsidRPr="00673903" w:rsidRDefault="00614861" w:rsidP="006739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3903">
        <w:rPr>
          <w:rFonts w:ascii="Times New Roman" w:hAnsi="Times New Roman" w:cs="Times New Roman"/>
          <w:sz w:val="28"/>
          <w:szCs w:val="28"/>
          <w:lang w:eastAsia="ru-RU"/>
        </w:rPr>
        <w:t xml:space="preserve">-  из Федеральной налоговой службы Российской Федерации о состоянии расчетов по налогам, сборам и штрафам; </w:t>
      </w:r>
    </w:p>
    <w:p w:rsidR="00614861" w:rsidRPr="00673903" w:rsidRDefault="00614861" w:rsidP="006739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3903">
        <w:rPr>
          <w:rFonts w:ascii="Times New Roman" w:hAnsi="Times New Roman" w:cs="Times New Roman"/>
          <w:sz w:val="28"/>
          <w:szCs w:val="28"/>
          <w:lang w:eastAsia="ru-RU"/>
        </w:rPr>
        <w:t>-  из  Пенсионного Фонда по начисленным и уплаченным страховым взносам;</w:t>
      </w:r>
    </w:p>
    <w:p w:rsidR="00614861" w:rsidRPr="00673903" w:rsidRDefault="00614861" w:rsidP="006739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3903">
        <w:rPr>
          <w:rFonts w:ascii="Times New Roman" w:hAnsi="Times New Roman" w:cs="Times New Roman"/>
          <w:sz w:val="28"/>
          <w:szCs w:val="28"/>
          <w:lang w:eastAsia="ru-RU"/>
        </w:rPr>
        <w:t>- из Фонда социального страхования по начисленным и уплаченным страховым взносам;</w:t>
      </w:r>
    </w:p>
    <w:p w:rsidR="00614861" w:rsidRPr="00673903" w:rsidRDefault="00614861" w:rsidP="006739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3903">
        <w:rPr>
          <w:rFonts w:ascii="Times New Roman" w:hAnsi="Times New Roman" w:cs="Times New Roman"/>
          <w:sz w:val="28"/>
          <w:szCs w:val="28"/>
          <w:lang w:eastAsia="ru-RU"/>
        </w:rPr>
        <w:t>-  из дорожно-транспортного управления комитета городского хозяйства администрации городс</w:t>
      </w:r>
      <w:r>
        <w:rPr>
          <w:rFonts w:ascii="Times New Roman" w:hAnsi="Times New Roman" w:cs="Times New Roman"/>
          <w:sz w:val="28"/>
          <w:szCs w:val="28"/>
          <w:lang w:eastAsia="ru-RU"/>
        </w:rPr>
        <w:t>кого округа «Город Калининград»</w:t>
      </w:r>
      <w:r w:rsidRPr="00673903">
        <w:rPr>
          <w:rFonts w:ascii="Times New Roman" w:hAnsi="Times New Roman" w:cs="Times New Roman"/>
          <w:sz w:val="28"/>
          <w:szCs w:val="28"/>
          <w:lang w:eastAsia="ru-RU"/>
        </w:rPr>
        <w:t xml:space="preserve"> по штрафам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673903">
        <w:rPr>
          <w:rFonts w:ascii="Times New Roman" w:hAnsi="Times New Roman" w:cs="Times New Roman"/>
          <w:sz w:val="28"/>
          <w:szCs w:val="28"/>
          <w:lang w:eastAsia="ru-RU"/>
        </w:rPr>
        <w:t xml:space="preserve"> наложенным за нарушение договорных обязательств; </w:t>
      </w:r>
    </w:p>
    <w:p w:rsidR="00614861" w:rsidRPr="008977E2" w:rsidRDefault="00614861" w:rsidP="006739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3903">
        <w:rPr>
          <w:rFonts w:ascii="Times New Roman" w:hAnsi="Times New Roman" w:cs="Times New Roman"/>
          <w:sz w:val="28"/>
          <w:szCs w:val="28"/>
          <w:lang w:eastAsia="en-US"/>
        </w:rPr>
        <w:t>- администратора платежа по договорам аренды земельных участков и (или) муниципального имущества.</w:t>
      </w:r>
    </w:p>
    <w:p w:rsidR="00614861" w:rsidRPr="008977E2" w:rsidRDefault="00614861" w:rsidP="008977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bookmarkStart w:id="23" w:name="P1028"/>
      <w:bookmarkEnd w:id="23"/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15</w:t>
      </w:r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«Заявка на участие</w:t>
      </w:r>
    </w:p>
    <w:p w:rsidR="00614861" w:rsidRPr="008977E2" w:rsidRDefault="00614861" w:rsidP="008977E2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 открытом конкурсе»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77E2">
        <w:rPr>
          <w:rFonts w:ascii="Times New Roman" w:hAnsi="Times New Roman" w:cs="Times New Roman"/>
          <w:sz w:val="28"/>
          <w:szCs w:val="28"/>
        </w:rPr>
        <w:t xml:space="preserve"> учредительных документов (для юридических лиц), копия паспорта (для физического лица, индивидуального предпринимателя).</w:t>
      </w:r>
    </w:p>
    <w:p w:rsidR="00614861" w:rsidRPr="008977E2" w:rsidRDefault="00614861" w:rsidP="008977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977E2">
        <w:rPr>
          <w:rFonts w:ascii="Times New Roman" w:hAnsi="Times New Roman" w:cs="Times New Roman"/>
          <w:sz w:val="28"/>
          <w:szCs w:val="28"/>
        </w:rPr>
        <w:br w:type="page"/>
      </w:r>
    </w:p>
    <w:p w:rsidR="00614861" w:rsidRPr="008977E2" w:rsidRDefault="00614861" w:rsidP="008977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3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4" w:name="P1038"/>
      <w:bookmarkEnd w:id="24"/>
      <w:r w:rsidRPr="008977E2">
        <w:rPr>
          <w:rFonts w:ascii="Times New Roman" w:hAnsi="Times New Roman" w:cs="Times New Roman"/>
          <w:sz w:val="28"/>
          <w:szCs w:val="28"/>
        </w:rPr>
        <w:t>Запрос на разъяснение положений конкурсной документации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организатору открытого конкурса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Исх.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_______ от «____»___________ 20__ г.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Запрос на разъяснение положений</w:t>
      </w:r>
    </w:p>
    <w:p w:rsidR="00614861" w:rsidRPr="008977E2" w:rsidRDefault="00614861" w:rsidP="008977E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конкурсной документации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Прошу Вас разъяснить следующие положения конкурсной документации: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851"/>
        <w:gridCol w:w="3521"/>
        <w:gridCol w:w="5417"/>
      </w:tblGrid>
      <w:tr w:rsidR="00614861" w:rsidRPr="00CB5433">
        <w:tc>
          <w:tcPr>
            <w:tcW w:w="85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52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Раздел, пункт конкурсной документации</w:t>
            </w:r>
          </w:p>
        </w:tc>
        <w:tc>
          <w:tcPr>
            <w:tcW w:w="5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E2">
              <w:rPr>
                <w:rFonts w:ascii="Times New Roman" w:hAnsi="Times New Roman" w:cs="Times New Roman"/>
                <w:sz w:val="28"/>
                <w:szCs w:val="28"/>
              </w:rPr>
              <w:t>Содержание запроса на разъяснение положений конкурсной документации</w:t>
            </w:r>
          </w:p>
        </w:tc>
      </w:tr>
      <w:tr w:rsidR="00614861" w:rsidRPr="00CB5433">
        <w:tc>
          <w:tcPr>
            <w:tcW w:w="85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5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5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861" w:rsidRPr="00CB5433">
        <w:tc>
          <w:tcPr>
            <w:tcW w:w="851" w:type="dxa"/>
          </w:tcPr>
          <w:p w:rsidR="00614861" w:rsidRPr="008977E2" w:rsidRDefault="00614861" w:rsidP="00897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1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7" w:type="dxa"/>
          </w:tcPr>
          <w:p w:rsidR="00614861" w:rsidRPr="008977E2" w:rsidRDefault="00614861" w:rsidP="008977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Ответ на запрос прошу направить:</w:t>
      </w:r>
    </w:p>
    <w:p w:rsidR="00614861" w:rsidRPr="008977E2" w:rsidRDefault="00614861" w:rsidP="008977E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14861" w:rsidRPr="008977E2" w:rsidRDefault="00614861" w:rsidP="008977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5F3047">
      <w:pPr>
        <w:pStyle w:val="ConsPlusNonformat"/>
        <w:jc w:val="both"/>
        <w:rPr>
          <w:rFonts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  <w:r w:rsidRPr="008977E2">
        <w:rPr>
          <w:sz w:val="28"/>
          <w:szCs w:val="28"/>
        </w:rPr>
        <w:t>___</w:t>
      </w:r>
      <w:r>
        <w:rPr>
          <w:sz w:val="28"/>
          <w:szCs w:val="28"/>
        </w:rPr>
        <w:t>______________</w:t>
      </w:r>
      <w:r w:rsidRPr="008977E2">
        <w:rPr>
          <w:rFonts w:ascii="Times New Roman" w:hAnsi="Times New Roman" w:cs="Times New Roman"/>
          <w:sz w:val="28"/>
          <w:szCs w:val="28"/>
        </w:rPr>
        <w:t>(фамилия, инициалы)</w:t>
      </w:r>
    </w:p>
    <w:p w:rsidR="00614861" w:rsidRPr="005F3047" w:rsidRDefault="00614861" w:rsidP="008977E2">
      <w:pPr>
        <w:pStyle w:val="ConsPlusNormal"/>
        <w:rPr>
          <w:rFonts w:cs="Times New Roman"/>
          <w:sz w:val="24"/>
          <w:szCs w:val="24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(индивидуальный предприниматель)    </w:t>
      </w:r>
      <w:r w:rsidRPr="005F3047">
        <w:rPr>
          <w:rFonts w:ascii="Times New Roman" w:hAnsi="Times New Roman" w:cs="Times New Roman"/>
          <w:sz w:val="24"/>
          <w:szCs w:val="24"/>
        </w:rPr>
        <w:t>(подпись и печать)</w:t>
      </w:r>
    </w:p>
    <w:p w:rsidR="00614861" w:rsidRPr="008977E2" w:rsidRDefault="00614861" w:rsidP="008977E2">
      <w:pPr>
        <w:rPr>
          <w:rFonts w:ascii="Times New Roman" w:hAnsi="Times New Roman" w:cs="Times New Roman"/>
          <w:sz w:val="28"/>
          <w:szCs w:val="28"/>
          <w:lang w:eastAsia="ru-RU"/>
        </w:rPr>
      </w:pPr>
      <w:bookmarkStart w:id="25" w:name="P1070"/>
      <w:bookmarkEnd w:id="25"/>
      <w:r w:rsidRPr="008977E2">
        <w:rPr>
          <w:rFonts w:ascii="Times New Roman" w:hAnsi="Times New Roman" w:cs="Times New Roman"/>
          <w:sz w:val="28"/>
          <w:szCs w:val="28"/>
        </w:rPr>
        <w:br w:type="page"/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Раздел 3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Проект договора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Договор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об организации регулярных перевозок пассажиров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и багажа автомобильным транспортом по маршрутам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Pr="008977E2">
        <w:rPr>
          <w:rFonts w:ascii="Times New Roman" w:hAnsi="Times New Roman" w:cs="Times New Roman"/>
          <w:sz w:val="28"/>
          <w:szCs w:val="28"/>
        </w:rPr>
        <w:t xml:space="preserve"> ___________ 20___ г.                                </w:t>
      </w:r>
      <w:r w:rsidRPr="008977E2">
        <w:rPr>
          <w:rFonts w:ascii="Times New Roman" w:hAnsi="Times New Roman" w:cs="Times New Roman"/>
          <w:sz w:val="28"/>
          <w:szCs w:val="28"/>
        </w:rPr>
        <w:tab/>
      </w:r>
      <w:r w:rsidRPr="008977E2">
        <w:rPr>
          <w:rFonts w:ascii="Times New Roman" w:hAnsi="Times New Roman" w:cs="Times New Roman"/>
          <w:sz w:val="28"/>
          <w:szCs w:val="28"/>
        </w:rPr>
        <w:tab/>
        <w:t>г. Калининград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Комитет городского хозяйства администрации городского округа «Город Калининград», именуемый в дальнейшем организатор, в лице заместителя главы администрации, председателя комитета городского хозяйства администрации городского округа «Город Калининград» ______________________________, действующего на основании </w:t>
      </w:r>
      <w:hyperlink r:id="rId17" w:history="1">
        <w:r w:rsidRPr="008977E2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о комитете, с одной стороны и ______________________________, именуемый в дальнейшем перевозчик, в лице _____________________________, действующего на основании ________________________________________, с другой стороны, вместе именуемые «Стороны», в целях организации регулярных перевозок пассажиров и багажа автомобильным транспортом общего пользования заключили настоящий договор о нижеследующем.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2. Предмет договора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На основании протокола оценки и сопоставления заявок от               «____»________ 20__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977E2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 xml:space="preserve">______ организатор предоставляет перевозчику право организовать регулярные перевозки пассажиров и багажа автомобильным транспортом по лоту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__________ на маршруте городского округа «Город Калининград» №</w:t>
      </w:r>
    </w:p>
    <w:p w:rsidR="00614861" w:rsidRPr="008977E2" w:rsidRDefault="00614861" w:rsidP="008977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14861" w:rsidRPr="008977E2" w:rsidRDefault="00614861" w:rsidP="008977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4861" w:rsidRPr="008977E2" w:rsidRDefault="00614861" w:rsidP="008977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 Права и обязанности сторон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3.1. Организатор имеет право: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3.1.1. Контролировать выполнение перевозчиком обязательств по настоящему договору самостоятельно, а также с п</w:t>
      </w:r>
      <w:r>
        <w:rPr>
          <w:rFonts w:ascii="Times New Roman" w:hAnsi="Times New Roman" w:cs="Times New Roman"/>
          <w:sz w:val="28"/>
          <w:szCs w:val="28"/>
        </w:rPr>
        <w:t xml:space="preserve">ривлечением представителей </w:t>
      </w:r>
      <w:r w:rsidRPr="008977E2">
        <w:rPr>
          <w:rFonts w:ascii="Times New Roman" w:hAnsi="Times New Roman" w:cs="Times New Roman"/>
          <w:sz w:val="28"/>
          <w:szCs w:val="28"/>
        </w:rPr>
        <w:t>органов и организаций, уполномоченных осуществлять контроль деятельности перевозчика по осуществлению пассажирских перевозок пассажиров и багажа автомобильным транспортом общего пользования, представителей общественных и иных организаций.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3.1.2. Вносить изменения в расписание движения автобусов на регулярном автобусном маршруте, обслуживаемом перевозчиком.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3.1.3. Изымать карточку-разрешение на выполнение автобусных перевозок (выдается согласно </w:t>
      </w:r>
      <w:hyperlink r:id="rId18" w:history="1">
        <w:r w:rsidRPr="008977E2">
          <w:rPr>
            <w:rFonts w:ascii="Times New Roman" w:hAnsi="Times New Roman" w:cs="Times New Roman"/>
            <w:sz w:val="28"/>
            <w:szCs w:val="28"/>
          </w:rPr>
          <w:t>решению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окружного Совета депутатов города Калининграда от 13.07.2012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236 «Об 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977E2">
        <w:rPr>
          <w:rFonts w:ascii="Times New Roman" w:hAnsi="Times New Roman" w:cs="Times New Roman"/>
          <w:sz w:val="28"/>
          <w:szCs w:val="28"/>
        </w:rPr>
        <w:t xml:space="preserve">О порядке организации регулярных перевозок пассажиров и багажа транспортом общего пользования по маршрутам городского округа «Город Калининград») на основании акта о нарушении перевозчиком взятых на себя обязательств по настоящему договору до устранения выявленных нарушений в порядке, предусмотренном </w:t>
      </w:r>
      <w:hyperlink w:anchor="P1190" w:history="1">
        <w:r w:rsidRPr="008977E2">
          <w:rPr>
            <w:rFonts w:ascii="Times New Roman" w:hAnsi="Times New Roman" w:cs="Times New Roman"/>
            <w:sz w:val="28"/>
            <w:szCs w:val="28"/>
          </w:rPr>
          <w:t>п. 5.2.3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3.1.4. Организовывать комиссионное обследование каждого из маршрутов, обслуживаемых перевозчиком.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3.1.4.1 организовывать проверку фактов нарушений, выявленных сотрудниками ОГИБДД УМВД по г. Калининграду и УГАДН по Калининградской области.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3.1.5. Временно закрывать или ограничивать движение</w:t>
      </w:r>
      <w:r>
        <w:rPr>
          <w:rFonts w:ascii="Times New Roman" w:hAnsi="Times New Roman" w:cs="Times New Roman"/>
          <w:sz w:val="28"/>
          <w:szCs w:val="28"/>
        </w:rPr>
        <w:t xml:space="preserve"> транспорта</w:t>
      </w:r>
      <w:r w:rsidRPr="008977E2">
        <w:rPr>
          <w:rFonts w:ascii="Times New Roman" w:hAnsi="Times New Roman" w:cs="Times New Roman"/>
          <w:sz w:val="28"/>
          <w:szCs w:val="28"/>
        </w:rPr>
        <w:t xml:space="preserve"> по маршрутам в случае: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3.1.5.1 чрезвычайных ситуаций, стихийных бедствий или иных угроз, при которых не может быть обеспечена безопасная перевозка пассажиров (с информированием населения в кратчайшие сроки);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3.1.5.2 закрытия движения транспорта общего пользования на отдельных участках улично-дорожной сети;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3.1.5.3 несоответствия маршрутов транспорта общего пользования требованиям безопасности дорожного движения;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3.1.5.4 проведения культурно-массовых, спортивных мероприятий;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3.1.5.5 строительства объекта, капитального ремонта или реконструкции улицы;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3.1.5.6 устранения аварийной ситуации при вводе в эксплуатацию объектов транспортной инфраструктуры.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3.1.6. Отказаться от исполнения условий настоящего договора в одностороннем порядке по основаниям, указанным в </w:t>
      </w:r>
      <w:hyperlink w:anchor="P1187" w:history="1">
        <w:r w:rsidRPr="008977E2">
          <w:rPr>
            <w:rFonts w:ascii="Times New Roman" w:hAnsi="Times New Roman" w:cs="Times New Roman"/>
            <w:sz w:val="28"/>
            <w:szCs w:val="28"/>
          </w:rPr>
          <w:t>п. 5.2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договора, предупредив об этом перевозчика за 14 дней до даты расторжения договора.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3.1.7. Контролировать соблюдение условий, явившихся основанием для заключения настоящего договора, в том числе услови</w:t>
      </w:r>
      <w:r>
        <w:rPr>
          <w:rFonts w:ascii="Times New Roman" w:hAnsi="Times New Roman" w:cs="Times New Roman"/>
          <w:sz w:val="28"/>
          <w:szCs w:val="28"/>
        </w:rPr>
        <w:t>й, установленных</w:t>
      </w:r>
      <w:r w:rsidRPr="008977E2">
        <w:rPr>
          <w:rFonts w:ascii="Times New Roman" w:hAnsi="Times New Roman" w:cs="Times New Roman"/>
          <w:sz w:val="28"/>
          <w:szCs w:val="28"/>
        </w:rPr>
        <w:t xml:space="preserve"> конкурсной документацией.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3.2. Организатор обязан: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3.2.1. Своевременно представлять перевозчику правовые акты заказчика и организатора, регулирующие осуществление перевозок пассажиров на обслуживаемых маршрутах.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3.2.2. Утверждать паспорт маршрута.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3.2.3. Изготавливать и выдавать перевозчику карточку-разрешение на выполнение автобусных перевозок на каждое транспортное средство, осуществляющее перевозку в соответствии с настоящим договором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7E2">
        <w:rPr>
          <w:rFonts w:ascii="Times New Roman" w:hAnsi="Times New Roman" w:cs="Times New Roman"/>
          <w:sz w:val="28"/>
          <w:szCs w:val="28"/>
        </w:rPr>
        <w:t xml:space="preserve"> и разработанное и утвержденное расписание движения транспортных средств на регулярных автобусных маршрутах городского округа «Город Калининград».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3.2.4. Информировать население о правилах оплаты проезда и провоза багажа, предоставления услуг и пользования автомобильным транспортом общего пользовани</w:t>
      </w:r>
      <w:r>
        <w:rPr>
          <w:rFonts w:ascii="Times New Roman" w:hAnsi="Times New Roman" w:cs="Times New Roman"/>
          <w:sz w:val="28"/>
          <w:szCs w:val="28"/>
        </w:rPr>
        <w:t>я, представлять иную информацию</w:t>
      </w:r>
      <w:r w:rsidRPr="008977E2">
        <w:rPr>
          <w:rFonts w:ascii="Times New Roman" w:hAnsi="Times New Roman" w:cs="Times New Roman"/>
          <w:sz w:val="28"/>
          <w:szCs w:val="28"/>
        </w:rPr>
        <w:t xml:space="preserve"> потребителям услуг.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3.3. Перевозчик имеет право: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3.3.1. По согласованию с организатором отменять назначенные рейсы или изменять расписание движения в случаях, когда выполнение рейсов по расписанию невозможно из-за возникновения не зависящих от перевозчика причин, в том числе неблагоприятных дорожных или погодно-климатических условий, угрожающих безопасности движения или безопасности перевозки пассажиров.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3.3.2. На основании обследования пассажиропотока вносить организатору предложения об изменении расписания движения, количества автобусов на маршрутах, количества рейсов, времени работы на обслуживаемых маршрутах.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3.3.3. Обращаться к организатору за консультациями по вопросам применения законодательства, действующего в сфере оказания услуг по перевозке пассажиров.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 Перевозчик обязан: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3.4.1. Осуществлять регулярные перевозки пассажиров и багажа при наличии: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3.4.1.1 лицензии соответствующего вида на право осуществления перевозок пассажиров автомобильным транспортом и соблюдать требования данной лицензии;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1125"/>
      <w:bookmarkEnd w:id="26"/>
      <w:r w:rsidRPr="008977E2">
        <w:rPr>
          <w:rFonts w:ascii="Times New Roman" w:hAnsi="Times New Roman" w:cs="Times New Roman"/>
          <w:sz w:val="28"/>
          <w:szCs w:val="28"/>
        </w:rPr>
        <w:t>3.4.1.2 паспорта маршрута;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1126"/>
      <w:bookmarkEnd w:id="27"/>
      <w:r w:rsidRPr="008977E2">
        <w:rPr>
          <w:rFonts w:ascii="Times New Roman" w:hAnsi="Times New Roman" w:cs="Times New Roman"/>
          <w:sz w:val="28"/>
          <w:szCs w:val="28"/>
        </w:rPr>
        <w:t>3.4.1.3 расписания движения;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1127"/>
      <w:bookmarkEnd w:id="28"/>
      <w:r w:rsidRPr="008977E2">
        <w:rPr>
          <w:rFonts w:ascii="Times New Roman" w:hAnsi="Times New Roman" w:cs="Times New Roman"/>
          <w:sz w:val="28"/>
          <w:szCs w:val="28"/>
        </w:rPr>
        <w:t>3.4.1.4 согласованной в установленном порядке с органами ОГИБДД УМВД России по г. Калининграду и собственниками железнодорожных переездов схемы маршрута с указанием опасных участков;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3.4.1.5 карточки-разрешения на выполнение автобусных перевозок (выдается согласно </w:t>
      </w:r>
      <w:hyperlink r:id="rId19" w:history="1">
        <w:r w:rsidRPr="008977E2">
          <w:rPr>
            <w:rFonts w:ascii="Times New Roman" w:hAnsi="Times New Roman" w:cs="Times New Roman"/>
            <w:sz w:val="28"/>
            <w:szCs w:val="28"/>
          </w:rPr>
          <w:t>решению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окружного Совета депутатов города Калининграда от 13.07.2012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236 «Об утверждении Положения «О порядке организации регулярных перевозок пассажиров и багажа транспортом общего пользования по маршрутам городского округа «Город Калининград») на каждое транспортное средство, осуществляющее перевозку пассажиров в соответствии с настоящим договором.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 3.4.2. Осуществлять перевозки пассажиров и багажа по установленным тарифам и обеспечивать перевозки льготных категорий граждан, зарегистрированных в городе Калининграде:  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3.4.2.1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без компенсации за счет средств городского бюджета по единому социальному проездному билету  стоимостью 700 рублей </w:t>
      </w:r>
      <w:r>
        <w:rPr>
          <w:rFonts w:ascii="Times New Roman" w:hAnsi="Times New Roman" w:cs="Times New Roman"/>
          <w:sz w:val="28"/>
          <w:szCs w:val="28"/>
        </w:rPr>
        <w:t>согласно пункту 1 п</w:t>
      </w:r>
      <w:r w:rsidRPr="008977E2">
        <w:rPr>
          <w:rFonts w:ascii="Times New Roman" w:hAnsi="Times New Roman" w:cs="Times New Roman"/>
          <w:sz w:val="28"/>
          <w:szCs w:val="28"/>
        </w:rPr>
        <w:t>риложения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 xml:space="preserve">2 к разделу 1 конкурсной документации; </w:t>
      </w:r>
    </w:p>
    <w:p w:rsidR="00614861" w:rsidRPr="008977E2" w:rsidRDefault="00614861" w:rsidP="008977E2">
      <w:pPr>
        <w:pStyle w:val="ListParagraph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3.4.2.2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с частичной компенсацией за счет средств городского бюджета:</w:t>
      </w:r>
    </w:p>
    <w:p w:rsidR="00614861" w:rsidRPr="008977E2" w:rsidRDefault="00614861" w:rsidP="008977E2">
      <w:pPr>
        <w:pStyle w:val="ListParagraph"/>
        <w:suppressAutoHyphens/>
        <w:autoSpaceDE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- по единому социальному проездному билету  стоимостью 300 рублей</w:t>
      </w:r>
      <w:r>
        <w:rPr>
          <w:rFonts w:ascii="Times New Roman" w:hAnsi="Times New Roman" w:cs="Times New Roman"/>
          <w:sz w:val="28"/>
          <w:szCs w:val="28"/>
        </w:rPr>
        <w:t xml:space="preserve"> согласно подпункту 2.1 п</w:t>
      </w:r>
      <w:r w:rsidRPr="008977E2">
        <w:rPr>
          <w:rFonts w:ascii="Times New Roman" w:hAnsi="Times New Roman" w:cs="Times New Roman"/>
          <w:sz w:val="28"/>
          <w:szCs w:val="28"/>
        </w:rPr>
        <w:t>риложения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2 к разделу 1 конкурсной документации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614861" w:rsidRPr="008977E2" w:rsidRDefault="00614861" w:rsidP="008977E2">
      <w:pPr>
        <w:pStyle w:val="ListParagraph"/>
        <w:suppressAutoHyphens/>
        <w:autoSpaceDE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по билетам стоимостью 13 рублей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подпункту 2.2 п</w:t>
      </w:r>
      <w:r w:rsidRPr="008977E2">
        <w:rPr>
          <w:rFonts w:ascii="Times New Roman" w:hAnsi="Times New Roman" w:cs="Times New Roman"/>
          <w:sz w:val="28"/>
          <w:szCs w:val="28"/>
        </w:rPr>
        <w:t xml:space="preserve">риложения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977E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2 к разделу 1 конкурсной документации</w:t>
      </w:r>
      <w:r w:rsidRPr="008977E2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614861" w:rsidRPr="008977E2" w:rsidRDefault="00614861" w:rsidP="007A371C">
      <w:pPr>
        <w:pStyle w:val="ListParagraph"/>
        <w:numPr>
          <w:ilvl w:val="3"/>
          <w:numId w:val="22"/>
        </w:numPr>
        <w:suppressAutoHyphens/>
        <w:autoSpaceDE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77E2">
        <w:rPr>
          <w:rFonts w:ascii="Times New Roman" w:hAnsi="Times New Roman" w:cs="Times New Roman"/>
          <w:sz w:val="28"/>
          <w:szCs w:val="28"/>
          <w:lang w:eastAsia="ar-SA"/>
        </w:rPr>
        <w:t>с  полной компенсацией за счет средств городского бюджета</w:t>
      </w:r>
      <w:r w:rsidRPr="008977E2">
        <w:rPr>
          <w:rFonts w:ascii="Times New Roman" w:hAnsi="Times New Roman" w:cs="Times New Roman"/>
          <w:sz w:val="28"/>
          <w:szCs w:val="28"/>
        </w:rPr>
        <w:t xml:space="preserve"> согласно пункту 3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977E2">
        <w:rPr>
          <w:rFonts w:ascii="Times New Roman" w:hAnsi="Times New Roman" w:cs="Times New Roman"/>
          <w:sz w:val="28"/>
          <w:szCs w:val="28"/>
        </w:rPr>
        <w:t>риложения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2 к разделу 1 конкурсной документации.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       Стоимость единого социального проездного билета, стоимость проезда школьников, воспитанников реабилитационных учреждений социальной сферы </w:t>
      </w:r>
      <w:r>
        <w:rPr>
          <w:rFonts w:ascii="Times New Roman" w:hAnsi="Times New Roman" w:cs="Times New Roman"/>
          <w:sz w:val="28"/>
          <w:szCs w:val="28"/>
        </w:rPr>
        <w:t>и компенсация п</w:t>
      </w:r>
      <w:r w:rsidRPr="008977E2">
        <w:rPr>
          <w:rFonts w:ascii="Times New Roman" w:hAnsi="Times New Roman" w:cs="Times New Roman"/>
          <w:sz w:val="28"/>
          <w:szCs w:val="28"/>
        </w:rPr>
        <w:t>еревозчику из городского бюджета разницы в цене для льготных категорий граждан мо</w:t>
      </w:r>
      <w:r>
        <w:rPr>
          <w:rFonts w:ascii="Times New Roman" w:hAnsi="Times New Roman" w:cs="Times New Roman"/>
          <w:sz w:val="28"/>
          <w:szCs w:val="28"/>
        </w:rPr>
        <w:t>гут</w:t>
      </w:r>
      <w:r w:rsidRPr="008977E2">
        <w:rPr>
          <w:rFonts w:ascii="Times New Roman" w:hAnsi="Times New Roman" w:cs="Times New Roman"/>
          <w:sz w:val="28"/>
          <w:szCs w:val="28"/>
        </w:rPr>
        <w:t xml:space="preserve"> индексироваться пропорционально росту тарифа на проезд в общественном транспорте.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1129"/>
      <w:bookmarkEnd w:id="29"/>
      <w:r w:rsidRPr="008977E2">
        <w:rPr>
          <w:rFonts w:ascii="Times New Roman" w:hAnsi="Times New Roman" w:cs="Times New Roman"/>
          <w:sz w:val="28"/>
          <w:szCs w:val="28"/>
        </w:rPr>
        <w:t>3.4.3. Соблюдать при перевозке пассажиров и багажа требования правовых актов Российской Федерации, Калининградской области, органов местного самоуправления в сфере организации пассажирских перевозок автомобильным транспортом, а также условия организации регулярных пассажирских перевозок, предусмотренные конкурсной документацией.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1130"/>
      <w:bookmarkEnd w:id="30"/>
      <w:r w:rsidRPr="008977E2">
        <w:rPr>
          <w:rFonts w:ascii="Times New Roman" w:hAnsi="Times New Roman" w:cs="Times New Roman"/>
          <w:sz w:val="28"/>
          <w:szCs w:val="28"/>
        </w:rPr>
        <w:t>3.4.4. Исполнять иные обязательства, наличие или возникновение которых предусмотрено решениями, соглашениями органа местного самоуправления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округа «Город Калининград» с перевозчиком</w:t>
      </w:r>
      <w:r w:rsidRPr="008977E2">
        <w:rPr>
          <w:rFonts w:ascii="Times New Roman" w:hAnsi="Times New Roman" w:cs="Times New Roman"/>
          <w:sz w:val="28"/>
          <w:szCs w:val="28"/>
        </w:rPr>
        <w:t>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77E2">
        <w:rPr>
          <w:rFonts w:ascii="Times New Roman" w:hAnsi="Times New Roman" w:cs="Times New Roman"/>
          <w:sz w:val="28"/>
          <w:szCs w:val="28"/>
        </w:rPr>
        <w:t>. Обеспечивать: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1133"/>
      <w:bookmarkEnd w:id="31"/>
      <w:r w:rsidRPr="008977E2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77E2">
        <w:rPr>
          <w:rFonts w:ascii="Times New Roman" w:hAnsi="Times New Roman" w:cs="Times New Roman"/>
          <w:sz w:val="28"/>
          <w:szCs w:val="28"/>
        </w:rPr>
        <w:t>.1 выход на линию технически исправных автобусов, экипированных и имеющих внутреннее и внешнее оформление в соответствии с установленными стандартами;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1134"/>
      <w:bookmarkEnd w:id="32"/>
      <w:r w:rsidRPr="008977E2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77E2">
        <w:rPr>
          <w:rFonts w:ascii="Times New Roman" w:hAnsi="Times New Roman" w:cs="Times New Roman"/>
          <w:sz w:val="28"/>
          <w:szCs w:val="28"/>
        </w:rPr>
        <w:t>.2 содержание салона и внешнего вида автобуса в надлежащем состоянии;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1135"/>
      <w:bookmarkEnd w:id="33"/>
      <w:r w:rsidRPr="008977E2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77E2">
        <w:rPr>
          <w:rFonts w:ascii="Times New Roman" w:hAnsi="Times New Roman" w:cs="Times New Roman"/>
          <w:sz w:val="28"/>
          <w:szCs w:val="28"/>
        </w:rPr>
        <w:t xml:space="preserve">.3 </w:t>
      </w:r>
      <w:r>
        <w:rPr>
          <w:rFonts w:ascii="Times New Roman" w:hAnsi="Times New Roman" w:cs="Times New Roman"/>
          <w:sz w:val="28"/>
          <w:szCs w:val="28"/>
        </w:rPr>
        <w:t>соблюдение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водителями и кондукторами запрета на курение в салоне автобуса и использование средств радиосвязи во время движения;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1136"/>
      <w:bookmarkStart w:id="35" w:name="P1137"/>
      <w:bookmarkEnd w:id="34"/>
      <w:bookmarkEnd w:id="35"/>
      <w:r w:rsidRPr="008977E2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77E2">
        <w:rPr>
          <w:rFonts w:ascii="Times New Roman" w:hAnsi="Times New Roman" w:cs="Times New Roman"/>
          <w:sz w:val="28"/>
          <w:szCs w:val="28"/>
        </w:rPr>
        <w:t>.4 наличие информации о расписании движения на конечных остановочных пунктах маршрутов, обслуживаемых автобусами малого класса;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1138"/>
      <w:bookmarkEnd w:id="36"/>
      <w:r w:rsidRPr="008977E2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77E2">
        <w:rPr>
          <w:rFonts w:ascii="Times New Roman" w:hAnsi="Times New Roman" w:cs="Times New Roman"/>
          <w:sz w:val="28"/>
          <w:szCs w:val="28"/>
        </w:rPr>
        <w:t>.5 наличие информации о расписании движения на конечных и промежуточных остановочных пунктах маршрутов, обслуживаемых автобусами большого класса;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1139"/>
      <w:bookmarkEnd w:id="37"/>
      <w:r w:rsidRPr="008977E2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77E2">
        <w:rPr>
          <w:rFonts w:ascii="Times New Roman" w:hAnsi="Times New Roman" w:cs="Times New Roman"/>
          <w:sz w:val="28"/>
          <w:szCs w:val="28"/>
        </w:rPr>
        <w:t>.6 бесперебойную работу на обслуживаемых маршрутах бортовых комплектов спутниковой навигации транспортными средствами для диспетчерского руководства в рамках городской автоматизированной системы управления движением пассажирского транспорта города Калининграда, поддержание их в исправном, работоспособном состоянии за счет собственных средств;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1140"/>
      <w:bookmarkEnd w:id="38"/>
      <w:r w:rsidRPr="008977E2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77E2">
        <w:rPr>
          <w:rFonts w:ascii="Times New Roman" w:hAnsi="Times New Roman" w:cs="Times New Roman"/>
          <w:sz w:val="28"/>
          <w:szCs w:val="28"/>
        </w:rPr>
        <w:t>.7 наличие в каждом транспортном средстве информационных листов для пассажиров в соответствии с нормативными актами;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77E2">
        <w:rPr>
          <w:rFonts w:ascii="Times New Roman" w:hAnsi="Times New Roman" w:cs="Times New Roman"/>
          <w:sz w:val="28"/>
          <w:szCs w:val="28"/>
        </w:rPr>
        <w:t>.8 соблюдение водителями расписания движения;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77E2">
        <w:rPr>
          <w:rFonts w:ascii="Times New Roman" w:hAnsi="Times New Roman" w:cs="Times New Roman"/>
          <w:sz w:val="28"/>
          <w:szCs w:val="28"/>
        </w:rPr>
        <w:t>.9 оповещение населения путем размещения в автобусах и на остановочных пунктах специальных объявлений об изменении схемы маршрута, отмене рейсов или изменении расписания движения.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1143"/>
      <w:bookmarkEnd w:id="39"/>
      <w:r w:rsidRPr="008977E2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77E2">
        <w:rPr>
          <w:rFonts w:ascii="Times New Roman" w:hAnsi="Times New Roman" w:cs="Times New Roman"/>
          <w:sz w:val="28"/>
          <w:szCs w:val="28"/>
        </w:rPr>
        <w:t>. Своевременно проводить медицинский контроль водителей перед выездом на лини</w:t>
      </w:r>
      <w:r>
        <w:rPr>
          <w:rFonts w:ascii="Times New Roman" w:hAnsi="Times New Roman" w:cs="Times New Roman"/>
          <w:sz w:val="28"/>
          <w:szCs w:val="28"/>
        </w:rPr>
        <w:t>ю и по возвращении</w:t>
      </w:r>
      <w:r w:rsidRPr="008977E2">
        <w:rPr>
          <w:rFonts w:ascii="Times New Roman" w:hAnsi="Times New Roman" w:cs="Times New Roman"/>
          <w:sz w:val="28"/>
          <w:szCs w:val="28"/>
        </w:rPr>
        <w:t xml:space="preserve"> водителей с линии.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977E2">
        <w:rPr>
          <w:rFonts w:ascii="Times New Roman" w:hAnsi="Times New Roman" w:cs="Times New Roman"/>
          <w:sz w:val="28"/>
          <w:szCs w:val="28"/>
        </w:rPr>
        <w:t>. Использовать билетную продукцию установленного образца, согласованного с организатором, обеспечивать ее хранение, реализацию и учет.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977E2">
        <w:rPr>
          <w:rFonts w:ascii="Times New Roman" w:hAnsi="Times New Roman" w:cs="Times New Roman"/>
          <w:sz w:val="28"/>
          <w:szCs w:val="28"/>
        </w:rPr>
        <w:t>. Использовать на маршрутах транспортные средства, соответствующие условиям конкурсной документации.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977E2">
        <w:rPr>
          <w:rFonts w:ascii="Times New Roman" w:hAnsi="Times New Roman" w:cs="Times New Roman"/>
          <w:sz w:val="28"/>
          <w:szCs w:val="28"/>
        </w:rPr>
        <w:t>. Производить замену транспортных средств, эксплуатация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977E2">
        <w:rPr>
          <w:rFonts w:ascii="Times New Roman" w:hAnsi="Times New Roman" w:cs="Times New Roman"/>
          <w:sz w:val="28"/>
          <w:szCs w:val="28"/>
        </w:rPr>
        <w:t xml:space="preserve"> была запрещена в установленном порядке.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977E2">
        <w:rPr>
          <w:rFonts w:ascii="Times New Roman" w:hAnsi="Times New Roman" w:cs="Times New Roman"/>
          <w:sz w:val="28"/>
          <w:szCs w:val="28"/>
        </w:rPr>
        <w:t>. При возникновении чрезвычайных ситуаций исполнять все указания органов, осуществляющих управление ликвидацией их последствий, а также использовать все находящиеся в его распоряжении ресурсы и средства для выполнения возложенных на него обязанностей.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1149"/>
      <w:bookmarkEnd w:id="40"/>
      <w:r w:rsidRPr="008977E2">
        <w:rPr>
          <w:rFonts w:ascii="Times New Roman" w:hAnsi="Times New Roman" w:cs="Times New Roman"/>
          <w:sz w:val="28"/>
          <w:szCs w:val="28"/>
        </w:rPr>
        <w:t>3.4.1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977E2">
        <w:rPr>
          <w:rFonts w:ascii="Times New Roman" w:hAnsi="Times New Roman" w:cs="Times New Roman"/>
          <w:sz w:val="28"/>
          <w:szCs w:val="28"/>
        </w:rPr>
        <w:t>. Предоставлять организатору информацию, необходимую для осуществления контроля выполнения перевозок пассажиров, в том числе: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977E2">
        <w:rPr>
          <w:rFonts w:ascii="Times New Roman" w:hAnsi="Times New Roman" w:cs="Times New Roman"/>
          <w:sz w:val="28"/>
          <w:szCs w:val="28"/>
        </w:rPr>
        <w:t>.1 о фактическом количестве автобусов, работающих на обслуживаемых маршрутах, - до 08 час. 10 мин. в рабочие дни, с 09 час. 30 мин. до 10 час. 00 мин. в выходные и праздничные дни;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977E2">
        <w:rPr>
          <w:rFonts w:ascii="Times New Roman" w:hAnsi="Times New Roman" w:cs="Times New Roman"/>
          <w:sz w:val="28"/>
          <w:szCs w:val="28"/>
        </w:rPr>
        <w:t>.2 о причинах невыхода автобусов на маршруты, срыва движения на маршрутах, в том числе при дорожно-транспортном происшествии, - устно в течение часа, письменно в течение суток;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977E2">
        <w:rPr>
          <w:rFonts w:ascii="Times New Roman" w:hAnsi="Times New Roman" w:cs="Times New Roman"/>
          <w:sz w:val="28"/>
          <w:szCs w:val="28"/>
        </w:rPr>
        <w:t>.3 о принятии оперативны</w:t>
      </w:r>
      <w:r>
        <w:rPr>
          <w:rFonts w:ascii="Times New Roman" w:hAnsi="Times New Roman" w:cs="Times New Roman"/>
          <w:sz w:val="28"/>
          <w:szCs w:val="28"/>
        </w:rPr>
        <w:t>х мер по жалобам (заявлениям)</w:t>
      </w:r>
      <w:r w:rsidRPr="008977E2">
        <w:rPr>
          <w:rFonts w:ascii="Times New Roman" w:hAnsi="Times New Roman" w:cs="Times New Roman"/>
          <w:sz w:val="28"/>
          <w:szCs w:val="28"/>
        </w:rPr>
        <w:t xml:space="preserve"> граждан, поступившим в администрацию городского округа «Город Калининград», -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10 (десяти) суток;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977E2">
        <w:rPr>
          <w:rFonts w:ascii="Times New Roman" w:hAnsi="Times New Roman" w:cs="Times New Roman"/>
          <w:sz w:val="28"/>
          <w:szCs w:val="28"/>
        </w:rPr>
        <w:t>.4 по фактам нарушений условий настоящего договора - в порядке и сроки, установленные организатором.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977E2">
        <w:rPr>
          <w:rFonts w:ascii="Times New Roman" w:hAnsi="Times New Roman" w:cs="Times New Roman"/>
          <w:sz w:val="28"/>
          <w:szCs w:val="28"/>
        </w:rPr>
        <w:t>. Представить транспортные средства для установки организатором оборудования для автоматической фиксации количества перевозимых пассажиров и оборудования системы электронного контроля оплаты проезда,</w:t>
      </w:r>
      <w:r w:rsidRPr="008977E2">
        <w:rPr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обеспечить сохранность и функционирование установленного заказчиком оборудования и его возврат по</w:t>
      </w:r>
      <w:r>
        <w:rPr>
          <w:rFonts w:ascii="Times New Roman" w:hAnsi="Times New Roman" w:cs="Times New Roman"/>
          <w:sz w:val="28"/>
          <w:szCs w:val="28"/>
        </w:rPr>
        <w:t xml:space="preserve"> окончании срока действия </w:t>
      </w:r>
      <w:r w:rsidRPr="008977E2">
        <w:rPr>
          <w:rFonts w:ascii="Times New Roman" w:hAnsi="Times New Roman" w:cs="Times New Roman"/>
          <w:sz w:val="28"/>
          <w:szCs w:val="28"/>
        </w:rPr>
        <w:t>договора.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977E2">
        <w:rPr>
          <w:rFonts w:ascii="Times New Roman" w:hAnsi="Times New Roman" w:cs="Times New Roman"/>
          <w:sz w:val="28"/>
          <w:szCs w:val="28"/>
        </w:rPr>
        <w:t>. Осуществлять перевозку пассажиров и багажа по установленным тарифам и обеспечить перевозку льготн</w:t>
      </w:r>
      <w:r>
        <w:rPr>
          <w:rFonts w:ascii="Times New Roman" w:hAnsi="Times New Roman" w:cs="Times New Roman"/>
          <w:sz w:val="28"/>
          <w:szCs w:val="28"/>
        </w:rPr>
        <w:t>ой категории граждан (п</w:t>
      </w:r>
      <w:r w:rsidRPr="008977E2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977E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2 к разделу 1).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1154"/>
      <w:bookmarkEnd w:id="41"/>
      <w:r w:rsidRPr="008977E2">
        <w:rPr>
          <w:rFonts w:ascii="Times New Roman" w:hAnsi="Times New Roman" w:cs="Times New Roman"/>
          <w:sz w:val="28"/>
          <w:szCs w:val="28"/>
        </w:rPr>
        <w:t>3.4.1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977E2">
        <w:rPr>
          <w:rFonts w:ascii="Times New Roman" w:hAnsi="Times New Roman" w:cs="Times New Roman"/>
          <w:sz w:val="28"/>
          <w:szCs w:val="28"/>
        </w:rPr>
        <w:t>. В течение всего срока действия настоящего договора не допускать ухудшения соответствующих параметров транспортных средств, условий организации и осуществления перевозок пассажиров по сравнению с теми параметрами, которые перевозчик указал в собственной заявке на участие в конкурсе.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3.4.1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77E2">
        <w:rPr>
          <w:rFonts w:ascii="Times New Roman" w:hAnsi="Times New Roman" w:cs="Times New Roman"/>
          <w:sz w:val="28"/>
          <w:szCs w:val="28"/>
        </w:rPr>
        <w:t>. По требованию сотрудников дорожно-транспортного управления комитета городского хозяйства администрации городского округа «Город Калининград» предъявлять для проверки всю необходимую документацию, относящуюся к организации пассажирских перевозок, и обеспечивать доступ к месту стоянки транспортных средств.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4. Ответственность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Перевозчик на основании </w:t>
      </w:r>
      <w:hyperlink r:id="rId20" w:history="1">
        <w:r w:rsidRPr="008977E2">
          <w:rPr>
            <w:rFonts w:ascii="Times New Roman" w:hAnsi="Times New Roman" w:cs="Times New Roman"/>
            <w:sz w:val="28"/>
            <w:szCs w:val="28"/>
          </w:rPr>
          <w:t>ст.ст. 329</w:t>
        </w:r>
      </w:hyperlink>
      <w:r w:rsidRPr="008977E2">
        <w:rPr>
          <w:rFonts w:ascii="Times New Roman" w:hAnsi="Times New Roman" w:cs="Times New Roman"/>
          <w:sz w:val="28"/>
          <w:szCs w:val="28"/>
        </w:rPr>
        <w:t>-</w:t>
      </w:r>
      <w:hyperlink r:id="rId21" w:history="1">
        <w:r w:rsidRPr="008977E2">
          <w:rPr>
            <w:rFonts w:ascii="Times New Roman" w:hAnsi="Times New Roman" w:cs="Times New Roman"/>
            <w:sz w:val="28"/>
            <w:szCs w:val="28"/>
          </w:rPr>
          <w:t>331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обязан уплатить штраф в размере 5000 (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8977E2">
        <w:rPr>
          <w:rFonts w:ascii="Times New Roman" w:hAnsi="Times New Roman" w:cs="Times New Roman"/>
          <w:sz w:val="28"/>
          <w:szCs w:val="28"/>
        </w:rPr>
        <w:t xml:space="preserve"> тысяч) рублей за каждое из следующих нарушений, подтвержденных актом проверки, составленным и подписанным представителем организатора с одной стороны и представителем п</w:t>
      </w:r>
      <w:r>
        <w:rPr>
          <w:rFonts w:ascii="Times New Roman" w:hAnsi="Times New Roman" w:cs="Times New Roman"/>
          <w:sz w:val="28"/>
          <w:szCs w:val="28"/>
        </w:rPr>
        <w:t>еревозчика</w:t>
      </w:r>
      <w:r w:rsidRPr="008977E2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водителем</w:t>
      </w:r>
      <w:r w:rsidRPr="008977E2">
        <w:rPr>
          <w:rFonts w:ascii="Times New Roman" w:hAnsi="Times New Roman" w:cs="Times New Roman"/>
          <w:sz w:val="28"/>
          <w:szCs w:val="28"/>
        </w:rPr>
        <w:t xml:space="preserve"> автобуса с другой стороны</w:t>
      </w:r>
      <w:r>
        <w:rPr>
          <w:rFonts w:ascii="Times New Roman" w:hAnsi="Times New Roman" w:cs="Times New Roman"/>
          <w:sz w:val="28"/>
          <w:szCs w:val="28"/>
        </w:rPr>
        <w:t>, при выявлении факта</w:t>
      </w:r>
      <w:r w:rsidRPr="008977E2">
        <w:rPr>
          <w:rFonts w:ascii="Times New Roman" w:hAnsi="Times New Roman" w:cs="Times New Roman"/>
          <w:sz w:val="28"/>
          <w:szCs w:val="28"/>
        </w:rPr>
        <w:t>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4.1. Приостановления, ан</w:t>
      </w:r>
      <w:r>
        <w:rPr>
          <w:rFonts w:ascii="Times New Roman" w:hAnsi="Times New Roman" w:cs="Times New Roman"/>
          <w:sz w:val="28"/>
          <w:szCs w:val="28"/>
        </w:rPr>
        <w:t>нулирования действия лицензии перевозчика</w:t>
      </w:r>
      <w:r w:rsidRPr="008977E2">
        <w:rPr>
          <w:rFonts w:ascii="Times New Roman" w:hAnsi="Times New Roman" w:cs="Times New Roman"/>
          <w:sz w:val="28"/>
          <w:szCs w:val="28"/>
        </w:rPr>
        <w:t xml:space="preserve"> на право осуществления перевозок пасса</w:t>
      </w:r>
      <w:r>
        <w:rPr>
          <w:rFonts w:ascii="Times New Roman" w:hAnsi="Times New Roman" w:cs="Times New Roman"/>
          <w:sz w:val="28"/>
          <w:szCs w:val="28"/>
        </w:rPr>
        <w:t>жиров автомобильным транспортом.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4.2. Утраты права перевозчика на использование производственно-технической базы (помещений, оборудования) и транспортных средств, указанных в заявке на участие в конкурсе, в соответствии с требованиями конкурсной документации, а также ухудшения их качественных, эксплуатационно-технических и любых иных характеристик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7E2">
        <w:rPr>
          <w:rFonts w:ascii="Times New Roman" w:hAnsi="Times New Roman" w:cs="Times New Roman"/>
          <w:sz w:val="28"/>
          <w:szCs w:val="28"/>
        </w:rPr>
        <w:t xml:space="preserve"> указанных в заявке на участие в конкурсе, необходимых и достаточных для выполне</w:t>
      </w:r>
      <w:r>
        <w:rPr>
          <w:rFonts w:ascii="Times New Roman" w:hAnsi="Times New Roman" w:cs="Times New Roman"/>
          <w:sz w:val="28"/>
          <w:szCs w:val="28"/>
        </w:rPr>
        <w:t>ния условий настоящего договора.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4.3. Неиспользование билетной продукции либо использование билетной продукции неустановленного о</w:t>
      </w:r>
      <w:r>
        <w:rPr>
          <w:rFonts w:ascii="Times New Roman" w:hAnsi="Times New Roman" w:cs="Times New Roman"/>
          <w:sz w:val="28"/>
          <w:szCs w:val="28"/>
        </w:rPr>
        <w:t>бразца.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4.4. Отсутствие или неправильное заполнение путевого ли</w:t>
      </w:r>
      <w:r>
        <w:rPr>
          <w:rFonts w:ascii="Times New Roman" w:hAnsi="Times New Roman" w:cs="Times New Roman"/>
          <w:sz w:val="28"/>
          <w:szCs w:val="28"/>
        </w:rPr>
        <w:t>ста либо билетно-учетного листа.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4.5. Превышение норм вместимости автобуса малого класса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4.6. Отклонение от схемы (пути следования) движения, указанной в пас</w:t>
      </w:r>
      <w:r>
        <w:rPr>
          <w:rFonts w:ascii="Times New Roman" w:hAnsi="Times New Roman" w:cs="Times New Roman"/>
          <w:sz w:val="28"/>
          <w:szCs w:val="28"/>
        </w:rPr>
        <w:t>порте соответствующего маршрута.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4.7. Отсутствие у водителя автобуса схемы движения по маршру</w:t>
      </w:r>
      <w:r>
        <w:rPr>
          <w:rFonts w:ascii="Times New Roman" w:hAnsi="Times New Roman" w:cs="Times New Roman"/>
          <w:sz w:val="28"/>
          <w:szCs w:val="28"/>
        </w:rPr>
        <w:t>ту с указанием опасных участков.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4.8. Несоответствие информационного обеспечения подвижного состава требованиям ГОСТ 25869-90 «Отличительные знаки подвижного состава пассажирского транспорта, остановочных </w:t>
      </w:r>
      <w:r>
        <w:rPr>
          <w:rFonts w:ascii="Times New Roman" w:hAnsi="Times New Roman" w:cs="Times New Roman"/>
          <w:sz w:val="28"/>
          <w:szCs w:val="28"/>
        </w:rPr>
        <w:t>пунктов и пассажирских станций».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4.9. Отсутствие информации о расписании движения на конечных остановочных пунктах маршрутов, обслуживаемых автобусами малого класса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4.10. Отсутствие информации о расписании движения на конечных и промежуточных остановочных пунктах маршрутов, обслуживаемых автобусами большого класса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4.11. Нарушение расписания движения по вине п</w:t>
      </w:r>
      <w:r>
        <w:rPr>
          <w:rFonts w:ascii="Times New Roman" w:hAnsi="Times New Roman" w:cs="Times New Roman"/>
          <w:sz w:val="28"/>
          <w:szCs w:val="28"/>
        </w:rPr>
        <w:t>еревозчика.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4.12. Работа на маршруте с неисправным или отсутствующим прибором спутниковой системы навигации, оборудования системы электронной оплаты проезда и контроля оплаты проезда, а также контроля количества пассажиров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4.13. Кур</w:t>
      </w:r>
      <w:r>
        <w:rPr>
          <w:rFonts w:ascii="Times New Roman" w:hAnsi="Times New Roman" w:cs="Times New Roman"/>
          <w:sz w:val="28"/>
          <w:szCs w:val="28"/>
        </w:rPr>
        <w:t>ение водителя в салоне автобуса.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4.14. Антисанитарное состояние с</w:t>
      </w:r>
      <w:r>
        <w:rPr>
          <w:rFonts w:ascii="Times New Roman" w:hAnsi="Times New Roman" w:cs="Times New Roman"/>
          <w:sz w:val="28"/>
          <w:szCs w:val="28"/>
        </w:rPr>
        <w:t>алона и наружной части автобуса.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4.15. Разговоры водителя по телефону или рации во время движения автобуса.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4.16. Заказчик и Исполнитель в случае неисполнения или ненадлежащего исполнен</w:t>
      </w:r>
      <w:r>
        <w:rPr>
          <w:rFonts w:ascii="Times New Roman" w:hAnsi="Times New Roman" w:cs="Times New Roman"/>
          <w:sz w:val="28"/>
          <w:szCs w:val="28"/>
        </w:rPr>
        <w:t>ия обязательств, вытекающих из д</w:t>
      </w:r>
      <w:r w:rsidRPr="008977E2">
        <w:rPr>
          <w:rFonts w:ascii="Times New Roman" w:hAnsi="Times New Roman" w:cs="Times New Roman"/>
          <w:sz w:val="28"/>
          <w:szCs w:val="28"/>
        </w:rPr>
        <w:t>оговора, несут ответственность, предусмотренную законодате</w:t>
      </w:r>
      <w:r>
        <w:rPr>
          <w:rFonts w:ascii="Times New Roman" w:hAnsi="Times New Roman" w:cs="Times New Roman"/>
          <w:sz w:val="28"/>
          <w:szCs w:val="28"/>
        </w:rPr>
        <w:t>льством Российской Федерации и д</w:t>
      </w:r>
      <w:r w:rsidRPr="008977E2">
        <w:rPr>
          <w:rFonts w:ascii="Times New Roman" w:hAnsi="Times New Roman" w:cs="Times New Roman"/>
          <w:sz w:val="28"/>
          <w:szCs w:val="28"/>
        </w:rPr>
        <w:t>оговором.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Реквизиты для перечисления штрафа: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Получатель: 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(Комитет экономики, финансов и контроля</w:t>
      </w:r>
      <w:r w:rsidRPr="008977E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977E2">
        <w:rPr>
          <w:rFonts w:ascii="Times New Roman" w:hAnsi="Times New Roman" w:cs="Times New Roman"/>
          <w:sz w:val="28"/>
          <w:szCs w:val="28"/>
        </w:rPr>
        <w:t>омитет городского хозяйства администрации городского округа «Город Калининград»,  л/с  200380002)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ИНН 3904094520/, КПП 390601001, ОКПО 03323152, ОГРН 1023900783620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236040, Калининград, пл. Победы, д. 1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Банк получателя: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ОТДЕЛЕНИЕ КАЛИНИНГРАД  г. КАЛИНИНГРАД 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Р/С 40204810700000000002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БИК 042748001</w:t>
      </w:r>
    </w:p>
    <w:p w:rsidR="00614861" w:rsidRPr="008977E2" w:rsidRDefault="00614861" w:rsidP="008977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ОКТМО 27701000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Срок уплаты штрафа - не позднее десяти календарных дней со дня составления и подписания акта контроля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 w:rsidRPr="008977E2">
        <w:rPr>
          <w:rFonts w:ascii="Times New Roman" w:hAnsi="Times New Roman" w:cs="Times New Roman"/>
          <w:sz w:val="28"/>
          <w:szCs w:val="28"/>
        </w:rPr>
        <w:t xml:space="preserve"> условий договора об организации регулярных перевозок пассажиров и багажа автомобильным транспортом по маршрутам городского округа «Город Калининград».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5. Порядок изменения и расторжения договора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5.1. Договор может быть изменен и дополнен по предложению одной из сторон, если в период его действия существенно изменились условия, при которых он заключался. Любые изменения или дополнительные соглашения к договору оформляются письменно, подписываются сторонами и являются неотъемлемой его частью.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1187"/>
      <w:bookmarkEnd w:id="42"/>
      <w:r w:rsidRPr="008977E2">
        <w:rPr>
          <w:rFonts w:ascii="Times New Roman" w:hAnsi="Times New Roman" w:cs="Times New Roman"/>
          <w:sz w:val="28"/>
          <w:szCs w:val="28"/>
        </w:rPr>
        <w:t>5.2. Договор может быть расторгнут по соглашению сторон. Организатор вправе в одностороннем порядке отказаться от исполнения договора в случае: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5.2.1 приостановления, аннулирования действия лицензии </w:t>
      </w:r>
      <w:r>
        <w:rPr>
          <w:rFonts w:ascii="Times New Roman" w:hAnsi="Times New Roman" w:cs="Times New Roman"/>
          <w:sz w:val="28"/>
          <w:szCs w:val="28"/>
        </w:rPr>
        <w:t>перевозчика</w:t>
      </w:r>
      <w:r w:rsidRPr="008977E2">
        <w:rPr>
          <w:rFonts w:ascii="Times New Roman" w:hAnsi="Times New Roman" w:cs="Times New Roman"/>
          <w:sz w:val="28"/>
          <w:szCs w:val="28"/>
        </w:rPr>
        <w:t xml:space="preserve"> на право осуществления перевозок пассажиров автомобильным транспортом;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5.2.2 утраты права перевозчика на использование производственно-технической базы (помещений, оборудования) и транспортных средств, указанных в заявке на участие в конкурсе, в соответствии с требованиями конкурсной документации, а также ухудшения их качественных, эксплуатационно-технических и любых иных </w:t>
      </w:r>
      <w:r>
        <w:rPr>
          <w:rFonts w:ascii="Times New Roman" w:hAnsi="Times New Roman" w:cs="Times New Roman"/>
          <w:sz w:val="28"/>
          <w:szCs w:val="28"/>
        </w:rPr>
        <w:t xml:space="preserve">ухудшающих </w:t>
      </w:r>
      <w:r w:rsidRPr="008977E2">
        <w:rPr>
          <w:rFonts w:ascii="Times New Roman" w:hAnsi="Times New Roman" w:cs="Times New Roman"/>
          <w:sz w:val="28"/>
          <w:szCs w:val="28"/>
        </w:rPr>
        <w:t>характеристик,</w:t>
      </w:r>
      <w:r>
        <w:rPr>
          <w:rFonts w:ascii="Times New Roman" w:hAnsi="Times New Roman" w:cs="Times New Roman"/>
          <w:sz w:val="28"/>
          <w:szCs w:val="28"/>
        </w:rPr>
        <w:t xml:space="preserve"> в случае не</w:t>
      </w:r>
      <w:r w:rsidRPr="008977E2">
        <w:rPr>
          <w:rFonts w:ascii="Times New Roman" w:hAnsi="Times New Roman" w:cs="Times New Roman"/>
          <w:sz w:val="28"/>
          <w:szCs w:val="28"/>
        </w:rPr>
        <w:t>обеспечения перевозчиком в течение одного месяца с даты наступления указанного события, использования на законных основаниях иной производственно-технической базы (помещений, оборудования) и иных транспортных средств, соответствующих качественным, эксплуатационно-техническим и иным характеристикам, указанным в заявке на участие в конкурсе, необходимых и достаточных для выполнения условий настоящего договора;</w:t>
      </w:r>
    </w:p>
    <w:p w:rsidR="00614861" w:rsidRPr="00A710AD" w:rsidRDefault="00614861" w:rsidP="00A710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1190"/>
      <w:bookmarkEnd w:id="43"/>
      <w:r w:rsidRPr="008977E2">
        <w:rPr>
          <w:rFonts w:ascii="Times New Roman" w:hAnsi="Times New Roman" w:cs="Times New Roman"/>
          <w:sz w:val="28"/>
          <w:szCs w:val="28"/>
        </w:rPr>
        <w:t>5.2.3 повторного нарушения перевозчиком в течение трех месяцев подряд требований одного из под</w:t>
      </w:r>
      <w:hyperlink w:anchor="P1125" w:history="1">
        <w:r w:rsidRPr="008977E2">
          <w:rPr>
            <w:rFonts w:ascii="Times New Roman" w:hAnsi="Times New Roman" w:cs="Times New Roman"/>
            <w:sz w:val="28"/>
            <w:szCs w:val="28"/>
          </w:rPr>
          <w:t>пунктов пункта 3.4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и выявлени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977E2">
        <w:rPr>
          <w:rFonts w:ascii="Times New Roman" w:hAnsi="Times New Roman" w:cs="Times New Roman"/>
          <w:sz w:val="28"/>
          <w:szCs w:val="28"/>
        </w:rPr>
        <w:t xml:space="preserve"> фактов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7E2">
        <w:rPr>
          <w:rFonts w:ascii="Times New Roman" w:hAnsi="Times New Roman" w:cs="Times New Roman"/>
          <w:sz w:val="28"/>
          <w:szCs w:val="28"/>
        </w:rPr>
        <w:t xml:space="preserve"> установленных пунктами 4.1 – 4.15 </w:t>
      </w:r>
      <w:hyperlink w:anchor="P1227" w:history="1">
        <w:r w:rsidRPr="008977E2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настоящего договора. При этом основанием для расторжения договора является акт проверки, составленный и подписанный представителем организатора с одной стороны и представителем перевозчика или </w:t>
      </w:r>
      <w:r>
        <w:rPr>
          <w:rFonts w:ascii="Times New Roman" w:hAnsi="Times New Roman" w:cs="Times New Roman"/>
          <w:sz w:val="28"/>
          <w:szCs w:val="28"/>
        </w:rPr>
        <w:t xml:space="preserve">водителем автобуса с другой стороны. </w:t>
      </w:r>
      <w:r w:rsidRPr="00A710AD">
        <w:rPr>
          <w:rFonts w:ascii="Times New Roman" w:hAnsi="Times New Roman" w:cs="Times New Roman"/>
          <w:sz w:val="28"/>
          <w:szCs w:val="28"/>
        </w:rPr>
        <w:t>Организатор направляет перевозчику письменное уведомление об отказе от исполнения договора не менее чем за 14 дней до даты расторжения договора. Договор считается расторгнутым по истечении 14 дней с даты получения перевозчиком уведомления организатора об отказе от исполнения договора;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0AD">
        <w:rPr>
          <w:rFonts w:ascii="Times New Roman" w:hAnsi="Times New Roman" w:cs="Times New Roman"/>
          <w:sz w:val="28"/>
          <w:szCs w:val="28"/>
        </w:rPr>
        <w:t xml:space="preserve">5.2.4 повторного совершения по вине перевозчика дорожно-транспортного </w:t>
      </w:r>
      <w:r w:rsidRPr="008977E2">
        <w:rPr>
          <w:rFonts w:ascii="Times New Roman" w:hAnsi="Times New Roman" w:cs="Times New Roman"/>
          <w:sz w:val="28"/>
          <w:szCs w:val="28"/>
        </w:rPr>
        <w:t>происшествия, при котором имеются погибшие или в результате которых причинен вред здоровью средней тяжести или тяжкий вред здоровью пострадавшим, в течение года после совершения дорожно-транспортного происшеств</w:t>
      </w:r>
      <w:r>
        <w:rPr>
          <w:rFonts w:ascii="Times New Roman" w:hAnsi="Times New Roman" w:cs="Times New Roman"/>
          <w:sz w:val="28"/>
          <w:szCs w:val="28"/>
        </w:rPr>
        <w:t>ия с аналогичными последствиями;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>5 отмены маршрута;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5.2</w:t>
      </w:r>
      <w:r>
        <w:rPr>
          <w:rFonts w:ascii="Times New Roman" w:hAnsi="Times New Roman" w:cs="Times New Roman"/>
          <w:sz w:val="28"/>
          <w:szCs w:val="28"/>
        </w:rPr>
        <w:t>.6</w:t>
      </w:r>
      <w:r w:rsidRPr="008977E2">
        <w:rPr>
          <w:rFonts w:ascii="Times New Roman" w:hAnsi="Times New Roman" w:cs="Times New Roman"/>
          <w:sz w:val="28"/>
          <w:szCs w:val="28"/>
        </w:rPr>
        <w:t xml:space="preserve"> привлечения перевозчика к административной ответственности уполномоченными органами за нарушения транспортного законодательства и (или) нарушения законодательства о государственном регулировании тарифов более трех раз с начала действия настоящего договора.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5.3. Все споры и разногласия решаются по соглашению сторон. В случае несогласия спор разрешается в судебном порядке в соответствии с действующим законодательством.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6. Другие условия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6.1. Настоящий договор вступает в силу с момента его подписания и действует до 01 марта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г.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6.2. От лица организатора контроль выполнения договорных обязательств по настоящему договору осуществляют сотрудники транспортного управления комитета городского хозяйства администрации городского округа «Город Калининград».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6.3. В вопросах, не урегулированных договором, стороны должны руководствоваться действующим законодательством.</w:t>
      </w:r>
    </w:p>
    <w:p w:rsidR="00614861" w:rsidRPr="008977E2" w:rsidRDefault="00614861" w:rsidP="00897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6.4. Договор составлен в 2-х экземплярах, которые имеют одинаковую юридическую силу.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7. Адреса и реквизиты сторон</w:t>
      </w:r>
    </w:p>
    <w:p w:rsidR="00614861" w:rsidRPr="008977E2" w:rsidRDefault="00614861" w:rsidP="008977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Организатор</w:t>
      </w:r>
      <w:r w:rsidRPr="008977E2">
        <w:rPr>
          <w:rFonts w:ascii="Times New Roman" w:hAnsi="Times New Roman" w:cs="Times New Roman"/>
          <w:sz w:val="28"/>
          <w:szCs w:val="28"/>
        </w:rPr>
        <w:tab/>
      </w:r>
      <w:r w:rsidRPr="008977E2">
        <w:rPr>
          <w:rFonts w:ascii="Times New Roman" w:hAnsi="Times New Roman" w:cs="Times New Roman"/>
          <w:sz w:val="28"/>
          <w:szCs w:val="28"/>
        </w:rPr>
        <w:tab/>
      </w:r>
      <w:r w:rsidRPr="008977E2">
        <w:rPr>
          <w:rFonts w:ascii="Times New Roman" w:hAnsi="Times New Roman" w:cs="Times New Roman"/>
          <w:sz w:val="28"/>
          <w:szCs w:val="28"/>
        </w:rPr>
        <w:tab/>
      </w:r>
      <w:r w:rsidRPr="008977E2">
        <w:rPr>
          <w:rFonts w:ascii="Times New Roman" w:hAnsi="Times New Roman" w:cs="Times New Roman"/>
          <w:sz w:val="28"/>
          <w:szCs w:val="28"/>
        </w:rPr>
        <w:tab/>
      </w:r>
      <w:r w:rsidRPr="008977E2">
        <w:rPr>
          <w:rFonts w:ascii="Times New Roman" w:hAnsi="Times New Roman" w:cs="Times New Roman"/>
          <w:sz w:val="28"/>
          <w:szCs w:val="28"/>
        </w:rPr>
        <w:tab/>
      </w:r>
      <w:r w:rsidRPr="008977E2">
        <w:rPr>
          <w:rFonts w:ascii="Times New Roman" w:hAnsi="Times New Roman" w:cs="Times New Roman"/>
          <w:sz w:val="28"/>
          <w:szCs w:val="28"/>
        </w:rPr>
        <w:tab/>
        <w:t>Перевозчик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Комитет городского хозяйства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236040, Калининград, пл. Победы, д. 1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Филиал ОАО Банк ВТБ г. Калининград;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Получатель: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ИНН  3904094520/ КПП 390601001 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ОКПО 03323152   ОГРН 1023900783620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(КЭФиК, Комитет городского хозяйства 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«Город Калининград»,  л/с  200380002)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Банк  получателя: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ОТДЕЛЕНИЕ КАЛИНИНГРАД  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г. КАЛИНИНГРАД 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Р/С 40204810700000000002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БИК 042748001</w:t>
      </w:r>
    </w:p>
    <w:p w:rsidR="00614861" w:rsidRPr="008977E2" w:rsidRDefault="00614861" w:rsidP="008977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ОКТМО 27701000</w:t>
      </w: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8977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Руководитель_____________________</w:t>
      </w:r>
      <w:r w:rsidRPr="008977E2">
        <w:rPr>
          <w:rFonts w:ascii="Times New Roman" w:hAnsi="Times New Roman" w:cs="Times New Roman"/>
          <w:sz w:val="28"/>
          <w:szCs w:val="28"/>
        </w:rPr>
        <w:tab/>
        <w:t>Директор _________________</w:t>
      </w:r>
    </w:p>
    <w:p w:rsidR="00614861" w:rsidRPr="008977E2" w:rsidRDefault="00614861" w:rsidP="008977E2">
      <w:pPr>
        <w:rPr>
          <w:sz w:val="28"/>
          <w:szCs w:val="28"/>
          <w:lang w:eastAsia="ru-RU"/>
        </w:rPr>
      </w:pPr>
      <w:r w:rsidRPr="008977E2">
        <w:rPr>
          <w:sz w:val="28"/>
          <w:szCs w:val="28"/>
        </w:rPr>
        <w:br w:type="page"/>
      </w:r>
    </w:p>
    <w:p w:rsidR="00614861" w:rsidRPr="008977E2" w:rsidRDefault="00614861" w:rsidP="00B0179C">
      <w:pPr>
        <w:rPr>
          <w:sz w:val="28"/>
          <w:szCs w:val="28"/>
          <w:lang w:eastAsia="ru-RU"/>
        </w:rPr>
      </w:pPr>
      <w:bookmarkStart w:id="44" w:name="P1227"/>
      <w:bookmarkEnd w:id="44"/>
    </w:p>
    <w:p w:rsidR="00614861" w:rsidRPr="008977E2" w:rsidRDefault="00614861" w:rsidP="00B017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5" w:name="OLE_LINK3"/>
      <w:bookmarkStart w:id="46" w:name="OLE_LINK4"/>
      <w:r w:rsidRPr="008977E2">
        <w:rPr>
          <w:rFonts w:ascii="Times New Roman" w:hAnsi="Times New Roman" w:cs="Times New Roman"/>
          <w:sz w:val="28"/>
          <w:szCs w:val="28"/>
        </w:rPr>
        <w:t>Раздел 4</w:t>
      </w:r>
    </w:p>
    <w:p w:rsidR="00614861" w:rsidRPr="008977E2" w:rsidRDefault="00614861" w:rsidP="00B017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Извещение о проведении открытого конкурса</w:t>
      </w:r>
    </w:p>
    <w:p w:rsidR="00614861" w:rsidRPr="008977E2" w:rsidRDefault="00614861" w:rsidP="00B017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8977E2">
        <w:rPr>
          <w:rFonts w:ascii="Times New Roman" w:hAnsi="Times New Roman" w:cs="Times New Roman"/>
          <w:sz w:val="28"/>
          <w:szCs w:val="28"/>
        </w:rPr>
        <w:t>а право заключения договоров об организации регулярных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перевозок пассажиров и багажа автомобильным транспортом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по маршрутам городского округа «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8977E2">
        <w:rPr>
          <w:rFonts w:ascii="Times New Roman" w:hAnsi="Times New Roman" w:cs="Times New Roman"/>
          <w:sz w:val="28"/>
          <w:szCs w:val="28"/>
        </w:rPr>
        <w:t xml:space="preserve">ород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977E2">
        <w:rPr>
          <w:rFonts w:ascii="Times New Roman" w:hAnsi="Times New Roman" w:cs="Times New Roman"/>
          <w:sz w:val="28"/>
          <w:szCs w:val="28"/>
        </w:rPr>
        <w:t>алининград»</w:t>
      </w:r>
    </w:p>
    <w:p w:rsidR="00614861" w:rsidRPr="008977E2" w:rsidRDefault="00614861" w:rsidP="00B017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Предмет конкурса: право на заключение договоров об организации регулярных перевозок пассажиров и багажа автомобильным транспортом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по маршрутам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по 15 (пятнадцати) лотам (</w:t>
      </w:r>
      <w:hyperlink w:anchor="P339" w:history="1">
        <w:r w:rsidRPr="008977E2">
          <w:rPr>
            <w:rFonts w:ascii="Times New Roman" w:hAnsi="Times New Roman" w:cs="Times New Roman"/>
            <w:sz w:val="28"/>
            <w:szCs w:val="28"/>
          </w:rPr>
          <w:t>приложение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разделу 1«Информационная карта открытого конкурса»).</w:t>
      </w:r>
    </w:p>
    <w:p w:rsidR="00614861" w:rsidRPr="008977E2" w:rsidRDefault="00614861" w:rsidP="00B0179C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Заказчик: администрация городского округа «Город Калининград».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Место нахождения и почтовый адрес: 236040, г. Калининград,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977E2">
        <w:rPr>
          <w:rFonts w:ascii="Times New Roman" w:hAnsi="Times New Roman" w:cs="Times New Roman"/>
          <w:sz w:val="28"/>
          <w:szCs w:val="28"/>
        </w:rPr>
        <w:t>пл. Победы, 1.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22" w:history="1">
        <w:r w:rsidRPr="008977E2">
          <w:rPr>
            <w:rStyle w:val="Hyperlink"/>
            <w:rFonts w:ascii="Times New Roman" w:hAnsi="Times New Roman" w:cs="Times New Roman"/>
          </w:rPr>
          <w:t>cityhall@klgd.ru</w:t>
        </w:r>
      </w:hyperlink>
      <w:r w:rsidRPr="008977E2">
        <w:rPr>
          <w:rFonts w:ascii="Times New Roman" w:hAnsi="Times New Roman" w:cs="Times New Roman"/>
          <w:sz w:val="28"/>
          <w:szCs w:val="28"/>
        </w:rPr>
        <w:t>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Номер контактного телефона: (4012) 92-33-09.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Организатор конкурса: комитет городского хозяйства администрации городского округа «Город Калининград».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Место нахождения и почтовый адрес: 236040, г. Калининград,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977E2">
        <w:rPr>
          <w:rFonts w:ascii="Times New Roman" w:hAnsi="Times New Roman" w:cs="Times New Roman"/>
          <w:sz w:val="28"/>
          <w:szCs w:val="28"/>
        </w:rPr>
        <w:t>пл. Победы, 1.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Номер контактного телефона: (4012) 92-33-09.</w:t>
      </w:r>
    </w:p>
    <w:p w:rsidR="00614861" w:rsidRPr="008977E2" w:rsidRDefault="00614861" w:rsidP="00B0179C">
      <w:pPr>
        <w:pStyle w:val="ConsPlusNormal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Место, срок и порядок предоставления конкурсной документации. Конкурсную документацию можно получить с 31.12.2015 по 11.04.2016 по письменному заявлению претендента, направленному по адресу: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977E2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 xml:space="preserve">Калининград, пл. Победы, 1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977E2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977E2">
        <w:rPr>
          <w:rFonts w:ascii="Times New Roman" w:hAnsi="Times New Roman" w:cs="Times New Roman"/>
          <w:sz w:val="28"/>
          <w:szCs w:val="28"/>
        </w:rPr>
        <w:t xml:space="preserve">, в рабочие дни с 09.00 до 18.00 (перерыв на обед с 13.00 до 14.00) по калининградскому времени, а также на официальном сайте администрации городского округа «Город Калининград» в сети «Интернет» </w:t>
      </w:r>
      <w:r w:rsidRPr="00496815">
        <w:rPr>
          <w:rFonts w:ascii="Times New Roman" w:hAnsi="Times New Roman" w:cs="Times New Roman"/>
          <w:sz w:val="28"/>
          <w:szCs w:val="28"/>
        </w:rPr>
        <w:t>www.klgd.ru</w:t>
      </w:r>
      <w:r w:rsidRPr="008977E2">
        <w:rPr>
          <w:rFonts w:ascii="Times New Roman" w:hAnsi="Times New Roman" w:cs="Times New Roman"/>
          <w:sz w:val="28"/>
          <w:szCs w:val="28"/>
        </w:rPr>
        <w:t>, ознаком</w:t>
      </w:r>
      <w:r>
        <w:rPr>
          <w:rFonts w:ascii="Times New Roman" w:hAnsi="Times New Roman" w:cs="Times New Roman"/>
          <w:sz w:val="28"/>
          <w:szCs w:val="28"/>
        </w:rPr>
        <w:t>иться с документацией можно</w:t>
      </w:r>
      <w:r w:rsidRPr="008977E2">
        <w:rPr>
          <w:rFonts w:ascii="Times New Roman" w:hAnsi="Times New Roman" w:cs="Times New Roman"/>
          <w:sz w:val="28"/>
          <w:szCs w:val="28"/>
        </w:rPr>
        <w:t xml:space="preserve"> в газете «Гражданин».</w:t>
      </w:r>
    </w:p>
    <w:p w:rsidR="00614861" w:rsidRPr="008977E2" w:rsidRDefault="00614861" w:rsidP="00B0179C">
      <w:pPr>
        <w:pStyle w:val="ConsPlusNormal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Адрес, по которому можно получить информацию о предмете конкурса, порядке его проведения: г. Калининград, пл. Победы, 1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977E2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977E2">
        <w:rPr>
          <w:rFonts w:ascii="Times New Roman" w:hAnsi="Times New Roman" w:cs="Times New Roman"/>
          <w:sz w:val="28"/>
          <w:szCs w:val="28"/>
        </w:rPr>
        <w:t>.</w:t>
      </w:r>
    </w:p>
    <w:p w:rsidR="00614861" w:rsidRPr="008977E2" w:rsidRDefault="00614861" w:rsidP="00B0179C">
      <w:pPr>
        <w:pStyle w:val="ConsPlusNormal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Место, дата и время (часы, минуты) начала и окончания приема заявок на участие в конкурсе.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Заявки принимаются с 09.00 до 18.00 (перерыв на обед с 13.00 до 14.00) по калининградскому времени по рабочим дням по адресу: г. Калининград,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977E2">
        <w:rPr>
          <w:rFonts w:ascii="Times New Roman" w:hAnsi="Times New Roman" w:cs="Times New Roman"/>
          <w:sz w:val="28"/>
          <w:szCs w:val="28"/>
        </w:rPr>
        <w:t xml:space="preserve">пл. Победы, 1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977E2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977E2">
        <w:rPr>
          <w:rFonts w:ascii="Times New Roman" w:hAnsi="Times New Roman" w:cs="Times New Roman"/>
          <w:sz w:val="28"/>
          <w:szCs w:val="28"/>
        </w:rPr>
        <w:t>, с 31.12.2015 по 11.04.2016 в порядке и по форме, установленным конкурсной документацией.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Для участия в конкурсе претендент представляет следующие документы:</w:t>
      </w:r>
    </w:p>
    <w:p w:rsidR="00614861" w:rsidRPr="008977E2" w:rsidRDefault="00614861" w:rsidP="00B0179C">
      <w:pPr>
        <w:pStyle w:val="ConsPlusNormal"/>
        <w:numPr>
          <w:ilvl w:val="1"/>
          <w:numId w:val="13"/>
        </w:numPr>
        <w:tabs>
          <w:tab w:val="num" w:pos="720"/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заявк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977E2">
        <w:rPr>
          <w:rFonts w:ascii="Times New Roman" w:hAnsi="Times New Roman" w:cs="Times New Roman"/>
          <w:sz w:val="28"/>
          <w:szCs w:val="28"/>
        </w:rPr>
        <w:t xml:space="preserve"> на участие в конкурсе (по </w:t>
      </w:r>
      <w:hyperlink w:anchor="P451" w:history="1">
        <w:r w:rsidRPr="008977E2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8977E2">
        <w:rPr>
          <w:rFonts w:ascii="Times New Roman" w:hAnsi="Times New Roman" w:cs="Times New Roman"/>
          <w:sz w:val="28"/>
          <w:szCs w:val="28"/>
        </w:rPr>
        <w:t>);</w:t>
      </w:r>
    </w:p>
    <w:p w:rsidR="00614861" w:rsidRPr="008977E2" w:rsidRDefault="00614861" w:rsidP="00B0179C">
      <w:pPr>
        <w:pStyle w:val="ConsPlusNormal"/>
        <w:numPr>
          <w:ilvl w:val="1"/>
          <w:numId w:val="13"/>
        </w:numPr>
        <w:tabs>
          <w:tab w:val="left" w:pos="720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инф</w:t>
      </w:r>
      <w:r w:rsidRPr="008977E2">
        <w:rPr>
          <w:rFonts w:ascii="Times New Roman" w:hAnsi="Times New Roman" w:cs="Times New Roman"/>
          <w:sz w:val="28"/>
          <w:szCs w:val="28"/>
        </w:rPr>
        <w:t>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977E2">
        <w:rPr>
          <w:rFonts w:ascii="Times New Roman" w:hAnsi="Times New Roman" w:cs="Times New Roman"/>
          <w:sz w:val="28"/>
          <w:szCs w:val="28"/>
        </w:rPr>
        <w:t xml:space="preserve"> о качественных показателях работы по осуществлению пассажирских перевозок автомобильным транспортом общего пользования;</w:t>
      </w:r>
    </w:p>
    <w:p w:rsidR="00614861" w:rsidRPr="008977E2" w:rsidRDefault="00614861" w:rsidP="00B0179C">
      <w:pPr>
        <w:pStyle w:val="ConsPlusNormal"/>
        <w:numPr>
          <w:ilvl w:val="1"/>
          <w:numId w:val="13"/>
        </w:numPr>
        <w:tabs>
          <w:tab w:val="num" w:pos="92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информацию о государственной регистрации юридического лица или индивидуального предпринимателя (выписка из ЕГРЮЛ или ЕГРИП) (</w:t>
      </w:r>
      <w:hyperlink w:anchor="P956" w:history="1">
        <w:r w:rsidRPr="008977E2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2);</w:t>
      </w:r>
    </w:p>
    <w:p w:rsidR="00614861" w:rsidRPr="008977E2" w:rsidRDefault="00614861" w:rsidP="00B0179C">
      <w:pPr>
        <w:pStyle w:val="ConsPlusNormal"/>
        <w:numPr>
          <w:ilvl w:val="1"/>
          <w:numId w:val="13"/>
        </w:numPr>
        <w:tabs>
          <w:tab w:val="num" w:pos="92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анкет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977E2">
        <w:rPr>
          <w:rFonts w:ascii="Times New Roman" w:hAnsi="Times New Roman" w:cs="Times New Roman"/>
          <w:sz w:val="28"/>
          <w:szCs w:val="28"/>
        </w:rPr>
        <w:t xml:space="preserve"> претендента, заполненн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77E2">
        <w:rPr>
          <w:rFonts w:ascii="Times New Roman" w:hAnsi="Times New Roman" w:cs="Times New Roman"/>
          <w:sz w:val="28"/>
          <w:szCs w:val="28"/>
        </w:rPr>
        <w:t xml:space="preserve"> по установленной в разделе 2 конкурсной документации форме (</w:t>
      </w:r>
      <w:hyperlink w:anchor="P759" w:history="1">
        <w:r w:rsidRPr="008977E2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 xml:space="preserve">2 - для юридического лица или </w:t>
      </w:r>
      <w:hyperlink w:anchor="P829" w:history="1">
        <w:r w:rsidRPr="008977E2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2 - для индивидуального предпринимателя);</w:t>
      </w:r>
    </w:p>
    <w:p w:rsidR="00614861" w:rsidRPr="008977E2" w:rsidRDefault="00614861" w:rsidP="00B0179C">
      <w:pPr>
        <w:pStyle w:val="ConsPlusNormal"/>
        <w:numPr>
          <w:ilvl w:val="1"/>
          <w:numId w:val="13"/>
        </w:numPr>
        <w:tabs>
          <w:tab w:val="num" w:pos="92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 действий от имени претендента. От индивидуального предпринимателя представляется выданная и оформленная в соответствии с гражданским законодательством Российской Федерации доверенность на уполномоченное лицо. От юридического лица представляется копия решения о назначении или об избрании представителя либо копия приказа о назначении физического лица на должность, в соответствии с которым такое физическое лицо обладает правом действовать от имени претендента без доверенности (далее - руководитель). В случае если от имени претендента действует иное лицо, представляется доверенность на осуществление действий от имени претендента, заверенная печатью претендента и подписанная руководителем претендента (для юридических лиц) или уполномоченным этим руководителем лицом, либо нотариально удостоверенная копия такой доверенности. В случае если указанная доверенность подписана лицом, уполномоченным руководителем претендента, должен представляться документ, подтверждающий полномочия такого лица;</w:t>
      </w:r>
    </w:p>
    <w:p w:rsidR="00614861" w:rsidRPr="008977E2" w:rsidRDefault="00614861" w:rsidP="00B0179C">
      <w:pPr>
        <w:pStyle w:val="ConsPlusNormal"/>
        <w:numPr>
          <w:ilvl w:val="1"/>
          <w:numId w:val="13"/>
        </w:numPr>
        <w:tabs>
          <w:tab w:val="num" w:pos="92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977E2">
        <w:rPr>
          <w:rFonts w:ascii="Times New Roman" w:hAnsi="Times New Roman" w:cs="Times New Roman"/>
          <w:sz w:val="28"/>
          <w:szCs w:val="28"/>
        </w:rPr>
        <w:t xml:space="preserve"> действующей лицензии претендента на осуществление перевозок пассажиров автомобильным транспортом, оборудованным для перевозок более 8 человек, в соответствии с </w:t>
      </w:r>
      <w:hyperlink r:id="rId23" w:history="1">
        <w:r w:rsidRPr="00897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02.04.2012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8977E2">
        <w:rPr>
          <w:rFonts w:ascii="Times New Roman" w:hAnsi="Times New Roman" w:cs="Times New Roman"/>
          <w:sz w:val="28"/>
          <w:szCs w:val="28"/>
        </w:rPr>
        <w:t>280 «Об утверждении Положения о лицензировании перевозок пассажиров автомобильным транспортом, оборудованным для перевозок более 8 человек (за исключением случая, если указанная деятельность осуществляется по заказам либо для собственных нужд юридического лица или индивидуального предпринимателя)», заверенн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77E2">
        <w:rPr>
          <w:rFonts w:ascii="Times New Roman" w:hAnsi="Times New Roman" w:cs="Times New Roman"/>
          <w:sz w:val="28"/>
          <w:szCs w:val="28"/>
        </w:rPr>
        <w:t xml:space="preserve"> нотариально либо выдавшим ее органом в течение месяца с даты объявления конкурса;</w:t>
      </w:r>
    </w:p>
    <w:p w:rsidR="00614861" w:rsidRPr="008977E2" w:rsidRDefault="00614861" w:rsidP="00B0179C">
      <w:pPr>
        <w:pStyle w:val="ConsPlusNormal"/>
        <w:numPr>
          <w:ilvl w:val="1"/>
          <w:numId w:val="13"/>
        </w:numPr>
        <w:tabs>
          <w:tab w:val="num" w:pos="92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сведения о транспортных средствах (копии паспортов транспортных средств – ПТС, действующих полисов ОСАГО), необходимых для обслуживания маршрутов по лотам, на которые претендентом подана заявка на участие в конкурсе (</w:t>
      </w:r>
      <w:hyperlink w:anchor="P575" w:history="1">
        <w:r w:rsidRPr="008977E2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 «Заявка на участие в открытом конкурсе»), и их техническом состоянии;</w:t>
      </w:r>
    </w:p>
    <w:p w:rsidR="00614861" w:rsidRPr="008977E2" w:rsidRDefault="00614861" w:rsidP="00B0179C">
      <w:pPr>
        <w:pStyle w:val="ConsPlusNormal"/>
        <w:numPr>
          <w:ilvl w:val="1"/>
          <w:numId w:val="13"/>
        </w:numPr>
        <w:tabs>
          <w:tab w:val="num" w:pos="92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977E2">
        <w:rPr>
          <w:rFonts w:ascii="Times New Roman" w:hAnsi="Times New Roman" w:cs="Times New Roman"/>
          <w:sz w:val="28"/>
          <w:szCs w:val="28"/>
        </w:rPr>
        <w:t xml:space="preserve"> штатного расписания, действующего на момент подачи заявки на участие в конкурсе;</w:t>
      </w:r>
    </w:p>
    <w:p w:rsidR="00614861" w:rsidRPr="008977E2" w:rsidRDefault="00614861" w:rsidP="00B0179C">
      <w:pPr>
        <w:pStyle w:val="ConsPlusNormal"/>
        <w:numPr>
          <w:ilvl w:val="1"/>
          <w:numId w:val="13"/>
        </w:numPr>
        <w:tabs>
          <w:tab w:val="num" w:pos="92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7E2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977E2">
        <w:rPr>
          <w:rFonts w:ascii="Times New Roman" w:hAnsi="Times New Roman" w:cs="Times New Roman"/>
          <w:sz w:val="28"/>
          <w:szCs w:val="28"/>
        </w:rPr>
        <w:t xml:space="preserve"> документа, подтверждающего прохождение аттестации на право занимать должность, связанную с обеспечением безопасности дорожного движения, должностным лицом претендента на участие в конкурсе, ответственным за обеспечение безопасности дорожного движения;</w:t>
      </w:r>
    </w:p>
    <w:p w:rsidR="00614861" w:rsidRPr="008977E2" w:rsidRDefault="00614861" w:rsidP="00B0179C">
      <w:pPr>
        <w:pStyle w:val="ConsPlusNormal"/>
        <w:numPr>
          <w:ilvl w:val="1"/>
          <w:numId w:val="13"/>
        </w:numPr>
        <w:tabs>
          <w:tab w:val="num" w:pos="92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977E2">
        <w:rPr>
          <w:rFonts w:ascii="Times New Roman" w:hAnsi="Times New Roman" w:cs="Times New Roman"/>
          <w:sz w:val="28"/>
          <w:szCs w:val="28"/>
        </w:rPr>
        <w:t xml:space="preserve"> положения о водителе-наставнике и приказа о присвоении водителю звания наставника;</w:t>
      </w:r>
    </w:p>
    <w:p w:rsidR="00614861" w:rsidRPr="008977E2" w:rsidRDefault="00614861" w:rsidP="00B0179C">
      <w:pPr>
        <w:pStyle w:val="ConsPlusNormal"/>
        <w:numPr>
          <w:ilvl w:val="1"/>
          <w:numId w:val="13"/>
        </w:numPr>
        <w:tabs>
          <w:tab w:val="num" w:pos="92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сведения о наличии на праве собственности</w:t>
      </w:r>
      <w:r>
        <w:rPr>
          <w:rFonts w:ascii="Times New Roman" w:hAnsi="Times New Roman" w:cs="Times New Roman"/>
          <w:sz w:val="28"/>
          <w:szCs w:val="28"/>
        </w:rPr>
        <w:t>, аренды</w:t>
      </w:r>
      <w:r w:rsidRPr="008977E2">
        <w:rPr>
          <w:rFonts w:ascii="Times New Roman" w:hAnsi="Times New Roman" w:cs="Times New Roman"/>
          <w:sz w:val="28"/>
          <w:szCs w:val="28"/>
        </w:rPr>
        <w:t xml:space="preserve"> или ином вещном праве производственно-технической базы (помещений и оборудования), площадь и мощность которой (которых) </w:t>
      </w:r>
      <w:r>
        <w:rPr>
          <w:rFonts w:ascii="Times New Roman" w:hAnsi="Times New Roman" w:cs="Times New Roman"/>
          <w:sz w:val="28"/>
          <w:szCs w:val="28"/>
        </w:rPr>
        <w:t>позволяют осуществлять</w:t>
      </w:r>
      <w:r w:rsidRPr="008977E2">
        <w:rPr>
          <w:rFonts w:ascii="Times New Roman" w:hAnsi="Times New Roman" w:cs="Times New Roman"/>
          <w:sz w:val="28"/>
          <w:szCs w:val="28"/>
        </w:rPr>
        <w:t xml:space="preserve"> текущ</w:t>
      </w:r>
      <w:r>
        <w:rPr>
          <w:rFonts w:ascii="Times New Roman" w:hAnsi="Times New Roman" w:cs="Times New Roman"/>
          <w:sz w:val="28"/>
          <w:szCs w:val="28"/>
        </w:rPr>
        <w:t>ий ремонт</w:t>
      </w:r>
      <w:r w:rsidRPr="008977E2">
        <w:rPr>
          <w:rFonts w:ascii="Times New Roman" w:hAnsi="Times New Roman" w:cs="Times New Roman"/>
          <w:sz w:val="28"/>
          <w:szCs w:val="28"/>
        </w:rPr>
        <w:t>, техническо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обслуживани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>, хранени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>, стоянк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977E2">
        <w:rPr>
          <w:rFonts w:ascii="Times New Roman" w:hAnsi="Times New Roman" w:cs="Times New Roman"/>
          <w:sz w:val="28"/>
          <w:szCs w:val="28"/>
        </w:rPr>
        <w:t>, мойк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977E2">
        <w:rPr>
          <w:rFonts w:ascii="Times New Roman" w:hAnsi="Times New Roman" w:cs="Times New Roman"/>
          <w:sz w:val="28"/>
          <w:szCs w:val="28"/>
        </w:rPr>
        <w:t xml:space="preserve"> транспортных средств по лоту (либо по совокупности лотов), по которому претендентом подана заявка на участие в конкурсе (</w:t>
      </w:r>
      <w:hyperlink w:anchor="P622" w:history="1">
        <w:r w:rsidRPr="008977E2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2), с представлением копий подтверждающих документов, в том числе сведения о наличии: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территории под стоянку и хранение автобусов;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поста для технического обслуживания и текущего ремонта;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поста для чистки и мойки транспортных средств;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поста для выполнения технического контроля;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диспетчерского пункта по организации движения;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кабинета предрейсовых и послерейсовых медицинских осмотров;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- класса для проведения занятий по безопасности дорожного движения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4861" w:rsidRPr="008977E2" w:rsidRDefault="00614861" w:rsidP="00B0179C">
      <w:pPr>
        <w:pStyle w:val="ConsPlusNormal"/>
        <w:numPr>
          <w:ilvl w:val="1"/>
          <w:numId w:val="13"/>
        </w:numPr>
        <w:tabs>
          <w:tab w:val="num" w:pos="92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справки об отсутствии задолженности по состоянию на 01.01.2016:</w:t>
      </w:r>
    </w:p>
    <w:p w:rsidR="00614861" w:rsidRPr="008977E2" w:rsidRDefault="00614861" w:rsidP="00B0179C">
      <w:pPr>
        <w:pStyle w:val="ConsPlusNormal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 xml:space="preserve">–  из Федеральной налоговой службы Российской Федерации о состоянии расчетов по налогам, сборам и штрафам; </w:t>
      </w:r>
    </w:p>
    <w:p w:rsidR="00614861" w:rsidRPr="008977E2" w:rsidRDefault="00614861" w:rsidP="00B0179C">
      <w:pPr>
        <w:pStyle w:val="ConsPlusNormal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– из Пенсионного Фонда по начисленным и уплаченным страховым взносам;</w:t>
      </w:r>
    </w:p>
    <w:p w:rsidR="00614861" w:rsidRPr="008977E2" w:rsidRDefault="00614861" w:rsidP="00B0179C">
      <w:pPr>
        <w:pStyle w:val="ConsPlusNormal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– справк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77E2">
        <w:rPr>
          <w:rFonts w:ascii="Times New Roman" w:hAnsi="Times New Roman" w:cs="Times New Roman"/>
          <w:sz w:val="28"/>
          <w:szCs w:val="28"/>
        </w:rPr>
        <w:t xml:space="preserve"> Фонда социального страхования по начисленным и уплаченным страховым взносам (</w:t>
      </w:r>
      <w:hyperlink w:anchor="P1020" w:history="1">
        <w:r w:rsidRPr="008977E2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2);</w:t>
      </w:r>
    </w:p>
    <w:p w:rsidR="00614861" w:rsidRPr="008977E2" w:rsidRDefault="00614861" w:rsidP="00B0179C">
      <w:pPr>
        <w:pStyle w:val="ConsPlusNormal"/>
        <w:numPr>
          <w:ilvl w:val="1"/>
          <w:numId w:val="13"/>
        </w:numPr>
        <w:tabs>
          <w:tab w:val="num" w:pos="92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копии учредительных документов (для юридических лиц), копию паспорта (для физического лица, индивидуального предпринимателя) (</w:t>
      </w:r>
      <w:hyperlink w:anchor="P1028" w:history="1">
        <w:r w:rsidRPr="008977E2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2);</w:t>
      </w:r>
    </w:p>
    <w:p w:rsidR="00614861" w:rsidRPr="008977E2" w:rsidRDefault="00614861" w:rsidP="00B0179C">
      <w:pPr>
        <w:pStyle w:val="ConsPlusNormal"/>
        <w:numPr>
          <w:ilvl w:val="1"/>
          <w:numId w:val="13"/>
        </w:numPr>
        <w:tabs>
          <w:tab w:val="num" w:pos="92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анкет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977E2">
        <w:rPr>
          <w:rFonts w:ascii="Times New Roman" w:hAnsi="Times New Roman" w:cs="Times New Roman"/>
          <w:sz w:val="28"/>
          <w:szCs w:val="28"/>
        </w:rPr>
        <w:t xml:space="preserve"> юридического лица – претендента </w:t>
      </w:r>
      <w:r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Pr="008977E2">
        <w:rPr>
          <w:rFonts w:ascii="Times New Roman" w:hAnsi="Times New Roman" w:cs="Times New Roman"/>
          <w:sz w:val="28"/>
          <w:szCs w:val="28"/>
        </w:rPr>
        <w:t>открыто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977E2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>, либо анкет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977E2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 – претендента </w:t>
      </w:r>
      <w:r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Pr="008977E2">
        <w:rPr>
          <w:rFonts w:ascii="Times New Roman" w:hAnsi="Times New Roman" w:cs="Times New Roman"/>
          <w:sz w:val="28"/>
          <w:szCs w:val="28"/>
        </w:rPr>
        <w:t>открыто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977E2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77E2">
        <w:rPr>
          <w:rFonts w:ascii="Times New Roman" w:hAnsi="Times New Roman" w:cs="Times New Roman"/>
          <w:sz w:val="28"/>
          <w:szCs w:val="28"/>
        </w:rPr>
        <w:t xml:space="preserve"> (</w:t>
      </w:r>
      <w:hyperlink w:anchor="P829" w:history="1">
        <w:r w:rsidRPr="008977E2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или </w:t>
      </w:r>
      <w:hyperlink w:anchor="P759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8977E2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8977E2">
        <w:rPr>
          <w:rFonts w:ascii="Times New Roman" w:hAnsi="Times New Roman" w:cs="Times New Roman"/>
          <w:sz w:val="28"/>
          <w:szCs w:val="28"/>
        </w:rPr>
        <w:t xml:space="preserve"> к форме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77E2">
        <w:rPr>
          <w:rFonts w:ascii="Times New Roman" w:hAnsi="Times New Roman" w:cs="Times New Roman"/>
          <w:sz w:val="28"/>
          <w:szCs w:val="28"/>
        </w:rPr>
        <w:t>2).</w:t>
      </w:r>
    </w:p>
    <w:p w:rsidR="00614861" w:rsidRPr="008977E2" w:rsidRDefault="00614861" w:rsidP="00B0179C">
      <w:pPr>
        <w:pStyle w:val="ConsPlusNormal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Место, дата и время проведения конкурса с указанием времени начала работы комиссии.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Вскрытие конвертов с заявками на участие в конкурсе состоится в 15.00 по калининградскому времени 12апреля 2016г. по адресу: г. Калининград, пл. Победы, 1, 2-й этаж, зал заседаний (254).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Время начала работы конкурсной комиссии - 15.00 по калининградскому времени 12 апреля 2016 г.</w:t>
      </w:r>
    </w:p>
    <w:p w:rsidR="00614861" w:rsidRPr="008977E2" w:rsidRDefault="00614861" w:rsidP="00B0179C">
      <w:pPr>
        <w:pStyle w:val="ConsPlusNormal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Местонахождение комиссии.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Номер контактного телефона: (4012) 92-33-09.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Адрес: 236040, г. Калининград, пл. Победы, 1.</w:t>
      </w:r>
    </w:p>
    <w:p w:rsidR="00614861" w:rsidRPr="008977E2" w:rsidRDefault="00614861" w:rsidP="00B0179C">
      <w:pPr>
        <w:pStyle w:val="ConsPlusNormal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Порядок определения победителя конкурса.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Победителем конкурсного отбора признается участник, набравший наибольшее количество баллов согласно критериям конкурсной документации. При равенстве баллов победителем признается тот участник, чья заявка была подана раньше.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8. Порядок и сроки объявления результатов конкурса.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Информация о результатах конкурса публикуется в тех же средствах массовой информации, в которых было опубликовано извещение о проведении конкурса, в 10-дневный срок со дня подписания протокола оценки и сопоставления заявок.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9. Срок заключения договора с победителем конкурса.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Договор с победителем конкурса на организацию регулярных перевозок пассажиров и багажа автомобильным транспортом по маршруту городского округа «Город Калининград» сроком до 01 марта 2018г. подлежит заключению в срок не позднее 20 (двадцати) дней со дня подписания протокола оценки и сопоставления заявок.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10. Срок отказа Организатора от проведения конкурса.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Организатор, официально опубликовавший в газете «Гражданин»и разместивший на официальном сайте извещение о проведении открытого конкурса, вправе отказаться от его проведения не позднее чем за пятнадцать дней до даты окончания срока подачи заявок на участие в конкурсе.</w:t>
      </w:r>
    </w:p>
    <w:p w:rsidR="00614861" w:rsidRPr="008977E2" w:rsidRDefault="00614861" w:rsidP="00B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7E2">
        <w:rPr>
          <w:rFonts w:ascii="Times New Roman" w:hAnsi="Times New Roman" w:cs="Times New Roman"/>
          <w:sz w:val="28"/>
          <w:szCs w:val="28"/>
        </w:rPr>
        <w:t>Организатор вправе принять решение о внесении изменений в извещение о проведении открытого конкурса не позднее чем за пять рабочих дней до даты окончания подачи заявок на участие в конкурсе. Изменение предмета конкурса не допускается. В течение пяти рабочих дней со дня принятия указанного решения такие изменения соответственно опубликовываются и размещаются Организатором в порядке, установленном для опубликования в официальном печатном издании и размещения на официальном сайте извещения о проведении открытого конкурса. При этом срок подачи заявок на участие в конкурсе должен быть продлен так, чтобы со дня опубликования в официальном печатном издании и размещения на официальном сайте изменений, внесенных в извещение о проведении открытого конкурса, до даты окончания подачи заявок на участие в конкурсе такой срок составлял не менее двадцати дней.</w:t>
      </w:r>
    </w:p>
    <w:bookmarkEnd w:id="45"/>
    <w:bookmarkEnd w:id="46"/>
    <w:p w:rsidR="00614861" w:rsidRPr="008977E2" w:rsidRDefault="00614861" w:rsidP="00B0179C">
      <w:pPr>
        <w:rPr>
          <w:rFonts w:ascii="Times New Roman" w:hAnsi="Times New Roman" w:cs="Times New Roman"/>
          <w:sz w:val="28"/>
          <w:szCs w:val="28"/>
        </w:rPr>
      </w:pPr>
    </w:p>
    <w:p w:rsidR="00614861" w:rsidRPr="008977E2" w:rsidRDefault="00614861" w:rsidP="00B017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614861" w:rsidRPr="008977E2" w:rsidSect="00BE71CB">
      <w:headerReference w:type="default" r:id="rId24"/>
      <w:pgSz w:w="11905" w:h="16838"/>
      <w:pgMar w:top="1134" w:right="706" w:bottom="851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861" w:rsidRDefault="00614861" w:rsidP="003E68DB">
      <w:pPr>
        <w:spacing w:after="0" w:line="240" w:lineRule="auto"/>
      </w:pPr>
      <w:r>
        <w:separator/>
      </w:r>
    </w:p>
  </w:endnote>
  <w:endnote w:type="continuationSeparator" w:id="0">
    <w:p w:rsidR="00614861" w:rsidRDefault="00614861" w:rsidP="003E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861" w:rsidRDefault="00614861" w:rsidP="003E68DB">
      <w:pPr>
        <w:spacing w:after="0" w:line="240" w:lineRule="auto"/>
      </w:pPr>
      <w:r>
        <w:separator/>
      </w:r>
    </w:p>
  </w:footnote>
  <w:footnote w:type="continuationSeparator" w:id="0">
    <w:p w:rsidR="00614861" w:rsidRDefault="00614861" w:rsidP="003E6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61" w:rsidRDefault="00614861">
    <w:pPr>
      <w:pStyle w:val="Header"/>
      <w:jc w:val="center"/>
    </w:pPr>
  </w:p>
  <w:p w:rsidR="00614861" w:rsidRDefault="00614861">
    <w:pPr>
      <w:pStyle w:val="Header"/>
      <w:jc w:val="center"/>
    </w:pPr>
  </w:p>
  <w:p w:rsidR="00614861" w:rsidRDefault="00614861">
    <w:pPr>
      <w:pStyle w:val="Header"/>
      <w:jc w:val="center"/>
    </w:pPr>
    <w:fldSimple w:instr="PAGE   \* MERGEFORMAT">
      <w:r>
        <w:rPr>
          <w:noProof/>
        </w:rPr>
        <w:t>33</w:t>
      </w:r>
    </w:fldSimple>
  </w:p>
  <w:p w:rsidR="00614861" w:rsidRDefault="006148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61" w:rsidRDefault="00614861">
    <w:pPr>
      <w:pStyle w:val="Header"/>
      <w:jc w:val="center"/>
    </w:pPr>
  </w:p>
  <w:p w:rsidR="00614861" w:rsidRDefault="00614861">
    <w:pPr>
      <w:pStyle w:val="Header"/>
      <w:jc w:val="center"/>
    </w:pPr>
  </w:p>
  <w:p w:rsidR="00614861" w:rsidRDefault="00614861">
    <w:pPr>
      <w:pStyle w:val="Header"/>
      <w:jc w:val="center"/>
    </w:pPr>
    <w:fldSimple w:instr="PAGE   \* MERGEFORMAT">
      <w:r>
        <w:rPr>
          <w:noProof/>
        </w:rPr>
        <w:t>60</w:t>
      </w:r>
    </w:fldSimple>
  </w:p>
  <w:p w:rsidR="00614861" w:rsidRDefault="006148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7CAE"/>
    <w:multiLevelType w:val="hybridMultilevel"/>
    <w:tmpl w:val="0BE6B996"/>
    <w:lvl w:ilvl="0" w:tplc="F84AF56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ECA14A2"/>
    <w:multiLevelType w:val="hybridMultilevel"/>
    <w:tmpl w:val="6F36F380"/>
    <w:lvl w:ilvl="0" w:tplc="438A53C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8E0C16"/>
    <w:multiLevelType w:val="hybridMultilevel"/>
    <w:tmpl w:val="A448EF5C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81324E4"/>
    <w:multiLevelType w:val="hybridMultilevel"/>
    <w:tmpl w:val="5D700FC8"/>
    <w:lvl w:ilvl="0" w:tplc="3F10CF0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2B1A4882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>
    <w:nsid w:val="2E4C471D"/>
    <w:multiLevelType w:val="hybridMultilevel"/>
    <w:tmpl w:val="783405DC"/>
    <w:lvl w:ilvl="0" w:tplc="DDCEAD6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FA930F0"/>
    <w:multiLevelType w:val="multilevel"/>
    <w:tmpl w:val="31ACE2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">
    <w:nsid w:val="391B0074"/>
    <w:multiLevelType w:val="multilevel"/>
    <w:tmpl w:val="15581136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25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65" w:hanging="88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8">
    <w:nsid w:val="413F497E"/>
    <w:multiLevelType w:val="hybridMultilevel"/>
    <w:tmpl w:val="0F269A50"/>
    <w:lvl w:ilvl="0" w:tplc="8CC613E2">
      <w:start w:val="2000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9">
    <w:nsid w:val="42D11429"/>
    <w:multiLevelType w:val="multilevel"/>
    <w:tmpl w:val="84649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449E31C9"/>
    <w:multiLevelType w:val="hybridMultilevel"/>
    <w:tmpl w:val="E25C6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067F5E"/>
    <w:multiLevelType w:val="hybridMultilevel"/>
    <w:tmpl w:val="6F36F380"/>
    <w:lvl w:ilvl="0" w:tplc="438A53C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934014C"/>
    <w:multiLevelType w:val="hybridMultilevel"/>
    <w:tmpl w:val="047433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A086780"/>
    <w:multiLevelType w:val="hybridMultilevel"/>
    <w:tmpl w:val="6F36F380"/>
    <w:lvl w:ilvl="0" w:tplc="438A53C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AFB4B0A"/>
    <w:multiLevelType w:val="hybridMultilevel"/>
    <w:tmpl w:val="A0AC7CF2"/>
    <w:lvl w:ilvl="0" w:tplc="04190001">
      <w:start w:val="20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5904E46"/>
    <w:multiLevelType w:val="hybridMultilevel"/>
    <w:tmpl w:val="54E2DCB8"/>
    <w:lvl w:ilvl="0" w:tplc="5290BD9C">
      <w:start w:val="1"/>
      <w:numFmt w:val="decimal"/>
      <w:lvlText w:val="%1."/>
      <w:lvlJc w:val="left"/>
      <w:pPr>
        <w:ind w:left="939" w:hanging="37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0FC75EA"/>
    <w:multiLevelType w:val="hybridMultilevel"/>
    <w:tmpl w:val="42B0CFBE"/>
    <w:lvl w:ilvl="0" w:tplc="496898C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4F06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0984495"/>
    <w:multiLevelType w:val="hybridMultilevel"/>
    <w:tmpl w:val="5E78AD34"/>
    <w:lvl w:ilvl="0" w:tplc="04190001">
      <w:start w:val="20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2AC0014"/>
    <w:multiLevelType w:val="multilevel"/>
    <w:tmpl w:val="73BE9916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94" w:hanging="81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0">
    <w:nsid w:val="74930A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A5B3D51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1"/>
  </w:num>
  <w:num w:numId="5">
    <w:abstractNumId w:val="5"/>
  </w:num>
  <w:num w:numId="6">
    <w:abstractNumId w:val="8"/>
  </w:num>
  <w:num w:numId="7">
    <w:abstractNumId w:val="14"/>
  </w:num>
  <w:num w:numId="8">
    <w:abstractNumId w:val="18"/>
  </w:num>
  <w:num w:numId="9">
    <w:abstractNumId w:val="3"/>
  </w:num>
  <w:num w:numId="10">
    <w:abstractNumId w:val="7"/>
  </w:num>
  <w:num w:numId="11">
    <w:abstractNumId w:val="9"/>
  </w:num>
  <w:num w:numId="12">
    <w:abstractNumId w:val="12"/>
  </w:num>
  <w:num w:numId="13">
    <w:abstractNumId w:val="15"/>
  </w:num>
  <w:num w:numId="14">
    <w:abstractNumId w:val="0"/>
  </w:num>
  <w:num w:numId="15">
    <w:abstractNumId w:val="21"/>
  </w:num>
  <w:num w:numId="16">
    <w:abstractNumId w:val="6"/>
  </w:num>
  <w:num w:numId="17">
    <w:abstractNumId w:val="20"/>
  </w:num>
  <w:num w:numId="18">
    <w:abstractNumId w:val="2"/>
  </w:num>
  <w:num w:numId="19">
    <w:abstractNumId w:val="4"/>
  </w:num>
  <w:num w:numId="20">
    <w:abstractNumId w:val="17"/>
  </w:num>
  <w:num w:numId="21">
    <w:abstractNumId w:val="16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56A"/>
    <w:rsid w:val="000152D2"/>
    <w:rsid w:val="0001624C"/>
    <w:rsid w:val="00021116"/>
    <w:rsid w:val="000304F2"/>
    <w:rsid w:val="000324EE"/>
    <w:rsid w:val="00043AC9"/>
    <w:rsid w:val="00051D8E"/>
    <w:rsid w:val="00063836"/>
    <w:rsid w:val="00072E16"/>
    <w:rsid w:val="00074ED0"/>
    <w:rsid w:val="0007705A"/>
    <w:rsid w:val="00080A68"/>
    <w:rsid w:val="0009199A"/>
    <w:rsid w:val="000B49F0"/>
    <w:rsid w:val="000C1381"/>
    <w:rsid w:val="000C32AD"/>
    <w:rsid w:val="000C5C25"/>
    <w:rsid w:val="000E53D8"/>
    <w:rsid w:val="000F241A"/>
    <w:rsid w:val="000F40F7"/>
    <w:rsid w:val="000F4970"/>
    <w:rsid w:val="0010154E"/>
    <w:rsid w:val="00103925"/>
    <w:rsid w:val="001251BB"/>
    <w:rsid w:val="001260C1"/>
    <w:rsid w:val="001333DF"/>
    <w:rsid w:val="00135CA7"/>
    <w:rsid w:val="00143335"/>
    <w:rsid w:val="0015657A"/>
    <w:rsid w:val="00161194"/>
    <w:rsid w:val="00161A2F"/>
    <w:rsid w:val="00161FF4"/>
    <w:rsid w:val="0016370A"/>
    <w:rsid w:val="00164F1B"/>
    <w:rsid w:val="00176510"/>
    <w:rsid w:val="00182595"/>
    <w:rsid w:val="001827BE"/>
    <w:rsid w:val="00186EF8"/>
    <w:rsid w:val="001900D4"/>
    <w:rsid w:val="00194704"/>
    <w:rsid w:val="001A7904"/>
    <w:rsid w:val="001A7AC4"/>
    <w:rsid w:val="001B20F5"/>
    <w:rsid w:val="001B21E9"/>
    <w:rsid w:val="001B22C9"/>
    <w:rsid w:val="001B331D"/>
    <w:rsid w:val="001B5A08"/>
    <w:rsid w:val="001C7D9E"/>
    <w:rsid w:val="001D010D"/>
    <w:rsid w:val="001D26C5"/>
    <w:rsid w:val="001D3922"/>
    <w:rsid w:val="001E004A"/>
    <w:rsid w:val="001E2DCB"/>
    <w:rsid w:val="001E41DC"/>
    <w:rsid w:val="001F5BC8"/>
    <w:rsid w:val="00205A62"/>
    <w:rsid w:val="00206637"/>
    <w:rsid w:val="002111E9"/>
    <w:rsid w:val="00215634"/>
    <w:rsid w:val="0025298A"/>
    <w:rsid w:val="00253F93"/>
    <w:rsid w:val="0026442E"/>
    <w:rsid w:val="00265A5B"/>
    <w:rsid w:val="00266757"/>
    <w:rsid w:val="002751C9"/>
    <w:rsid w:val="00292FC9"/>
    <w:rsid w:val="002966E2"/>
    <w:rsid w:val="002B49B2"/>
    <w:rsid w:val="002C0AF5"/>
    <w:rsid w:val="002C4C5A"/>
    <w:rsid w:val="002C7EC5"/>
    <w:rsid w:val="002D09E9"/>
    <w:rsid w:val="002D62B6"/>
    <w:rsid w:val="002D7EF2"/>
    <w:rsid w:val="002E1942"/>
    <w:rsid w:val="002F0D0E"/>
    <w:rsid w:val="002F12C0"/>
    <w:rsid w:val="002F7E69"/>
    <w:rsid w:val="00301406"/>
    <w:rsid w:val="00302A71"/>
    <w:rsid w:val="00303139"/>
    <w:rsid w:val="00307E8D"/>
    <w:rsid w:val="00327BEC"/>
    <w:rsid w:val="00327F55"/>
    <w:rsid w:val="0033627F"/>
    <w:rsid w:val="003367C2"/>
    <w:rsid w:val="00345F50"/>
    <w:rsid w:val="003461C7"/>
    <w:rsid w:val="00351FB4"/>
    <w:rsid w:val="003528E7"/>
    <w:rsid w:val="00357234"/>
    <w:rsid w:val="0037115C"/>
    <w:rsid w:val="00372E9D"/>
    <w:rsid w:val="00373FD2"/>
    <w:rsid w:val="0037528D"/>
    <w:rsid w:val="00380FA9"/>
    <w:rsid w:val="00392007"/>
    <w:rsid w:val="003A1227"/>
    <w:rsid w:val="003A573B"/>
    <w:rsid w:val="003B0497"/>
    <w:rsid w:val="003B45A2"/>
    <w:rsid w:val="003B7EF5"/>
    <w:rsid w:val="003C3B54"/>
    <w:rsid w:val="003C47B4"/>
    <w:rsid w:val="003C5771"/>
    <w:rsid w:val="003D0783"/>
    <w:rsid w:val="003D568F"/>
    <w:rsid w:val="003E0633"/>
    <w:rsid w:val="003E08BD"/>
    <w:rsid w:val="003E13EB"/>
    <w:rsid w:val="003E68DB"/>
    <w:rsid w:val="003F5493"/>
    <w:rsid w:val="004050CB"/>
    <w:rsid w:val="00430AF0"/>
    <w:rsid w:val="004328A8"/>
    <w:rsid w:val="00443066"/>
    <w:rsid w:val="00446592"/>
    <w:rsid w:val="004474EA"/>
    <w:rsid w:val="004534F7"/>
    <w:rsid w:val="00474280"/>
    <w:rsid w:val="004864DE"/>
    <w:rsid w:val="00486A6B"/>
    <w:rsid w:val="0048760A"/>
    <w:rsid w:val="00492F29"/>
    <w:rsid w:val="0049356A"/>
    <w:rsid w:val="00496057"/>
    <w:rsid w:val="00496815"/>
    <w:rsid w:val="004A2AA7"/>
    <w:rsid w:val="004B573B"/>
    <w:rsid w:val="004C4C30"/>
    <w:rsid w:val="004C53E3"/>
    <w:rsid w:val="004D0EF6"/>
    <w:rsid w:val="004D7217"/>
    <w:rsid w:val="004E3F0C"/>
    <w:rsid w:val="004E3F45"/>
    <w:rsid w:val="004F6440"/>
    <w:rsid w:val="00511E3D"/>
    <w:rsid w:val="00515081"/>
    <w:rsid w:val="0052554E"/>
    <w:rsid w:val="0052771A"/>
    <w:rsid w:val="00542602"/>
    <w:rsid w:val="005428D1"/>
    <w:rsid w:val="005450F6"/>
    <w:rsid w:val="00554A63"/>
    <w:rsid w:val="005577E1"/>
    <w:rsid w:val="0056068E"/>
    <w:rsid w:val="005627C2"/>
    <w:rsid w:val="00564A49"/>
    <w:rsid w:val="005732FC"/>
    <w:rsid w:val="00575E8D"/>
    <w:rsid w:val="005848D5"/>
    <w:rsid w:val="0058641D"/>
    <w:rsid w:val="00590440"/>
    <w:rsid w:val="00595D09"/>
    <w:rsid w:val="00596556"/>
    <w:rsid w:val="005A1D9F"/>
    <w:rsid w:val="005A2101"/>
    <w:rsid w:val="005A6023"/>
    <w:rsid w:val="005D20C5"/>
    <w:rsid w:val="005E05DC"/>
    <w:rsid w:val="005F0FC8"/>
    <w:rsid w:val="005F18CB"/>
    <w:rsid w:val="005F3047"/>
    <w:rsid w:val="00607458"/>
    <w:rsid w:val="00614861"/>
    <w:rsid w:val="00640054"/>
    <w:rsid w:val="00640C86"/>
    <w:rsid w:val="00641F13"/>
    <w:rsid w:val="006445E1"/>
    <w:rsid w:val="006506ED"/>
    <w:rsid w:val="00650D5C"/>
    <w:rsid w:val="00650EF6"/>
    <w:rsid w:val="00663609"/>
    <w:rsid w:val="006679BD"/>
    <w:rsid w:val="00673903"/>
    <w:rsid w:val="006743BC"/>
    <w:rsid w:val="00681D71"/>
    <w:rsid w:val="00685DDC"/>
    <w:rsid w:val="00690C36"/>
    <w:rsid w:val="006926B8"/>
    <w:rsid w:val="006A1E98"/>
    <w:rsid w:val="006A4D1F"/>
    <w:rsid w:val="006B4FBB"/>
    <w:rsid w:val="006B77B5"/>
    <w:rsid w:val="006C0EB9"/>
    <w:rsid w:val="006C2741"/>
    <w:rsid w:val="006C7CA7"/>
    <w:rsid w:val="006D0E1E"/>
    <w:rsid w:val="006D4562"/>
    <w:rsid w:val="006E0B1A"/>
    <w:rsid w:val="006E4A23"/>
    <w:rsid w:val="007079C2"/>
    <w:rsid w:val="00710366"/>
    <w:rsid w:val="00717CC4"/>
    <w:rsid w:val="007220CD"/>
    <w:rsid w:val="00727B8D"/>
    <w:rsid w:val="00737694"/>
    <w:rsid w:val="007522B6"/>
    <w:rsid w:val="0076184E"/>
    <w:rsid w:val="00770F8A"/>
    <w:rsid w:val="0077210F"/>
    <w:rsid w:val="00780184"/>
    <w:rsid w:val="0078049D"/>
    <w:rsid w:val="007958F2"/>
    <w:rsid w:val="007966E0"/>
    <w:rsid w:val="007A31CC"/>
    <w:rsid w:val="007A371C"/>
    <w:rsid w:val="007A4855"/>
    <w:rsid w:val="007B11F3"/>
    <w:rsid w:val="007B48BD"/>
    <w:rsid w:val="007C35C6"/>
    <w:rsid w:val="007D3909"/>
    <w:rsid w:val="007E04B3"/>
    <w:rsid w:val="007E23C9"/>
    <w:rsid w:val="007E6980"/>
    <w:rsid w:val="007E724C"/>
    <w:rsid w:val="007E7C0B"/>
    <w:rsid w:val="007F13FD"/>
    <w:rsid w:val="007F142D"/>
    <w:rsid w:val="007F7232"/>
    <w:rsid w:val="007F7CDD"/>
    <w:rsid w:val="008014C8"/>
    <w:rsid w:val="008062BE"/>
    <w:rsid w:val="00810519"/>
    <w:rsid w:val="00813225"/>
    <w:rsid w:val="00815A56"/>
    <w:rsid w:val="008161E9"/>
    <w:rsid w:val="00837D6F"/>
    <w:rsid w:val="008503E9"/>
    <w:rsid w:val="00865AE5"/>
    <w:rsid w:val="00866523"/>
    <w:rsid w:val="0086728C"/>
    <w:rsid w:val="00875830"/>
    <w:rsid w:val="00882F92"/>
    <w:rsid w:val="008853FF"/>
    <w:rsid w:val="008875D7"/>
    <w:rsid w:val="008910BF"/>
    <w:rsid w:val="00891E66"/>
    <w:rsid w:val="008977E2"/>
    <w:rsid w:val="008A12C4"/>
    <w:rsid w:val="008A7F8E"/>
    <w:rsid w:val="008B5BFA"/>
    <w:rsid w:val="008B6B5B"/>
    <w:rsid w:val="008C7D88"/>
    <w:rsid w:val="008E4F7C"/>
    <w:rsid w:val="008E5618"/>
    <w:rsid w:val="008F2742"/>
    <w:rsid w:val="0090109D"/>
    <w:rsid w:val="00914F4C"/>
    <w:rsid w:val="009263D9"/>
    <w:rsid w:val="00935C03"/>
    <w:rsid w:val="0094115F"/>
    <w:rsid w:val="00957BF4"/>
    <w:rsid w:val="009616E2"/>
    <w:rsid w:val="00970296"/>
    <w:rsid w:val="00974B51"/>
    <w:rsid w:val="00987BF7"/>
    <w:rsid w:val="00987F77"/>
    <w:rsid w:val="0099785D"/>
    <w:rsid w:val="009A48E2"/>
    <w:rsid w:val="009B5913"/>
    <w:rsid w:val="009B74C4"/>
    <w:rsid w:val="009C22C6"/>
    <w:rsid w:val="009C4D96"/>
    <w:rsid w:val="009E3500"/>
    <w:rsid w:val="009E5FB5"/>
    <w:rsid w:val="009F062E"/>
    <w:rsid w:val="009F1561"/>
    <w:rsid w:val="009F18B1"/>
    <w:rsid w:val="009F413A"/>
    <w:rsid w:val="00A01AEE"/>
    <w:rsid w:val="00A043C4"/>
    <w:rsid w:val="00A214F2"/>
    <w:rsid w:val="00A235AE"/>
    <w:rsid w:val="00A276DA"/>
    <w:rsid w:val="00A31E3F"/>
    <w:rsid w:val="00A41E4C"/>
    <w:rsid w:val="00A44E59"/>
    <w:rsid w:val="00A47499"/>
    <w:rsid w:val="00A56B8A"/>
    <w:rsid w:val="00A56E51"/>
    <w:rsid w:val="00A60A54"/>
    <w:rsid w:val="00A63951"/>
    <w:rsid w:val="00A65126"/>
    <w:rsid w:val="00A70BDE"/>
    <w:rsid w:val="00A710AD"/>
    <w:rsid w:val="00A71D74"/>
    <w:rsid w:val="00A8259F"/>
    <w:rsid w:val="00AA27E7"/>
    <w:rsid w:val="00AA6029"/>
    <w:rsid w:val="00AB0C2C"/>
    <w:rsid w:val="00AB40A6"/>
    <w:rsid w:val="00AB5544"/>
    <w:rsid w:val="00AD02BC"/>
    <w:rsid w:val="00AD7C61"/>
    <w:rsid w:val="00AE2ADB"/>
    <w:rsid w:val="00AE44DB"/>
    <w:rsid w:val="00AF0129"/>
    <w:rsid w:val="00AF135F"/>
    <w:rsid w:val="00AF3B7C"/>
    <w:rsid w:val="00AF4E8E"/>
    <w:rsid w:val="00B0155E"/>
    <w:rsid w:val="00B0179C"/>
    <w:rsid w:val="00B07210"/>
    <w:rsid w:val="00B07EE4"/>
    <w:rsid w:val="00B15E13"/>
    <w:rsid w:val="00B1616F"/>
    <w:rsid w:val="00B227A5"/>
    <w:rsid w:val="00B31BBA"/>
    <w:rsid w:val="00B324E3"/>
    <w:rsid w:val="00B34A2F"/>
    <w:rsid w:val="00B448E5"/>
    <w:rsid w:val="00B50237"/>
    <w:rsid w:val="00B54CFF"/>
    <w:rsid w:val="00B70CC0"/>
    <w:rsid w:val="00B71639"/>
    <w:rsid w:val="00B9256A"/>
    <w:rsid w:val="00B97F6D"/>
    <w:rsid w:val="00BB07F0"/>
    <w:rsid w:val="00BB0A6F"/>
    <w:rsid w:val="00BB35FE"/>
    <w:rsid w:val="00BB6558"/>
    <w:rsid w:val="00BC096B"/>
    <w:rsid w:val="00BC0C9F"/>
    <w:rsid w:val="00BC4B99"/>
    <w:rsid w:val="00BD011C"/>
    <w:rsid w:val="00BD0E0A"/>
    <w:rsid w:val="00BE0E7F"/>
    <w:rsid w:val="00BE64DB"/>
    <w:rsid w:val="00BE71CB"/>
    <w:rsid w:val="00BF1B2F"/>
    <w:rsid w:val="00BF2BAD"/>
    <w:rsid w:val="00C0626E"/>
    <w:rsid w:val="00C205D1"/>
    <w:rsid w:val="00C26AE1"/>
    <w:rsid w:val="00C27803"/>
    <w:rsid w:val="00C319C7"/>
    <w:rsid w:val="00C41C3E"/>
    <w:rsid w:val="00C626D9"/>
    <w:rsid w:val="00C64E4B"/>
    <w:rsid w:val="00C66D0D"/>
    <w:rsid w:val="00C66FF7"/>
    <w:rsid w:val="00C72B76"/>
    <w:rsid w:val="00C7375A"/>
    <w:rsid w:val="00C84428"/>
    <w:rsid w:val="00C920A9"/>
    <w:rsid w:val="00CA728B"/>
    <w:rsid w:val="00CB0055"/>
    <w:rsid w:val="00CB0471"/>
    <w:rsid w:val="00CB38D6"/>
    <w:rsid w:val="00CB5433"/>
    <w:rsid w:val="00CD2754"/>
    <w:rsid w:val="00CD30F9"/>
    <w:rsid w:val="00CD7941"/>
    <w:rsid w:val="00D03C66"/>
    <w:rsid w:val="00D07271"/>
    <w:rsid w:val="00D12C87"/>
    <w:rsid w:val="00D13701"/>
    <w:rsid w:val="00D14A57"/>
    <w:rsid w:val="00D21D88"/>
    <w:rsid w:val="00D25D64"/>
    <w:rsid w:val="00D26D97"/>
    <w:rsid w:val="00D3367D"/>
    <w:rsid w:val="00D34862"/>
    <w:rsid w:val="00D36102"/>
    <w:rsid w:val="00D420BA"/>
    <w:rsid w:val="00D42744"/>
    <w:rsid w:val="00D439DB"/>
    <w:rsid w:val="00D50BDD"/>
    <w:rsid w:val="00D538B9"/>
    <w:rsid w:val="00D53D98"/>
    <w:rsid w:val="00D54CDB"/>
    <w:rsid w:val="00D54FDD"/>
    <w:rsid w:val="00D571EC"/>
    <w:rsid w:val="00D64D18"/>
    <w:rsid w:val="00D85676"/>
    <w:rsid w:val="00D90B89"/>
    <w:rsid w:val="00D91DF6"/>
    <w:rsid w:val="00D95E98"/>
    <w:rsid w:val="00DA22C4"/>
    <w:rsid w:val="00DA2C3A"/>
    <w:rsid w:val="00DA4A59"/>
    <w:rsid w:val="00DC0582"/>
    <w:rsid w:val="00DC0B6A"/>
    <w:rsid w:val="00DC7C52"/>
    <w:rsid w:val="00DD09FB"/>
    <w:rsid w:val="00DD4750"/>
    <w:rsid w:val="00DD5610"/>
    <w:rsid w:val="00DE0980"/>
    <w:rsid w:val="00DE5C35"/>
    <w:rsid w:val="00E02284"/>
    <w:rsid w:val="00E0530A"/>
    <w:rsid w:val="00E141FC"/>
    <w:rsid w:val="00E16CD5"/>
    <w:rsid w:val="00E25165"/>
    <w:rsid w:val="00E25EA1"/>
    <w:rsid w:val="00E34BFD"/>
    <w:rsid w:val="00E444FF"/>
    <w:rsid w:val="00E44A4D"/>
    <w:rsid w:val="00E45BCF"/>
    <w:rsid w:val="00E555CD"/>
    <w:rsid w:val="00E5649C"/>
    <w:rsid w:val="00E579BB"/>
    <w:rsid w:val="00E65CC6"/>
    <w:rsid w:val="00E66032"/>
    <w:rsid w:val="00E67DA3"/>
    <w:rsid w:val="00E819C7"/>
    <w:rsid w:val="00E85832"/>
    <w:rsid w:val="00E85C26"/>
    <w:rsid w:val="00E8661D"/>
    <w:rsid w:val="00E94060"/>
    <w:rsid w:val="00EA0122"/>
    <w:rsid w:val="00EA7825"/>
    <w:rsid w:val="00EC10F2"/>
    <w:rsid w:val="00EC579C"/>
    <w:rsid w:val="00EC7C44"/>
    <w:rsid w:val="00EE091C"/>
    <w:rsid w:val="00EE3D58"/>
    <w:rsid w:val="00EE4AF3"/>
    <w:rsid w:val="00EE61B2"/>
    <w:rsid w:val="00EF489F"/>
    <w:rsid w:val="00F012C2"/>
    <w:rsid w:val="00F0529F"/>
    <w:rsid w:val="00F066CF"/>
    <w:rsid w:val="00F17901"/>
    <w:rsid w:val="00F259E3"/>
    <w:rsid w:val="00F30D7F"/>
    <w:rsid w:val="00F37812"/>
    <w:rsid w:val="00F505C2"/>
    <w:rsid w:val="00F516B2"/>
    <w:rsid w:val="00F55953"/>
    <w:rsid w:val="00F61138"/>
    <w:rsid w:val="00F62FAA"/>
    <w:rsid w:val="00F65CB6"/>
    <w:rsid w:val="00F6656A"/>
    <w:rsid w:val="00F672EB"/>
    <w:rsid w:val="00F679B8"/>
    <w:rsid w:val="00F67CF3"/>
    <w:rsid w:val="00F70928"/>
    <w:rsid w:val="00F711CD"/>
    <w:rsid w:val="00F940EB"/>
    <w:rsid w:val="00FA64A3"/>
    <w:rsid w:val="00FB1F11"/>
    <w:rsid w:val="00FC21BF"/>
    <w:rsid w:val="00FC3EB0"/>
    <w:rsid w:val="00FC7437"/>
    <w:rsid w:val="00FD2F77"/>
    <w:rsid w:val="00FD4389"/>
    <w:rsid w:val="00FE24ED"/>
    <w:rsid w:val="00FF27EA"/>
    <w:rsid w:val="00FF6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812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39D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966E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439D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966E0"/>
    <w:rPr>
      <w:rFonts w:ascii="Times New Roman" w:hAnsi="Times New Roman" w:cs="Times New Roman"/>
      <w:b/>
      <w:bCs/>
      <w:sz w:val="20"/>
      <w:szCs w:val="20"/>
      <w:lang/>
    </w:rPr>
  </w:style>
  <w:style w:type="paragraph" w:customStyle="1" w:styleId="ConsPlusNormal">
    <w:name w:val="ConsPlusNormal"/>
    <w:uiPriority w:val="99"/>
    <w:rsid w:val="00F37812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F3781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F37812"/>
    <w:pPr>
      <w:ind w:left="720"/>
    </w:pPr>
  </w:style>
  <w:style w:type="paragraph" w:styleId="Header">
    <w:name w:val="header"/>
    <w:basedOn w:val="Normal"/>
    <w:link w:val="HeaderChar"/>
    <w:uiPriority w:val="99"/>
    <w:rsid w:val="003E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E68DB"/>
  </w:style>
  <w:style w:type="paragraph" w:styleId="Footer">
    <w:name w:val="footer"/>
    <w:basedOn w:val="Normal"/>
    <w:link w:val="FooterChar"/>
    <w:uiPriority w:val="99"/>
    <w:rsid w:val="003E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E68DB"/>
  </w:style>
  <w:style w:type="paragraph" w:customStyle="1" w:styleId="ConsPlusTitle">
    <w:name w:val="ConsPlusTitle"/>
    <w:uiPriority w:val="99"/>
    <w:rsid w:val="00E34BFD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856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676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681D71"/>
    <w:rPr>
      <w:rFonts w:eastAsia="Times New Roman" w:cs="Calibri"/>
    </w:rPr>
  </w:style>
  <w:style w:type="character" w:styleId="Hyperlink">
    <w:name w:val="Hyperlink"/>
    <w:basedOn w:val="DefaultParagraphFont"/>
    <w:uiPriority w:val="99"/>
    <w:rsid w:val="00CB0055"/>
    <w:rPr>
      <w:color w:val="0000FF"/>
      <w:u w:val="single"/>
    </w:rPr>
  </w:style>
  <w:style w:type="character" w:customStyle="1" w:styleId="apple-converted-space">
    <w:name w:val="apple-converted-space"/>
    <w:uiPriority w:val="99"/>
    <w:rsid w:val="00D439DB"/>
  </w:style>
  <w:style w:type="paragraph" w:customStyle="1" w:styleId="BodyText21">
    <w:name w:val="Body Text 21"/>
    <w:basedOn w:val="Normal"/>
    <w:uiPriority w:val="99"/>
    <w:rsid w:val="00AF135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2">
    <w:name w:val="Body Text 2"/>
    <w:basedOn w:val="Normal"/>
    <w:link w:val="BodyText2Char"/>
    <w:uiPriority w:val="99"/>
    <w:rsid w:val="00AF13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F135F"/>
    <w:rPr>
      <w:rFonts w:ascii="Times New Roman" w:hAnsi="Times New Roman" w:cs="Times New Roman"/>
      <w:sz w:val="24"/>
      <w:szCs w:val="24"/>
      <w:lang/>
    </w:rPr>
  </w:style>
  <w:style w:type="paragraph" w:styleId="BodyTextIndent">
    <w:name w:val="Body Text Indent"/>
    <w:basedOn w:val="Normal"/>
    <w:link w:val="BodyTextIndentChar"/>
    <w:uiPriority w:val="99"/>
    <w:rsid w:val="00AF13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F135F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AF13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F135F"/>
    <w:rPr>
      <w:rFonts w:ascii="Times New Roman" w:hAnsi="Times New Roman" w:cs="Times New Roman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1B20F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rsid w:val="00B0179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87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gd.ru" TargetMode="External"/><Relationship Id="rId13" Type="http://schemas.openxmlformats.org/officeDocument/2006/relationships/hyperlink" Target="consultantplus://offline/ref=7AA261A401B6EF955851137068E637969B1A423F6BB761FDBB0AC15027UB34Q" TargetMode="External"/><Relationship Id="rId18" Type="http://schemas.openxmlformats.org/officeDocument/2006/relationships/hyperlink" Target="consultantplus://offline/ref=7AA261A401B6EF9558510D7D7E8A699F9E1414366DBF63AEE4559A0D70BD63F5U830Q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AA261A401B6EF955851137068E637969B1A4C3B6AB061FDBB0AC15027B469A2C70EB1D37F42F21EU23DQ" TargetMode="External"/><Relationship Id="rId7" Type="http://schemas.openxmlformats.org/officeDocument/2006/relationships/hyperlink" Target="consultantplus://offline/ref=7AA261A401B6EF955851137068E637969B1A4E336EB661FDBB0AC15027UB34Q" TargetMode="External"/><Relationship Id="rId12" Type="http://schemas.openxmlformats.org/officeDocument/2006/relationships/hyperlink" Target="consultantplus://offline/ref=7AA261A401B6EF955851137068E637969B1A4C3D69B661FDBB0AC15027UB34Q" TargetMode="External"/><Relationship Id="rId17" Type="http://schemas.openxmlformats.org/officeDocument/2006/relationships/hyperlink" Target="consultantplus://offline/ref=7AA261A401B6EF9558510D7D7E8A699F9E1414366CBE6DAEE2559A0D70BD63F58041E8913B4EF51C2EEFA1U93AQ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AA261A401B6EF955851137068E637969B194E3B6CB061FDBB0AC15027UB34Q" TargetMode="External"/><Relationship Id="rId20" Type="http://schemas.openxmlformats.org/officeDocument/2006/relationships/hyperlink" Target="consultantplus://offline/ref=7AA261A401B6EF955851137068E637969B1A4C3B6AB061FDBB0AC15027B469A2C70EB1D37F42F21DU23F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AA261A401B6EF955851137068E637969B1A4E336EB661FDBB0AC15027UB34Q" TargetMode="External"/><Relationship Id="rId23" Type="http://schemas.openxmlformats.org/officeDocument/2006/relationships/hyperlink" Target="consultantplus://offline/ref=7AA261A401B6EF955851137068E637969B1A4E336EB661FDBB0AC15027UB34Q" TargetMode="External"/><Relationship Id="rId10" Type="http://schemas.openxmlformats.org/officeDocument/2006/relationships/hyperlink" Target="http://www.klgd.ru/" TargetMode="External"/><Relationship Id="rId19" Type="http://schemas.openxmlformats.org/officeDocument/2006/relationships/hyperlink" Target="consultantplus://offline/ref=7AA261A401B6EF9558510D7D7E8A699F9E1414366DBF63AEE4559A0D70BD63F5U830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A261A401B6EF955851137068E637969B194E3B6CB061FDBB0AC15027UB34Q" TargetMode="External"/><Relationship Id="rId14" Type="http://schemas.openxmlformats.org/officeDocument/2006/relationships/hyperlink" Target="consultantplus://offline/ref=7AA261A401B6EF955851137068E637969B194E3969B361FDBB0AC15027UB34Q" TargetMode="External"/><Relationship Id="rId22" Type="http://schemas.openxmlformats.org/officeDocument/2006/relationships/hyperlink" Target="mailto:cityhall@klgd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337</TotalTime>
  <Pages>60</Pages>
  <Words>16751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Каркач Нина Лукъяновна</dc:creator>
  <cp:keywords/>
  <dc:description/>
  <cp:lastModifiedBy>Наташа</cp:lastModifiedBy>
  <cp:revision>19</cp:revision>
  <cp:lastPrinted>2015-12-29T14:42:00Z</cp:lastPrinted>
  <dcterms:created xsi:type="dcterms:W3CDTF">2015-12-29T09:08:00Z</dcterms:created>
  <dcterms:modified xsi:type="dcterms:W3CDTF">2015-12-30T10:45:00Z</dcterms:modified>
</cp:coreProperties>
</file>