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19" w:rsidRDefault="00907A19" w:rsidP="005C43BA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Приложение  № 2</w:t>
      </w:r>
    </w:p>
    <w:p w:rsidR="00907A19" w:rsidRDefault="00907A19" w:rsidP="005C43BA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   </w:t>
      </w:r>
    </w:p>
    <w:p w:rsidR="00907A19" w:rsidRDefault="00907A19" w:rsidP="005C43BA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«Город Калининград»   </w:t>
      </w:r>
    </w:p>
    <w:p w:rsidR="00907A19" w:rsidRDefault="00907A19" w:rsidP="00443746">
      <w:pPr>
        <w:ind w:left="3240" w:hanging="300"/>
        <w:jc w:val="center"/>
        <w:rPr>
          <w:sz w:val="28"/>
          <w:szCs w:val="28"/>
        </w:rPr>
      </w:pPr>
      <w:r>
        <w:rPr>
          <w:sz w:val="28"/>
          <w:szCs w:val="28"/>
        </w:rPr>
        <w:t>от 25 декабря 2015 г.   №  2155</w:t>
      </w:r>
    </w:p>
    <w:p w:rsidR="00907A19" w:rsidRDefault="00907A19" w:rsidP="005C43BA">
      <w:pPr>
        <w:ind w:left="3540" w:firstLine="708"/>
        <w:jc w:val="center"/>
        <w:rPr>
          <w:sz w:val="28"/>
          <w:szCs w:val="28"/>
        </w:rPr>
      </w:pPr>
    </w:p>
    <w:p w:rsidR="00907A19" w:rsidRDefault="00907A19" w:rsidP="005C43B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Состав конкурсной комиссии</w:t>
      </w:r>
    </w:p>
    <w:p w:rsidR="00907A19" w:rsidRDefault="00907A19" w:rsidP="005C43B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открытого конкурса на право заключения договоров об организации регулярных перевозок пассажиров и багажа автомобильным транспортом по маршрутам городского округа «Город Калининград»</w:t>
      </w:r>
    </w:p>
    <w:p w:rsidR="00907A19" w:rsidRDefault="00907A19" w:rsidP="005C43BA">
      <w:pPr>
        <w:ind w:firstLine="851"/>
        <w:jc w:val="center"/>
        <w:rPr>
          <w:sz w:val="28"/>
          <w:szCs w:val="28"/>
        </w:rPr>
      </w:pP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– заместитель главы администрации, председатель комитета городского хозяйства администрации городского округа «Город Калининград» С.В. Мельников.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 – представитель комитета городского хозяйства</w:t>
      </w:r>
      <w:r w:rsidRPr="009A041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«Город Калининград».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 w:rsidRPr="009A0418">
        <w:rPr>
          <w:sz w:val="28"/>
          <w:szCs w:val="28"/>
        </w:rPr>
        <w:t xml:space="preserve"> </w:t>
      </w:r>
      <w:r>
        <w:rPr>
          <w:sz w:val="28"/>
          <w:szCs w:val="28"/>
        </w:rPr>
        <w:t>– представитель дорожно-транспортного управления комитета городского хозяйства</w:t>
      </w:r>
      <w:r w:rsidRPr="009A041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«Город Калининград».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городского Совета депутатов Калининграда (по согласованию);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комитета муниципального имущества и земельных ресурсов администрации городского округа «Город Калининград»;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юридического комитета</w:t>
      </w:r>
      <w:r w:rsidRPr="00C32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«Город Калининград»;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комитета экономики, финансов и контроля администрации городского округа «Город Калининград»;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административного управления администрации городского округа «Город Калининград»;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управления благоустройства и экологии комитета городского хозяйства администрации городского округа «Город Калининград»;</w:t>
      </w:r>
    </w:p>
    <w:p w:rsidR="00907A19" w:rsidRDefault="00907A19" w:rsidP="00B711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отдела муниципальной службы администрации городского округа «Город Калининград»;</w:t>
      </w:r>
    </w:p>
    <w:p w:rsidR="00907A19" w:rsidRDefault="00907A19" w:rsidP="00C32D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представитель </w:t>
      </w:r>
      <w:r w:rsidRPr="00E5048A">
        <w:rPr>
          <w:sz w:val="28"/>
          <w:szCs w:val="28"/>
        </w:rPr>
        <w:t xml:space="preserve">Общественного совета при </w:t>
      </w:r>
      <w:r>
        <w:rPr>
          <w:sz w:val="28"/>
          <w:szCs w:val="28"/>
        </w:rPr>
        <w:t>г</w:t>
      </w:r>
      <w:r w:rsidRPr="00E5048A">
        <w:rPr>
          <w:sz w:val="28"/>
          <w:szCs w:val="28"/>
        </w:rPr>
        <w:t>лаве городского округа «Город Калининград»</w:t>
      </w:r>
      <w:r>
        <w:rPr>
          <w:sz w:val="28"/>
          <w:szCs w:val="28"/>
        </w:rPr>
        <w:t xml:space="preserve"> (по согласованию);</w:t>
      </w:r>
    </w:p>
    <w:p w:rsidR="00907A19" w:rsidRDefault="00907A19" w:rsidP="005C154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ОГИБДД УМВД России по г. Калининграду (по согласованию);</w:t>
      </w:r>
    </w:p>
    <w:p w:rsidR="00907A19" w:rsidRDefault="00907A19" w:rsidP="00C32D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Калининградской областной организации общероссийского профессионального союза работников автомобильного транспорта и дорожного хозяйства (по согласованию);</w:t>
      </w:r>
    </w:p>
    <w:p w:rsidR="00907A19" w:rsidRPr="005C43BA" w:rsidRDefault="00907A19" w:rsidP="005C154D">
      <w:pPr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 представитель государственной инспекции труда в Калининградской области (по согласованию).</w:t>
      </w:r>
    </w:p>
    <w:sectPr w:rsidR="00907A19" w:rsidRPr="005C43BA" w:rsidSect="009A04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3BA"/>
    <w:rsid w:val="001F37DD"/>
    <w:rsid w:val="002803BA"/>
    <w:rsid w:val="00443746"/>
    <w:rsid w:val="00555A18"/>
    <w:rsid w:val="005C154D"/>
    <w:rsid w:val="005C43BA"/>
    <w:rsid w:val="006E1879"/>
    <w:rsid w:val="0072260C"/>
    <w:rsid w:val="007B197C"/>
    <w:rsid w:val="00850F01"/>
    <w:rsid w:val="00907A19"/>
    <w:rsid w:val="009A0418"/>
    <w:rsid w:val="00AA4A2E"/>
    <w:rsid w:val="00B16806"/>
    <w:rsid w:val="00B711DB"/>
    <w:rsid w:val="00B93FC5"/>
    <w:rsid w:val="00C32DEF"/>
    <w:rsid w:val="00CD53CA"/>
    <w:rsid w:val="00DA3680"/>
    <w:rsid w:val="00E5048A"/>
    <w:rsid w:val="00E54BE4"/>
    <w:rsid w:val="00F43534"/>
    <w:rsid w:val="00F87225"/>
    <w:rsid w:val="00FF2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3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A04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041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297</Words>
  <Characters>1693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Химич Александр Николаевич</dc:creator>
  <cp:keywords/>
  <dc:description/>
  <cp:lastModifiedBy>Наташа</cp:lastModifiedBy>
  <cp:revision>6</cp:revision>
  <cp:lastPrinted>2015-12-28T17:55:00Z</cp:lastPrinted>
  <dcterms:created xsi:type="dcterms:W3CDTF">2015-12-28T17:49:00Z</dcterms:created>
  <dcterms:modified xsi:type="dcterms:W3CDTF">2015-12-30T10:45:00Z</dcterms:modified>
</cp:coreProperties>
</file>