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A3" w:rsidRDefault="00022AA3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022AA3" w:rsidRPr="00E6426B" w:rsidRDefault="00022AA3" w:rsidP="00E8560F">
      <w:pPr>
        <w:widowControl w:val="0"/>
        <w:autoSpaceDE w:val="0"/>
        <w:autoSpaceDN w:val="0"/>
        <w:adjustRightInd w:val="0"/>
        <w:ind w:left="9204"/>
        <w:jc w:val="both"/>
        <w:rPr>
          <w:sz w:val="28"/>
          <w:szCs w:val="28"/>
        </w:rPr>
      </w:pPr>
      <w:r w:rsidRPr="00E6426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022AA3" w:rsidRPr="00E6426B" w:rsidRDefault="00022AA3" w:rsidP="00E8560F">
      <w:pPr>
        <w:widowControl w:val="0"/>
        <w:autoSpaceDE w:val="0"/>
        <w:autoSpaceDN w:val="0"/>
        <w:adjustRightInd w:val="0"/>
        <w:ind w:left="9204"/>
        <w:jc w:val="both"/>
        <w:rPr>
          <w:sz w:val="28"/>
          <w:szCs w:val="28"/>
        </w:rPr>
      </w:pPr>
      <w:r w:rsidRPr="00E6426B">
        <w:rPr>
          <w:sz w:val="28"/>
          <w:szCs w:val="28"/>
        </w:rPr>
        <w:t>к постановлению администрации</w:t>
      </w:r>
    </w:p>
    <w:p w:rsidR="00022AA3" w:rsidRPr="00E6426B" w:rsidRDefault="00022AA3" w:rsidP="00E8560F">
      <w:pPr>
        <w:widowControl w:val="0"/>
        <w:autoSpaceDE w:val="0"/>
        <w:autoSpaceDN w:val="0"/>
        <w:adjustRightInd w:val="0"/>
        <w:ind w:left="9204"/>
        <w:jc w:val="both"/>
        <w:rPr>
          <w:sz w:val="28"/>
          <w:szCs w:val="28"/>
        </w:rPr>
      </w:pPr>
      <w:r w:rsidRPr="00E6426B">
        <w:rPr>
          <w:sz w:val="28"/>
          <w:szCs w:val="28"/>
        </w:rPr>
        <w:t>городского округа «Город Калининград»</w:t>
      </w:r>
    </w:p>
    <w:p w:rsidR="00022AA3" w:rsidRPr="00E6426B" w:rsidRDefault="00022AA3" w:rsidP="00E8560F">
      <w:pPr>
        <w:widowControl w:val="0"/>
        <w:autoSpaceDE w:val="0"/>
        <w:autoSpaceDN w:val="0"/>
        <w:adjustRightInd w:val="0"/>
        <w:ind w:left="9204"/>
        <w:jc w:val="both"/>
        <w:rPr>
          <w:sz w:val="28"/>
          <w:szCs w:val="28"/>
        </w:rPr>
      </w:pPr>
      <w:r>
        <w:rPr>
          <w:sz w:val="28"/>
          <w:szCs w:val="28"/>
        </w:rPr>
        <w:t>от 04 декабря 2015 г. № 2034</w:t>
      </w:r>
    </w:p>
    <w:p w:rsidR="00022AA3" w:rsidRDefault="00022AA3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022AA3" w:rsidRDefault="00022AA3" w:rsidP="00BC340A">
      <w:pPr>
        <w:jc w:val="center"/>
        <w:rPr>
          <w:sz w:val="28"/>
          <w:szCs w:val="28"/>
        </w:rPr>
      </w:pPr>
    </w:p>
    <w:p w:rsidR="00022AA3" w:rsidRDefault="00022AA3" w:rsidP="00BC340A">
      <w:pPr>
        <w:jc w:val="center"/>
        <w:rPr>
          <w:sz w:val="28"/>
          <w:szCs w:val="28"/>
        </w:rPr>
      </w:pPr>
      <w:r w:rsidRPr="009E0E16">
        <w:rPr>
          <w:sz w:val="28"/>
          <w:szCs w:val="28"/>
        </w:rPr>
        <w:t xml:space="preserve">6. Объем финансовых потребностей на реализацию мероприятий </w:t>
      </w:r>
      <w:r>
        <w:rPr>
          <w:sz w:val="28"/>
          <w:szCs w:val="28"/>
        </w:rPr>
        <w:t>П</w:t>
      </w:r>
      <w:r w:rsidRPr="009E0E16">
        <w:rPr>
          <w:sz w:val="28"/>
          <w:szCs w:val="28"/>
        </w:rPr>
        <w:t>рограммы</w:t>
      </w:r>
    </w:p>
    <w:p w:rsidR="00022AA3" w:rsidRPr="009E0E16" w:rsidRDefault="00022AA3" w:rsidP="00BC340A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0"/>
        <w:gridCol w:w="3033"/>
        <w:gridCol w:w="1475"/>
        <w:gridCol w:w="1576"/>
        <w:gridCol w:w="1296"/>
        <w:gridCol w:w="1293"/>
        <w:gridCol w:w="1296"/>
        <w:gridCol w:w="1436"/>
        <w:gridCol w:w="1433"/>
        <w:gridCol w:w="1328"/>
      </w:tblGrid>
      <w:tr w:rsidR="00022AA3" w:rsidRPr="00B92DDE">
        <w:trPr>
          <w:cantSplit/>
          <w:jc w:val="center"/>
        </w:trPr>
        <w:tc>
          <w:tcPr>
            <w:tcW w:w="760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033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75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Источник 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576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Форма финансового обеспечения</w:t>
            </w:r>
          </w:p>
        </w:tc>
        <w:tc>
          <w:tcPr>
            <w:tcW w:w="5321" w:type="dxa"/>
            <w:gridSpan w:val="4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1433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Исполни-тель мероприя-тия</w:t>
            </w:r>
          </w:p>
        </w:tc>
        <w:tc>
          <w:tcPr>
            <w:tcW w:w="1328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Участник мероприя-тия</w:t>
            </w:r>
          </w:p>
        </w:tc>
      </w:tr>
      <w:tr w:rsidR="00022AA3" w:rsidRPr="00B92DDE">
        <w:trPr>
          <w:cantSplit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</w:tr>
    </w:tbl>
    <w:p w:rsidR="00022AA3" w:rsidRPr="00113ECD" w:rsidRDefault="00022AA3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0"/>
        <w:gridCol w:w="3033"/>
        <w:gridCol w:w="1475"/>
        <w:gridCol w:w="1576"/>
        <w:gridCol w:w="1296"/>
        <w:gridCol w:w="1293"/>
        <w:gridCol w:w="1296"/>
        <w:gridCol w:w="1436"/>
        <w:gridCol w:w="1433"/>
        <w:gridCol w:w="1328"/>
      </w:tblGrid>
      <w:tr w:rsidR="00022AA3" w:rsidRPr="00B92DDE">
        <w:trPr>
          <w:cantSplit/>
          <w:tblHeader/>
          <w:jc w:val="center"/>
        </w:trPr>
        <w:tc>
          <w:tcPr>
            <w:tcW w:w="760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3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5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6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3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8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 w:val="restart"/>
          </w:tcPr>
          <w:p w:rsidR="00022AA3" w:rsidRPr="00B92DDE" w:rsidRDefault="00022AA3" w:rsidP="00A42D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потребности в финансовых ресурсах на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в том числе: </w:t>
            </w: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100 012,13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61 205,00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200 000,00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361 217,13</w:t>
            </w:r>
          </w:p>
        </w:tc>
        <w:tc>
          <w:tcPr>
            <w:tcW w:w="1433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100 012,13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61 205,00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200 000,00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361 217,13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комитет муниципального имущества и земельных ресурсов</w:t>
            </w: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76" w:type="dxa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98 512,13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61 205,00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200 000,00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359 717,13</w:t>
            </w:r>
          </w:p>
        </w:tc>
        <w:tc>
          <w:tcPr>
            <w:tcW w:w="1433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98 512,13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61 205,00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200 000,00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359 717,13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 комитет архитектуры и строительства</w:t>
            </w: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76" w:type="dxa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1 500,00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1 500,00</w:t>
            </w:r>
          </w:p>
        </w:tc>
        <w:tc>
          <w:tcPr>
            <w:tcW w:w="1433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1 500,00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1 500,00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3793" w:type="dxa"/>
            <w:gridSpan w:val="2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436"/>
          <w:jc w:val="center"/>
        </w:trPr>
        <w:tc>
          <w:tcPr>
            <w:tcW w:w="760" w:type="dxa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033" w:type="dxa"/>
            <w:vMerge w:val="restart"/>
          </w:tcPr>
          <w:p w:rsidR="00022AA3" w:rsidRPr="00B92DDE" w:rsidRDefault="00022AA3" w:rsidP="00A42D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Приобретение или строительство жилых помещений для предоставления гражданам, проживающим в аварийном жилищном фонде</w:t>
            </w:r>
          </w:p>
        </w:tc>
        <w:tc>
          <w:tcPr>
            <w:tcW w:w="1475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96 649,50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61 205,00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200 000,00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357 854,50</w:t>
            </w:r>
          </w:p>
        </w:tc>
        <w:tc>
          <w:tcPr>
            <w:tcW w:w="1433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КМИиЗР</w:t>
            </w:r>
          </w:p>
        </w:tc>
        <w:tc>
          <w:tcPr>
            <w:tcW w:w="1328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022AA3" w:rsidRPr="00B92DDE">
        <w:trPr>
          <w:cantSplit/>
          <w:trHeight w:val="436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437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436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96 649,50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61 205,00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200 000,00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357 854,50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437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563"/>
          <w:jc w:val="center"/>
        </w:trPr>
        <w:tc>
          <w:tcPr>
            <w:tcW w:w="760" w:type="dxa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033" w:type="dxa"/>
            <w:vMerge w:val="restart"/>
          </w:tcPr>
          <w:p w:rsidR="00022AA3" w:rsidRPr="00B92DDE" w:rsidRDefault="00022AA3" w:rsidP="00A42D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Приобретение или строительство жилых помещений</w:t>
            </w:r>
            <w:bookmarkStart w:id="0" w:name="_GoBack"/>
            <w:bookmarkEnd w:id="0"/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76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1 862,63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1 862,63</w:t>
            </w:r>
          </w:p>
        </w:tc>
        <w:tc>
          <w:tcPr>
            <w:tcW w:w="1433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КМИиЗР</w:t>
            </w:r>
          </w:p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022AA3" w:rsidRPr="00B92DDE">
        <w:trPr>
          <w:cantSplit/>
          <w:trHeight w:val="563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563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563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1 862,63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1 862,63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564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76" w:type="dxa"/>
            <w:vMerge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760" w:type="dxa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033" w:type="dxa"/>
            <w:vMerge w:val="restart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Снос многоквартирных домов</w:t>
            </w: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76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1 500,00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1 500,00</w:t>
            </w:r>
          </w:p>
        </w:tc>
        <w:tc>
          <w:tcPr>
            <w:tcW w:w="1433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КАиС,</w:t>
            </w:r>
          </w:p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  <w:tc>
          <w:tcPr>
            <w:tcW w:w="1328" w:type="dxa"/>
            <w:vMerge w:val="restart"/>
            <w:vAlign w:val="center"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1 500,00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1 500,00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</w:tr>
      <w:tr w:rsidR="00022AA3" w:rsidRPr="00B92DDE">
        <w:trPr>
          <w:cantSplit/>
          <w:trHeight w:val="340"/>
          <w:jc w:val="center"/>
        </w:trPr>
        <w:tc>
          <w:tcPr>
            <w:tcW w:w="760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022AA3" w:rsidRPr="00B92DDE" w:rsidRDefault="00022AA3" w:rsidP="00FB3B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2DDE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76" w:type="dxa"/>
            <w:vMerge/>
          </w:tcPr>
          <w:p w:rsidR="00022AA3" w:rsidRPr="00B92DDE" w:rsidRDefault="00022AA3" w:rsidP="00FB3B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3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29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6" w:type="dxa"/>
            <w:vAlign w:val="center"/>
          </w:tcPr>
          <w:p w:rsidR="00022AA3" w:rsidRPr="00B92DDE" w:rsidRDefault="00022AA3" w:rsidP="00FB3BC0">
            <w:pPr>
              <w:jc w:val="center"/>
              <w:rPr>
                <w:sz w:val="24"/>
                <w:szCs w:val="24"/>
              </w:rPr>
            </w:pPr>
            <w:r w:rsidRPr="00B92DDE">
              <w:rPr>
                <w:sz w:val="24"/>
                <w:szCs w:val="24"/>
              </w:rPr>
              <w:t>0,00</w:t>
            </w:r>
          </w:p>
        </w:tc>
        <w:tc>
          <w:tcPr>
            <w:tcW w:w="1433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  <w:tc>
          <w:tcPr>
            <w:tcW w:w="1328" w:type="dxa"/>
            <w:vMerge/>
            <w:vAlign w:val="center"/>
          </w:tcPr>
          <w:p w:rsidR="00022AA3" w:rsidRPr="00B92DDE" w:rsidRDefault="00022AA3" w:rsidP="00FB3BC0">
            <w:pPr>
              <w:rPr>
                <w:sz w:val="24"/>
                <w:szCs w:val="24"/>
              </w:rPr>
            </w:pPr>
          </w:p>
        </w:tc>
      </w:tr>
    </w:tbl>
    <w:p w:rsidR="00022AA3" w:rsidRDefault="00022AA3" w:rsidP="00BA6B25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sectPr w:rsidR="00022AA3" w:rsidSect="00E8560F">
      <w:headerReference w:type="default" r:id="rId7"/>
      <w:pgSz w:w="16838" w:h="11906" w:orient="landscape"/>
      <w:pgMar w:top="1701" w:right="1135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AA3" w:rsidRDefault="00022AA3">
      <w:r>
        <w:separator/>
      </w:r>
    </w:p>
  </w:endnote>
  <w:endnote w:type="continuationSeparator" w:id="0">
    <w:p w:rsidR="00022AA3" w:rsidRDefault="00022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AA3" w:rsidRDefault="00022AA3">
      <w:r>
        <w:separator/>
      </w:r>
    </w:p>
  </w:footnote>
  <w:footnote w:type="continuationSeparator" w:id="0">
    <w:p w:rsidR="00022AA3" w:rsidRDefault="00022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AA3" w:rsidRDefault="00022AA3" w:rsidP="00CD28E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22AA3" w:rsidRDefault="00022A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4908"/>
    <w:multiLevelType w:val="hybridMultilevel"/>
    <w:tmpl w:val="DD467128"/>
    <w:lvl w:ilvl="0" w:tplc="9C24B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D76"/>
    <w:rsid w:val="00014458"/>
    <w:rsid w:val="00015C09"/>
    <w:rsid w:val="00016C42"/>
    <w:rsid w:val="00022AA3"/>
    <w:rsid w:val="00041712"/>
    <w:rsid w:val="000C7325"/>
    <w:rsid w:val="0010210F"/>
    <w:rsid w:val="00113ECD"/>
    <w:rsid w:val="00116F04"/>
    <w:rsid w:val="00135F5F"/>
    <w:rsid w:val="001426A6"/>
    <w:rsid w:val="00142D45"/>
    <w:rsid w:val="00143B89"/>
    <w:rsid w:val="00154AF6"/>
    <w:rsid w:val="001679C1"/>
    <w:rsid w:val="00177B38"/>
    <w:rsid w:val="00196D76"/>
    <w:rsid w:val="001C6742"/>
    <w:rsid w:val="001D6010"/>
    <w:rsid w:val="001D71B3"/>
    <w:rsid w:val="001E4382"/>
    <w:rsid w:val="001F3C71"/>
    <w:rsid w:val="001F675A"/>
    <w:rsid w:val="0020076D"/>
    <w:rsid w:val="002326D2"/>
    <w:rsid w:val="00233146"/>
    <w:rsid w:val="002577AF"/>
    <w:rsid w:val="002A3DD0"/>
    <w:rsid w:val="002B0C50"/>
    <w:rsid w:val="002F1581"/>
    <w:rsid w:val="0031510B"/>
    <w:rsid w:val="00331AD3"/>
    <w:rsid w:val="00336954"/>
    <w:rsid w:val="00351578"/>
    <w:rsid w:val="00370FA9"/>
    <w:rsid w:val="003E24BF"/>
    <w:rsid w:val="003E6D55"/>
    <w:rsid w:val="003F21BA"/>
    <w:rsid w:val="0047070D"/>
    <w:rsid w:val="00473505"/>
    <w:rsid w:val="0049153D"/>
    <w:rsid w:val="004A5386"/>
    <w:rsid w:val="004B2186"/>
    <w:rsid w:val="004B6C62"/>
    <w:rsid w:val="004E53D5"/>
    <w:rsid w:val="004E5DC3"/>
    <w:rsid w:val="004F2C05"/>
    <w:rsid w:val="0056317B"/>
    <w:rsid w:val="005729CE"/>
    <w:rsid w:val="005836A0"/>
    <w:rsid w:val="005F4A62"/>
    <w:rsid w:val="00613CC2"/>
    <w:rsid w:val="00631C38"/>
    <w:rsid w:val="00655545"/>
    <w:rsid w:val="00671585"/>
    <w:rsid w:val="00674815"/>
    <w:rsid w:val="00682410"/>
    <w:rsid w:val="00686EE8"/>
    <w:rsid w:val="006A69BC"/>
    <w:rsid w:val="006D5CE1"/>
    <w:rsid w:val="00703B28"/>
    <w:rsid w:val="007334CC"/>
    <w:rsid w:val="0073420A"/>
    <w:rsid w:val="0077720C"/>
    <w:rsid w:val="007776A2"/>
    <w:rsid w:val="007904F9"/>
    <w:rsid w:val="007A58C7"/>
    <w:rsid w:val="007A673B"/>
    <w:rsid w:val="007C3B6B"/>
    <w:rsid w:val="007D25B8"/>
    <w:rsid w:val="007E25B2"/>
    <w:rsid w:val="007E686D"/>
    <w:rsid w:val="007F7A0D"/>
    <w:rsid w:val="00803482"/>
    <w:rsid w:val="00836C37"/>
    <w:rsid w:val="00873DD4"/>
    <w:rsid w:val="0088151A"/>
    <w:rsid w:val="00892EEF"/>
    <w:rsid w:val="008B56D6"/>
    <w:rsid w:val="008D17A3"/>
    <w:rsid w:val="008F12B2"/>
    <w:rsid w:val="008F2FF4"/>
    <w:rsid w:val="008F5818"/>
    <w:rsid w:val="008F6C07"/>
    <w:rsid w:val="00913A04"/>
    <w:rsid w:val="009243D6"/>
    <w:rsid w:val="00925432"/>
    <w:rsid w:val="0097626F"/>
    <w:rsid w:val="009861DA"/>
    <w:rsid w:val="0098671E"/>
    <w:rsid w:val="009916AC"/>
    <w:rsid w:val="009B31C5"/>
    <w:rsid w:val="009D2C53"/>
    <w:rsid w:val="009E0E16"/>
    <w:rsid w:val="009F150D"/>
    <w:rsid w:val="00A078A7"/>
    <w:rsid w:val="00A16166"/>
    <w:rsid w:val="00A17814"/>
    <w:rsid w:val="00A321C9"/>
    <w:rsid w:val="00A34E7F"/>
    <w:rsid w:val="00A42DD5"/>
    <w:rsid w:val="00A50E7C"/>
    <w:rsid w:val="00A51990"/>
    <w:rsid w:val="00A71247"/>
    <w:rsid w:val="00A8018B"/>
    <w:rsid w:val="00AB3624"/>
    <w:rsid w:val="00AB4353"/>
    <w:rsid w:val="00AC796B"/>
    <w:rsid w:val="00AE1BCC"/>
    <w:rsid w:val="00AE309B"/>
    <w:rsid w:val="00AE6366"/>
    <w:rsid w:val="00B027B6"/>
    <w:rsid w:val="00B11172"/>
    <w:rsid w:val="00B27F78"/>
    <w:rsid w:val="00B30286"/>
    <w:rsid w:val="00B436E4"/>
    <w:rsid w:val="00B50A50"/>
    <w:rsid w:val="00B62C0B"/>
    <w:rsid w:val="00B92DDE"/>
    <w:rsid w:val="00BA6B25"/>
    <w:rsid w:val="00BB0E39"/>
    <w:rsid w:val="00BC340A"/>
    <w:rsid w:val="00BC61D4"/>
    <w:rsid w:val="00BD6459"/>
    <w:rsid w:val="00BE5179"/>
    <w:rsid w:val="00C0750D"/>
    <w:rsid w:val="00C33DF0"/>
    <w:rsid w:val="00C541B4"/>
    <w:rsid w:val="00C56A92"/>
    <w:rsid w:val="00C84277"/>
    <w:rsid w:val="00C93446"/>
    <w:rsid w:val="00CA0DB2"/>
    <w:rsid w:val="00CC1747"/>
    <w:rsid w:val="00CC437B"/>
    <w:rsid w:val="00CC464C"/>
    <w:rsid w:val="00CD28EA"/>
    <w:rsid w:val="00D02AD9"/>
    <w:rsid w:val="00D42DF6"/>
    <w:rsid w:val="00D75754"/>
    <w:rsid w:val="00D91CD2"/>
    <w:rsid w:val="00D93A5C"/>
    <w:rsid w:val="00DC2E53"/>
    <w:rsid w:val="00DC352E"/>
    <w:rsid w:val="00DC54BA"/>
    <w:rsid w:val="00DF1767"/>
    <w:rsid w:val="00E00D5A"/>
    <w:rsid w:val="00E36D88"/>
    <w:rsid w:val="00E51FBE"/>
    <w:rsid w:val="00E6426B"/>
    <w:rsid w:val="00E750EA"/>
    <w:rsid w:val="00E8560F"/>
    <w:rsid w:val="00E9654C"/>
    <w:rsid w:val="00EC0F63"/>
    <w:rsid w:val="00F150DF"/>
    <w:rsid w:val="00F40FB8"/>
    <w:rsid w:val="00F5409A"/>
    <w:rsid w:val="00F827D0"/>
    <w:rsid w:val="00FB3BC0"/>
    <w:rsid w:val="00FB5D73"/>
    <w:rsid w:val="00FC5536"/>
    <w:rsid w:val="00FE5F62"/>
    <w:rsid w:val="00FF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D7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53D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53D5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Normal">
    <w:name w:val="ConsNormal"/>
    <w:uiPriority w:val="99"/>
    <w:rsid w:val="00892E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892EE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F4A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C2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9B31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1C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B31C5"/>
  </w:style>
  <w:style w:type="paragraph" w:customStyle="1" w:styleId="ConsPlusTitle">
    <w:name w:val="ConsPlusTitle"/>
    <w:uiPriority w:val="99"/>
    <w:rsid w:val="00DC2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Hyperlink">
    <w:name w:val="Hyperlink"/>
    <w:basedOn w:val="DefaultParagraphFont"/>
    <w:uiPriority w:val="99"/>
    <w:rsid w:val="00A71247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D2C5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D2C53"/>
    <w:rPr>
      <w:rFonts w:ascii="Cambria" w:hAnsi="Cambria" w:cs="Cambria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2326D2"/>
    <w:pPr>
      <w:suppressAutoHyphens/>
      <w:ind w:firstLine="567"/>
    </w:pPr>
    <w:rPr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326D2"/>
    <w:rPr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rsid w:val="00116F0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16F04"/>
  </w:style>
  <w:style w:type="character" w:customStyle="1" w:styleId="a">
    <w:name w:val="Цветовое выделение"/>
    <w:uiPriority w:val="99"/>
    <w:rsid w:val="004E53D5"/>
    <w:rPr>
      <w:b/>
      <w:bCs/>
      <w:color w:val="26282F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4E53D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E53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E53D5"/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4E53D5"/>
    <w:rPr>
      <w:vertAlign w:val="superscript"/>
    </w:rPr>
  </w:style>
  <w:style w:type="paragraph" w:customStyle="1" w:styleId="ConsPlusCell">
    <w:name w:val="ConsPlusCell"/>
    <w:uiPriority w:val="99"/>
    <w:rsid w:val="00E856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5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345</Words>
  <Characters>1967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Наташа</cp:lastModifiedBy>
  <cp:revision>15</cp:revision>
  <cp:lastPrinted>2015-12-02T13:35:00Z</cp:lastPrinted>
  <dcterms:created xsi:type="dcterms:W3CDTF">2015-11-23T08:50:00Z</dcterms:created>
  <dcterms:modified xsi:type="dcterms:W3CDTF">2015-12-08T07:51:00Z</dcterms:modified>
</cp:coreProperties>
</file>