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90" w:rsidRDefault="00B25C90" w:rsidP="00477FD7">
      <w:pPr>
        <w:pStyle w:val="BodyTextIndent"/>
        <w:ind w:firstLine="0"/>
        <w:rPr>
          <w:sz w:val="24"/>
          <w:szCs w:val="24"/>
        </w:rPr>
      </w:pPr>
    </w:p>
    <w:p w:rsidR="00B25C90" w:rsidRDefault="00B25C90" w:rsidP="00477FD7">
      <w:pPr>
        <w:spacing w:line="228" w:lineRule="auto"/>
        <w:ind w:left="5103"/>
        <w:rPr>
          <w:sz w:val="28"/>
          <w:szCs w:val="28"/>
        </w:rPr>
      </w:pPr>
      <w:r w:rsidRPr="002515B4">
        <w:rPr>
          <w:sz w:val="28"/>
          <w:szCs w:val="28"/>
        </w:rPr>
        <w:t>Приложение</w:t>
      </w:r>
    </w:p>
    <w:p w:rsidR="00B25C90" w:rsidRDefault="00B25C90" w:rsidP="00477FD7">
      <w:pPr>
        <w:spacing w:line="228" w:lineRule="auto"/>
        <w:ind w:left="5103"/>
        <w:rPr>
          <w:sz w:val="28"/>
          <w:szCs w:val="28"/>
        </w:rPr>
      </w:pPr>
      <w:r w:rsidRPr="002515B4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2515B4">
        <w:rPr>
          <w:sz w:val="28"/>
          <w:szCs w:val="28"/>
        </w:rPr>
        <w:t xml:space="preserve">остановлению </w:t>
      </w:r>
    </w:p>
    <w:p w:rsidR="00B25C90" w:rsidRDefault="00B25C90" w:rsidP="00477FD7">
      <w:pPr>
        <w:spacing w:line="228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515B4">
        <w:rPr>
          <w:sz w:val="28"/>
          <w:szCs w:val="28"/>
        </w:rPr>
        <w:t>городского округа</w:t>
      </w:r>
    </w:p>
    <w:p w:rsidR="00B25C90" w:rsidRDefault="00B25C90" w:rsidP="00477FD7">
      <w:pPr>
        <w:spacing w:line="228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«Город Калининград» </w:t>
      </w:r>
    </w:p>
    <w:p w:rsidR="00B25C90" w:rsidRDefault="00B25C90" w:rsidP="00477FD7">
      <w:pPr>
        <w:spacing w:line="228" w:lineRule="auto"/>
        <w:ind w:left="5103"/>
        <w:rPr>
          <w:sz w:val="28"/>
          <w:szCs w:val="28"/>
        </w:rPr>
      </w:pPr>
      <w:r>
        <w:rPr>
          <w:sz w:val="28"/>
          <w:szCs w:val="28"/>
        </w:rPr>
        <w:t>от 22 июня 2016 № 882</w:t>
      </w:r>
    </w:p>
    <w:p w:rsidR="00B25C90" w:rsidRDefault="00B25C90" w:rsidP="00477FD7">
      <w:pPr>
        <w:spacing w:line="228" w:lineRule="auto"/>
        <w:ind w:left="5103"/>
        <w:rPr>
          <w:sz w:val="28"/>
          <w:szCs w:val="28"/>
        </w:rPr>
      </w:pPr>
    </w:p>
    <w:p w:rsidR="00B25C90" w:rsidRDefault="00B25C90" w:rsidP="00477FD7">
      <w:pPr>
        <w:spacing w:line="228" w:lineRule="auto"/>
        <w:ind w:left="5103"/>
        <w:rPr>
          <w:sz w:val="28"/>
          <w:szCs w:val="28"/>
        </w:rPr>
      </w:pPr>
    </w:p>
    <w:p w:rsidR="00B25C90" w:rsidRDefault="00B25C90" w:rsidP="00477FD7">
      <w:pPr>
        <w:spacing w:line="228" w:lineRule="auto"/>
        <w:rPr>
          <w:sz w:val="28"/>
          <w:szCs w:val="28"/>
        </w:rPr>
      </w:pPr>
    </w:p>
    <w:p w:rsidR="00B25C90" w:rsidRDefault="00B25C90" w:rsidP="00477FD7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Закрепление</w:t>
      </w:r>
    </w:p>
    <w:p w:rsidR="00B25C90" w:rsidRDefault="00B25C90" w:rsidP="00477FD7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образовательных учреждений, реализующих образовательные </w:t>
      </w:r>
      <w:r w:rsidRPr="00153DCB">
        <w:rPr>
          <w:sz w:val="28"/>
          <w:szCs w:val="28"/>
        </w:rPr>
        <w:t>программы дошкольного образования,</w:t>
      </w:r>
      <w:r>
        <w:rPr>
          <w:sz w:val="28"/>
          <w:szCs w:val="28"/>
        </w:rPr>
        <w:t xml:space="preserve"> </w:t>
      </w:r>
      <w:r w:rsidRPr="00153DCB">
        <w:rPr>
          <w:sz w:val="28"/>
          <w:szCs w:val="28"/>
        </w:rPr>
        <w:t xml:space="preserve"> за т</w:t>
      </w:r>
      <w:r>
        <w:rPr>
          <w:sz w:val="28"/>
          <w:szCs w:val="28"/>
        </w:rPr>
        <w:t xml:space="preserve">ерриториями </w:t>
      </w:r>
      <w:bookmarkStart w:id="0" w:name="_GoBack"/>
      <w:bookmarkEnd w:id="0"/>
    </w:p>
    <w:p w:rsidR="00B25C90" w:rsidRDefault="00B25C90" w:rsidP="00477FD7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городского </w:t>
      </w:r>
      <w:r w:rsidRPr="00153DCB">
        <w:rPr>
          <w:sz w:val="28"/>
          <w:szCs w:val="28"/>
        </w:rPr>
        <w:t xml:space="preserve">округа «Город Калининград» </w:t>
      </w:r>
    </w:p>
    <w:p w:rsidR="00B25C90" w:rsidRDefault="00B25C90" w:rsidP="00477FD7">
      <w:pPr>
        <w:rPr>
          <w:sz w:val="28"/>
          <w:szCs w:val="28"/>
        </w:rPr>
      </w:pPr>
    </w:p>
    <w:p w:rsidR="00B25C90" w:rsidRDefault="00B25C90" w:rsidP="00477FD7">
      <w:pPr>
        <w:rPr>
          <w:sz w:val="28"/>
          <w:szCs w:val="28"/>
        </w:rPr>
      </w:pPr>
    </w:p>
    <w:p w:rsidR="00B25C90" w:rsidRPr="00847C79" w:rsidRDefault="00B25C90" w:rsidP="0047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 дошкольные образовательные учреждения</w:t>
      </w:r>
      <w:r w:rsidRPr="00847C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детские сады №№ </w:t>
      </w:r>
      <w:r w:rsidRPr="00847C79">
        <w:rPr>
          <w:sz w:val="28"/>
          <w:szCs w:val="28"/>
        </w:rPr>
        <w:t>11, 16, 23, 24, 31, 36, 42, 50,</w:t>
      </w:r>
      <w:r>
        <w:rPr>
          <w:sz w:val="28"/>
          <w:szCs w:val="28"/>
        </w:rPr>
        <w:t xml:space="preserve"> </w:t>
      </w:r>
      <w:r w:rsidRPr="00847C79">
        <w:rPr>
          <w:sz w:val="28"/>
          <w:szCs w:val="28"/>
        </w:rPr>
        <w:t xml:space="preserve">55, 56, 59, 68, 76, 87, </w:t>
      </w:r>
      <w:r>
        <w:rPr>
          <w:sz w:val="28"/>
          <w:szCs w:val="28"/>
        </w:rPr>
        <w:t xml:space="preserve">94, </w:t>
      </w:r>
      <w:r w:rsidRPr="00847C79">
        <w:rPr>
          <w:sz w:val="28"/>
          <w:szCs w:val="28"/>
        </w:rPr>
        <w:t>98, 101, 105, 111</w:t>
      </w:r>
      <w:r>
        <w:rPr>
          <w:sz w:val="28"/>
          <w:szCs w:val="28"/>
        </w:rPr>
        <w:t xml:space="preserve">, 116, 121, 123, 125, 132, 133, 134, 135, муниципальное общеобразовательное учреждение  средняя общеобразовательная школа № 33 - за </w:t>
      </w:r>
      <w:r w:rsidRPr="00153DCB">
        <w:rPr>
          <w:sz w:val="28"/>
          <w:szCs w:val="28"/>
        </w:rPr>
        <w:t>т</w:t>
      </w:r>
      <w:r>
        <w:rPr>
          <w:sz w:val="28"/>
          <w:szCs w:val="28"/>
        </w:rPr>
        <w:t>ерриторией Ленинградского</w:t>
      </w:r>
      <w:r w:rsidRPr="00847C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а.</w:t>
      </w:r>
    </w:p>
    <w:p w:rsidR="00B25C90" w:rsidRPr="00847C79" w:rsidRDefault="00B25C90" w:rsidP="0047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дошкольные образовательные учреждения</w:t>
      </w:r>
      <w:r w:rsidRPr="00847C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детские сады №№ 4, 5, 6, </w:t>
      </w:r>
      <w:r w:rsidRPr="00847C79">
        <w:rPr>
          <w:sz w:val="28"/>
          <w:szCs w:val="28"/>
        </w:rPr>
        <w:t>12, 19, 26, 40, 43, 45, 46,</w:t>
      </w:r>
      <w:r>
        <w:rPr>
          <w:sz w:val="28"/>
          <w:szCs w:val="28"/>
        </w:rPr>
        <w:t xml:space="preserve"> 48, </w:t>
      </w:r>
      <w:r w:rsidRPr="00847C79">
        <w:rPr>
          <w:sz w:val="28"/>
          <w:szCs w:val="28"/>
        </w:rPr>
        <w:t>49, 53, 54, 57, 64, 70, 78, 83, 86, 90,</w:t>
      </w:r>
      <w:r>
        <w:rPr>
          <w:sz w:val="28"/>
          <w:szCs w:val="28"/>
        </w:rPr>
        <w:t xml:space="preserve"> </w:t>
      </w:r>
      <w:r w:rsidRPr="00847C79">
        <w:rPr>
          <w:sz w:val="28"/>
          <w:szCs w:val="28"/>
        </w:rPr>
        <w:t>99</w:t>
      </w:r>
      <w:r>
        <w:rPr>
          <w:sz w:val="28"/>
          <w:szCs w:val="28"/>
        </w:rPr>
        <w:t xml:space="preserve">, 104, 107, 113, 114, 115, 124, 130, 131, </w:t>
      </w:r>
      <w:r w:rsidRPr="00847C79">
        <w:rPr>
          <w:sz w:val="28"/>
          <w:szCs w:val="28"/>
        </w:rPr>
        <w:t>136</w:t>
      </w:r>
      <w:r>
        <w:rPr>
          <w:sz w:val="28"/>
          <w:szCs w:val="28"/>
        </w:rPr>
        <w:t xml:space="preserve">, муниципальное общеобразовательное учреждение  средняя общеобразовательная школа № 28, муниципальное общеобразовательное учреждение гимназия № 22, муниципальное общеобразовательное учреждение основная общеобразовательная школа  № 15 - за </w:t>
      </w:r>
      <w:r w:rsidRPr="00153DCB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ерриторией </w:t>
      </w:r>
      <w:r w:rsidRPr="00847C79">
        <w:rPr>
          <w:sz w:val="28"/>
          <w:szCs w:val="28"/>
        </w:rPr>
        <w:t>Московск</w:t>
      </w:r>
      <w:r>
        <w:rPr>
          <w:sz w:val="28"/>
          <w:szCs w:val="28"/>
        </w:rPr>
        <w:t>ого</w:t>
      </w:r>
      <w:r w:rsidRPr="00847C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а.</w:t>
      </w:r>
    </w:p>
    <w:p w:rsidR="00B25C90" w:rsidRPr="00847C79" w:rsidRDefault="00B25C90" w:rsidP="0047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дошкольные образовательные учреждения детские сады №№ </w:t>
      </w:r>
      <w:r w:rsidRPr="00847C79">
        <w:rPr>
          <w:sz w:val="28"/>
          <w:szCs w:val="28"/>
        </w:rPr>
        <w:t>1, 2, 7, 8,</w:t>
      </w:r>
      <w:r>
        <w:rPr>
          <w:sz w:val="28"/>
          <w:szCs w:val="28"/>
        </w:rPr>
        <w:t xml:space="preserve"> 10, 14, 20, 22, 25, 27, 30, </w:t>
      </w:r>
      <w:r w:rsidRPr="00847C79">
        <w:rPr>
          <w:sz w:val="28"/>
          <w:szCs w:val="28"/>
        </w:rPr>
        <w:t>37, 44, 47, 51,52, 71, 73, 74, 77, 79, 95, 100, 102, 109,</w:t>
      </w:r>
      <w:r>
        <w:rPr>
          <w:sz w:val="28"/>
          <w:szCs w:val="28"/>
        </w:rPr>
        <w:t xml:space="preserve"> </w:t>
      </w:r>
      <w:r w:rsidRPr="00847C79">
        <w:rPr>
          <w:sz w:val="28"/>
          <w:szCs w:val="28"/>
        </w:rPr>
        <w:t>110, 119, 122, 127, 128,129,</w:t>
      </w:r>
      <w:r>
        <w:rPr>
          <w:sz w:val="28"/>
          <w:szCs w:val="28"/>
        </w:rPr>
        <w:t xml:space="preserve"> муниципальное образовательное учреждение для детей дошкольного и младшего школьного возраста начальная школа - детский сад № 72 - </w:t>
      </w:r>
      <w:r w:rsidRPr="00847C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153DCB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ерриторией </w:t>
      </w:r>
      <w:r w:rsidRPr="00847C79">
        <w:rPr>
          <w:sz w:val="28"/>
          <w:szCs w:val="28"/>
        </w:rPr>
        <w:t>Центральн</w:t>
      </w:r>
      <w:r>
        <w:rPr>
          <w:sz w:val="28"/>
          <w:szCs w:val="28"/>
        </w:rPr>
        <w:t>ого района.</w:t>
      </w:r>
    </w:p>
    <w:p w:rsidR="00B25C90" w:rsidRDefault="00B25C90" w:rsidP="00477FD7">
      <w:pPr>
        <w:spacing w:line="228" w:lineRule="auto"/>
        <w:jc w:val="center"/>
        <w:rPr>
          <w:sz w:val="28"/>
          <w:szCs w:val="28"/>
        </w:rPr>
      </w:pPr>
    </w:p>
    <w:p w:rsidR="00B25C90" w:rsidRPr="002515B4" w:rsidRDefault="00B25C90" w:rsidP="00477FD7">
      <w:pPr>
        <w:spacing w:line="228" w:lineRule="auto"/>
        <w:ind w:firstLine="5103"/>
        <w:rPr>
          <w:sz w:val="28"/>
          <w:szCs w:val="28"/>
        </w:rPr>
      </w:pPr>
    </w:p>
    <w:p w:rsidR="00B25C90" w:rsidRPr="00272A9C" w:rsidRDefault="00B25C90" w:rsidP="00477FD7">
      <w:pPr>
        <w:pStyle w:val="BodyTextIndent"/>
        <w:ind w:firstLine="0"/>
        <w:rPr>
          <w:color w:val="000000"/>
          <w:sz w:val="24"/>
          <w:szCs w:val="24"/>
        </w:rPr>
      </w:pPr>
    </w:p>
    <w:p w:rsidR="00B25C90" w:rsidRPr="00272A9C" w:rsidRDefault="00B25C90" w:rsidP="00477FD7">
      <w:pPr>
        <w:pStyle w:val="BodyTextIndent"/>
        <w:ind w:firstLine="0"/>
        <w:rPr>
          <w:color w:val="000000"/>
        </w:rPr>
      </w:pPr>
    </w:p>
    <w:p w:rsidR="00B25C90" w:rsidRPr="00272A9C" w:rsidRDefault="00B25C90" w:rsidP="00477FD7">
      <w:pPr>
        <w:pStyle w:val="BodyTextIndent"/>
        <w:ind w:firstLine="0"/>
      </w:pPr>
    </w:p>
    <w:p w:rsidR="00B25C90" w:rsidRDefault="00B25C90" w:rsidP="00477FD7">
      <w:pPr>
        <w:pStyle w:val="ConsPlusNormal"/>
        <w:widowControl/>
        <w:ind w:firstLine="0"/>
        <w:rPr>
          <w:rFonts w:cs="Times New Roman"/>
          <w:sz w:val="16"/>
          <w:szCs w:val="16"/>
        </w:rPr>
      </w:pPr>
    </w:p>
    <w:p w:rsidR="00B25C90" w:rsidRDefault="00B25C90"/>
    <w:sectPr w:rsidR="00B25C90" w:rsidSect="00AB232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C90" w:rsidRDefault="00B25C90">
      <w:r>
        <w:separator/>
      </w:r>
    </w:p>
  </w:endnote>
  <w:endnote w:type="continuationSeparator" w:id="0">
    <w:p w:rsidR="00B25C90" w:rsidRDefault="00B2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C90" w:rsidRDefault="00B25C90">
      <w:r>
        <w:separator/>
      </w:r>
    </w:p>
  </w:footnote>
  <w:footnote w:type="continuationSeparator" w:id="0">
    <w:p w:rsidR="00B25C90" w:rsidRDefault="00B25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C90" w:rsidRDefault="00B25C90" w:rsidP="00763BF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25C90" w:rsidRDefault="00B25C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A13"/>
    <w:rsid w:val="0000506F"/>
    <w:rsid w:val="00093CF5"/>
    <w:rsid w:val="00094ED4"/>
    <w:rsid w:val="00153DCB"/>
    <w:rsid w:val="001A448C"/>
    <w:rsid w:val="001C2D42"/>
    <w:rsid w:val="001F4937"/>
    <w:rsid w:val="00206D84"/>
    <w:rsid w:val="002515B4"/>
    <w:rsid w:val="00272A9C"/>
    <w:rsid w:val="004164B3"/>
    <w:rsid w:val="00465001"/>
    <w:rsid w:val="00477FD7"/>
    <w:rsid w:val="004A2FFF"/>
    <w:rsid w:val="005558AA"/>
    <w:rsid w:val="005E1040"/>
    <w:rsid w:val="00763BF8"/>
    <w:rsid w:val="00781748"/>
    <w:rsid w:val="00816720"/>
    <w:rsid w:val="00842A13"/>
    <w:rsid w:val="00847C79"/>
    <w:rsid w:val="00AB2328"/>
    <w:rsid w:val="00B25C90"/>
    <w:rsid w:val="00B444D0"/>
    <w:rsid w:val="00C10CF2"/>
    <w:rsid w:val="00CD1205"/>
    <w:rsid w:val="00DB0250"/>
    <w:rsid w:val="00FF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FD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77F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77FD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77FD7"/>
  </w:style>
  <w:style w:type="paragraph" w:customStyle="1" w:styleId="ConsPlusNormal">
    <w:name w:val="ConsPlusNormal"/>
    <w:uiPriority w:val="99"/>
    <w:rsid w:val="00477F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77FD7"/>
    <w:pPr>
      <w:suppressAutoHyphens/>
      <w:ind w:firstLine="567"/>
    </w:pPr>
    <w:rPr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77FD7"/>
    <w:rPr>
      <w:rFonts w:ascii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1</Pages>
  <Words>214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Гребенникова Людмила Викторовна</dc:creator>
  <cp:keywords/>
  <dc:description/>
  <cp:lastModifiedBy>Наташа</cp:lastModifiedBy>
  <cp:revision>13</cp:revision>
  <cp:lastPrinted>2016-06-15T15:31:00Z</cp:lastPrinted>
  <dcterms:created xsi:type="dcterms:W3CDTF">2016-05-16T12:14:00Z</dcterms:created>
  <dcterms:modified xsi:type="dcterms:W3CDTF">2016-06-23T15:24:00Z</dcterms:modified>
</cp:coreProperties>
</file>