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F4" w:rsidRDefault="00926DF4" w:rsidP="00D137FC">
      <w:pPr>
        <w:ind w:right="-1" w:firstLine="4395"/>
        <w:rPr>
          <w:sz w:val="28"/>
          <w:szCs w:val="28"/>
        </w:rPr>
      </w:pPr>
      <w:r w:rsidRPr="002E03E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926DF4" w:rsidRDefault="00926DF4" w:rsidP="00D137FC">
      <w:pPr>
        <w:ind w:right="-1" w:firstLine="439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26DF4" w:rsidRPr="002E03EE" w:rsidRDefault="00926DF4" w:rsidP="00D137FC">
      <w:pPr>
        <w:ind w:right="-1" w:firstLine="4395"/>
        <w:rPr>
          <w:sz w:val="28"/>
          <w:szCs w:val="28"/>
        </w:rPr>
      </w:pPr>
      <w:r w:rsidRPr="002E03EE">
        <w:rPr>
          <w:sz w:val="28"/>
          <w:szCs w:val="28"/>
        </w:rPr>
        <w:t>городского округа «Город Калининград»</w:t>
      </w:r>
    </w:p>
    <w:p w:rsidR="00926DF4" w:rsidRPr="002E03EE" w:rsidRDefault="00926DF4" w:rsidP="00D137FC">
      <w:pPr>
        <w:ind w:right="-1" w:firstLine="4395"/>
        <w:rPr>
          <w:sz w:val="28"/>
          <w:szCs w:val="28"/>
        </w:rPr>
      </w:pPr>
      <w:r w:rsidRPr="002E03EE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февраля  </w:t>
      </w:r>
      <w:r w:rsidRPr="002E03EE">
        <w:rPr>
          <w:sz w:val="28"/>
          <w:szCs w:val="28"/>
        </w:rPr>
        <w:t>201</w:t>
      </w:r>
      <w:r>
        <w:rPr>
          <w:sz w:val="28"/>
          <w:szCs w:val="28"/>
        </w:rPr>
        <w:t>6 г. № 220</w:t>
      </w:r>
    </w:p>
    <w:p w:rsidR="00926DF4" w:rsidRDefault="00926DF4" w:rsidP="00D137FC">
      <w:pPr>
        <w:pStyle w:val="Heading1"/>
        <w:tabs>
          <w:tab w:val="center" w:pos="4961"/>
          <w:tab w:val="left" w:pos="8280"/>
        </w:tabs>
        <w:spacing w:before="0" w:after="0"/>
        <w:ind w:right="-1" w:firstLine="4395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26DF4" w:rsidRPr="002E03EE" w:rsidRDefault="00926DF4" w:rsidP="00D137FC">
      <w:pPr>
        <w:pStyle w:val="Heading1"/>
        <w:tabs>
          <w:tab w:val="center" w:pos="4961"/>
          <w:tab w:val="left" w:pos="8280"/>
        </w:tabs>
        <w:spacing w:before="0" w:after="0"/>
        <w:ind w:right="-1" w:firstLine="439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№ 1 </w:t>
      </w:r>
    </w:p>
    <w:p w:rsidR="00926DF4" w:rsidRPr="002E03EE" w:rsidRDefault="00926DF4" w:rsidP="00D137FC">
      <w:pPr>
        <w:pStyle w:val="Heading1"/>
        <w:tabs>
          <w:tab w:val="center" w:pos="4961"/>
          <w:tab w:val="left" w:pos="8280"/>
        </w:tabs>
        <w:spacing w:before="0" w:after="0"/>
        <w:ind w:right="-1" w:firstLine="4395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>к Регламенту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left="306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left="306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Начальнику управления учета и найма жилья комитета муниципального имущества и земельных ресурсов </w:t>
      </w:r>
    </w:p>
    <w:p w:rsidR="00926DF4" w:rsidRPr="002E03EE" w:rsidRDefault="00926DF4" w:rsidP="00A81FA3">
      <w:pPr>
        <w:ind w:left="-510" w:firstLine="3544"/>
        <w:rPr>
          <w:sz w:val="28"/>
          <w:szCs w:val="28"/>
          <w:u w:val="single"/>
        </w:rPr>
      </w:pPr>
      <w:r>
        <w:rPr>
          <w:sz w:val="28"/>
          <w:szCs w:val="28"/>
        </w:rPr>
        <w:t>___</w:t>
      </w:r>
      <w:r w:rsidRPr="002E03EE">
        <w:rPr>
          <w:sz w:val="28"/>
          <w:szCs w:val="28"/>
        </w:rPr>
        <w:t>_________________________________________,</w:t>
      </w:r>
    </w:p>
    <w:p w:rsidR="00926DF4" w:rsidRPr="002E03EE" w:rsidRDefault="00926DF4" w:rsidP="00A81FA3">
      <w:pPr>
        <w:ind w:left="-510" w:firstLine="3544"/>
        <w:rPr>
          <w:sz w:val="28"/>
          <w:szCs w:val="28"/>
        </w:rPr>
      </w:pPr>
      <w:r w:rsidRPr="002E03EE">
        <w:rPr>
          <w:sz w:val="28"/>
          <w:szCs w:val="28"/>
        </w:rPr>
        <w:t>проживающ____</w:t>
      </w:r>
      <w:r>
        <w:rPr>
          <w:sz w:val="28"/>
          <w:szCs w:val="28"/>
        </w:rPr>
        <w:t>_ по адресу:___________________</w:t>
      </w:r>
    </w:p>
    <w:p w:rsidR="00926DF4" w:rsidRPr="002E03EE" w:rsidRDefault="00926DF4" w:rsidP="00A81FA3">
      <w:pPr>
        <w:ind w:left="-510" w:firstLine="3544"/>
        <w:rPr>
          <w:sz w:val="28"/>
          <w:szCs w:val="28"/>
        </w:rPr>
      </w:pPr>
      <w:r w:rsidRPr="002E03EE">
        <w:rPr>
          <w:sz w:val="28"/>
          <w:szCs w:val="28"/>
        </w:rPr>
        <w:t>____________________________________________,</w:t>
      </w:r>
    </w:p>
    <w:p w:rsidR="00926DF4" w:rsidRPr="002E03EE" w:rsidRDefault="00926DF4" w:rsidP="00A81FA3">
      <w:pPr>
        <w:ind w:left="-510" w:firstLine="3544"/>
        <w:rPr>
          <w:sz w:val="28"/>
          <w:szCs w:val="28"/>
        </w:rPr>
      </w:pPr>
      <w:r w:rsidRPr="002E03EE">
        <w:rPr>
          <w:sz w:val="28"/>
          <w:szCs w:val="28"/>
        </w:rPr>
        <w:t>документ, удостоверяющий личность:____________</w:t>
      </w:r>
    </w:p>
    <w:p w:rsidR="00926DF4" w:rsidRPr="002E03EE" w:rsidRDefault="00926DF4" w:rsidP="00A81FA3">
      <w:pPr>
        <w:ind w:left="-510" w:firstLine="3544"/>
        <w:rPr>
          <w:sz w:val="28"/>
          <w:szCs w:val="28"/>
        </w:rPr>
      </w:pPr>
      <w:r w:rsidRPr="002E03EE">
        <w:rPr>
          <w:sz w:val="28"/>
          <w:szCs w:val="28"/>
        </w:rPr>
        <w:t>____________________________________________,</w:t>
      </w:r>
    </w:p>
    <w:p w:rsidR="00926DF4" w:rsidRPr="002E03EE" w:rsidRDefault="00926DF4" w:rsidP="00A81FA3">
      <w:pPr>
        <w:ind w:left="-510" w:firstLine="3544"/>
        <w:rPr>
          <w:sz w:val="28"/>
          <w:szCs w:val="28"/>
        </w:rPr>
      </w:pPr>
      <w:r w:rsidRPr="002E03EE">
        <w:rPr>
          <w:sz w:val="28"/>
          <w:szCs w:val="28"/>
        </w:rPr>
        <w:t>контактный телефон: _____</w:t>
      </w:r>
      <w:r>
        <w:rPr>
          <w:sz w:val="28"/>
          <w:szCs w:val="28"/>
        </w:rPr>
        <w:t>____________________,</w:t>
      </w:r>
    </w:p>
    <w:p w:rsidR="00926DF4" w:rsidRPr="002E03EE" w:rsidRDefault="00926DF4" w:rsidP="00A81FA3">
      <w:pPr>
        <w:jc w:val="center"/>
        <w:rPr>
          <w:sz w:val="28"/>
          <w:szCs w:val="28"/>
        </w:rPr>
      </w:pPr>
    </w:p>
    <w:p w:rsidR="00926DF4" w:rsidRPr="002E03EE" w:rsidRDefault="00926DF4" w:rsidP="00A81FA3">
      <w:pPr>
        <w:jc w:val="center"/>
        <w:rPr>
          <w:sz w:val="28"/>
          <w:szCs w:val="28"/>
        </w:rPr>
      </w:pPr>
    </w:p>
    <w:p w:rsidR="00926DF4" w:rsidRPr="002E03EE" w:rsidRDefault="00926DF4" w:rsidP="00A81FA3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2E03EE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  <w:r w:rsidRPr="002E03EE">
        <w:rPr>
          <w:sz w:val="28"/>
          <w:szCs w:val="28"/>
        </w:rPr>
        <w:t xml:space="preserve"> </w:t>
      </w:r>
    </w:p>
    <w:p w:rsidR="00926DF4" w:rsidRPr="002E03EE" w:rsidRDefault="00926DF4" w:rsidP="00A81FA3">
      <w:pPr>
        <w:jc w:val="center"/>
        <w:rPr>
          <w:sz w:val="28"/>
          <w:szCs w:val="28"/>
        </w:rPr>
      </w:pPr>
    </w:p>
    <w:p w:rsidR="00926DF4" w:rsidRPr="002E03EE" w:rsidRDefault="00926DF4" w:rsidP="00A81FA3">
      <w:pPr>
        <w:widowControl w:val="0"/>
        <w:ind w:firstLine="709"/>
        <w:jc w:val="both"/>
        <w:rPr>
          <w:sz w:val="28"/>
          <w:szCs w:val="28"/>
        </w:rPr>
      </w:pPr>
      <w:r w:rsidRPr="002E03EE">
        <w:rPr>
          <w:sz w:val="28"/>
          <w:szCs w:val="28"/>
        </w:rPr>
        <w:t xml:space="preserve">Прошу предоставить комнату жилой площадью ______ кв.м, общей площадью _______кв.м в коммунальной квартире № ______ дома № _____ по улице _____________________________ в    г. Калининграде по договору социального найма на состав семьи _____человек, в том числе: </w:t>
      </w:r>
      <w:r>
        <w:rPr>
          <w:sz w:val="28"/>
          <w:szCs w:val="28"/>
        </w:rPr>
        <w:t>_</w:t>
      </w:r>
      <w:r w:rsidRPr="002E03EE">
        <w:rPr>
          <w:sz w:val="28"/>
          <w:szCs w:val="28"/>
        </w:rPr>
        <w:t>_______________________________________________________________</w:t>
      </w:r>
    </w:p>
    <w:p w:rsidR="00926DF4" w:rsidRPr="002E03EE" w:rsidRDefault="00926DF4" w:rsidP="00A81FA3">
      <w:pPr>
        <w:widowControl w:val="0"/>
        <w:ind w:firstLine="709"/>
        <w:jc w:val="both"/>
        <w:rPr>
          <w:sz w:val="20"/>
          <w:szCs w:val="20"/>
        </w:rPr>
      </w:pPr>
      <w:r w:rsidRPr="002E03EE">
        <w:rPr>
          <w:sz w:val="28"/>
          <w:szCs w:val="28"/>
        </w:rPr>
        <w:t xml:space="preserve">                            </w:t>
      </w:r>
      <w:r w:rsidRPr="002E03EE">
        <w:rPr>
          <w:sz w:val="20"/>
          <w:szCs w:val="20"/>
        </w:rPr>
        <w:t>Ф</w:t>
      </w:r>
      <w:r>
        <w:rPr>
          <w:sz w:val="20"/>
          <w:szCs w:val="20"/>
        </w:rPr>
        <w:t>.</w:t>
      </w:r>
      <w:r w:rsidRPr="002E03EE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Pr="002E03EE">
        <w:rPr>
          <w:sz w:val="20"/>
          <w:szCs w:val="20"/>
        </w:rPr>
        <w:t>О, дата рождения, степень родства</w:t>
      </w:r>
    </w:p>
    <w:p w:rsidR="00926DF4" w:rsidRDefault="00926DF4" w:rsidP="00A81FA3">
      <w:pPr>
        <w:widowControl w:val="0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</w:t>
      </w:r>
      <w:r w:rsidRPr="002E03EE">
        <w:rPr>
          <w:sz w:val="28"/>
          <w:szCs w:val="28"/>
        </w:rPr>
        <w:t>, в соответствии с ч. 4 ст. 59 Жилищного кодекса Р</w:t>
      </w:r>
      <w:r>
        <w:rPr>
          <w:sz w:val="28"/>
          <w:szCs w:val="28"/>
        </w:rPr>
        <w:t>оссийской Федерации.</w:t>
      </w:r>
    </w:p>
    <w:p w:rsidR="00926DF4" w:rsidRDefault="00926DF4" w:rsidP="00DD3567">
      <w:pPr>
        <w:widowControl w:val="0"/>
        <w:ind w:firstLine="709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Состою на учете граждан, нуждающихся в жилых помещениях, предоставляемых по договору социального найма</w:t>
      </w:r>
      <w:r>
        <w:rPr>
          <w:sz w:val="28"/>
          <w:szCs w:val="28"/>
        </w:rPr>
        <w:t>,</w:t>
      </w:r>
      <w:r w:rsidRPr="002E03EE">
        <w:rPr>
          <w:sz w:val="28"/>
          <w:szCs w:val="28"/>
        </w:rPr>
        <w:t xml:space="preserve"> с _______________ года</w:t>
      </w:r>
      <w:r>
        <w:rPr>
          <w:sz w:val="28"/>
          <w:szCs w:val="28"/>
        </w:rPr>
        <w:t xml:space="preserve">. </w:t>
      </w:r>
    </w:p>
    <w:p w:rsidR="00926DF4" w:rsidRPr="002E03EE" w:rsidRDefault="00926DF4" w:rsidP="00DD35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E03EE">
        <w:rPr>
          <w:sz w:val="28"/>
          <w:szCs w:val="28"/>
        </w:rPr>
        <w:t>остав семьи _____ человек.</w:t>
      </w: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После предоставления комнаты по договору социального найма прошу снять меня и членов моей семьи</w:t>
      </w:r>
      <w:r>
        <w:rPr>
          <w:sz w:val="28"/>
          <w:szCs w:val="28"/>
        </w:rPr>
        <w:t>:</w:t>
      </w:r>
      <w:r w:rsidRPr="002E03EE">
        <w:rPr>
          <w:sz w:val="28"/>
          <w:szCs w:val="28"/>
        </w:rPr>
        <w:t xml:space="preserve"> ___________________________________                                         </w:t>
      </w: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E03EE">
        <w:rPr>
          <w:sz w:val="20"/>
          <w:szCs w:val="20"/>
        </w:rPr>
        <w:t xml:space="preserve">                                                                              (Ф</w:t>
      </w:r>
      <w:r>
        <w:rPr>
          <w:sz w:val="20"/>
          <w:szCs w:val="20"/>
        </w:rPr>
        <w:t>.</w:t>
      </w:r>
      <w:r w:rsidRPr="002E03EE">
        <w:rPr>
          <w:sz w:val="20"/>
          <w:szCs w:val="20"/>
        </w:rPr>
        <w:t>И</w:t>
      </w:r>
      <w:r>
        <w:rPr>
          <w:sz w:val="20"/>
          <w:szCs w:val="20"/>
        </w:rPr>
        <w:t>.</w:t>
      </w:r>
      <w:r w:rsidRPr="002E03EE">
        <w:rPr>
          <w:sz w:val="20"/>
          <w:szCs w:val="20"/>
        </w:rPr>
        <w:t>О, дата рождения, степень родства)</w:t>
      </w:r>
    </w:p>
    <w:p w:rsidR="00926DF4" w:rsidRPr="002E03EE" w:rsidRDefault="00926DF4" w:rsidP="00A81F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__________________________________________________________________</w:t>
      </w:r>
      <w:r>
        <w:rPr>
          <w:sz w:val="28"/>
          <w:szCs w:val="28"/>
        </w:rPr>
        <w:t>,</w:t>
      </w:r>
      <w:r w:rsidRPr="002E03EE">
        <w:rPr>
          <w:sz w:val="28"/>
          <w:szCs w:val="28"/>
        </w:rPr>
        <w:t xml:space="preserve"> с учета граждан, нуждающихся в жилых помещениях. </w:t>
      </w:r>
    </w:p>
    <w:p w:rsidR="00926DF4" w:rsidRPr="002E03EE" w:rsidRDefault="00926DF4" w:rsidP="00A81FA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А</w:t>
      </w:r>
      <w:r w:rsidRPr="002E03EE">
        <w:rPr>
          <w:i/>
          <w:iCs/>
          <w:sz w:val="28"/>
          <w:szCs w:val="28"/>
        </w:rPr>
        <w:t xml:space="preserve">бзац заполняется заявителем только в случае наличия оснований, предусмотренных ст. 56 Жилищного кодекса Российской Федерации. При предоставлении гражданам жилого помещения по договору социального найма снятие их с учета в качестве нуждающихся в жилых помещениях осуществляется в соответствии со </w:t>
      </w:r>
      <w:hyperlink r:id="rId7" w:history="1">
        <w:r w:rsidRPr="002E03EE">
          <w:rPr>
            <w:rStyle w:val="Hyperlink"/>
            <w:i/>
            <w:iCs/>
            <w:sz w:val="28"/>
            <w:szCs w:val="28"/>
          </w:rPr>
          <w:t>ст. 56</w:t>
        </w:r>
      </w:hyperlink>
      <w:r w:rsidRPr="002E03EE">
        <w:rPr>
          <w:i/>
          <w:iCs/>
          <w:sz w:val="28"/>
          <w:szCs w:val="28"/>
        </w:rPr>
        <w:t xml:space="preserve"> Жилищного кодекса Российской Федерации</w:t>
      </w:r>
      <w:r>
        <w:rPr>
          <w:sz w:val="28"/>
          <w:szCs w:val="28"/>
        </w:rPr>
        <w:t>.</w:t>
      </w: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Уведомлен о состоянии жилого помещения. Претензий к состоянию жилого помещения не имею. Ремонтные работы</w:t>
      </w:r>
      <w:r>
        <w:rPr>
          <w:sz w:val="28"/>
          <w:szCs w:val="28"/>
        </w:rPr>
        <w:t xml:space="preserve"> (текущий ремонт)</w:t>
      </w:r>
      <w:r w:rsidRPr="002E03EE">
        <w:rPr>
          <w:sz w:val="28"/>
          <w:szCs w:val="28"/>
        </w:rPr>
        <w:t xml:space="preserve"> будут произведены за собственный счет. </w:t>
      </w: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26DF4" w:rsidRPr="002E03EE" w:rsidRDefault="00926DF4" w:rsidP="00A81F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В случае невозможности предоставления комнаты по указанному адресу прошу рассмотреть вопрос о предоставлении</w:t>
      </w:r>
      <w:r>
        <w:rPr>
          <w:sz w:val="28"/>
          <w:szCs w:val="28"/>
        </w:rPr>
        <w:t xml:space="preserve"> по договору социального найма</w:t>
      </w:r>
      <w:r w:rsidRPr="002E03EE">
        <w:rPr>
          <w:sz w:val="28"/>
          <w:szCs w:val="28"/>
        </w:rPr>
        <w:t xml:space="preserve"> иного свободного жилого помещения</w:t>
      </w:r>
      <w:r>
        <w:rPr>
          <w:sz w:val="28"/>
          <w:szCs w:val="28"/>
        </w:rPr>
        <w:t>,</w:t>
      </w:r>
      <w:r w:rsidRPr="002E03EE">
        <w:rPr>
          <w:sz w:val="28"/>
          <w:szCs w:val="28"/>
        </w:rPr>
        <w:t xml:space="preserve"> указанного в размещенном на официальном сайте администрации городского округа реестре освободившихся жилых помещени</w:t>
      </w:r>
      <w:r>
        <w:rPr>
          <w:sz w:val="28"/>
          <w:szCs w:val="28"/>
        </w:rPr>
        <w:t>й</w:t>
      </w:r>
      <w:r w:rsidRPr="002E03EE">
        <w:rPr>
          <w:sz w:val="28"/>
          <w:szCs w:val="28"/>
        </w:rPr>
        <w:t xml:space="preserve"> (комнат) в коммунальных квартирах (предпочтительнее по следующим адресам:</w:t>
      </w:r>
    </w:p>
    <w:p w:rsidR="00926DF4" w:rsidRPr="002E03EE" w:rsidRDefault="00926DF4" w:rsidP="00A81F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3EE">
        <w:rPr>
          <w:sz w:val="28"/>
          <w:szCs w:val="28"/>
        </w:rPr>
        <w:t xml:space="preserve">1____________________ 2___________________ 3 __________________     </w:t>
      </w:r>
    </w:p>
    <w:p w:rsidR="00926DF4" w:rsidRPr="002E03EE" w:rsidRDefault="00926DF4" w:rsidP="00A81F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4____________________ 5___________________ 6___________________</w:t>
      </w:r>
    </w:p>
    <w:p w:rsidR="00926DF4" w:rsidRPr="002E03EE" w:rsidRDefault="00926DF4" w:rsidP="00A81F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3EE">
        <w:rPr>
          <w:sz w:val="28"/>
          <w:szCs w:val="28"/>
        </w:rPr>
        <w:t>7______________________8____________________9____________________ ).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26DF4" w:rsidRPr="002E03EE" w:rsidRDefault="00926DF4" w:rsidP="00A81FA3">
      <w:pPr>
        <w:pStyle w:val="ListParagraph"/>
        <w:ind w:left="0" w:firstLine="720"/>
        <w:jc w:val="both"/>
      </w:pPr>
      <w:r w:rsidRPr="002E03EE">
        <w:rPr>
          <w:sz w:val="28"/>
          <w:szCs w:val="28"/>
        </w:rPr>
        <w:t xml:space="preserve">Сведения,  указанные  в  заявлении, достоверны. Документы (копии документов), приложенные    к    заявлению,   соответствуют   требованиям,   установленным законодательством  Российской Федерации,  на  момент  представления  заявления  эти  документы действительны  и содержат достоверные сведения. 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>Расписку в приеме документов получил (а).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«___» ____________ 20__ г. «___» ч.  «___» мин.</w:t>
      </w:r>
    </w:p>
    <w:p w:rsidR="00926DF4" w:rsidRPr="002E03EE" w:rsidRDefault="00926DF4" w:rsidP="00A81FA3"/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rect id="Прямоугольник 1" o:spid="_x0000_s1026" style="position:absolute;left:0;text-align:left;margin-left:9.55pt;margin-top:11.1pt;width:24.3pt;height:20.95pt;z-index:251658240;visibility:visible;v-text-anchor:middle" filled="f" strokecolor="#243f60" strokeweight="2pt"/>
        </w:pict>
      </w: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>Ответ прошу:</w:t>
      </w:r>
    </w:p>
    <w:p w:rsidR="00926DF4" w:rsidRPr="002E03EE" w:rsidRDefault="00926DF4" w:rsidP="00A81FA3">
      <w:pPr>
        <w:pStyle w:val="Heading1"/>
        <w:tabs>
          <w:tab w:val="center" w:pos="284"/>
          <w:tab w:val="left" w:pos="828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rect id="Прямоугольник 2" o:spid="_x0000_s1027" style="position:absolute;margin-left:9.8pt;margin-top:27.9pt;width:24.25pt;height:20.9pt;z-index:251659264;visibility:visible;v-text-anchor:middle" filled="f" strokecolor="#41719c" strokeweight="1pt"/>
        </w:pict>
      </w: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направить почтовым отправлением по адресу____________________ </w:t>
      </w:r>
    </w:p>
    <w:p w:rsidR="00926DF4" w:rsidRPr="002E03EE" w:rsidRDefault="00926DF4" w:rsidP="00A81FA3">
      <w:pPr>
        <w:pStyle w:val="Heading1"/>
        <w:tabs>
          <w:tab w:val="center" w:pos="284"/>
          <w:tab w:val="left" w:pos="828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</w:p>
    <w:p w:rsidR="00926DF4" w:rsidRPr="002E03EE" w:rsidRDefault="00926DF4" w:rsidP="00A81FA3">
      <w:pPr>
        <w:pStyle w:val="Heading1"/>
        <w:tabs>
          <w:tab w:val="center" w:pos="284"/>
          <w:tab w:val="left" w:pos="8280"/>
        </w:tabs>
        <w:spacing w:before="0" w:after="0"/>
        <w:rPr>
          <w:rFonts w:cs="Times New Roman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выдать при  личном обращении в МФЦ по  адресу: г. Калининград,               пл. Победы, 1.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</w:t>
      </w: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>__.___.20____г.</w:t>
      </w: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Pr="002E0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______________             /_____________________/</w:t>
      </w:r>
    </w:p>
    <w:p w:rsidR="00926DF4" w:rsidRPr="002E03EE" w:rsidRDefault="00926DF4" w:rsidP="00A81FA3">
      <w:pPr>
        <w:pStyle w:val="Heading1"/>
        <w:tabs>
          <w:tab w:val="center" w:pos="4961"/>
          <w:tab w:val="left" w:pos="8280"/>
        </w:tabs>
        <w:spacing w:before="0" w:after="0"/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2E03EE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(подпись)</w:t>
      </w:r>
      <w:r w:rsidRPr="002E03EE">
        <w:rPr>
          <w:rFonts w:cs="Times New Roman"/>
          <w:sz w:val="20"/>
          <w:szCs w:val="20"/>
          <w:lang w:eastAsia="ar-SA"/>
        </w:rPr>
        <w:t xml:space="preserve">                                       </w:t>
      </w:r>
      <w:r w:rsidRPr="002E03EE">
        <w:rPr>
          <w:rFonts w:ascii="Times New Roman" w:hAnsi="Times New Roman" w:cs="Times New Roman"/>
          <w:b w:val="0"/>
          <w:bCs w:val="0"/>
          <w:sz w:val="20"/>
          <w:szCs w:val="20"/>
          <w:lang w:eastAsia="ar-SA"/>
        </w:rPr>
        <w:t>(инициалы, фамилия)</w:t>
      </w:r>
      <w:r w:rsidRPr="002E03EE">
        <w:rPr>
          <w:rFonts w:ascii="Times New Roman" w:hAnsi="Times New Roman" w:cs="Times New Roman"/>
          <w:sz w:val="20"/>
          <w:szCs w:val="20"/>
          <w:lang w:eastAsia="ar-SA"/>
        </w:rPr>
        <w:t xml:space="preserve">       </w:t>
      </w:r>
    </w:p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>
      <w:r w:rsidRPr="002E03EE">
        <w:t xml:space="preserve">                                                                    </w:t>
      </w:r>
    </w:p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p w:rsidR="00926DF4" w:rsidRPr="002E03EE" w:rsidRDefault="00926DF4" w:rsidP="00A81FA3"/>
    <w:sectPr w:rsidR="00926DF4" w:rsidRPr="002E03EE" w:rsidSect="00BB7C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F4" w:rsidRDefault="00926DF4" w:rsidP="004069C0">
      <w:r>
        <w:separator/>
      </w:r>
    </w:p>
  </w:endnote>
  <w:endnote w:type="continuationSeparator" w:id="0">
    <w:p w:rsidR="00926DF4" w:rsidRDefault="00926DF4" w:rsidP="0040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4" w:rsidRDefault="00926D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4" w:rsidRDefault="00926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F4" w:rsidRDefault="00926DF4" w:rsidP="004069C0">
      <w:r>
        <w:separator/>
      </w:r>
    </w:p>
  </w:footnote>
  <w:footnote w:type="continuationSeparator" w:id="0">
    <w:p w:rsidR="00926DF4" w:rsidRDefault="00926DF4" w:rsidP="0040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4" w:rsidRDefault="00926DF4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26DF4" w:rsidRDefault="00926DF4">
    <w:pPr>
      <w:pStyle w:val="Header"/>
    </w:pPr>
    <w:bookmarkStart w:id="0" w:name="_GoBack"/>
    <w:bookmarkEnd w:id="0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DF4" w:rsidRDefault="00926D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F6895"/>
    <w:multiLevelType w:val="hybridMultilevel"/>
    <w:tmpl w:val="DC380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907"/>
    <w:rsid w:val="000434F8"/>
    <w:rsid w:val="000D2267"/>
    <w:rsid w:val="002E03EE"/>
    <w:rsid w:val="002F1CD6"/>
    <w:rsid w:val="002F31A4"/>
    <w:rsid w:val="003A4CCC"/>
    <w:rsid w:val="004069C0"/>
    <w:rsid w:val="00590CA0"/>
    <w:rsid w:val="005D2E7E"/>
    <w:rsid w:val="00615DE6"/>
    <w:rsid w:val="00671907"/>
    <w:rsid w:val="0069591C"/>
    <w:rsid w:val="006D1E50"/>
    <w:rsid w:val="006F3247"/>
    <w:rsid w:val="00784E6A"/>
    <w:rsid w:val="007A6B61"/>
    <w:rsid w:val="008212C7"/>
    <w:rsid w:val="00822137"/>
    <w:rsid w:val="00915122"/>
    <w:rsid w:val="00926DF4"/>
    <w:rsid w:val="00932F97"/>
    <w:rsid w:val="009A4DD8"/>
    <w:rsid w:val="00A81FA3"/>
    <w:rsid w:val="00AF5674"/>
    <w:rsid w:val="00BB7C58"/>
    <w:rsid w:val="00C5023D"/>
    <w:rsid w:val="00D137FC"/>
    <w:rsid w:val="00D91516"/>
    <w:rsid w:val="00DD3567"/>
    <w:rsid w:val="00F2520C"/>
    <w:rsid w:val="00FA0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FA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1F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1FA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Hyperlink">
    <w:name w:val="Hyperlink"/>
    <w:basedOn w:val="DefaultParagraphFont"/>
    <w:uiPriority w:val="99"/>
    <w:rsid w:val="00A81FA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81FA3"/>
    <w:pPr>
      <w:ind w:left="720"/>
    </w:pPr>
  </w:style>
  <w:style w:type="paragraph" w:styleId="Header">
    <w:name w:val="header"/>
    <w:basedOn w:val="Normal"/>
    <w:link w:val="HeaderChar"/>
    <w:uiPriority w:val="99"/>
    <w:rsid w:val="004069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9C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069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069C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1E101E36940429729F16E975B0F6002D766B8123F82030D67BE5FE87CE0821DE6ED3549BEA0CFEkAF6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559</Words>
  <Characters>3191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Шикняева Олеся Валерьевна (SHIKNYAEVA - Шикняева)</dc:creator>
  <cp:keywords/>
  <dc:description/>
  <cp:lastModifiedBy>Наташа</cp:lastModifiedBy>
  <cp:revision>11</cp:revision>
  <dcterms:created xsi:type="dcterms:W3CDTF">2016-02-02T13:07:00Z</dcterms:created>
  <dcterms:modified xsi:type="dcterms:W3CDTF">2016-02-25T08:12:00Z</dcterms:modified>
</cp:coreProperties>
</file>