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76" w:rsidRPr="00BF3757" w:rsidRDefault="00865E76" w:rsidP="00BF3757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865E76" w:rsidRPr="00BF3757" w:rsidRDefault="00865E76" w:rsidP="00BF3757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865E76" w:rsidRPr="00BF3757" w:rsidRDefault="00865E76" w:rsidP="00BF3757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>городского округа «Город Калининград»</w:t>
      </w:r>
    </w:p>
    <w:p w:rsidR="00865E76" w:rsidRPr="00423161" w:rsidRDefault="00865E76" w:rsidP="00423161">
      <w:pPr>
        <w:spacing w:after="0" w:line="240" w:lineRule="auto"/>
        <w:ind w:right="-1" w:firstLine="4678"/>
        <w:rPr>
          <w:rFonts w:ascii="Times New Roman" w:hAnsi="Times New Roman" w:cs="Times New Roman"/>
          <w:sz w:val="28"/>
          <w:szCs w:val="28"/>
          <w:lang w:eastAsia="ru-RU"/>
        </w:rPr>
      </w:pPr>
      <w:r w:rsidRPr="00423161">
        <w:rPr>
          <w:rFonts w:ascii="Times New Roman" w:hAnsi="Times New Roman" w:cs="Times New Roman"/>
          <w:sz w:val="28"/>
          <w:szCs w:val="28"/>
          <w:lang w:eastAsia="ru-RU"/>
        </w:rPr>
        <w:t>от 20 февраля  2016 г. № 220</w:t>
      </w:r>
    </w:p>
    <w:p w:rsidR="00865E76" w:rsidRPr="00BF3757" w:rsidRDefault="00865E76" w:rsidP="00BF3757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5E76" w:rsidRPr="00BF3757" w:rsidRDefault="00865E76" w:rsidP="00BF3757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firstLine="4678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Приложение № 2 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firstLine="4678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к Регламенту</w:t>
      </w:r>
    </w:p>
    <w:p w:rsidR="00865E76" w:rsidRPr="00BF3757" w:rsidRDefault="00865E76" w:rsidP="00BF375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left="3061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Начальнику управления учета и найма жилья комитета муниципального имущества и земельных ресурсов 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Ивановой Анны Ивановны</w:t>
      </w: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проживающей по адресу: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г. Калининград, ул. ххх, д. хх, кв. хх</w:t>
      </w: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документ, удостоверяющий личность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bookmarkStart w:id="0" w:name="_GoBack"/>
      <w:bookmarkEnd w:id="0"/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паспорт серии ххх хххх, код подразделения ххх,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выдан хх.хх.хх ОВД Центрального района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г. Калининграда</w:t>
      </w: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865E76" w:rsidRPr="00BF3757" w:rsidRDefault="00865E76" w:rsidP="00BF3757">
      <w:pPr>
        <w:spacing w:after="0" w:line="240" w:lineRule="auto"/>
        <w:ind w:left="-510" w:firstLine="3544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контактный телефон: </w:t>
      </w: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хххххх,</w:t>
      </w:r>
    </w:p>
    <w:p w:rsidR="00865E76" w:rsidRPr="00BF3757" w:rsidRDefault="00865E76" w:rsidP="00BF3757">
      <w:pPr>
        <w:spacing w:after="0" w:line="240" w:lineRule="auto"/>
        <w:ind w:firstLine="382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865E76" w:rsidRPr="00BF3757" w:rsidRDefault="00865E76" w:rsidP="00BF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заявление. </w:t>
      </w:r>
    </w:p>
    <w:p w:rsidR="00865E76" w:rsidRPr="00BF3757" w:rsidRDefault="00865E76" w:rsidP="00BF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E76" w:rsidRPr="00BF3757" w:rsidRDefault="00865E76" w:rsidP="00BF3757">
      <w:pPr>
        <w:keepNext/>
        <w:tabs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Прошу предоставить комнату жилой площадью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хх,хх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кв.м, общей площадью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хх,хх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кв.м в коммунальной квартире №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дома №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по улице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ххххххххх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в г. Калининграде по договору социального найма на состав семьи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человек, в том числе: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дочь – Иванова Наталья Петровна, внук – Иванов Сергей Александрович</w:t>
      </w:r>
      <w:r w:rsidRPr="00BF3757">
        <w:rPr>
          <w:rFonts w:ascii="Times New Roman" w:hAnsi="Times New Roman" w:cs="Times New Roman"/>
          <w:kern w:val="32"/>
          <w:sz w:val="28"/>
          <w:szCs w:val="28"/>
          <w:u w:val="single"/>
          <w:lang w:eastAsia="ru-RU"/>
        </w:rPr>
        <w:t>,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в соответствии с ч. 4 ст. 59 Жилищного кодекса Российской Федерации.</w:t>
      </w:r>
    </w:p>
    <w:p w:rsidR="00865E76" w:rsidRDefault="00865E76" w:rsidP="00BF3757">
      <w:pPr>
        <w:keepNext/>
        <w:tabs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Состою на учете граждан, нуждающихся в жилых помещения, предоставляемых по договору социального найма</w:t>
      </w: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,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с 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15.01.2006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 xml:space="preserve"> года</w:t>
      </w:r>
      <w:r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.</w:t>
      </w:r>
    </w:p>
    <w:p w:rsidR="00865E76" w:rsidRPr="00BF3757" w:rsidRDefault="00865E76" w:rsidP="00BF3757">
      <w:pPr>
        <w:keepNext/>
        <w:tabs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kern w:val="32"/>
          <w:sz w:val="28"/>
          <w:szCs w:val="28"/>
          <w:lang w:eastAsia="ru-RU"/>
        </w:rPr>
        <w:t>С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остав семьи</w:t>
      </w:r>
      <w:r w:rsidRPr="00BF3757">
        <w:rPr>
          <w:rFonts w:ascii="Times New Roman" w:hAnsi="Times New Roman" w:cs="Times New Roman"/>
          <w:kern w:val="32"/>
          <w:sz w:val="28"/>
          <w:szCs w:val="28"/>
          <w:u w:val="single"/>
          <w:lang w:eastAsia="ru-RU"/>
        </w:rPr>
        <w:t xml:space="preserve">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3 человека</w:t>
      </w:r>
      <w:r w:rsidRPr="00BF3757">
        <w:rPr>
          <w:rFonts w:ascii="Times New Roman" w:hAnsi="Times New Roman" w:cs="Times New Roman"/>
          <w:kern w:val="32"/>
          <w:sz w:val="28"/>
          <w:szCs w:val="28"/>
          <w:u w:val="single"/>
          <w:lang w:eastAsia="ru-RU"/>
        </w:rPr>
        <w:t xml:space="preserve">. </w:t>
      </w:r>
    </w:p>
    <w:p w:rsidR="00865E76" w:rsidRPr="00BF3757" w:rsidRDefault="00865E76" w:rsidP="00BF3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 xml:space="preserve">После предоставления комнаты по договору социального найма прошу снять меня и членов моей семьи: </w:t>
      </w:r>
      <w:r w:rsidRPr="00BF3757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дочь – Иванова Наталья Петровна, внук – Иванов Сергей Александрович,</w:t>
      </w:r>
      <w:r w:rsidRPr="00BF375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BF3757">
        <w:rPr>
          <w:rFonts w:ascii="Times New Roman" w:hAnsi="Times New Roman" w:cs="Times New Roman"/>
          <w:sz w:val="28"/>
          <w:szCs w:val="28"/>
          <w:lang w:eastAsia="ru-RU"/>
        </w:rPr>
        <w:t xml:space="preserve"> с учета граждан, нуждающихся в жилых помещениях. </w:t>
      </w:r>
    </w:p>
    <w:p w:rsidR="00865E76" w:rsidRPr="00BF3757" w:rsidRDefault="00865E76" w:rsidP="00BF3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Абзац заполняется заявителем только в случае наличия оснований, предусмотренных ст. 56 Жилищного кодекса Российской Федерации. При предоставлении гражданам жилого помещения по договору социального найма снятие их с учета в качестве нуждающихся в жилых помещениях осуществляется в соответствии со </w:t>
      </w:r>
      <w:hyperlink r:id="rId7" w:history="1">
        <w:r w:rsidRPr="00BF3757">
          <w:rPr>
            <w:rFonts w:ascii="Times New Roman" w:hAnsi="Times New Roman" w:cs="Times New Roman"/>
            <w:i/>
            <w:iCs/>
            <w:color w:val="0000FF"/>
            <w:sz w:val="28"/>
            <w:szCs w:val="28"/>
            <w:u w:val="single"/>
            <w:lang w:eastAsia="ru-RU"/>
          </w:rPr>
          <w:t>ст. 56</w:t>
        </w:r>
      </w:hyperlink>
      <w:r w:rsidRPr="00BF375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Жилищного кодекса Российской Федерации.</w:t>
      </w:r>
    </w:p>
    <w:p w:rsidR="00865E76" w:rsidRPr="00BF3757" w:rsidRDefault="00865E76" w:rsidP="00BF3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E76" w:rsidRPr="00BF3757" w:rsidRDefault="00865E76" w:rsidP="00BF3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Уведомлен о состоянии жилого помещения. Претензий к состоянию жилого помещения не имею. Ремонтные работы (текущий ремонт) будут произведены за собственный счет. </w:t>
      </w:r>
    </w:p>
    <w:p w:rsidR="00865E76" w:rsidRPr="00BF3757" w:rsidRDefault="00865E76" w:rsidP="00BF37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>В случае невозможности предоставления комнаты по указанному адресу прошу рассмотреть вопрос о предоставлении по договору социального найма иного свободного жилого помещения, указанного в размещенном на официальном сайте администрации городского округа реестре освободившихся жилых помещений (комнат) в коммунальных квартирах (предпочтительнее по следующим адресам:</w:t>
      </w:r>
    </w:p>
    <w:p w:rsidR="00865E76" w:rsidRPr="00BF3757" w:rsidRDefault="00865E76" w:rsidP="00BF3757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Улица ххх дом № ххх квартира № ххх.</w:t>
      </w:r>
    </w:p>
    <w:p w:rsidR="00865E76" w:rsidRPr="00BF3757" w:rsidRDefault="00865E76" w:rsidP="00BF3757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Улица ххх дом № ххх квартира № ххх.</w:t>
      </w:r>
    </w:p>
    <w:p w:rsidR="00865E76" w:rsidRPr="00BF3757" w:rsidRDefault="00865E76" w:rsidP="00BF3757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Улица ххх дом № ххх квартира № ххх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)</w:t>
      </w:r>
      <w:r w:rsidRPr="00BF3757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865E76" w:rsidRPr="00BF3757" w:rsidRDefault="00865E76" w:rsidP="00BF3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5E76" w:rsidRPr="00BF3757" w:rsidRDefault="00865E76" w:rsidP="00BF37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F3757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Сведения,  указанные  в  заявлении, достоверны. Документы (копии документов), приложенные    к    заявлению,   соответствуют   требованиям,   установленным законодательством  Российской Федерации,  на  момент  представления  заявления  эти  документы действительны  и содержат достоверные сведения. 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Расписку в приеме документов получил (а).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firstLine="709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«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»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ххххххххх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20 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г. «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» ч.  «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» мин.</w:t>
      </w:r>
    </w:p>
    <w:p w:rsidR="00865E76" w:rsidRPr="00BF3757" w:rsidRDefault="00865E76" w:rsidP="00BF375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ind w:firstLine="709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Ответ прошу:</w:t>
      </w:r>
    </w:p>
    <w:p w:rsidR="00865E76" w:rsidRPr="00BF3757" w:rsidRDefault="00865E76" w:rsidP="00BF3757">
      <w:pPr>
        <w:keepNext/>
        <w:tabs>
          <w:tab w:val="center" w:pos="709"/>
          <w:tab w:val="left" w:pos="8280"/>
        </w:tabs>
        <w:spacing w:after="0" w:line="240" w:lineRule="auto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keepNext/>
        <w:tabs>
          <w:tab w:val="center" w:pos="709"/>
          <w:tab w:val="left" w:pos="8280"/>
        </w:tabs>
        <w:spacing w:after="0" w:line="240" w:lineRule="auto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3" o:spid="_x0000_s1026" style="position:absolute;margin-left:-4.7pt;margin-top:1.1pt;width:15.9pt;height:15.05pt;z-index:251658240;visibility:visible;v-text-anchor:middle" filled="f" strokecolor="#385d8a" strokeweight="2pt"/>
        </w:pic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   направить почтовым отправлением по адресу________________________ </w:t>
      </w:r>
    </w:p>
    <w:p w:rsidR="00865E76" w:rsidRPr="00BF3757" w:rsidRDefault="00865E76" w:rsidP="00BF3757">
      <w:pPr>
        <w:keepNext/>
        <w:tabs>
          <w:tab w:val="center" w:pos="709"/>
          <w:tab w:val="left" w:pos="8280"/>
        </w:tabs>
        <w:spacing w:after="0" w:line="240" w:lineRule="auto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Прямоугольник 4" o:spid="_x0000_s1027" style="position:absolute;margin-left:-4.35pt;margin-top:13.7pt;width:15.9pt;height:15.05pt;z-index:251659264;visibility:visible;v-text-anchor:middle" filled="f" strokecolor="#41719c" strokeweight="1pt"/>
        </w:pic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    </w:t>
      </w:r>
    </w:p>
    <w:p w:rsidR="00865E76" w:rsidRPr="00BF3757" w:rsidRDefault="00865E76" w:rsidP="00BF3757">
      <w:pPr>
        <w:keepNext/>
        <w:tabs>
          <w:tab w:val="center" w:pos="709"/>
          <w:tab w:val="left" w:pos="8280"/>
        </w:tabs>
        <w:spacing w:after="0" w:line="240" w:lineRule="auto"/>
        <w:outlineLvl w:val="0"/>
        <w:rPr>
          <w:rFonts w:ascii="Arial" w:hAnsi="Arial" w:cs="Arial"/>
          <w:b/>
          <w:bCs/>
          <w:kern w:val="32"/>
          <w:sz w:val="32"/>
          <w:szCs w:val="32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  выдать при  личном обращении в МФЦ по  адресу: г. Калининград,             пл. Победы, 1.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jc w:val="both"/>
        <w:outlineLvl w:val="0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lang w:eastAsia="ru-RU"/>
        </w:rPr>
        <w:t>.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>.20</w:t>
      </w:r>
      <w:r w:rsidRPr="00BF3757">
        <w:rPr>
          <w:rFonts w:ascii="Times New Roman" w:hAnsi="Times New Roman" w:cs="Times New Roman"/>
          <w:i/>
          <w:iCs/>
          <w:kern w:val="32"/>
          <w:sz w:val="28"/>
          <w:szCs w:val="28"/>
          <w:u w:val="single"/>
          <w:lang w:eastAsia="ru-RU"/>
        </w:rPr>
        <w:t>хх</w:t>
      </w: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г.     _____________________       __________________________</w:t>
      </w:r>
    </w:p>
    <w:p w:rsidR="00865E76" w:rsidRPr="00BF3757" w:rsidRDefault="00865E76" w:rsidP="00BF3757">
      <w:pPr>
        <w:keepNext/>
        <w:tabs>
          <w:tab w:val="center" w:pos="4961"/>
          <w:tab w:val="left" w:pos="8280"/>
        </w:tabs>
        <w:spacing w:after="0" w:line="240" w:lineRule="auto"/>
        <w:jc w:val="both"/>
        <w:outlineLvl w:val="0"/>
        <w:rPr>
          <w:rFonts w:ascii="Times New Roman" w:hAnsi="Times New Roman" w:cs="Times New Roman"/>
          <w:kern w:val="32"/>
          <w:sz w:val="20"/>
          <w:szCs w:val="20"/>
          <w:lang w:eastAsia="ru-RU"/>
        </w:rPr>
      </w:pPr>
      <w:r w:rsidRPr="00BF3757">
        <w:rPr>
          <w:rFonts w:ascii="Times New Roman" w:hAnsi="Times New Roman" w:cs="Times New Roman"/>
          <w:kern w:val="32"/>
          <w:sz w:val="20"/>
          <w:szCs w:val="20"/>
          <w:lang w:eastAsia="ru-RU"/>
        </w:rPr>
        <w:t xml:space="preserve">                                                          (подпись)                                                      (инициалы, фамилия)  </w:t>
      </w: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0"/>
          <w:szCs w:val="20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  <w:r w:rsidRPr="00BF3757">
        <w:rPr>
          <w:rFonts w:ascii="Times New Roman" w:hAnsi="Times New Roman" w:cs="Times New Roman"/>
          <w:kern w:val="32"/>
          <w:sz w:val="28"/>
          <w:szCs w:val="28"/>
          <w:lang w:eastAsia="ru-RU"/>
        </w:rPr>
        <w:t xml:space="preserve">                                                           </w:t>
      </w: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Pr="00BF3757" w:rsidRDefault="00865E76" w:rsidP="00BF3757">
      <w:pPr>
        <w:suppressAutoHyphens/>
        <w:autoSpaceDE w:val="0"/>
        <w:spacing w:after="0" w:line="240" w:lineRule="auto"/>
        <w:ind w:left="-142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865E76" w:rsidRDefault="00865E76"/>
    <w:sectPr w:rsidR="00865E76" w:rsidSect="0084139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E76" w:rsidRDefault="00865E76" w:rsidP="0084139E">
      <w:pPr>
        <w:spacing w:after="0" w:line="240" w:lineRule="auto"/>
      </w:pPr>
      <w:r>
        <w:separator/>
      </w:r>
    </w:p>
  </w:endnote>
  <w:endnote w:type="continuationSeparator" w:id="0">
    <w:p w:rsidR="00865E76" w:rsidRDefault="00865E76" w:rsidP="0084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76" w:rsidRDefault="00865E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76" w:rsidRDefault="00865E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E76" w:rsidRDefault="00865E76" w:rsidP="0084139E">
      <w:pPr>
        <w:spacing w:after="0" w:line="240" w:lineRule="auto"/>
      </w:pPr>
      <w:r>
        <w:separator/>
      </w:r>
    </w:p>
  </w:footnote>
  <w:footnote w:type="continuationSeparator" w:id="0">
    <w:p w:rsidR="00865E76" w:rsidRDefault="00865E76" w:rsidP="0084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76" w:rsidRDefault="00865E7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65E76" w:rsidRDefault="00865E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76" w:rsidRDefault="00865E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F6895"/>
    <w:multiLevelType w:val="hybridMultilevel"/>
    <w:tmpl w:val="DC380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DC6"/>
    <w:rsid w:val="002869E7"/>
    <w:rsid w:val="00423161"/>
    <w:rsid w:val="00736563"/>
    <w:rsid w:val="0084139E"/>
    <w:rsid w:val="00865E76"/>
    <w:rsid w:val="008E2EC1"/>
    <w:rsid w:val="009568AD"/>
    <w:rsid w:val="00A35764"/>
    <w:rsid w:val="00B023BA"/>
    <w:rsid w:val="00BF3757"/>
    <w:rsid w:val="00C97253"/>
    <w:rsid w:val="00D06DC6"/>
    <w:rsid w:val="00EC3FBB"/>
    <w:rsid w:val="00F73337"/>
    <w:rsid w:val="00FC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4139E"/>
  </w:style>
  <w:style w:type="paragraph" w:styleId="Footer">
    <w:name w:val="footer"/>
    <w:basedOn w:val="Normal"/>
    <w:link w:val="FooterChar"/>
    <w:uiPriority w:val="99"/>
    <w:rsid w:val="0084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41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1E101E36940429729F16E975B0F6002D766B8123F82030D67BE5FE87CE0821DE6ED3549BEA0CFEkAF6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480</Words>
  <Characters>2740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Гуляйкина</dc:creator>
  <cp:keywords/>
  <dc:description/>
  <cp:lastModifiedBy>Наташа</cp:lastModifiedBy>
  <cp:revision>11</cp:revision>
  <cp:lastPrinted>2016-02-17T07:19:00Z</cp:lastPrinted>
  <dcterms:created xsi:type="dcterms:W3CDTF">2016-02-15T06:37:00Z</dcterms:created>
  <dcterms:modified xsi:type="dcterms:W3CDTF">2016-02-25T08:14:00Z</dcterms:modified>
</cp:coreProperties>
</file>