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E9E" w:rsidRDefault="00E73E9E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73E9E" w:rsidRDefault="00E73E9E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73E9E" w:rsidRDefault="00E73E9E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73E9E" w:rsidRDefault="00E73E9E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E73E9E" w:rsidRDefault="00E73E9E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01 апреля 2016 г. №  406</w:t>
      </w:r>
    </w:p>
    <w:p w:rsidR="00E73E9E" w:rsidRDefault="00E73E9E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</w:p>
    <w:p w:rsidR="00E73E9E" w:rsidRDefault="00E73E9E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73E9E" w:rsidRDefault="00E73E9E" w:rsidP="00E23577">
      <w:pPr>
        <w:autoSpaceDE w:val="0"/>
        <w:autoSpaceDN w:val="0"/>
        <w:adjustRightInd w:val="0"/>
        <w:spacing w:after="0" w:line="240" w:lineRule="auto"/>
        <w:ind w:firstLine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73E9E" w:rsidRPr="002E1B7C" w:rsidRDefault="00E73E9E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E73E9E" w:rsidRPr="00635CD1" w:rsidRDefault="00E73E9E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СИСТЕМА</w:t>
      </w:r>
    </w:p>
    <w:p w:rsidR="00E73E9E" w:rsidRPr="00635CD1" w:rsidRDefault="00E73E9E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E73E9E" w:rsidRPr="006E6A26" w:rsidRDefault="00E73E9E" w:rsidP="00FF0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E73E9E" w:rsidRPr="00C44976" w:rsidRDefault="00E73E9E" w:rsidP="00C44976">
      <w:pPr>
        <w:spacing w:after="0" w:line="240" w:lineRule="auto"/>
        <w:rPr>
          <w:sz w:val="2"/>
          <w:szCs w:val="2"/>
        </w:rPr>
      </w:pPr>
    </w:p>
    <w:p w:rsidR="00E73E9E" w:rsidRPr="0094486F" w:rsidRDefault="00E73E9E" w:rsidP="0094486F">
      <w:pPr>
        <w:spacing w:after="0" w:line="240" w:lineRule="auto"/>
        <w:rPr>
          <w:sz w:val="2"/>
          <w:szCs w:val="2"/>
        </w:rPr>
      </w:pPr>
    </w:p>
    <w:tbl>
      <w:tblPr>
        <w:tblW w:w="48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1125"/>
        <w:gridCol w:w="4192"/>
        <w:gridCol w:w="2268"/>
        <w:gridCol w:w="1236"/>
        <w:gridCol w:w="1063"/>
        <w:gridCol w:w="1063"/>
        <w:gridCol w:w="1064"/>
        <w:gridCol w:w="1064"/>
        <w:gridCol w:w="1134"/>
        <w:gridCol w:w="1134"/>
      </w:tblGrid>
      <w:tr w:rsidR="00E73E9E" w:rsidRPr="00542FC9">
        <w:trPr>
          <w:cantSplit/>
          <w:tblHeader/>
          <w:jc w:val="center"/>
        </w:trPr>
        <w:tc>
          <w:tcPr>
            <w:tcW w:w="1125" w:type="dxa"/>
          </w:tcPr>
          <w:p w:rsidR="00E73E9E" w:rsidRPr="00542FC9" w:rsidRDefault="00E73E9E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</w:p>
          <w:p w:rsidR="00E73E9E" w:rsidRPr="00542FC9" w:rsidRDefault="00E73E9E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92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показателя, ведомственной целевой программы, мероприятия</w:t>
            </w:r>
          </w:p>
        </w:tc>
        <w:tc>
          <w:tcPr>
            <w:tcW w:w="2268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 мероприятия</w:t>
            </w:r>
          </w:p>
        </w:tc>
        <w:tc>
          <w:tcPr>
            <w:tcW w:w="1236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063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Базовое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значение</w:t>
            </w:r>
          </w:p>
        </w:tc>
        <w:tc>
          <w:tcPr>
            <w:tcW w:w="1063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064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064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134" w:type="dxa"/>
          </w:tcPr>
          <w:p w:rsidR="00E73E9E" w:rsidRPr="00542FC9" w:rsidRDefault="00E73E9E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E73E9E" w:rsidRPr="00542FC9" w:rsidRDefault="00E73E9E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</w:p>
          <w:p w:rsidR="00E73E9E" w:rsidRPr="00542FC9" w:rsidRDefault="00E73E9E" w:rsidP="00847E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</w:tbl>
    <w:p w:rsidR="00E73E9E" w:rsidRPr="00B6450B" w:rsidRDefault="00E73E9E" w:rsidP="00B6450B">
      <w:pPr>
        <w:spacing w:after="0" w:line="240" w:lineRule="auto"/>
        <w:rPr>
          <w:sz w:val="2"/>
          <w:szCs w:val="2"/>
        </w:rPr>
      </w:pPr>
    </w:p>
    <w:tbl>
      <w:tblPr>
        <w:tblW w:w="48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1113"/>
        <w:gridCol w:w="4137"/>
        <w:gridCol w:w="2360"/>
        <w:gridCol w:w="1222"/>
        <w:gridCol w:w="1050"/>
        <w:gridCol w:w="1050"/>
        <w:gridCol w:w="1120"/>
        <w:gridCol w:w="1051"/>
        <w:gridCol w:w="1120"/>
        <w:gridCol w:w="1120"/>
      </w:tblGrid>
      <w:tr w:rsidR="00E73E9E" w:rsidRPr="00542FC9">
        <w:trPr>
          <w:cantSplit/>
          <w:tblHeader/>
          <w:jc w:val="center"/>
        </w:trPr>
        <w:tc>
          <w:tcPr>
            <w:tcW w:w="1113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7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0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2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1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0" w:type="dxa"/>
          </w:tcPr>
          <w:p w:rsidR="00E73E9E" w:rsidRPr="00542FC9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73E9E" w:rsidRPr="00797386">
        <w:trPr>
          <w:cantSplit/>
          <w:jc w:val="center"/>
        </w:trPr>
        <w:tc>
          <w:tcPr>
            <w:tcW w:w="15343" w:type="dxa"/>
            <w:gridSpan w:val="10"/>
          </w:tcPr>
          <w:p w:rsidR="00E73E9E" w:rsidRDefault="00E73E9E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О</w:t>
            </w:r>
            <w:r w:rsidRPr="008A6940">
              <w:rPr>
                <w:rFonts w:ascii="Times New Roman" w:hAnsi="Times New Roman" w:cs="Times New Roman"/>
                <w:sz w:val="28"/>
                <w:szCs w:val="28"/>
              </w:rPr>
              <w:t>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6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и подростков в каникулярное время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F730E3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497" w:type="dxa"/>
            <w:gridSpan w:val="2"/>
          </w:tcPr>
          <w:p w:rsidR="00E73E9E" w:rsidRPr="00DC7294" w:rsidRDefault="00E73E9E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детей, обучающихся по программам</w:t>
            </w:r>
            <w:r w:rsidRPr="00DC7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  <w:tc>
          <w:tcPr>
            <w:tcW w:w="1222" w:type="dxa"/>
          </w:tcPr>
          <w:p w:rsidR="00E73E9E" w:rsidRPr="00797386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E73E9E" w:rsidRPr="002E1B7C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1050" w:type="dxa"/>
          </w:tcPr>
          <w:p w:rsidR="00E73E9E" w:rsidRPr="002E1B7C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120" w:type="dxa"/>
          </w:tcPr>
          <w:p w:rsidR="00E73E9E" w:rsidRPr="002E1B7C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051" w:type="dxa"/>
          </w:tcPr>
          <w:p w:rsidR="00E73E9E" w:rsidRPr="002E1B7C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120" w:type="dxa"/>
          </w:tcPr>
          <w:p w:rsidR="00E73E9E" w:rsidRPr="002E1B7C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120" w:type="dxa"/>
          </w:tcPr>
          <w:p w:rsidR="00E73E9E" w:rsidRPr="002E1B7C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vMerge w:val="restart"/>
          </w:tcPr>
          <w:p w:rsidR="00E73E9E" w:rsidRPr="00F730E3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137" w:type="dxa"/>
            <w:vMerge w:val="restart"/>
          </w:tcPr>
          <w:p w:rsidR="00E73E9E" w:rsidRPr="00F730E3" w:rsidRDefault="00E73E9E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образования, присмотр и уход за детьми</w:t>
            </w:r>
          </w:p>
        </w:tc>
        <w:tc>
          <w:tcPr>
            <w:tcW w:w="2360" w:type="dxa"/>
          </w:tcPr>
          <w:p w:rsidR="00E73E9E" w:rsidRPr="00F730E3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</w:rPr>
              <w:t xml:space="preserve"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</w:t>
            </w:r>
            <w:r>
              <w:rPr>
                <w:rFonts w:ascii="Times New Roman" w:hAnsi="Times New Roman" w:cs="Times New Roman"/>
              </w:rPr>
              <w:t>ФГОС</w:t>
            </w:r>
            <w:r w:rsidRPr="00F730E3">
              <w:rPr>
                <w:rFonts w:ascii="Times New Roman" w:hAnsi="Times New Roman" w:cs="Times New Roman"/>
              </w:rPr>
              <w:t xml:space="preserve"> дошкольного образования</w:t>
            </w:r>
          </w:p>
        </w:tc>
        <w:tc>
          <w:tcPr>
            <w:tcW w:w="1222" w:type="dxa"/>
          </w:tcPr>
          <w:p w:rsidR="00E73E9E" w:rsidRPr="00945377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471DFF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050" w:type="dxa"/>
          </w:tcPr>
          <w:p w:rsidR="00E73E9E" w:rsidRPr="00471DFF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20" w:type="dxa"/>
          </w:tcPr>
          <w:p w:rsidR="00E73E9E" w:rsidRPr="00471DFF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E73E9E" w:rsidRPr="00471DFF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Pr="00471DFF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Pr="00471DFF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vMerge/>
          </w:tcPr>
          <w:p w:rsidR="00E73E9E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E73E9E" w:rsidRDefault="00E73E9E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Pr="00F730E3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44D8">
              <w:rPr>
                <w:rFonts w:ascii="Times New Roman" w:hAnsi="Times New Roman" w:cs="Times New Roman"/>
              </w:rPr>
              <w:t>Доля детей в возрасте от 3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собственности, в общей численности детей данного возраста</w:t>
            </w:r>
          </w:p>
        </w:tc>
        <w:tc>
          <w:tcPr>
            <w:tcW w:w="1222" w:type="dxa"/>
          </w:tcPr>
          <w:p w:rsidR="00E73E9E" w:rsidRPr="00945377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E54E4D" w:rsidRDefault="00E73E9E" w:rsidP="00A05CED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1050" w:type="dxa"/>
          </w:tcPr>
          <w:p w:rsidR="00E73E9E" w:rsidRPr="00E54E4D" w:rsidRDefault="00E73E9E" w:rsidP="00A05CED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96,0</w:t>
            </w:r>
          </w:p>
        </w:tc>
        <w:tc>
          <w:tcPr>
            <w:tcW w:w="1120" w:type="dxa"/>
          </w:tcPr>
          <w:p w:rsidR="00E73E9E" w:rsidRPr="002E1B7C" w:rsidRDefault="00E73E9E" w:rsidP="00A05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051" w:type="dxa"/>
          </w:tcPr>
          <w:p w:rsidR="00E73E9E" w:rsidRPr="002E1B7C" w:rsidRDefault="00E73E9E" w:rsidP="00A05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120" w:type="dxa"/>
          </w:tcPr>
          <w:p w:rsidR="00E73E9E" w:rsidRPr="002E1B7C" w:rsidRDefault="00E73E9E" w:rsidP="00A05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120" w:type="dxa"/>
          </w:tcPr>
          <w:p w:rsidR="00E73E9E" w:rsidRPr="002E1B7C" w:rsidRDefault="00E73E9E" w:rsidP="00A05C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137" w:type="dxa"/>
          </w:tcPr>
          <w:p w:rsidR="00E73E9E" w:rsidRPr="00F730E3" w:rsidRDefault="00E73E9E" w:rsidP="009B18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  <w:p w:rsidR="00E73E9E" w:rsidRPr="00F730E3" w:rsidRDefault="00E73E9E" w:rsidP="009B18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Pr="00FB4457" w:rsidRDefault="00E73E9E" w:rsidP="009B18D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предоставляющие услуги дошкольного образования, в общей численности детей, посещающих образовательные организации дошкольного образования</w:t>
            </w:r>
          </w:p>
        </w:tc>
        <w:tc>
          <w:tcPr>
            <w:tcW w:w="1222" w:type="dxa"/>
          </w:tcPr>
          <w:p w:rsidR="00E73E9E" w:rsidRPr="00945377" w:rsidRDefault="00E73E9E" w:rsidP="009B18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945377" w:rsidRDefault="00E73E9E" w:rsidP="009B18D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050" w:type="dxa"/>
          </w:tcPr>
          <w:p w:rsidR="00E73E9E" w:rsidRPr="00090688" w:rsidRDefault="00E73E9E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120" w:type="dxa"/>
          </w:tcPr>
          <w:p w:rsidR="00E73E9E" w:rsidRPr="00090688" w:rsidRDefault="00E73E9E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051" w:type="dxa"/>
          </w:tcPr>
          <w:p w:rsidR="00E73E9E" w:rsidRPr="00090688" w:rsidRDefault="00E73E9E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120" w:type="dxa"/>
          </w:tcPr>
          <w:p w:rsidR="00E73E9E" w:rsidRPr="00090688" w:rsidRDefault="00E73E9E" w:rsidP="009B18D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120" w:type="dxa"/>
          </w:tcPr>
          <w:p w:rsidR="00E73E9E" w:rsidRPr="00471DFF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688">
              <w:rPr>
                <w:rStyle w:val="111"/>
                <w:sz w:val="26"/>
                <w:szCs w:val="26"/>
                <w:lang w:eastAsia="ru-RU"/>
              </w:rPr>
              <w:t>3,6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497" w:type="dxa"/>
            <w:gridSpan w:val="2"/>
          </w:tcPr>
          <w:p w:rsidR="00E73E9E" w:rsidRPr="006D7E85" w:rsidRDefault="00E73E9E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 xml:space="preserve">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тей и подростков в возрасте 7-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>15 лет, не обучающихся в общеобразовательных учреждениях, в общей численности детей и подростков данного возраста</w:t>
            </w:r>
          </w:p>
        </w:tc>
        <w:tc>
          <w:tcPr>
            <w:tcW w:w="1222" w:type="dxa"/>
          </w:tcPr>
          <w:p w:rsidR="00E73E9E" w:rsidRPr="00945377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E73E9E" w:rsidRPr="00945377" w:rsidRDefault="00E73E9E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50" w:type="dxa"/>
          </w:tcPr>
          <w:p w:rsidR="00E73E9E" w:rsidRPr="00945377" w:rsidRDefault="00E73E9E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20" w:type="dxa"/>
          </w:tcPr>
          <w:p w:rsidR="00E73E9E" w:rsidRPr="00945377" w:rsidRDefault="00E73E9E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51" w:type="dxa"/>
          </w:tcPr>
          <w:p w:rsidR="00E73E9E" w:rsidRPr="00945377" w:rsidRDefault="00E73E9E" w:rsidP="003D5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0" w:type="dxa"/>
          </w:tcPr>
          <w:p w:rsidR="00E73E9E" w:rsidRPr="00945377" w:rsidRDefault="00E73E9E" w:rsidP="003D5CE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0" w:type="dxa"/>
          </w:tcPr>
          <w:p w:rsidR="00E73E9E" w:rsidRPr="00945377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F730E3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137" w:type="dxa"/>
          </w:tcPr>
          <w:p w:rsidR="00E73E9E" w:rsidRPr="00F730E3" w:rsidRDefault="00E73E9E" w:rsidP="00F77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дополнительных общеобразовательных общеразвивающих программ</w:t>
            </w:r>
          </w:p>
        </w:tc>
        <w:tc>
          <w:tcPr>
            <w:tcW w:w="2360" w:type="dxa"/>
          </w:tcPr>
          <w:p w:rsidR="00E73E9E" w:rsidRPr="00F730E3" w:rsidRDefault="00E73E9E" w:rsidP="006F77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808B5">
              <w:rPr>
                <w:rFonts w:ascii="Times New Roman" w:hAnsi="Times New Roman" w:cs="Times New Roman"/>
                <w:color w:val="000000"/>
              </w:rPr>
              <w:t xml:space="preserve">Удельный вес </w:t>
            </w:r>
            <w:r>
              <w:rPr>
                <w:rFonts w:ascii="Times New Roman" w:hAnsi="Times New Roman" w:cs="Times New Roman"/>
                <w:color w:val="000000"/>
              </w:rPr>
              <w:t>выпускников 9-х классов, не получивших аттестаты об основном общем образовании</w:t>
            </w:r>
          </w:p>
        </w:tc>
        <w:tc>
          <w:tcPr>
            <w:tcW w:w="1222" w:type="dxa"/>
          </w:tcPr>
          <w:p w:rsidR="00E73E9E" w:rsidRPr="00945377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AE0513" w:rsidRDefault="00E73E9E" w:rsidP="00973E4B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50" w:type="dxa"/>
          </w:tcPr>
          <w:p w:rsidR="00E73E9E" w:rsidRPr="00AE0513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0" w:type="dxa"/>
          </w:tcPr>
          <w:p w:rsidR="00E73E9E" w:rsidRPr="00AE0513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051" w:type="dxa"/>
          </w:tcPr>
          <w:p w:rsidR="00E73E9E" w:rsidRPr="00AE0513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</w:tcPr>
          <w:p w:rsidR="00E73E9E" w:rsidRPr="00AE0513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</w:tcPr>
          <w:p w:rsidR="00E73E9E" w:rsidRPr="00AE0513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F730E3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E73E9E" w:rsidRPr="00F730E3" w:rsidRDefault="00E73E9E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Pr="00F730E3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 расчете на 1 предмет) в 10 процентах школ с худшими результатами единого государственного экзамена</w:t>
            </w:r>
          </w:p>
        </w:tc>
        <w:tc>
          <w:tcPr>
            <w:tcW w:w="1222" w:type="dxa"/>
          </w:tcPr>
          <w:p w:rsidR="00E73E9E" w:rsidRPr="00945377" w:rsidRDefault="00E73E9E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B577CF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050" w:type="dxa"/>
          </w:tcPr>
          <w:p w:rsidR="00E73E9E" w:rsidRPr="00B577CF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120" w:type="dxa"/>
          </w:tcPr>
          <w:p w:rsidR="00E73E9E" w:rsidRPr="00B577CF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051" w:type="dxa"/>
          </w:tcPr>
          <w:p w:rsidR="00E73E9E" w:rsidRPr="00B577CF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120" w:type="dxa"/>
          </w:tcPr>
          <w:p w:rsidR="00E73E9E" w:rsidRPr="00B577CF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120" w:type="dxa"/>
          </w:tcPr>
          <w:p w:rsidR="00E73E9E" w:rsidRPr="00B577CF" w:rsidRDefault="00E73E9E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E73E9E" w:rsidRPr="00DC2E6A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E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137" w:type="dxa"/>
            <w:tcBorders>
              <w:bottom w:val="nil"/>
            </w:tcBorders>
          </w:tcPr>
          <w:p w:rsidR="00E73E9E" w:rsidRPr="00DC2E6A" w:rsidRDefault="00E73E9E" w:rsidP="004617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2E6A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2360" w:type="dxa"/>
          </w:tcPr>
          <w:p w:rsidR="00E73E9E" w:rsidRPr="00DC2E6A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обучающихся в муниципальных общеобразовательных учреждениях в возрасте 7-18 лет, состоящих на учете в комиссии по делам несовершеннолетних и защите их прав, от общей численности обучающихся  в муниципальных общеобразовательных учреждениях</w:t>
            </w:r>
          </w:p>
        </w:tc>
        <w:tc>
          <w:tcPr>
            <w:tcW w:w="1222" w:type="dxa"/>
          </w:tcPr>
          <w:p w:rsidR="00E73E9E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50" w:type="dxa"/>
          </w:tcPr>
          <w:p w:rsidR="00E73E9E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051" w:type="dxa"/>
          </w:tcPr>
          <w:p w:rsidR="00E73E9E" w:rsidRDefault="00E73E9E" w:rsidP="00F0755C">
            <w:pPr>
              <w:jc w:val="center"/>
            </w:pPr>
            <w:r w:rsidRPr="00E9513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120" w:type="dxa"/>
          </w:tcPr>
          <w:p w:rsidR="00E73E9E" w:rsidRDefault="00E73E9E" w:rsidP="00F0755C">
            <w:pPr>
              <w:jc w:val="center"/>
            </w:pPr>
            <w:r w:rsidRPr="00E9513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120" w:type="dxa"/>
          </w:tcPr>
          <w:p w:rsidR="00E73E9E" w:rsidRDefault="00E73E9E" w:rsidP="00F0755C">
            <w:pPr>
              <w:jc w:val="center"/>
            </w:pPr>
            <w:r w:rsidRPr="00E9513E"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E73E9E" w:rsidRPr="00DC2E6A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</w:tcBorders>
          </w:tcPr>
          <w:p w:rsidR="00E73E9E" w:rsidRPr="00DC2E6A" w:rsidRDefault="00E73E9E" w:rsidP="00F075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Pr="00DC2E6A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C2E6A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22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F730E3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137" w:type="dxa"/>
          </w:tcPr>
          <w:p w:rsidR="00E73E9E" w:rsidRPr="00F730E3" w:rsidRDefault="00E73E9E" w:rsidP="00F075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2360" w:type="dxa"/>
          </w:tcPr>
          <w:p w:rsidR="00E73E9E" w:rsidRPr="00F730E3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Количество детей, прошедших реабилитацию в центре «МОСТ»</w:t>
            </w:r>
          </w:p>
        </w:tc>
        <w:tc>
          <w:tcPr>
            <w:tcW w:w="1222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E73E9E" w:rsidRPr="0094537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0" w:type="dxa"/>
          </w:tcPr>
          <w:p w:rsidR="00E73E9E" w:rsidRPr="0094537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1" w:type="dxa"/>
          </w:tcPr>
          <w:p w:rsidR="00E73E9E" w:rsidRPr="0094537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137" w:type="dxa"/>
          </w:tcPr>
          <w:p w:rsidR="00E73E9E" w:rsidRPr="00654E14" w:rsidRDefault="00E73E9E" w:rsidP="00F075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овершенствовани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питания 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конкурсного отбора проектов </w:t>
            </w: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й)</w:t>
            </w:r>
          </w:p>
        </w:tc>
        <w:tc>
          <w:tcPr>
            <w:tcW w:w="2360" w:type="dxa"/>
          </w:tcPr>
          <w:p w:rsidR="00E73E9E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 xml:space="preserve">Доля школьников, охваченных горячим питанием в общеобразовательных учреждениях, </w:t>
            </w:r>
          </w:p>
          <w:p w:rsidR="00E73E9E" w:rsidRPr="00654E14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>от общего числа учащихся общеобразовательных учреждений</w:t>
            </w:r>
          </w:p>
        </w:tc>
        <w:tc>
          <w:tcPr>
            <w:tcW w:w="1222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945377" w:rsidRDefault="00E73E9E" w:rsidP="00F075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050" w:type="dxa"/>
          </w:tcPr>
          <w:p w:rsidR="00E73E9E" w:rsidRPr="00B577CF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120" w:type="dxa"/>
          </w:tcPr>
          <w:p w:rsidR="00E73E9E" w:rsidRPr="00B577CF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051" w:type="dxa"/>
          </w:tcPr>
          <w:p w:rsidR="00E73E9E" w:rsidRPr="00B577CF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120" w:type="dxa"/>
          </w:tcPr>
          <w:p w:rsidR="00E73E9E" w:rsidRPr="00B577CF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  <w:tc>
          <w:tcPr>
            <w:tcW w:w="1120" w:type="dxa"/>
          </w:tcPr>
          <w:p w:rsidR="00E73E9E" w:rsidRPr="00B577CF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497" w:type="dxa"/>
            <w:gridSpan w:val="2"/>
          </w:tcPr>
          <w:p w:rsidR="00E73E9E" w:rsidRPr="00654E14" w:rsidRDefault="00E73E9E" w:rsidP="00F075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 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 численности детей и молодежи 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5-18 лет</w:t>
            </w:r>
          </w:p>
        </w:tc>
        <w:tc>
          <w:tcPr>
            <w:tcW w:w="1222" w:type="dxa"/>
          </w:tcPr>
          <w:p w:rsidR="00E73E9E" w:rsidRPr="00FB589F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E73E9E" w:rsidRPr="00FB589F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  <w:tc>
          <w:tcPr>
            <w:tcW w:w="1050" w:type="dxa"/>
          </w:tcPr>
          <w:p w:rsidR="00E73E9E" w:rsidRPr="00FB589F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0" w:type="dxa"/>
          </w:tcPr>
          <w:p w:rsidR="00E73E9E" w:rsidRPr="00FB589F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1" w:type="dxa"/>
          </w:tcPr>
          <w:p w:rsidR="00E73E9E" w:rsidRPr="00FB589F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20" w:type="dxa"/>
          </w:tcPr>
          <w:p w:rsidR="00E73E9E" w:rsidRPr="00FB589F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0" w:type="dxa"/>
          </w:tcPr>
          <w:p w:rsidR="00E73E9E" w:rsidRPr="00FB589F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4137" w:type="dxa"/>
          </w:tcPr>
          <w:p w:rsidR="00E73E9E" w:rsidRPr="00F730E3" w:rsidRDefault="00E73E9E" w:rsidP="00F075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общеобразовательных общеразвивающих программ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0" w:type="dxa"/>
          </w:tcPr>
          <w:p w:rsidR="00E73E9E" w:rsidRPr="00E15757" w:rsidRDefault="00E73E9E" w:rsidP="009931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5757">
              <w:rPr>
                <w:rFonts w:ascii="Times New Roman" w:hAnsi="Times New Roman" w:cs="Times New Roman"/>
                <w:color w:val="000000"/>
              </w:rPr>
              <w:t xml:space="preserve">Количество детей </w:t>
            </w:r>
          </w:p>
          <w:p w:rsidR="00E73E9E" w:rsidRPr="00E15757" w:rsidRDefault="00E73E9E" w:rsidP="009931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5757">
              <w:rPr>
                <w:rFonts w:ascii="Times New Roman" w:hAnsi="Times New Roman" w:cs="Times New Roman"/>
                <w:color w:val="000000"/>
              </w:rPr>
              <w:t>5-18 лет, охваченных образовательными программами дополнительного образования детей</w:t>
            </w:r>
          </w:p>
          <w:p w:rsidR="00E73E9E" w:rsidRPr="00E1575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22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E73E9E" w:rsidRPr="0094537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603</w:t>
            </w:r>
          </w:p>
        </w:tc>
        <w:tc>
          <w:tcPr>
            <w:tcW w:w="1050" w:type="dxa"/>
          </w:tcPr>
          <w:p w:rsidR="00E73E9E" w:rsidRPr="0094537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37 032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38 231</w:t>
            </w:r>
          </w:p>
        </w:tc>
        <w:tc>
          <w:tcPr>
            <w:tcW w:w="1051" w:type="dxa"/>
          </w:tcPr>
          <w:p w:rsidR="00E73E9E" w:rsidRPr="0094537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39 764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40 543</w:t>
            </w:r>
          </w:p>
        </w:tc>
        <w:tc>
          <w:tcPr>
            <w:tcW w:w="1120" w:type="dxa"/>
          </w:tcPr>
          <w:p w:rsidR="00E73E9E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40 543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F730E3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497" w:type="dxa"/>
            <w:gridSpan w:val="2"/>
          </w:tcPr>
          <w:p w:rsidR="00E73E9E" w:rsidRPr="00F730E3" w:rsidRDefault="00E73E9E" w:rsidP="00F0755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использующих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инновационны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технологии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реализующих образовательные проекты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в муниципальной системе образования</w:t>
            </w:r>
          </w:p>
        </w:tc>
        <w:tc>
          <w:tcPr>
            <w:tcW w:w="1222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050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120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051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0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20" w:type="dxa"/>
          </w:tcPr>
          <w:p w:rsidR="00E73E9E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vMerge w:val="restart"/>
          </w:tcPr>
          <w:p w:rsidR="00E73E9E" w:rsidRPr="00682239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4137" w:type="dxa"/>
            <w:vMerge w:val="restart"/>
          </w:tcPr>
          <w:p w:rsidR="00E73E9E" w:rsidRPr="00E15757" w:rsidRDefault="00E73E9E" w:rsidP="004260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757"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Информационно-технологическое сопровождение образовательного процесса</w:t>
            </w:r>
          </w:p>
        </w:tc>
        <w:tc>
          <w:tcPr>
            <w:tcW w:w="2360" w:type="dxa"/>
          </w:tcPr>
          <w:p w:rsidR="00E73E9E" w:rsidRPr="00682239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2239">
              <w:rPr>
                <w:rFonts w:ascii="Times New Roman" w:hAnsi="Times New Roman" w:cs="Times New Roman"/>
                <w:sz w:val="20"/>
                <w:szCs w:val="20"/>
              </w:rPr>
              <w:t>Доля образовательных учреждений, получивших информационно-техническую поддержку</w:t>
            </w:r>
          </w:p>
        </w:tc>
        <w:tc>
          <w:tcPr>
            <w:tcW w:w="1222" w:type="dxa"/>
          </w:tcPr>
          <w:p w:rsidR="00E73E9E" w:rsidRPr="00945377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Pr="00945377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Pr="00945377" w:rsidRDefault="00E73E9E" w:rsidP="00EE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vMerge/>
          </w:tcPr>
          <w:p w:rsidR="00E73E9E" w:rsidRPr="00682239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E73E9E" w:rsidRDefault="00E73E9E" w:rsidP="00F07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Pr="00F730E3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программных продуктов</w:t>
            </w:r>
          </w:p>
        </w:tc>
        <w:tc>
          <w:tcPr>
            <w:tcW w:w="1222" w:type="dxa"/>
          </w:tcPr>
          <w:p w:rsidR="00E73E9E" w:rsidRPr="00945377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Pr="00945377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Pr="00945377" w:rsidRDefault="00E73E9E" w:rsidP="00EE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682239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4137" w:type="dxa"/>
          </w:tcPr>
          <w:p w:rsidR="00E73E9E" w:rsidRPr="00DC7294" w:rsidRDefault="00E73E9E" w:rsidP="00F075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опорных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и дополнительного образования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конкурсного отбора по результатам деятельности)</w:t>
            </w:r>
          </w:p>
        </w:tc>
        <w:tc>
          <w:tcPr>
            <w:tcW w:w="2360" w:type="dxa"/>
          </w:tcPr>
          <w:p w:rsidR="00E73E9E" w:rsidRPr="00E1575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75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E73E9E" w:rsidRPr="00E1575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757">
              <w:rPr>
                <w:rFonts w:ascii="Times New Roman" w:hAnsi="Times New Roman" w:cs="Times New Roman"/>
                <w:sz w:val="20"/>
                <w:szCs w:val="20"/>
              </w:rPr>
              <w:t>опорных учреждений</w:t>
            </w:r>
          </w:p>
          <w:p w:rsidR="00E73E9E" w:rsidRPr="00E15757" w:rsidRDefault="00E73E9E" w:rsidP="00F07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51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0" w:type="dxa"/>
          </w:tcPr>
          <w:p w:rsidR="00E73E9E" w:rsidRPr="00945377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497" w:type="dxa"/>
            <w:gridSpan w:val="2"/>
          </w:tcPr>
          <w:p w:rsidR="00E73E9E" w:rsidRPr="006710B7" w:rsidRDefault="00E73E9E" w:rsidP="00F0755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учреждений, участвующих в реализации программ и проектов, направленных на формирование позитивных жизненных установок, духовно-нравственное, гражданск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и патриотическое воспитание</w:t>
            </w: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 xml:space="preserve"> подрастающего поколения </w:t>
            </w:r>
          </w:p>
        </w:tc>
        <w:tc>
          <w:tcPr>
            <w:tcW w:w="1222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0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20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51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</w:tcPr>
          <w:p w:rsidR="00E73E9E" w:rsidRPr="00797386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</w:tcPr>
          <w:p w:rsidR="00E73E9E" w:rsidRDefault="00E73E9E" w:rsidP="00F075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</w:t>
            </w:r>
          </w:p>
        </w:tc>
        <w:tc>
          <w:tcPr>
            <w:tcW w:w="4137" w:type="dxa"/>
          </w:tcPr>
          <w:p w:rsidR="00E73E9E" w:rsidRPr="00C968D7" w:rsidRDefault="00E73E9E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8D7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2360" w:type="dxa"/>
          </w:tcPr>
          <w:p w:rsidR="00E73E9E" w:rsidRDefault="00E73E9E" w:rsidP="004260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общеобразовательных учреждений, в которых функционируют кадетские классы</w:t>
            </w:r>
          </w:p>
        </w:tc>
        <w:tc>
          <w:tcPr>
            <w:tcW w:w="1222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1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</w:p>
        </w:tc>
        <w:tc>
          <w:tcPr>
            <w:tcW w:w="4137" w:type="dxa"/>
          </w:tcPr>
          <w:p w:rsidR="00E73E9E" w:rsidRPr="00DC7294" w:rsidRDefault="00E73E9E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360" w:type="dxa"/>
          </w:tcPr>
          <w:p w:rsidR="00E73E9E" w:rsidRPr="00DC7294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22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1.5.3</w:t>
            </w:r>
          </w:p>
        </w:tc>
        <w:tc>
          <w:tcPr>
            <w:tcW w:w="4137" w:type="dxa"/>
          </w:tcPr>
          <w:p w:rsidR="00E73E9E" w:rsidRPr="00DC7294" w:rsidRDefault="00E73E9E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360" w:type="dxa"/>
          </w:tcPr>
          <w:p w:rsidR="00E73E9E" w:rsidRPr="00DC7294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22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1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497" w:type="dxa"/>
            <w:gridSpan w:val="2"/>
          </w:tcPr>
          <w:p w:rsidR="00E73E9E" w:rsidRPr="00BF489B" w:rsidRDefault="00E73E9E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Удельный вес детей, охваченных отдыхом, оздоровлением и временной занятостью всех форм, к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щему числу детей в возрасте 6-</w:t>
            </w: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 xml:space="preserve">18 лет, проживающих на территории </w:t>
            </w:r>
            <w:r w:rsidRPr="00BF489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222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E73E9E" w:rsidRPr="00945377" w:rsidRDefault="00E73E9E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</w:p>
        </w:tc>
        <w:tc>
          <w:tcPr>
            <w:tcW w:w="1050" w:type="dxa"/>
          </w:tcPr>
          <w:p w:rsidR="00E73E9E" w:rsidRPr="00945377" w:rsidRDefault="00E73E9E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96,1</w:t>
            </w:r>
          </w:p>
        </w:tc>
        <w:tc>
          <w:tcPr>
            <w:tcW w:w="1120" w:type="dxa"/>
          </w:tcPr>
          <w:p w:rsidR="00E73E9E" w:rsidRPr="00AA37C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1051" w:type="dxa"/>
          </w:tcPr>
          <w:p w:rsidR="00E73E9E" w:rsidRPr="00AA37C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120" w:type="dxa"/>
          </w:tcPr>
          <w:p w:rsidR="00E73E9E" w:rsidRPr="00AA37C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120" w:type="dxa"/>
          </w:tcPr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E73E9E" w:rsidRPr="00682239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4137" w:type="dxa"/>
            <w:tcBorders>
              <w:bottom w:val="nil"/>
            </w:tcBorders>
          </w:tcPr>
          <w:p w:rsidR="00E73E9E" w:rsidRPr="00F730E3" w:rsidRDefault="00E73E9E" w:rsidP="00937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  <w:tc>
          <w:tcPr>
            <w:tcW w:w="2360" w:type="dxa"/>
          </w:tcPr>
          <w:p w:rsidR="00E73E9E" w:rsidRPr="00F730E3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детей, охваченных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различными формами 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отдых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, оздоровлени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и занятост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222" w:type="dxa"/>
          </w:tcPr>
          <w:p w:rsidR="00E73E9E" w:rsidRPr="00945377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1050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120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051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46 696</w:t>
            </w:r>
          </w:p>
        </w:tc>
        <w:tc>
          <w:tcPr>
            <w:tcW w:w="1120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  <w:tc>
          <w:tcPr>
            <w:tcW w:w="1120" w:type="dxa"/>
          </w:tcPr>
          <w:p w:rsidR="00E73E9E" w:rsidRPr="00945377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E73E9E" w:rsidRPr="00682239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</w:tcBorders>
          </w:tcPr>
          <w:p w:rsidR="00E73E9E" w:rsidRPr="00F730E3" w:rsidRDefault="00E73E9E" w:rsidP="00937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Pr="00937EF9" w:rsidRDefault="00E73E9E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A347D">
              <w:rPr>
                <w:rFonts w:ascii="Times New Roman" w:hAnsi="Times New Roman" w:cs="Times New Roman"/>
                <w:sz w:val="20"/>
                <w:szCs w:val="20"/>
              </w:rPr>
              <w:t>Охват детей, находящихся в трудной жизненной ситуации, отдыхом и оздоровлением</w:t>
            </w:r>
          </w:p>
        </w:tc>
        <w:tc>
          <w:tcPr>
            <w:tcW w:w="1222" w:type="dxa"/>
          </w:tcPr>
          <w:p w:rsidR="00E73E9E" w:rsidRDefault="00E73E9E" w:rsidP="00EE0F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Default="00E73E9E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050" w:type="dxa"/>
          </w:tcPr>
          <w:p w:rsidR="00E73E9E" w:rsidRDefault="00E73E9E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120" w:type="dxa"/>
          </w:tcPr>
          <w:p w:rsidR="00E73E9E" w:rsidRPr="00945377" w:rsidRDefault="00E73E9E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051" w:type="dxa"/>
          </w:tcPr>
          <w:p w:rsidR="00E73E9E" w:rsidRPr="00945377" w:rsidRDefault="00E73E9E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20" w:type="dxa"/>
          </w:tcPr>
          <w:p w:rsidR="00E73E9E" w:rsidRPr="00945377" w:rsidRDefault="00E73E9E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20" w:type="dxa"/>
          </w:tcPr>
          <w:p w:rsidR="00E73E9E" w:rsidRDefault="00E73E9E" w:rsidP="00EE0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682239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1.6.2</w:t>
            </w:r>
          </w:p>
        </w:tc>
        <w:tc>
          <w:tcPr>
            <w:tcW w:w="4137" w:type="dxa"/>
          </w:tcPr>
          <w:p w:rsidR="00E73E9E" w:rsidRPr="00654E14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здорового образа жизни</w:t>
            </w:r>
          </w:p>
        </w:tc>
        <w:tc>
          <w:tcPr>
            <w:tcW w:w="2360" w:type="dxa"/>
          </w:tcPr>
          <w:p w:rsidR="00E73E9E" w:rsidRDefault="00E73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обучающихся в муниципальных общеобразовательных учреждениях, занимающихся по дополнительным общеобразовательным (общеразвивающим) программам эколого-биологической, туристско-краеведческой и спортивно-оздоровительной направленности, в общей численности обучающихся в муниципальных общеобразовательных учреждениях</w:t>
            </w:r>
          </w:p>
        </w:tc>
        <w:tc>
          <w:tcPr>
            <w:tcW w:w="1222" w:type="dxa"/>
          </w:tcPr>
          <w:p w:rsidR="00E73E9E" w:rsidRDefault="00E73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Default="00E73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050" w:type="dxa"/>
          </w:tcPr>
          <w:p w:rsidR="00E73E9E" w:rsidRDefault="00E73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120" w:type="dxa"/>
          </w:tcPr>
          <w:p w:rsidR="00E73E9E" w:rsidRDefault="00E73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051" w:type="dxa"/>
          </w:tcPr>
          <w:p w:rsidR="00E73E9E" w:rsidRDefault="00E73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120" w:type="dxa"/>
          </w:tcPr>
          <w:p w:rsidR="00E73E9E" w:rsidRDefault="00E73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120" w:type="dxa"/>
          </w:tcPr>
          <w:p w:rsidR="00E73E9E" w:rsidRDefault="00E73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1.6.3</w:t>
            </w:r>
          </w:p>
        </w:tc>
        <w:tc>
          <w:tcPr>
            <w:tcW w:w="4137" w:type="dxa"/>
          </w:tcPr>
          <w:p w:rsidR="00E73E9E" w:rsidRPr="009B030C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30C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2360" w:type="dxa"/>
          </w:tcPr>
          <w:p w:rsidR="00E73E9E" w:rsidRPr="00654E14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проектов в каникулярное время</w:t>
            </w:r>
          </w:p>
        </w:tc>
        <w:tc>
          <w:tcPr>
            <w:tcW w:w="1222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E73E9E" w:rsidRPr="00945377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E73E9E" w:rsidRPr="00945377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" w:type="dxa"/>
          </w:tcPr>
          <w:p w:rsidR="00E73E9E" w:rsidRPr="00945377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497" w:type="dxa"/>
            <w:gridSpan w:val="2"/>
          </w:tcPr>
          <w:p w:rsidR="00E73E9E" w:rsidRPr="00B91BC9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Удовлетворенность населения качеством образовательных услуг</w:t>
            </w:r>
          </w:p>
        </w:tc>
        <w:tc>
          <w:tcPr>
            <w:tcW w:w="1222" w:type="dxa"/>
          </w:tcPr>
          <w:p w:rsidR="00E73E9E" w:rsidRPr="00B91BC9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E73E9E" w:rsidRPr="00B91BC9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050" w:type="dxa"/>
          </w:tcPr>
          <w:p w:rsidR="00E73E9E" w:rsidRPr="00B91BC9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87,5</w:t>
            </w:r>
          </w:p>
        </w:tc>
        <w:tc>
          <w:tcPr>
            <w:tcW w:w="1120" w:type="dxa"/>
          </w:tcPr>
          <w:p w:rsidR="00E73E9E" w:rsidRPr="00B91BC9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1051" w:type="dxa"/>
          </w:tcPr>
          <w:p w:rsidR="00E73E9E" w:rsidRPr="00B91BC9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120" w:type="dxa"/>
          </w:tcPr>
          <w:p w:rsidR="00E73E9E" w:rsidRPr="00B91BC9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  <w:tc>
          <w:tcPr>
            <w:tcW w:w="1120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BC9"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</w:p>
        </w:tc>
      </w:tr>
      <w:tr w:rsidR="00E73E9E" w:rsidRPr="00797386">
        <w:trPr>
          <w:cantSplit/>
          <w:trHeight w:val="275"/>
          <w:jc w:val="center"/>
        </w:trPr>
        <w:tc>
          <w:tcPr>
            <w:tcW w:w="1113" w:type="dxa"/>
          </w:tcPr>
          <w:p w:rsidR="00E73E9E" w:rsidRPr="00682239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1.7.1</w:t>
            </w:r>
          </w:p>
        </w:tc>
        <w:tc>
          <w:tcPr>
            <w:tcW w:w="4137" w:type="dxa"/>
          </w:tcPr>
          <w:p w:rsidR="00E73E9E" w:rsidRPr="000F75B2" w:rsidRDefault="00E73E9E" w:rsidP="00937E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2360" w:type="dxa"/>
          </w:tcPr>
          <w:p w:rsidR="00E73E9E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Удельный вес выпускников </w:t>
            </w:r>
          </w:p>
          <w:p w:rsidR="00E73E9E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9-х классов, </w:t>
            </w:r>
          </w:p>
          <w:p w:rsidR="00E73E9E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не получивших аттестаты об основном общем образовании, </w:t>
            </w:r>
          </w:p>
          <w:p w:rsidR="00E73E9E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в общем количестве выпускников</w:t>
            </w:r>
          </w:p>
          <w:p w:rsidR="00E73E9E" w:rsidRPr="000F75B2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9-х классов</w:t>
            </w:r>
          </w:p>
        </w:tc>
        <w:tc>
          <w:tcPr>
            <w:tcW w:w="1222" w:type="dxa"/>
          </w:tcPr>
          <w:p w:rsidR="00E73E9E" w:rsidRPr="00945377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  <w:tcBorders>
              <w:bottom w:val="nil"/>
            </w:tcBorders>
          </w:tcPr>
          <w:p w:rsidR="00E73E9E" w:rsidRPr="00945377" w:rsidRDefault="00E73E9E" w:rsidP="00937EF9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050" w:type="dxa"/>
            <w:tcBorders>
              <w:bottom w:val="nil"/>
            </w:tcBorders>
          </w:tcPr>
          <w:p w:rsidR="00E73E9E" w:rsidRPr="00B577CF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68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0" w:type="dxa"/>
            <w:tcBorders>
              <w:bottom w:val="nil"/>
            </w:tcBorders>
          </w:tcPr>
          <w:p w:rsidR="00E73E9E" w:rsidRPr="00B577CF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051" w:type="dxa"/>
            <w:tcBorders>
              <w:bottom w:val="nil"/>
            </w:tcBorders>
          </w:tcPr>
          <w:p w:rsidR="00E73E9E" w:rsidRPr="00B577CF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  <w:tcBorders>
              <w:bottom w:val="nil"/>
            </w:tcBorders>
          </w:tcPr>
          <w:p w:rsidR="00E73E9E" w:rsidRPr="00B577CF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120" w:type="dxa"/>
            <w:tcBorders>
              <w:bottom w:val="nil"/>
            </w:tcBorders>
          </w:tcPr>
          <w:p w:rsidR="00E73E9E" w:rsidRPr="00B577CF" w:rsidRDefault="00E73E9E" w:rsidP="0093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E73E9E" w:rsidRPr="00797386">
        <w:trPr>
          <w:cantSplit/>
          <w:trHeight w:val="275"/>
          <w:jc w:val="center"/>
        </w:trPr>
        <w:tc>
          <w:tcPr>
            <w:tcW w:w="1113" w:type="dxa"/>
            <w:vMerge w:val="restart"/>
          </w:tcPr>
          <w:p w:rsidR="00E73E9E" w:rsidRPr="00682239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1.7.2</w:t>
            </w:r>
          </w:p>
        </w:tc>
        <w:tc>
          <w:tcPr>
            <w:tcW w:w="4137" w:type="dxa"/>
            <w:vMerge w:val="restart"/>
          </w:tcPr>
          <w:p w:rsidR="00E73E9E" w:rsidRPr="000F75B2" w:rsidRDefault="00E73E9E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2360" w:type="dxa"/>
          </w:tcPr>
          <w:p w:rsidR="00E73E9E" w:rsidRPr="008B5B39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балл ЕГЭ:</w:t>
            </w:r>
          </w:p>
        </w:tc>
        <w:tc>
          <w:tcPr>
            <w:tcW w:w="1222" w:type="dxa"/>
            <w:vMerge w:val="restart"/>
          </w:tcPr>
          <w:p w:rsidR="00E73E9E" w:rsidRPr="00945377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050" w:type="dxa"/>
            <w:tcBorders>
              <w:bottom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bottom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bottom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trHeight w:val="275"/>
          <w:jc w:val="center"/>
        </w:trPr>
        <w:tc>
          <w:tcPr>
            <w:tcW w:w="1113" w:type="dxa"/>
            <w:vMerge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E73E9E" w:rsidRPr="000F75B2" w:rsidRDefault="00E73E9E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математике</w:t>
            </w:r>
          </w:p>
        </w:tc>
        <w:tc>
          <w:tcPr>
            <w:tcW w:w="1222" w:type="dxa"/>
            <w:vMerge/>
          </w:tcPr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50" w:type="dxa"/>
            <w:tcBorders>
              <w:top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20" w:type="dxa"/>
            <w:tcBorders>
              <w:top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051" w:type="dxa"/>
            <w:tcBorders>
              <w:top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20" w:type="dxa"/>
            <w:tcBorders>
              <w:top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120" w:type="dxa"/>
            <w:tcBorders>
              <w:top w:val="nil"/>
            </w:tcBorders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</w:tr>
      <w:tr w:rsidR="00E73E9E" w:rsidRPr="00797386">
        <w:trPr>
          <w:cantSplit/>
          <w:trHeight w:val="275"/>
          <w:jc w:val="center"/>
        </w:trPr>
        <w:tc>
          <w:tcPr>
            <w:tcW w:w="1113" w:type="dxa"/>
            <w:vMerge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E73E9E" w:rsidRPr="000F75B2" w:rsidRDefault="00E73E9E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русскому языку</w:t>
            </w:r>
          </w:p>
        </w:tc>
        <w:tc>
          <w:tcPr>
            <w:tcW w:w="1222" w:type="dxa"/>
            <w:vMerge/>
          </w:tcPr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1050" w:type="dxa"/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120" w:type="dxa"/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051" w:type="dxa"/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120" w:type="dxa"/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120" w:type="dxa"/>
          </w:tcPr>
          <w:p w:rsidR="00E73E9E" w:rsidRPr="00B577C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1.7.3</w:t>
            </w:r>
          </w:p>
        </w:tc>
        <w:tc>
          <w:tcPr>
            <w:tcW w:w="4137" w:type="dxa"/>
          </w:tcPr>
          <w:p w:rsidR="00E73E9E" w:rsidRPr="000F75B2" w:rsidRDefault="00E73E9E" w:rsidP="002546E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образовательных достижений обучающихся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360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Доля обучающихся, прошедших внешнюю экспертизу уровня освоения </w:t>
            </w:r>
            <w:r>
              <w:rPr>
                <w:rFonts w:ascii="Times New Roman" w:hAnsi="Times New Roman" w:cs="Times New Roman"/>
                <w:color w:val="000000"/>
              </w:rPr>
              <w:t>ФГОС</w:t>
            </w:r>
          </w:p>
          <w:p w:rsidR="00E73E9E" w:rsidRPr="000F75B2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по различным </w:t>
            </w:r>
            <w:r>
              <w:rPr>
                <w:rFonts w:ascii="Times New Roman" w:hAnsi="Times New Roman" w:cs="Times New Roman"/>
                <w:color w:val="000000"/>
              </w:rPr>
              <w:t>уровням</w:t>
            </w:r>
            <w:r w:rsidRPr="000F75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общего </w:t>
            </w:r>
            <w:r w:rsidRPr="000F75B2">
              <w:rPr>
                <w:rFonts w:ascii="Times New Roman" w:hAnsi="Times New Roman" w:cs="Times New Roman"/>
                <w:color w:val="000000"/>
              </w:rPr>
              <w:t>образования</w:t>
            </w:r>
          </w:p>
        </w:tc>
        <w:tc>
          <w:tcPr>
            <w:tcW w:w="1222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945377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050" w:type="dxa"/>
          </w:tcPr>
          <w:p w:rsidR="00E73E9E" w:rsidRPr="00945377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Pr="00945377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1.7.4</w:t>
            </w:r>
          </w:p>
        </w:tc>
        <w:tc>
          <w:tcPr>
            <w:tcW w:w="4137" w:type="dxa"/>
          </w:tcPr>
          <w:p w:rsidR="00E73E9E" w:rsidRPr="008939DF" w:rsidRDefault="00E73E9E" w:rsidP="002546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DF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2360" w:type="dxa"/>
          </w:tcPr>
          <w:p w:rsidR="00E73E9E" w:rsidRPr="008939D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информационно-аналитических материалов, методических рекомендаций</w:t>
            </w:r>
          </w:p>
        </w:tc>
        <w:tc>
          <w:tcPr>
            <w:tcW w:w="1222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1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137" w:type="dxa"/>
          </w:tcPr>
          <w:p w:rsidR="00E73E9E" w:rsidRPr="008939DF" w:rsidRDefault="00E73E9E" w:rsidP="002546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уплаты земельного налога по учреждениям образования</w:t>
            </w:r>
          </w:p>
        </w:tc>
        <w:tc>
          <w:tcPr>
            <w:tcW w:w="2360" w:type="dxa"/>
          </w:tcPr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1222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050" w:type="dxa"/>
          </w:tcPr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  <w:tc>
          <w:tcPr>
            <w:tcW w:w="1050" w:type="dxa"/>
          </w:tcPr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</w:tr>
      <w:tr w:rsidR="00E73E9E" w:rsidRPr="00797386">
        <w:trPr>
          <w:cantSplit/>
          <w:jc w:val="center"/>
        </w:trPr>
        <w:tc>
          <w:tcPr>
            <w:tcW w:w="15343" w:type="dxa"/>
            <w:gridSpan w:val="10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Совершенствование</w:t>
            </w:r>
            <w:r w:rsidRPr="001D3169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выявления, развития и адресной поддержки одаренных детей в различных областях деятельности</w:t>
            </w:r>
          </w:p>
        </w:tc>
      </w:tr>
      <w:tr w:rsidR="00E73E9E">
        <w:trPr>
          <w:cantSplit/>
          <w:jc w:val="center"/>
        </w:trPr>
        <w:tc>
          <w:tcPr>
            <w:tcW w:w="1113" w:type="dxa"/>
          </w:tcPr>
          <w:p w:rsidR="00E73E9E" w:rsidRDefault="00E73E9E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497" w:type="dxa"/>
            <w:gridSpan w:val="2"/>
          </w:tcPr>
          <w:p w:rsidR="00E73E9E" w:rsidRPr="00682239" w:rsidRDefault="00E73E9E" w:rsidP="00937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и учащихся муниципальных образовательных учреждений, достигших значительных результатов в различных направлениях деятельности</w:t>
            </w:r>
          </w:p>
        </w:tc>
        <w:tc>
          <w:tcPr>
            <w:tcW w:w="1222" w:type="dxa"/>
          </w:tcPr>
          <w:p w:rsidR="00E73E9E" w:rsidRPr="00797386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050" w:type="dxa"/>
          </w:tcPr>
          <w:p w:rsidR="00E73E9E" w:rsidRPr="00797386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50" w:type="dxa"/>
          </w:tcPr>
          <w:p w:rsidR="00E73E9E" w:rsidRPr="00797386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20" w:type="dxa"/>
          </w:tcPr>
          <w:p w:rsidR="00E73E9E" w:rsidRPr="00797386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51" w:type="dxa"/>
          </w:tcPr>
          <w:p w:rsidR="00E73E9E" w:rsidRPr="00797386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20" w:type="dxa"/>
          </w:tcPr>
          <w:p w:rsidR="00E73E9E" w:rsidRPr="00797386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20" w:type="dxa"/>
          </w:tcPr>
          <w:p w:rsidR="00E73E9E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E73E9E" w:rsidRPr="004A208D">
        <w:trPr>
          <w:cantSplit/>
          <w:jc w:val="center"/>
        </w:trPr>
        <w:tc>
          <w:tcPr>
            <w:tcW w:w="1113" w:type="dxa"/>
          </w:tcPr>
          <w:p w:rsidR="00E73E9E" w:rsidRDefault="00E73E9E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137" w:type="dxa"/>
          </w:tcPr>
          <w:p w:rsidR="00E73E9E" w:rsidRPr="00ED0263" w:rsidRDefault="00E73E9E" w:rsidP="00937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города Калининграда </w:t>
            </w: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за особые достижения в сфере образования</w:t>
            </w:r>
          </w:p>
        </w:tc>
        <w:tc>
          <w:tcPr>
            <w:tcW w:w="2360" w:type="dxa"/>
          </w:tcPr>
          <w:p w:rsidR="00E73E9E" w:rsidRPr="00ED0263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>образовательных учреждений,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22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20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1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20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20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73E9E" w:rsidRPr="004A208D">
        <w:trPr>
          <w:cantSplit/>
          <w:jc w:val="center"/>
        </w:trPr>
        <w:tc>
          <w:tcPr>
            <w:tcW w:w="1113" w:type="dxa"/>
          </w:tcPr>
          <w:p w:rsidR="00E73E9E" w:rsidRDefault="00E73E9E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137" w:type="dxa"/>
          </w:tcPr>
          <w:p w:rsidR="00E73E9E" w:rsidRPr="00ED0263" w:rsidRDefault="00E73E9E" w:rsidP="00937E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  <w:tc>
          <w:tcPr>
            <w:tcW w:w="2360" w:type="dxa"/>
          </w:tcPr>
          <w:p w:rsidR="00E73E9E" w:rsidRPr="00797386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 xml:space="preserve">образовательных учреждений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ED0263">
              <w:rPr>
                <w:rFonts w:ascii="Times New Roman" w:hAnsi="Times New Roman" w:cs="Times New Roman"/>
              </w:rPr>
              <w:t xml:space="preserve">воспитанников  </w:t>
            </w:r>
            <w:r w:rsidRPr="000B242E">
              <w:rPr>
                <w:rFonts w:ascii="Times New Roman" w:hAnsi="Times New Roman" w:cs="Times New Roman"/>
              </w:rPr>
              <w:t>муниципальных учреждений дополнительного образования детей творческой направленности</w:t>
            </w:r>
            <w:r w:rsidRPr="00ED0263">
              <w:rPr>
                <w:rFonts w:ascii="Times New Roman" w:hAnsi="Times New Roman" w:cs="Times New Roman"/>
              </w:rPr>
              <w:t>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22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050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0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1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20" w:type="dxa"/>
          </w:tcPr>
          <w:p w:rsidR="00E73E9E" w:rsidRPr="004A208D" w:rsidRDefault="00E73E9E" w:rsidP="00937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497" w:type="dxa"/>
            <w:gridSpan w:val="2"/>
          </w:tcPr>
          <w:p w:rsidR="00E73E9E" w:rsidRPr="00797386" w:rsidRDefault="00E73E9E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воспитанников и учащихся муниципальных образовательных учреждений, участвующих в конкурсах, соревнованиях и олимпиадах, от общего количества воспитанников и учащихся МОУ</w:t>
            </w:r>
          </w:p>
        </w:tc>
        <w:tc>
          <w:tcPr>
            <w:tcW w:w="1222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63,5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63,7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64,0</w:t>
            </w:r>
          </w:p>
        </w:tc>
        <w:tc>
          <w:tcPr>
            <w:tcW w:w="1051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682239" w:rsidRDefault="00E73E9E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4137" w:type="dxa"/>
          </w:tcPr>
          <w:p w:rsidR="00E73E9E" w:rsidRPr="00725EC7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конференций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угих мероприятий</w:t>
            </w:r>
          </w:p>
        </w:tc>
        <w:tc>
          <w:tcPr>
            <w:tcW w:w="2360" w:type="dxa"/>
          </w:tcPr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</w:t>
            </w:r>
          </w:p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щихся </w:t>
            </w:r>
          </w:p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общего образования, участвующих </w:t>
            </w:r>
          </w:p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олимпиадах 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и конкурсах различного уровня, в общей численности обучающихся </w:t>
            </w:r>
          </w:p>
          <w:p w:rsidR="00E73E9E" w:rsidRPr="007A4A5F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>по программам общего образования</w:t>
            </w:r>
          </w:p>
        </w:tc>
        <w:tc>
          <w:tcPr>
            <w:tcW w:w="1222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56,0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57,0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58,0</w:t>
            </w:r>
          </w:p>
        </w:tc>
        <w:tc>
          <w:tcPr>
            <w:tcW w:w="1051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59,0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59,0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59,0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682239" w:rsidRDefault="00E73E9E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4137" w:type="dxa"/>
          </w:tcPr>
          <w:p w:rsidR="00E73E9E" w:rsidRPr="00725EC7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для одаренных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профильных и иных, в том числе выездных, лагерей для одаренных детей</w:t>
            </w:r>
          </w:p>
        </w:tc>
        <w:tc>
          <w:tcPr>
            <w:tcW w:w="2360" w:type="dxa"/>
          </w:tcPr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щихся образовательных учреждений, участвующих </w:t>
            </w:r>
          </w:p>
          <w:p w:rsidR="00E73E9E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работе научных и творческих лагерей и школ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детей </w:t>
            </w:r>
          </w:p>
          <w:p w:rsidR="00E73E9E" w:rsidRPr="00725EC7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>с особыми образовательными потребностями</w:t>
            </w:r>
          </w:p>
        </w:tc>
        <w:tc>
          <w:tcPr>
            <w:tcW w:w="1222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051" w:type="dxa"/>
          </w:tcPr>
          <w:p w:rsidR="00E73E9E" w:rsidRPr="004A208D" w:rsidRDefault="00E73E9E" w:rsidP="002546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7309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4137" w:type="dxa"/>
          </w:tcPr>
          <w:p w:rsidR="00E73E9E" w:rsidRPr="00A206E6" w:rsidRDefault="00E73E9E" w:rsidP="002546E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воспитанников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щихся во всероссийских и международных конференциях, форумах, слетах и других проектах </w:t>
            </w:r>
          </w:p>
        </w:tc>
        <w:tc>
          <w:tcPr>
            <w:tcW w:w="2360" w:type="dxa"/>
          </w:tcPr>
          <w:p w:rsidR="00E73E9E" w:rsidRPr="002913B4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Доля </w:t>
            </w:r>
            <w:r w:rsidRPr="0086687F">
              <w:rPr>
                <w:rFonts w:ascii="Times New Roman" w:hAnsi="Times New Roman" w:cs="Times New Roman"/>
              </w:rPr>
              <w:t xml:space="preserve">воспитанников и </w:t>
            </w:r>
            <w:r>
              <w:rPr>
                <w:rFonts w:ascii="Times New Roman" w:hAnsi="Times New Roman" w:cs="Times New Roman"/>
              </w:rPr>
              <w:t>уча</w:t>
            </w:r>
            <w:r w:rsidRPr="0086687F">
              <w:rPr>
                <w:rFonts w:ascii="Times New Roman" w:hAnsi="Times New Roman" w:cs="Times New Roman"/>
              </w:rPr>
              <w:t xml:space="preserve">щихся </w:t>
            </w:r>
            <w:r w:rsidRPr="00725EC7">
              <w:rPr>
                <w:rFonts w:ascii="Times New Roman" w:hAnsi="Times New Roman" w:cs="Times New Roman"/>
              </w:rPr>
              <w:t>образовательных учреждений, участвующих в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0F75B2">
              <w:rPr>
                <w:rFonts w:ascii="Times New Roman" w:hAnsi="Times New Roman" w:cs="Times New Roman"/>
              </w:rPr>
              <w:t xml:space="preserve">всероссийских и международных конференциях, форумах, слетах </w:t>
            </w:r>
            <w:r>
              <w:rPr>
                <w:rFonts w:ascii="Times New Roman" w:hAnsi="Times New Roman" w:cs="Times New Roman"/>
              </w:rPr>
              <w:t>и других</w:t>
            </w:r>
            <w:r w:rsidRPr="000F75B2">
              <w:rPr>
                <w:rFonts w:ascii="Times New Roman" w:hAnsi="Times New Roman" w:cs="Times New Roman"/>
              </w:rPr>
              <w:t xml:space="preserve"> проектах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2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051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E73E9E" w:rsidRPr="00797386">
        <w:trPr>
          <w:cantSplit/>
          <w:jc w:val="center"/>
        </w:trPr>
        <w:tc>
          <w:tcPr>
            <w:tcW w:w="15343" w:type="dxa"/>
            <w:gridSpan w:val="10"/>
          </w:tcPr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Р</w:t>
            </w:r>
            <w:r w:rsidRPr="000769E0">
              <w:rPr>
                <w:rFonts w:ascii="Times New Roman" w:hAnsi="Times New Roman" w:cs="Times New Roman"/>
                <w:sz w:val="28"/>
                <w:szCs w:val="28"/>
              </w:rPr>
              <w:t>азвитие кадрового потенциала отрасли в соответствии с обновлением содержания образования и технологий управления на основе модульного и персонифицированного подхода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497" w:type="dxa"/>
            <w:gridSpan w:val="2"/>
          </w:tcPr>
          <w:p w:rsidR="00E73E9E" w:rsidRPr="009B18DB" w:rsidRDefault="00E73E9E" w:rsidP="00A05CE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3C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Удельный вес руковод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ящих и педагогических работников муниципальных образовательных </w:t>
            </w:r>
            <w:r w:rsidRPr="00853C0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учреждений,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прошедших </w:t>
            </w:r>
            <w:r w:rsidRPr="00A05C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профессиональную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переподготовку или </w:t>
            </w:r>
            <w:r w:rsidRPr="00A05C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повышение квалификации</w:t>
            </w:r>
          </w:p>
        </w:tc>
        <w:tc>
          <w:tcPr>
            <w:tcW w:w="1222" w:type="dxa"/>
          </w:tcPr>
          <w:p w:rsidR="00E73E9E" w:rsidRPr="00797386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E73E9E" w:rsidRPr="00797386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</w:tc>
        <w:tc>
          <w:tcPr>
            <w:tcW w:w="1050" w:type="dxa"/>
          </w:tcPr>
          <w:p w:rsidR="00E73E9E" w:rsidRPr="00797386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69,4</w:t>
            </w:r>
          </w:p>
        </w:tc>
        <w:tc>
          <w:tcPr>
            <w:tcW w:w="1120" w:type="dxa"/>
          </w:tcPr>
          <w:p w:rsidR="00E73E9E" w:rsidRPr="00797386" w:rsidRDefault="00E73E9E" w:rsidP="00A05C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  <w:tc>
          <w:tcPr>
            <w:tcW w:w="1051" w:type="dxa"/>
          </w:tcPr>
          <w:p w:rsidR="00E73E9E" w:rsidRPr="00797386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86,6</w:t>
            </w:r>
          </w:p>
        </w:tc>
        <w:tc>
          <w:tcPr>
            <w:tcW w:w="1120" w:type="dxa"/>
          </w:tcPr>
          <w:p w:rsidR="00E73E9E" w:rsidRPr="00797386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86,8</w:t>
            </w:r>
          </w:p>
        </w:tc>
        <w:tc>
          <w:tcPr>
            <w:tcW w:w="1120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86,8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682239" w:rsidRDefault="00E73E9E" w:rsidP="00D350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4137" w:type="dxa"/>
          </w:tcPr>
          <w:p w:rsidR="00E73E9E" w:rsidRPr="00F730E3" w:rsidRDefault="00E73E9E" w:rsidP="008256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сопровождение мероприятий комитета по образованию и подведомственных учреждений,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педагогических кадров</w:t>
            </w:r>
          </w:p>
        </w:tc>
        <w:tc>
          <w:tcPr>
            <w:tcW w:w="2360" w:type="dxa"/>
          </w:tcPr>
          <w:p w:rsidR="00E73E9E" w:rsidRPr="00F730E3" w:rsidRDefault="00E73E9E" w:rsidP="00682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22" w:type="dxa"/>
          </w:tcPr>
          <w:p w:rsidR="00E73E9E" w:rsidRPr="004A208D" w:rsidRDefault="00E73E9E" w:rsidP="001B4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0" w:type="dxa"/>
          </w:tcPr>
          <w:p w:rsidR="00E73E9E" w:rsidRPr="004A208D" w:rsidRDefault="00E73E9E" w:rsidP="001B4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0" w:type="dxa"/>
          </w:tcPr>
          <w:p w:rsidR="00E73E9E" w:rsidRPr="004A208D" w:rsidRDefault="00E73E9E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1120" w:type="dxa"/>
          </w:tcPr>
          <w:p w:rsidR="00E73E9E" w:rsidRPr="004A208D" w:rsidRDefault="00E73E9E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1051" w:type="dxa"/>
          </w:tcPr>
          <w:p w:rsidR="00E73E9E" w:rsidRPr="004A208D" w:rsidRDefault="00E73E9E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38</w:t>
            </w:r>
          </w:p>
        </w:tc>
        <w:tc>
          <w:tcPr>
            <w:tcW w:w="1120" w:type="dxa"/>
          </w:tcPr>
          <w:p w:rsidR="00E73E9E" w:rsidRPr="004A208D" w:rsidRDefault="00E73E9E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38</w:t>
            </w:r>
          </w:p>
        </w:tc>
        <w:tc>
          <w:tcPr>
            <w:tcW w:w="1120" w:type="dxa"/>
          </w:tcPr>
          <w:p w:rsidR="00E73E9E" w:rsidRPr="004A208D" w:rsidRDefault="00E73E9E" w:rsidP="001B4A57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38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682239" w:rsidRDefault="00E73E9E" w:rsidP="00D350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4137" w:type="dxa"/>
          </w:tcPr>
          <w:p w:rsidR="00E73E9E" w:rsidRPr="000F75B2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руководящих и 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актуальным 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360" w:type="dxa"/>
          </w:tcPr>
          <w:p w:rsidR="00E73E9E" w:rsidRPr="000F75B2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дошкольных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учреждений, прошедших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последних 3 лет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повы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шение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квалификаци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или профессиональную переподготовку, в общей численности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дошкольных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</w:t>
            </w:r>
          </w:p>
        </w:tc>
        <w:tc>
          <w:tcPr>
            <w:tcW w:w="1222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050" w:type="dxa"/>
          </w:tcPr>
          <w:p w:rsidR="00E73E9E" w:rsidRPr="00D22CF8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E73E9E" w:rsidRPr="004A208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E73E9E" w:rsidRPr="000F75B2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Pr="00912902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прошедших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последних 3 лет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повы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шение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квалификаци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или профессиональную переподготовку, в общей численности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</w:t>
            </w:r>
          </w:p>
        </w:tc>
        <w:tc>
          <w:tcPr>
            <w:tcW w:w="1222" w:type="dxa"/>
          </w:tcPr>
          <w:p w:rsidR="00E73E9E" w:rsidRPr="00AB1B69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AB1B69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050" w:type="dxa"/>
          </w:tcPr>
          <w:p w:rsidR="00E73E9E" w:rsidRPr="00AB1B69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20" w:type="dxa"/>
          </w:tcPr>
          <w:p w:rsidR="00E73E9E" w:rsidRPr="00AB1B69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51" w:type="dxa"/>
          </w:tcPr>
          <w:p w:rsidR="00E73E9E" w:rsidRPr="00AB1B69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0" w:type="dxa"/>
          </w:tcPr>
          <w:p w:rsidR="00E73E9E" w:rsidRPr="00AB1B69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20" w:type="dxa"/>
          </w:tcPr>
          <w:p w:rsidR="00E73E9E" w:rsidRPr="00AB1B69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Pr="00D35031" w:rsidRDefault="00E73E9E" w:rsidP="00D350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4137" w:type="dxa"/>
          </w:tcPr>
          <w:p w:rsidR="00E73E9E" w:rsidRPr="007E5F5C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  <w:tc>
          <w:tcPr>
            <w:tcW w:w="2360" w:type="dxa"/>
          </w:tcPr>
          <w:p w:rsidR="00E73E9E" w:rsidRPr="007E5F5C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Доля педагогических работников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дошкольных образовательных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которым при прохождении аттестации присвоена первая или высшая категория</w:t>
            </w:r>
          </w:p>
        </w:tc>
        <w:tc>
          <w:tcPr>
            <w:tcW w:w="1222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C678D0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050" w:type="dxa"/>
          </w:tcPr>
          <w:p w:rsidR="00E73E9E" w:rsidRPr="00C678D0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1120" w:type="dxa"/>
          </w:tcPr>
          <w:p w:rsidR="00E73E9E" w:rsidRPr="00C678D0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051" w:type="dxa"/>
          </w:tcPr>
          <w:p w:rsidR="00E73E9E" w:rsidRPr="00C678D0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120" w:type="dxa"/>
          </w:tcPr>
          <w:p w:rsidR="00E73E9E" w:rsidRPr="00C678D0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bottom w:val="nil"/>
            </w:tcBorders>
          </w:tcPr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E9E" w:rsidRPr="007E5F5C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Pr="007E5F5C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педагогических 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муниципальных общеобразовательных учреждений</w:t>
            </w:r>
            <w:r w:rsidRPr="00C678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которым при прохождении аттестации присвоена первая или высшая категория</w:t>
            </w:r>
          </w:p>
        </w:tc>
        <w:tc>
          <w:tcPr>
            <w:tcW w:w="1222" w:type="dxa"/>
          </w:tcPr>
          <w:p w:rsidR="00E73E9E" w:rsidRDefault="00E73E9E" w:rsidP="002546E1">
            <w:pPr>
              <w:jc w:val="center"/>
            </w:pPr>
            <w:r w:rsidRPr="00467C3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081672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54,3</w:t>
            </w:r>
          </w:p>
        </w:tc>
        <w:tc>
          <w:tcPr>
            <w:tcW w:w="1050" w:type="dxa"/>
          </w:tcPr>
          <w:p w:rsidR="00E73E9E" w:rsidRPr="00081672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20" w:type="dxa"/>
          </w:tcPr>
          <w:p w:rsidR="00E73E9E" w:rsidRPr="00081672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051" w:type="dxa"/>
          </w:tcPr>
          <w:p w:rsidR="00E73E9E" w:rsidRPr="00081672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</w:tc>
        <w:tc>
          <w:tcPr>
            <w:tcW w:w="1120" w:type="dxa"/>
          </w:tcPr>
          <w:p w:rsidR="00E73E9E" w:rsidRPr="00081672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</w:tcBorders>
          </w:tcPr>
          <w:p w:rsidR="00E73E9E" w:rsidRPr="00C254EB" w:rsidRDefault="00E73E9E" w:rsidP="00C25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Pr="007E5F5C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1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педагогических 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занимающихся по</w:t>
            </w:r>
            <w:r w:rsidRPr="00081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</w:t>
            </w:r>
            <w:r w:rsidRPr="00081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дополнительного образования, которым при прохождении аттестации присвоена первая или высшая категория</w:t>
            </w:r>
          </w:p>
        </w:tc>
        <w:tc>
          <w:tcPr>
            <w:tcW w:w="1222" w:type="dxa"/>
          </w:tcPr>
          <w:p w:rsidR="00E73E9E" w:rsidRDefault="00E73E9E" w:rsidP="002546E1">
            <w:pPr>
              <w:jc w:val="center"/>
            </w:pPr>
            <w:r w:rsidRPr="00467C3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081672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050" w:type="dxa"/>
          </w:tcPr>
          <w:p w:rsidR="00E73E9E" w:rsidRPr="00081672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120" w:type="dxa"/>
          </w:tcPr>
          <w:p w:rsidR="00E73E9E" w:rsidRPr="00081672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051" w:type="dxa"/>
          </w:tcPr>
          <w:p w:rsidR="00E73E9E" w:rsidRPr="00081672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120" w:type="dxa"/>
          </w:tcPr>
          <w:p w:rsidR="00E73E9E" w:rsidRPr="00081672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672"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E73E9E" w:rsidRPr="00D35031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682239"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4137" w:type="dxa"/>
            <w:tcBorders>
              <w:bottom w:val="nil"/>
            </w:tcBorders>
          </w:tcPr>
          <w:p w:rsidR="00E73E9E" w:rsidRPr="007E5F5C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 и 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0" w:type="dxa"/>
          </w:tcPr>
          <w:p w:rsidR="00E73E9E" w:rsidRPr="007E5F5C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</w:t>
            </w:r>
          </w:p>
        </w:tc>
        <w:tc>
          <w:tcPr>
            <w:tcW w:w="1222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C678D0" w:rsidRDefault="00E73E9E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C678D0">
              <w:rPr>
                <w:rStyle w:val="111"/>
                <w:sz w:val="24"/>
                <w:szCs w:val="24"/>
                <w:lang w:eastAsia="en-US"/>
              </w:rPr>
              <w:t>41,4</w:t>
            </w:r>
          </w:p>
          <w:p w:rsidR="00E73E9E" w:rsidRPr="00C678D0" w:rsidRDefault="00E73E9E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050" w:type="dxa"/>
          </w:tcPr>
          <w:p w:rsidR="00E73E9E" w:rsidRPr="00C678D0" w:rsidRDefault="00E73E9E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C678D0">
              <w:rPr>
                <w:rStyle w:val="111"/>
                <w:sz w:val="24"/>
                <w:szCs w:val="24"/>
                <w:lang w:eastAsia="en-US"/>
              </w:rPr>
              <w:t>41,5</w:t>
            </w:r>
          </w:p>
          <w:p w:rsidR="00E73E9E" w:rsidRPr="00C678D0" w:rsidRDefault="00E73E9E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120" w:type="dxa"/>
          </w:tcPr>
          <w:p w:rsidR="00E73E9E" w:rsidRPr="00C678D0" w:rsidRDefault="00E73E9E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C678D0">
              <w:rPr>
                <w:rStyle w:val="111"/>
                <w:sz w:val="24"/>
                <w:szCs w:val="24"/>
                <w:lang w:eastAsia="en-US"/>
              </w:rPr>
              <w:t>41,6</w:t>
            </w:r>
          </w:p>
          <w:p w:rsidR="00E73E9E" w:rsidRPr="00C678D0" w:rsidRDefault="00E73E9E" w:rsidP="002546E1">
            <w:pPr>
              <w:spacing w:line="240" w:lineRule="atLeast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051" w:type="dxa"/>
          </w:tcPr>
          <w:p w:rsidR="00E73E9E" w:rsidRPr="00C678D0" w:rsidRDefault="00E73E9E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C678D0">
              <w:rPr>
                <w:rStyle w:val="111"/>
                <w:sz w:val="24"/>
                <w:szCs w:val="24"/>
                <w:lang w:eastAsia="en-US"/>
              </w:rPr>
              <w:t>41,7</w:t>
            </w:r>
          </w:p>
          <w:p w:rsidR="00E73E9E" w:rsidRPr="00C678D0" w:rsidRDefault="00E73E9E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120" w:type="dxa"/>
          </w:tcPr>
          <w:p w:rsidR="00E73E9E" w:rsidRPr="00C678D0" w:rsidRDefault="00E73E9E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C678D0">
              <w:rPr>
                <w:rStyle w:val="111"/>
                <w:sz w:val="24"/>
                <w:szCs w:val="24"/>
                <w:lang w:eastAsia="en-US"/>
              </w:rPr>
              <w:t>41,8</w:t>
            </w:r>
          </w:p>
          <w:p w:rsidR="00E73E9E" w:rsidRPr="00C678D0" w:rsidRDefault="00E73E9E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</w:p>
        </w:tc>
        <w:tc>
          <w:tcPr>
            <w:tcW w:w="1120" w:type="dxa"/>
          </w:tcPr>
          <w:p w:rsidR="00E73E9E" w:rsidRPr="00C678D0" w:rsidRDefault="00E73E9E" w:rsidP="002546E1">
            <w:pPr>
              <w:spacing w:line="240" w:lineRule="atLeast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C678D0">
              <w:rPr>
                <w:rStyle w:val="111"/>
                <w:sz w:val="24"/>
                <w:szCs w:val="24"/>
                <w:lang w:eastAsia="en-US"/>
              </w:rPr>
              <w:t>41,8</w:t>
            </w:r>
          </w:p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</w:tcBorders>
          </w:tcPr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Pr="007E5F5C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8D0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учителей в возрасте до 35 лет в общей численности учителей общеобразовательных организаций</w:t>
            </w:r>
          </w:p>
        </w:tc>
        <w:tc>
          <w:tcPr>
            <w:tcW w:w="1222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C678D0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050" w:type="dxa"/>
          </w:tcPr>
          <w:p w:rsidR="00E73E9E" w:rsidRPr="00C678D0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120" w:type="dxa"/>
          </w:tcPr>
          <w:p w:rsidR="00E73E9E" w:rsidRPr="00C678D0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51" w:type="dxa"/>
          </w:tcPr>
          <w:p w:rsidR="00E73E9E" w:rsidRPr="00C678D0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0" w:type="dxa"/>
          </w:tcPr>
          <w:p w:rsidR="00E73E9E" w:rsidRPr="00C678D0" w:rsidRDefault="00E73E9E" w:rsidP="00254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8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0" w:type="dxa"/>
          </w:tcPr>
          <w:p w:rsidR="00E73E9E" w:rsidRPr="00C678D0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E73E9E" w:rsidRPr="00797386">
        <w:trPr>
          <w:cantSplit/>
          <w:jc w:val="center"/>
        </w:trPr>
        <w:tc>
          <w:tcPr>
            <w:tcW w:w="15343" w:type="dxa"/>
            <w:gridSpan w:val="10"/>
          </w:tcPr>
          <w:p w:rsidR="00E73E9E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Развитие сети учреждений образования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комплексной безопасности зданий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подведомственных учреждений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(противопожарной, санитарно-эпидемиологической, антитеррористической и т.д.) в соответствии с действующим законодательством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497" w:type="dxa"/>
            <w:gridSpan w:val="2"/>
          </w:tcPr>
          <w:p w:rsidR="00E73E9E" w:rsidRPr="009F2BC8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>Удельный вес подведомственных учреждений, отвечающих требованиям комплексной безопасности (противопожарной, санитарно-эпидемиологической, антитеррористической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</w:t>
            </w: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образовательного процесса в соответствии с требованиями действующего законодательства</w:t>
            </w:r>
          </w:p>
        </w:tc>
        <w:tc>
          <w:tcPr>
            <w:tcW w:w="1222" w:type="dxa"/>
          </w:tcPr>
          <w:p w:rsidR="00E73E9E" w:rsidRPr="009F2BC8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9F2BC8" w:rsidRDefault="00E73E9E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050" w:type="dxa"/>
          </w:tcPr>
          <w:p w:rsidR="00E73E9E" w:rsidRPr="009F2BC8" w:rsidRDefault="00E73E9E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120" w:type="dxa"/>
          </w:tcPr>
          <w:p w:rsidR="00E73E9E" w:rsidRPr="009F2BC8" w:rsidRDefault="00E73E9E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051" w:type="dxa"/>
          </w:tcPr>
          <w:p w:rsidR="00E73E9E" w:rsidRPr="009F2BC8" w:rsidRDefault="00E73E9E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E73E9E" w:rsidRPr="00D71303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4137" w:type="dxa"/>
            <w:vMerge w:val="restart"/>
          </w:tcPr>
          <w:p w:rsidR="00E73E9E" w:rsidRPr="00F730E3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комплексной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в муниципальных учреждениях образования и загородных оздоровительных центрах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60" w:type="dxa"/>
          </w:tcPr>
          <w:p w:rsidR="00E73E9E" w:rsidRPr="00312A86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FD">
              <w:rPr>
                <w:rFonts w:ascii="Times New Roman" w:hAnsi="Times New Roman" w:cs="Times New Roman"/>
                <w:sz w:val="20"/>
                <w:szCs w:val="20"/>
              </w:rPr>
              <w:t>Доля подведомственных учреждений, обеспечивших проведение профилактических мероприятий</w:t>
            </w:r>
          </w:p>
        </w:tc>
        <w:tc>
          <w:tcPr>
            <w:tcW w:w="1222" w:type="dxa"/>
          </w:tcPr>
          <w:p w:rsidR="00E73E9E" w:rsidRPr="004A208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</w:tcPr>
          <w:p w:rsidR="00E73E9E" w:rsidRDefault="00E73E9E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Default="00E73E9E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1" w:type="dxa"/>
          </w:tcPr>
          <w:p w:rsidR="00E73E9E" w:rsidRDefault="00E73E9E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Default="00E73E9E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0" w:type="dxa"/>
          </w:tcPr>
          <w:p w:rsidR="00E73E9E" w:rsidRDefault="00E73E9E" w:rsidP="00C800FD">
            <w:pPr>
              <w:jc w:val="center"/>
            </w:pPr>
            <w:r w:rsidRPr="00D26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  <w:vMerge/>
          </w:tcPr>
          <w:p w:rsidR="00E73E9E" w:rsidRPr="00F730E3" w:rsidRDefault="00E73E9E" w:rsidP="002546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</w:tcPr>
          <w:p w:rsidR="00E73E9E" w:rsidRPr="00D71303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0FD">
              <w:rPr>
                <w:rFonts w:ascii="Times New Roman" w:hAnsi="Times New Roman" w:cs="Times New Roman"/>
                <w:sz w:val="20"/>
                <w:szCs w:val="20"/>
              </w:rPr>
              <w:t>Доля выполненных предписаний надзорных органов (Госпожнадзора, Роспотребнадзора, межрайонного отдела вневедомственной охраны управления вневедомственной охраны при УВД по Калининградской области и др.) в подведомственных учреждениях</w:t>
            </w:r>
          </w:p>
        </w:tc>
        <w:tc>
          <w:tcPr>
            <w:tcW w:w="1222" w:type="dxa"/>
          </w:tcPr>
          <w:p w:rsidR="00E73E9E" w:rsidRPr="004A208D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9F2BC8" w:rsidRDefault="00E73E9E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050" w:type="dxa"/>
          </w:tcPr>
          <w:p w:rsidR="00E73E9E" w:rsidRPr="009F2BC8" w:rsidRDefault="00E73E9E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120" w:type="dxa"/>
          </w:tcPr>
          <w:p w:rsidR="00E73E9E" w:rsidRPr="009F2BC8" w:rsidRDefault="00E73E9E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051" w:type="dxa"/>
          </w:tcPr>
          <w:p w:rsidR="00E73E9E" w:rsidRPr="009F2BC8" w:rsidRDefault="00E73E9E" w:rsidP="00C101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E73E9E" w:rsidRPr="004A208D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20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4137" w:type="dxa"/>
          </w:tcPr>
          <w:p w:rsidR="00E73E9E" w:rsidRPr="00F730E3" w:rsidRDefault="00E73E9E" w:rsidP="002546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оздоровительных </w:t>
            </w:r>
            <w:r w:rsidRPr="00176042">
              <w:rPr>
                <w:rFonts w:ascii="Times New Roman" w:hAnsi="Times New Roman" w:cs="Times New Roman"/>
                <w:sz w:val="24"/>
                <w:szCs w:val="24"/>
              </w:rPr>
              <w:t>центров (в т.ч. изготовление и проверка проектной и рабочей документации и осуществление строительного контроля)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360" w:type="dxa"/>
          </w:tcPr>
          <w:p w:rsidR="00E73E9E" w:rsidRPr="00D71303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4E3">
              <w:rPr>
                <w:rFonts w:ascii="Times New Roman" w:hAnsi="Times New Roman" w:cs="Times New Roman"/>
                <w:sz w:val="20"/>
                <w:szCs w:val="20"/>
              </w:rPr>
              <w:t>Удельный вес 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222" w:type="dxa"/>
          </w:tcPr>
          <w:p w:rsidR="00E73E9E" w:rsidRPr="00DA0C56" w:rsidRDefault="00E73E9E" w:rsidP="002546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C5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050" w:type="dxa"/>
          </w:tcPr>
          <w:p w:rsidR="00E73E9E" w:rsidRPr="004A208D" w:rsidRDefault="00E73E9E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051" w:type="dxa"/>
          </w:tcPr>
          <w:p w:rsidR="00E73E9E" w:rsidRPr="004A208D" w:rsidRDefault="00E73E9E" w:rsidP="002546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120" w:type="dxa"/>
          </w:tcPr>
          <w:p w:rsidR="00E73E9E" w:rsidRPr="004A208D" w:rsidRDefault="00E73E9E" w:rsidP="002546E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№ 2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№ 7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10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11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14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37" w:type="dxa"/>
          </w:tcPr>
          <w:p w:rsidR="00E73E9E" w:rsidRDefault="00E73E9E" w:rsidP="00C800FD">
            <w:pPr>
              <w:spacing w:after="0" w:line="240" w:lineRule="auto"/>
            </w:pP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37" w:type="dxa"/>
          </w:tcPr>
          <w:p w:rsidR="00E73E9E" w:rsidRDefault="00E73E9E" w:rsidP="00C800FD">
            <w:pPr>
              <w:spacing w:after="0" w:line="240" w:lineRule="auto"/>
            </w:pP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ЦРР </w:t>
            </w: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 xml:space="preserve">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37" w:type="dxa"/>
          </w:tcPr>
          <w:p w:rsidR="00E73E9E" w:rsidRDefault="00E73E9E" w:rsidP="00C800FD">
            <w:pPr>
              <w:spacing w:after="0" w:line="240" w:lineRule="auto"/>
            </w:pP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37" w:type="dxa"/>
          </w:tcPr>
          <w:p w:rsidR="00E73E9E" w:rsidRDefault="00E73E9E" w:rsidP="00C800FD">
            <w:pPr>
              <w:spacing w:after="0" w:line="240" w:lineRule="auto"/>
            </w:pPr>
            <w:r w:rsidRPr="000D5499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37" w:type="dxa"/>
          </w:tcPr>
          <w:p w:rsidR="00E73E9E" w:rsidRDefault="00E73E9E" w:rsidP="00C800FD">
            <w:pPr>
              <w:spacing w:after="0" w:line="240" w:lineRule="auto"/>
            </w:pPr>
            <w:r w:rsidRPr="00D16CE8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D16CE8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37" w:type="dxa"/>
          </w:tcPr>
          <w:p w:rsidR="00E73E9E" w:rsidRDefault="00E73E9E" w:rsidP="00C800FD">
            <w:pPr>
              <w:spacing w:after="0" w:line="240" w:lineRule="auto"/>
            </w:pPr>
            <w:r w:rsidRPr="00D16CE8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37" w:type="dxa"/>
          </w:tcPr>
          <w:p w:rsidR="00E73E9E" w:rsidRDefault="00E73E9E" w:rsidP="00C800FD">
            <w:pPr>
              <w:spacing w:after="0" w:line="240" w:lineRule="auto"/>
            </w:pP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37" w:type="dxa"/>
          </w:tcPr>
          <w:p w:rsidR="00E73E9E" w:rsidRDefault="00E73E9E" w:rsidP="00C800FD">
            <w:pPr>
              <w:spacing w:after="0" w:line="240" w:lineRule="auto"/>
            </w:pP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137" w:type="dxa"/>
          </w:tcPr>
          <w:p w:rsidR="00E73E9E" w:rsidRPr="00BB6EBC" w:rsidRDefault="00E73E9E" w:rsidP="00C80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BB6EBC">
              <w:rPr>
                <w:rFonts w:ascii="Times New Roman" w:hAnsi="Times New Roman" w:cs="Times New Roman"/>
                <w:sz w:val="24"/>
                <w:szCs w:val="24"/>
              </w:rPr>
              <w:t>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36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42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DA0C56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44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137" w:type="dxa"/>
          </w:tcPr>
          <w:p w:rsidR="00E73E9E" w:rsidRDefault="00E73E9E" w:rsidP="00C800FD">
            <w:pPr>
              <w:spacing w:after="0" w:line="240" w:lineRule="auto"/>
            </w:pP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137" w:type="dxa"/>
          </w:tcPr>
          <w:p w:rsidR="00E73E9E" w:rsidRDefault="00E73E9E" w:rsidP="00C800FD">
            <w:pPr>
              <w:spacing w:after="0" w:line="240" w:lineRule="auto"/>
            </w:pP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077BD2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48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137" w:type="dxa"/>
          </w:tcPr>
          <w:p w:rsidR="00E73E9E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C1019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137" w:type="dxa"/>
          </w:tcPr>
          <w:p w:rsidR="00E73E9E" w:rsidRPr="009F7ABB" w:rsidRDefault="00E73E9E" w:rsidP="00EE4A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2360" w:type="dxa"/>
          </w:tcPr>
          <w:p w:rsidR="00E73E9E" w:rsidRPr="001924E3" w:rsidRDefault="00E73E9E" w:rsidP="00EE4A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EE4A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EE4AB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№ 53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29459F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54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29459F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55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64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5B322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86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913AE9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137" w:type="dxa"/>
          </w:tcPr>
          <w:p w:rsidR="00E73E9E" w:rsidRPr="00913AE9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100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102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EF6092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EF6092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EF6092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107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109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A51C4C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A51C4C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A51C4C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116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119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122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B70DD1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B70DD1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125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ЦРР </w:t>
            </w:r>
            <w:r w:rsidRPr="00FF0113">
              <w:rPr>
                <w:rFonts w:ascii="Times New Roman" w:hAnsi="Times New Roman" w:cs="Times New Roman"/>
                <w:sz w:val="24"/>
                <w:szCs w:val="24"/>
              </w:rPr>
              <w:t xml:space="preserve">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 xml:space="preserve"> д/с №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E53C0A"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ЦРР</w:t>
            </w:r>
            <w:r w:rsidRPr="00E53C0A">
              <w:rPr>
                <w:rFonts w:ascii="Times New Roman" w:hAnsi="Times New Roman" w:cs="Times New Roman"/>
                <w:sz w:val="24"/>
                <w:szCs w:val="24"/>
              </w:rPr>
              <w:t xml:space="preserve">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</w:pPr>
            <w:r w:rsidRPr="00E53C0A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136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4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6 с УИОП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9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10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11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13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14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лицей № 18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22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28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32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45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 с УИОП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48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137" w:type="dxa"/>
          </w:tcPr>
          <w:p w:rsidR="00E73E9E" w:rsidRPr="009F7ABB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лицей № 49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ШИЛИ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137" w:type="dxa"/>
          </w:tcPr>
          <w:p w:rsidR="00E73E9E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ДО ДЮЦ «На Комсомольской»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137" w:type="dxa"/>
          </w:tcPr>
          <w:p w:rsidR="00E73E9E" w:rsidRPr="00C32AF3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МАУ ДЦОиОДиП «Олимп»</w:t>
            </w:r>
          </w:p>
        </w:tc>
        <w:tc>
          <w:tcPr>
            <w:tcW w:w="2360" w:type="dxa"/>
          </w:tcPr>
          <w:p w:rsidR="00E73E9E" w:rsidRPr="001924E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497" w:type="dxa"/>
            <w:gridSpan w:val="2"/>
          </w:tcPr>
          <w:p w:rsidR="00E73E9E" w:rsidRPr="0007672B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3 до 7 лет, получающих дошкольную образовательную услугу и (или) услугу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их содержанию в организациях </w:t>
            </w: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различной организационно-правовой формы и формы собственности, в общей численности детей данного возраста</w:t>
            </w:r>
          </w:p>
        </w:tc>
        <w:tc>
          <w:tcPr>
            <w:tcW w:w="1222" w:type="dxa"/>
          </w:tcPr>
          <w:p w:rsidR="00E73E9E" w:rsidRPr="00E54E4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E54E4D" w:rsidRDefault="00E73E9E" w:rsidP="00D727DF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1050" w:type="dxa"/>
          </w:tcPr>
          <w:p w:rsidR="00E73E9E" w:rsidRPr="00E54E4D" w:rsidRDefault="00E73E9E" w:rsidP="00D727DF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96,0</w:t>
            </w:r>
          </w:p>
        </w:tc>
        <w:tc>
          <w:tcPr>
            <w:tcW w:w="1120" w:type="dxa"/>
          </w:tcPr>
          <w:p w:rsidR="00E73E9E" w:rsidRPr="002E1B7C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051" w:type="dxa"/>
          </w:tcPr>
          <w:p w:rsidR="00E73E9E" w:rsidRPr="002E1B7C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120" w:type="dxa"/>
          </w:tcPr>
          <w:p w:rsidR="00E73E9E" w:rsidRPr="002E1B7C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120" w:type="dxa"/>
          </w:tcPr>
          <w:p w:rsidR="00E73E9E" w:rsidRPr="002E1B7C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E73E9E" w:rsidRPr="000B353D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E73E9E" w:rsidRPr="00EB314C" w:rsidRDefault="00E73E9E" w:rsidP="00263B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дошкольных образовательных учреждений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новых корпусов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действующих детских садов</w:t>
            </w:r>
          </w:p>
        </w:tc>
        <w:tc>
          <w:tcPr>
            <w:tcW w:w="2360" w:type="dxa"/>
          </w:tcPr>
          <w:p w:rsidR="00E73E9E" w:rsidRDefault="00E73E9E" w:rsidP="00D727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4A507E">
              <w:rPr>
                <w:rFonts w:ascii="Times New Roman" w:hAnsi="Times New Roman" w:cs="Times New Roman"/>
              </w:rPr>
              <w:t xml:space="preserve"> </w:t>
            </w:r>
          </w:p>
          <w:p w:rsidR="00E73E9E" w:rsidRPr="00D75482" w:rsidRDefault="00E73E9E" w:rsidP="00241A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муниципальных </w:t>
            </w:r>
            <w:r w:rsidRPr="004A507E">
              <w:rPr>
                <w:rFonts w:ascii="Times New Roman" w:hAnsi="Times New Roman" w:cs="Times New Roman"/>
              </w:rPr>
              <w:t>дошкольных учреждений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E73E9E" w:rsidRPr="00777C70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241A9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6497" w:type="dxa"/>
            <w:gridSpan w:val="2"/>
          </w:tcPr>
          <w:p w:rsidR="00E73E9E" w:rsidRPr="004A6A33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муниципального дошкольного учреждения детский сад по ул. Артиллерийская – ул. Закатная – ул. Пирогова в г. Калининграде</w:t>
            </w:r>
          </w:p>
        </w:tc>
        <w:tc>
          <w:tcPr>
            <w:tcW w:w="1222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C15AF1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Pr="00245AB1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4.2.2**</w:t>
            </w:r>
          </w:p>
        </w:tc>
        <w:tc>
          <w:tcPr>
            <w:tcW w:w="6497" w:type="dxa"/>
            <w:gridSpan w:val="2"/>
          </w:tcPr>
          <w:p w:rsidR="00E73E9E" w:rsidRPr="004A6A33" w:rsidRDefault="00E73E9E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 Калининграде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этап)</w:t>
            </w:r>
          </w:p>
        </w:tc>
        <w:tc>
          <w:tcPr>
            <w:tcW w:w="1222" w:type="dxa"/>
          </w:tcPr>
          <w:p w:rsidR="00E73E9E" w:rsidRPr="00131D09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Pr="00131D09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131D09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4C3E00">
            <w:r w:rsidRPr="004A155B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E73E9E" w:rsidRPr="00797386">
        <w:trPr>
          <w:cantSplit/>
          <w:trHeight w:val="814"/>
          <w:jc w:val="center"/>
        </w:trPr>
        <w:tc>
          <w:tcPr>
            <w:tcW w:w="1113" w:type="dxa"/>
          </w:tcPr>
          <w:p w:rsidR="00E73E9E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4.2.3**</w:t>
            </w:r>
          </w:p>
        </w:tc>
        <w:tc>
          <w:tcPr>
            <w:tcW w:w="6497" w:type="dxa"/>
            <w:gridSpan w:val="2"/>
          </w:tcPr>
          <w:p w:rsidR="00E73E9E" w:rsidRPr="00831E32" w:rsidRDefault="00E73E9E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Style w:val="Heading1Char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 w:rsidRPr="00831E32"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ул.</w:t>
            </w:r>
            <w:r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831E32"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>Аксакова – дор. Окружная в г. Калининграде</w:t>
            </w:r>
          </w:p>
        </w:tc>
        <w:tc>
          <w:tcPr>
            <w:tcW w:w="1222" w:type="dxa"/>
          </w:tcPr>
          <w:p w:rsidR="00E73E9E" w:rsidRPr="00131D09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E73E9E" w:rsidRPr="00131D09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</w:pPr>
            <w:r w:rsidRPr="004A155B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4.2.4**</w:t>
            </w:r>
          </w:p>
        </w:tc>
        <w:tc>
          <w:tcPr>
            <w:tcW w:w="6497" w:type="dxa"/>
            <w:gridSpan w:val="2"/>
          </w:tcPr>
          <w:p w:rsidR="00E73E9E" w:rsidRPr="004A6A33" w:rsidRDefault="00E73E9E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на 240 мест по ул. Левитана в Юго-Восточном микрорайоне г. Калининграда</w:t>
            </w:r>
          </w:p>
        </w:tc>
        <w:tc>
          <w:tcPr>
            <w:tcW w:w="1222" w:type="dxa"/>
          </w:tcPr>
          <w:p w:rsidR="00E73E9E" w:rsidRPr="00131D09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E73E9E" w:rsidRPr="00131D09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</w:pPr>
            <w:r w:rsidRPr="004A155B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4.2.5</w:t>
            </w:r>
          </w:p>
        </w:tc>
        <w:tc>
          <w:tcPr>
            <w:tcW w:w="6497" w:type="dxa"/>
            <w:gridSpan w:val="2"/>
          </w:tcPr>
          <w:p w:rsidR="00E73E9E" w:rsidRPr="004A6A33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по ул. Маршала Борзова, 95 в г. Калининграде</w:t>
            </w:r>
          </w:p>
        </w:tc>
        <w:tc>
          <w:tcPr>
            <w:tcW w:w="1222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4.2.6**</w:t>
            </w:r>
          </w:p>
        </w:tc>
        <w:tc>
          <w:tcPr>
            <w:tcW w:w="6497" w:type="dxa"/>
            <w:gridSpan w:val="2"/>
          </w:tcPr>
          <w:p w:rsidR="00E73E9E" w:rsidRPr="004A6A33" w:rsidRDefault="00E73E9E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</w:t>
            </w:r>
          </w:p>
        </w:tc>
        <w:tc>
          <w:tcPr>
            <w:tcW w:w="1222" w:type="dxa"/>
          </w:tcPr>
          <w:p w:rsidR="00E73E9E" w:rsidRPr="00131D09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E73E9E" w:rsidRPr="00131D09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</w:pPr>
            <w:r w:rsidRPr="0093100A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4.2.7</w:t>
            </w:r>
          </w:p>
        </w:tc>
        <w:tc>
          <w:tcPr>
            <w:tcW w:w="6497" w:type="dxa"/>
            <w:gridSpan w:val="2"/>
          </w:tcPr>
          <w:p w:rsidR="00E73E9E" w:rsidRPr="006B1C21" w:rsidRDefault="00E73E9E" w:rsidP="004C3E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тельство нового корпуса МАДОУ № 51 по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Беланова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22" w:type="dxa"/>
          </w:tcPr>
          <w:p w:rsidR="00E73E9E" w:rsidRPr="00131D09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E73E9E" w:rsidRPr="00131D09" w:rsidRDefault="00E73E9E" w:rsidP="004C3E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4C3E00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6F1E63">
            <w:pPr>
              <w:spacing w:after="0" w:line="240" w:lineRule="auto"/>
            </w:pPr>
            <w:r w:rsidRPr="0093100A"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4.2.8**</w:t>
            </w:r>
          </w:p>
        </w:tc>
        <w:tc>
          <w:tcPr>
            <w:tcW w:w="6497" w:type="dxa"/>
            <w:gridSpan w:val="2"/>
          </w:tcPr>
          <w:p w:rsidR="00E73E9E" w:rsidRPr="006B1C21" w:rsidRDefault="00E73E9E" w:rsidP="00C15A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дошкольного учреждения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Куйбышева - ул. Ю. Костикова в г. Калининграде</w:t>
            </w:r>
          </w:p>
        </w:tc>
        <w:tc>
          <w:tcPr>
            <w:tcW w:w="1222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2015 г.</w:t>
            </w: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4.2.9</w:t>
            </w:r>
          </w:p>
        </w:tc>
        <w:tc>
          <w:tcPr>
            <w:tcW w:w="6497" w:type="dxa"/>
            <w:gridSpan w:val="2"/>
            <w:vAlign w:val="center"/>
          </w:tcPr>
          <w:p w:rsidR="00E73E9E" w:rsidRPr="006B1C21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муниципального автономного дошкольного образовательного учреждения города Калининграда детского сада № 56 по ул. Фермора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22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4.2.10*</w:t>
            </w:r>
          </w:p>
        </w:tc>
        <w:tc>
          <w:tcPr>
            <w:tcW w:w="6497" w:type="dxa"/>
            <w:gridSpan w:val="2"/>
          </w:tcPr>
          <w:p w:rsidR="00E73E9E" w:rsidRPr="00E8511F" w:rsidRDefault="00E73E9E" w:rsidP="00D7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1F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1 по ул. Свободной, 34 в г. Калининграде</w:t>
            </w:r>
          </w:p>
        </w:tc>
        <w:tc>
          <w:tcPr>
            <w:tcW w:w="1222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4.2.11*</w:t>
            </w:r>
          </w:p>
        </w:tc>
        <w:tc>
          <w:tcPr>
            <w:tcW w:w="6497" w:type="dxa"/>
            <w:gridSpan w:val="2"/>
          </w:tcPr>
          <w:p w:rsidR="00E73E9E" w:rsidRPr="00E8511F" w:rsidRDefault="00E73E9E" w:rsidP="00D7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Детские ясли-сад на 240 мест с бассейном в Северном жилом районе г. Калининграда</w:t>
            </w:r>
          </w:p>
        </w:tc>
        <w:tc>
          <w:tcPr>
            <w:tcW w:w="1222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E73E9E" w:rsidRPr="009868C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9868C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9868C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9868C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E73E9E" w:rsidRPr="00797386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4.2.12*</w:t>
            </w:r>
          </w:p>
        </w:tc>
        <w:tc>
          <w:tcPr>
            <w:tcW w:w="6497" w:type="dxa"/>
            <w:gridSpan w:val="2"/>
          </w:tcPr>
          <w:p w:rsidR="00E73E9E" w:rsidRPr="00E8511F" w:rsidRDefault="00E73E9E" w:rsidP="00D7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Детские ясли-сад на 240 мест с бассейном по ул. Алданской в г. Калининграде</w:t>
            </w:r>
          </w:p>
        </w:tc>
        <w:tc>
          <w:tcPr>
            <w:tcW w:w="1222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120" w:type="dxa"/>
          </w:tcPr>
          <w:p w:rsidR="00E73E9E" w:rsidRPr="009868C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E73E9E" w:rsidRPr="009868C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9868C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9868C3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E73E9E" w:rsidRPr="00277BF8">
        <w:trPr>
          <w:cantSplit/>
          <w:trHeight w:val="1309"/>
          <w:jc w:val="center"/>
        </w:trPr>
        <w:tc>
          <w:tcPr>
            <w:tcW w:w="1113" w:type="dxa"/>
            <w:tcBorders>
              <w:bottom w:val="nil"/>
            </w:tcBorders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497" w:type="dxa"/>
            <w:gridSpan w:val="2"/>
          </w:tcPr>
          <w:p w:rsidR="00E73E9E" w:rsidRPr="00797386" w:rsidRDefault="00E73E9E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первую смену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120" w:type="dxa"/>
          </w:tcPr>
          <w:p w:rsidR="00E73E9E" w:rsidRPr="00243950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E73E9E" w:rsidRPr="005B6B2B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E73E9E" w:rsidRDefault="00E73E9E" w:rsidP="00D727D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E73E9E" w:rsidRPr="000B353D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E73E9E" w:rsidRPr="000B353D" w:rsidRDefault="00E73E9E" w:rsidP="00263B1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муниципальных общеобразовательных учреждений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новых корпусов действующих школ</w:t>
            </w:r>
          </w:p>
        </w:tc>
        <w:tc>
          <w:tcPr>
            <w:tcW w:w="236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E73E9E" w:rsidRPr="00D75482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357CD">
              <w:rPr>
                <w:rFonts w:ascii="Times New Roman" w:hAnsi="Times New Roman" w:cs="Times New Roman"/>
              </w:rPr>
              <w:t>муниципальных общеобразовательных учреждений</w:t>
            </w:r>
          </w:p>
        </w:tc>
        <w:tc>
          <w:tcPr>
            <w:tcW w:w="1222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3E9E" w:rsidRPr="00190D1E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</w:t>
            </w:r>
          </w:p>
        </w:tc>
        <w:tc>
          <w:tcPr>
            <w:tcW w:w="6497" w:type="dxa"/>
            <w:gridSpan w:val="2"/>
          </w:tcPr>
          <w:p w:rsidR="00E73E9E" w:rsidRPr="006A1011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222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 w:rsidRPr="00A570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E73E9E" w:rsidRPr="00190D1E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</w:t>
            </w:r>
          </w:p>
        </w:tc>
        <w:tc>
          <w:tcPr>
            <w:tcW w:w="6497" w:type="dxa"/>
            <w:gridSpan w:val="2"/>
          </w:tcPr>
          <w:p w:rsidR="00E73E9E" w:rsidRPr="006A1011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проектной и рабочей документации по объекту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школа на 825 учащихся по 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br/>
              <w:t>ул. Артиллерийской –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Серова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 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2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3E9E" w:rsidRPr="0094482F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4.3.3</w:t>
            </w:r>
          </w:p>
        </w:tc>
        <w:tc>
          <w:tcPr>
            <w:tcW w:w="6497" w:type="dxa"/>
            <w:gridSpan w:val="2"/>
          </w:tcPr>
          <w:p w:rsidR="00E73E9E" w:rsidRPr="00602C68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проектной и рабочей документации по объекту «Строительство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Маршала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Борзова в г. Калининграде»</w:t>
            </w:r>
          </w:p>
        </w:tc>
        <w:tc>
          <w:tcPr>
            <w:tcW w:w="1222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E73E9E" w:rsidDel="00E05FF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3E9E" w:rsidRPr="0094482F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4.3.4</w:t>
            </w:r>
          </w:p>
        </w:tc>
        <w:tc>
          <w:tcPr>
            <w:tcW w:w="6497" w:type="dxa"/>
            <w:gridSpan w:val="2"/>
          </w:tcPr>
          <w:p w:rsidR="00E73E9E" w:rsidRPr="00602C68" w:rsidRDefault="00E73E9E" w:rsidP="003E16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общеобразовательной школы по ул. Рассветной в г. Калининграде»</w:t>
            </w:r>
          </w:p>
        </w:tc>
        <w:tc>
          <w:tcPr>
            <w:tcW w:w="1222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050" w:type="dxa"/>
          </w:tcPr>
          <w:p w:rsidR="00E73E9E" w:rsidDel="00E05FF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E73E9E" w:rsidRPr="00C15AF1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A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Pr="00C15AF1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5AF1">
              <w:rPr>
                <w:rFonts w:ascii="Times New Roman" w:hAnsi="Times New Roman" w:cs="Times New Roman"/>
              </w:rPr>
              <w:t>1</w:t>
            </w:r>
          </w:p>
        </w:tc>
      </w:tr>
      <w:tr w:rsidR="00E73E9E" w:rsidRPr="0094482F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4.3.5</w:t>
            </w:r>
          </w:p>
        </w:tc>
        <w:tc>
          <w:tcPr>
            <w:tcW w:w="6497" w:type="dxa"/>
            <w:gridSpan w:val="2"/>
          </w:tcPr>
          <w:p w:rsidR="00E73E9E" w:rsidRPr="00831E32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корпусов начальной школы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детского сада муниципального автономного общеобразовательного учреждения города Калининграда гимназии № 22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Октябрьской в г. Калининграде (2-й этап)</w:t>
            </w:r>
          </w:p>
        </w:tc>
        <w:tc>
          <w:tcPr>
            <w:tcW w:w="1222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05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Pr="00245AB1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3E9E" w:rsidRPr="0094482F">
        <w:trPr>
          <w:cantSplit/>
          <w:jc w:val="center"/>
        </w:trPr>
        <w:tc>
          <w:tcPr>
            <w:tcW w:w="1113" w:type="dxa"/>
          </w:tcPr>
          <w:p w:rsidR="00E73E9E" w:rsidRDefault="00E73E9E" w:rsidP="00C15A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4.3.6*</w:t>
            </w:r>
          </w:p>
        </w:tc>
        <w:tc>
          <w:tcPr>
            <w:tcW w:w="6497" w:type="dxa"/>
            <w:gridSpan w:val="2"/>
          </w:tcPr>
          <w:p w:rsidR="00E73E9E" w:rsidRPr="00131D09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общеобразовательной школы на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мест в Северном жилом районе в 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Калининграде</w:t>
            </w:r>
          </w:p>
        </w:tc>
        <w:tc>
          <w:tcPr>
            <w:tcW w:w="1222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050" w:type="dxa"/>
          </w:tcPr>
          <w:p w:rsidR="00E73E9E" w:rsidRPr="00131D09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</w:tr>
      <w:tr w:rsidR="00E73E9E" w:rsidRPr="0094482F">
        <w:trPr>
          <w:cantSplit/>
          <w:jc w:val="center"/>
        </w:trPr>
        <w:tc>
          <w:tcPr>
            <w:tcW w:w="1113" w:type="dxa"/>
            <w:tcBorders>
              <w:bottom w:val="nil"/>
            </w:tcBorders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497" w:type="dxa"/>
            <w:gridSpan w:val="2"/>
          </w:tcPr>
          <w:p w:rsidR="00E73E9E" w:rsidRPr="00BF1118" w:rsidRDefault="00E73E9E" w:rsidP="00D72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дополнительны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(общеразвивающи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)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спортивно-оздоровительной направленности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22" w:type="dxa"/>
          </w:tcPr>
          <w:p w:rsidR="00E73E9E" w:rsidRPr="004A208D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20" w:type="dxa"/>
          </w:tcPr>
          <w:p w:rsidR="00E73E9E" w:rsidRPr="00FB1959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E73E9E" w:rsidRPr="0094482F">
        <w:trPr>
          <w:cantSplit/>
          <w:jc w:val="center"/>
        </w:trPr>
        <w:tc>
          <w:tcPr>
            <w:tcW w:w="1113" w:type="dxa"/>
            <w:tcBorders>
              <w:top w:val="nil"/>
            </w:tcBorders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7" w:type="dxa"/>
          </w:tcPr>
          <w:p w:rsidR="00E73E9E" w:rsidRPr="000B353D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E73E9E" w:rsidRDefault="00E73E9E" w:rsidP="00D727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Реконструкция, обустройство физкультурно-оздоровительных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площадок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муниципальных общеобразовательных учреждений</w:t>
            </w:r>
          </w:p>
        </w:tc>
        <w:tc>
          <w:tcPr>
            <w:tcW w:w="2360" w:type="dxa"/>
          </w:tcPr>
          <w:p w:rsidR="00E73E9E" w:rsidRPr="00931C46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31C46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E73E9E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современных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физкультурно-оздоровительных  площадок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</w:p>
        </w:tc>
        <w:tc>
          <w:tcPr>
            <w:tcW w:w="1222" w:type="dxa"/>
          </w:tcPr>
          <w:p w:rsidR="00E73E9E" w:rsidRPr="004A208D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051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</w:tcPr>
          <w:p w:rsidR="00E73E9E" w:rsidRPr="004A208D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73E9E" w:rsidRPr="0094482F">
        <w:trPr>
          <w:cantSplit/>
          <w:trHeight w:val="1119"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4.4.1</w:t>
            </w:r>
          </w:p>
        </w:tc>
        <w:tc>
          <w:tcPr>
            <w:tcW w:w="4137" w:type="dxa"/>
          </w:tcPr>
          <w:p w:rsidR="00E73E9E" w:rsidRPr="007C6966" w:rsidRDefault="00E73E9E" w:rsidP="00D727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физкультурно-спортивной площадки для МАОУ СОШ № 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ул. Пролетарской, 66а в  г.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2360" w:type="dxa"/>
          </w:tcPr>
          <w:p w:rsidR="00E73E9E" w:rsidRPr="00931C46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реконструированных площадок</w:t>
            </w:r>
          </w:p>
        </w:tc>
        <w:tc>
          <w:tcPr>
            <w:tcW w:w="1222" w:type="dxa"/>
          </w:tcPr>
          <w:p w:rsidR="00E73E9E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</w:tcPr>
          <w:p w:rsidR="00E73E9E" w:rsidRPr="00D867E8" w:rsidDel="00E90F0A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1" w:type="dxa"/>
          </w:tcPr>
          <w:p w:rsidR="00E73E9E" w:rsidRPr="00D867E8" w:rsidDel="00E90F0A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3E9E" w:rsidRPr="0094482F">
        <w:trPr>
          <w:cantSplit/>
          <w:trHeight w:val="1119"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75A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497" w:type="dxa"/>
            <w:gridSpan w:val="2"/>
          </w:tcPr>
          <w:p w:rsidR="00E73E9E" w:rsidRDefault="00E73E9E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дошкольных 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дополнительны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(общеразвивающи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)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физкультурно-спортивной направленности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дошкольных 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22" w:type="dxa"/>
          </w:tcPr>
          <w:p w:rsidR="00E73E9E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17,40</w:t>
            </w:r>
          </w:p>
        </w:tc>
        <w:tc>
          <w:tcPr>
            <w:tcW w:w="105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17,40</w:t>
            </w:r>
          </w:p>
        </w:tc>
        <w:tc>
          <w:tcPr>
            <w:tcW w:w="1120" w:type="dxa"/>
          </w:tcPr>
          <w:p w:rsidR="00E73E9E" w:rsidRDefault="00E73E9E" w:rsidP="00D727DF">
            <w:pPr>
              <w:jc w:val="center"/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  <w:tc>
          <w:tcPr>
            <w:tcW w:w="1051" w:type="dxa"/>
          </w:tcPr>
          <w:p w:rsidR="00E73E9E" w:rsidRDefault="00E73E9E" w:rsidP="00D727DF">
            <w:pPr>
              <w:jc w:val="center"/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  <w:tc>
          <w:tcPr>
            <w:tcW w:w="1120" w:type="dxa"/>
          </w:tcPr>
          <w:p w:rsidR="00E73E9E" w:rsidRDefault="00E73E9E" w:rsidP="00D727DF">
            <w:pPr>
              <w:jc w:val="center"/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  <w:tc>
          <w:tcPr>
            <w:tcW w:w="112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</w:tr>
      <w:tr w:rsidR="00E73E9E" w:rsidRPr="0094482F">
        <w:trPr>
          <w:cantSplit/>
          <w:trHeight w:val="866"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4.5.1</w:t>
            </w:r>
          </w:p>
        </w:tc>
        <w:tc>
          <w:tcPr>
            <w:tcW w:w="4137" w:type="dxa"/>
          </w:tcPr>
          <w:p w:rsidR="00E73E9E" w:rsidRPr="003D13FB" w:rsidRDefault="00E73E9E" w:rsidP="0099257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манеж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 xml:space="preserve"> в МАДОУ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55 по ул. 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Нарвской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 117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 xml:space="preserve">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236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обустроенных спортивных манежей</w:t>
            </w:r>
          </w:p>
        </w:tc>
        <w:tc>
          <w:tcPr>
            <w:tcW w:w="1222" w:type="dxa"/>
          </w:tcPr>
          <w:p w:rsidR="00E73E9E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E73E9E" w:rsidRPr="00D867E8" w:rsidDel="00E90F0A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E73E9E" w:rsidRPr="00D867E8" w:rsidDel="00E90F0A" w:rsidRDefault="00E73E9E" w:rsidP="00D72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3E9E" w:rsidRPr="001E728D">
        <w:trPr>
          <w:cantSplit/>
          <w:jc w:val="center"/>
        </w:trPr>
        <w:tc>
          <w:tcPr>
            <w:tcW w:w="1113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497" w:type="dxa"/>
            <w:gridSpan w:val="2"/>
          </w:tcPr>
          <w:p w:rsidR="00E73E9E" w:rsidRPr="00EE775A" w:rsidRDefault="00E73E9E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1222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5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93,9</w:t>
            </w:r>
          </w:p>
        </w:tc>
        <w:tc>
          <w:tcPr>
            <w:tcW w:w="105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75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12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51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73E9E" w:rsidRPr="001E728D">
        <w:trPr>
          <w:cantSplit/>
          <w:jc w:val="center"/>
        </w:trPr>
        <w:tc>
          <w:tcPr>
            <w:tcW w:w="1113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4.6.1</w:t>
            </w:r>
          </w:p>
        </w:tc>
        <w:tc>
          <w:tcPr>
            <w:tcW w:w="4137" w:type="dxa"/>
          </w:tcPr>
          <w:p w:rsidR="00E73E9E" w:rsidRPr="00427DC2" w:rsidRDefault="00E73E9E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2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МАДОУ д/с № 51</w:t>
            </w:r>
          </w:p>
        </w:tc>
        <w:tc>
          <w:tcPr>
            <w:tcW w:w="2360" w:type="dxa"/>
            <w:vMerge w:val="restart"/>
          </w:tcPr>
          <w:p w:rsidR="00E73E9E" w:rsidRDefault="00E73E9E" w:rsidP="00D727D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E73E9E" w:rsidRPr="00EE775A" w:rsidRDefault="00E73E9E" w:rsidP="00D727D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дополнительно </w:t>
            </w:r>
            <w:r w:rsidRPr="00CD2D25">
              <w:rPr>
                <w:rFonts w:ascii="Times New Roman" w:hAnsi="Times New Roman" w:cs="Times New Roman"/>
              </w:rPr>
              <w:t xml:space="preserve">введенных </w:t>
            </w:r>
            <w:r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22" w:type="dxa"/>
          </w:tcPr>
          <w:p w:rsidR="00E73E9E" w:rsidRPr="00A72670" w:rsidRDefault="00E73E9E" w:rsidP="00296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7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12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E73E9E" w:rsidRDefault="00E73E9E" w:rsidP="00D727DF">
            <w:pPr>
              <w:spacing w:after="0" w:line="240" w:lineRule="auto"/>
              <w:jc w:val="center"/>
            </w:pPr>
            <w:r w:rsidRPr="00A922B4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E73E9E" w:rsidRPr="001E728D">
        <w:trPr>
          <w:cantSplit/>
          <w:jc w:val="center"/>
        </w:trPr>
        <w:tc>
          <w:tcPr>
            <w:tcW w:w="1113" w:type="dxa"/>
          </w:tcPr>
          <w:p w:rsidR="00E73E9E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4.6.2</w:t>
            </w:r>
          </w:p>
        </w:tc>
        <w:tc>
          <w:tcPr>
            <w:tcW w:w="4137" w:type="dxa"/>
          </w:tcPr>
          <w:p w:rsidR="00E73E9E" w:rsidRPr="00427DC2" w:rsidRDefault="00E73E9E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DC2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МАДОУ ЦРР д/с № 86</w:t>
            </w:r>
          </w:p>
        </w:tc>
        <w:tc>
          <w:tcPr>
            <w:tcW w:w="2360" w:type="dxa"/>
            <w:vMerge/>
          </w:tcPr>
          <w:p w:rsidR="00E73E9E" w:rsidRPr="00EE775A" w:rsidRDefault="00E73E9E" w:rsidP="00D727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</w:tcPr>
          <w:p w:rsidR="00E73E9E" w:rsidRPr="00A72670" w:rsidRDefault="00E73E9E" w:rsidP="0029690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267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5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5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2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1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</w:tcPr>
          <w:p w:rsidR="00E73E9E" w:rsidRPr="00EE775A" w:rsidRDefault="00E73E9E" w:rsidP="00D727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E73E9E" w:rsidRDefault="00E73E9E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73E9E" w:rsidRDefault="00E73E9E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95C5D">
        <w:rPr>
          <w:rFonts w:ascii="Times New Roman" w:hAnsi="Times New Roman" w:cs="Times New Roman"/>
          <w:sz w:val="24"/>
          <w:szCs w:val="24"/>
        </w:rPr>
        <w:t>* Завершение расчетов по объектам, сданным в эксплуатацию в 2013-2014 гг.</w:t>
      </w:r>
    </w:p>
    <w:p w:rsidR="00E73E9E" w:rsidRPr="00295C5D" w:rsidRDefault="00E73E9E" w:rsidP="00C15AF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Pr="00295C5D">
        <w:rPr>
          <w:rFonts w:ascii="Times New Roman" w:hAnsi="Times New Roman" w:cs="Times New Roman"/>
          <w:sz w:val="24"/>
          <w:szCs w:val="24"/>
        </w:rPr>
        <w:t xml:space="preserve">Завершение расчетов по объектам, сданным в эксплуатацию в </w:t>
      </w:r>
      <w:r>
        <w:rPr>
          <w:rFonts w:ascii="Times New Roman" w:hAnsi="Times New Roman" w:cs="Times New Roman"/>
          <w:sz w:val="24"/>
          <w:szCs w:val="24"/>
        </w:rPr>
        <w:t>2015</w:t>
      </w:r>
      <w:r w:rsidRPr="00295C5D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E73E9E" w:rsidRPr="00295C5D" w:rsidRDefault="00E73E9E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E73E9E" w:rsidRPr="00295C5D" w:rsidSect="00847E48">
      <w:headerReference w:type="default" r:id="rId7"/>
      <w:pgSz w:w="16838" w:h="11906" w:orient="landscape"/>
      <w:pgMar w:top="851" w:right="567" w:bottom="284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E9E" w:rsidRDefault="00E73E9E" w:rsidP="002124AC">
      <w:pPr>
        <w:spacing w:after="0" w:line="240" w:lineRule="auto"/>
      </w:pPr>
      <w:r>
        <w:separator/>
      </w:r>
    </w:p>
  </w:endnote>
  <w:endnote w:type="continuationSeparator" w:id="0">
    <w:p w:rsidR="00E73E9E" w:rsidRDefault="00E73E9E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E9E" w:rsidRDefault="00E73E9E" w:rsidP="002124AC">
      <w:pPr>
        <w:spacing w:after="0" w:line="240" w:lineRule="auto"/>
      </w:pPr>
      <w:r>
        <w:separator/>
      </w:r>
    </w:p>
  </w:footnote>
  <w:footnote w:type="continuationSeparator" w:id="0">
    <w:p w:rsidR="00E73E9E" w:rsidRDefault="00E73E9E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E9E" w:rsidRDefault="00E73E9E">
    <w:pPr>
      <w:pStyle w:val="Header"/>
      <w:jc w:val="center"/>
    </w:pPr>
    <w:fldSimple w:instr=" PAGE   \* MERGEFORMAT ">
      <w:r>
        <w:rPr>
          <w:noProof/>
        </w:rPr>
        <w:t>19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1EF49A7"/>
    <w:multiLevelType w:val="hybridMultilevel"/>
    <w:tmpl w:val="6660FF02"/>
    <w:lvl w:ilvl="0" w:tplc="23D64B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2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4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5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7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9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2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20"/>
  </w:num>
  <w:num w:numId="7">
    <w:abstractNumId w:val="15"/>
  </w:num>
  <w:num w:numId="8">
    <w:abstractNumId w:val="24"/>
  </w:num>
  <w:num w:numId="9">
    <w:abstractNumId w:val="19"/>
  </w:num>
  <w:num w:numId="10">
    <w:abstractNumId w:val="2"/>
  </w:num>
  <w:num w:numId="11">
    <w:abstractNumId w:val="6"/>
  </w:num>
  <w:num w:numId="12">
    <w:abstractNumId w:val="16"/>
  </w:num>
  <w:num w:numId="13">
    <w:abstractNumId w:val="18"/>
  </w:num>
  <w:num w:numId="14">
    <w:abstractNumId w:val="21"/>
  </w:num>
  <w:num w:numId="15">
    <w:abstractNumId w:val="14"/>
  </w:num>
  <w:num w:numId="16">
    <w:abstractNumId w:val="23"/>
  </w:num>
  <w:num w:numId="17">
    <w:abstractNumId w:val="3"/>
  </w:num>
  <w:num w:numId="18">
    <w:abstractNumId w:val="5"/>
  </w:num>
  <w:num w:numId="19">
    <w:abstractNumId w:val="22"/>
  </w:num>
  <w:num w:numId="20">
    <w:abstractNumId w:val="8"/>
  </w:num>
  <w:num w:numId="21">
    <w:abstractNumId w:val="25"/>
  </w:num>
  <w:num w:numId="22">
    <w:abstractNumId w:val="17"/>
  </w:num>
  <w:num w:numId="23">
    <w:abstractNumId w:val="4"/>
  </w:num>
  <w:num w:numId="24">
    <w:abstractNumId w:val="10"/>
  </w:num>
  <w:num w:numId="25">
    <w:abstractNumId w:val="0"/>
  </w:num>
  <w:num w:numId="26">
    <w:abstractNumId w:val="1"/>
  </w:num>
  <w:num w:numId="27">
    <w:abstractNumId w:val="11"/>
  </w:num>
  <w:num w:numId="28">
    <w:abstractNumId w:val="13"/>
  </w:num>
  <w:num w:numId="29">
    <w:abstractNumId w:val="7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259C"/>
    <w:rsid w:val="00004DAC"/>
    <w:rsid w:val="000110A1"/>
    <w:rsid w:val="0001519A"/>
    <w:rsid w:val="00022E33"/>
    <w:rsid w:val="00027E51"/>
    <w:rsid w:val="0003023D"/>
    <w:rsid w:val="0003145F"/>
    <w:rsid w:val="00035C5C"/>
    <w:rsid w:val="000373E0"/>
    <w:rsid w:val="00041463"/>
    <w:rsid w:val="00045D84"/>
    <w:rsid w:val="000512A2"/>
    <w:rsid w:val="000525A6"/>
    <w:rsid w:val="000526E9"/>
    <w:rsid w:val="00052D38"/>
    <w:rsid w:val="00053130"/>
    <w:rsid w:val="000542E1"/>
    <w:rsid w:val="00056049"/>
    <w:rsid w:val="000560A0"/>
    <w:rsid w:val="00060FE5"/>
    <w:rsid w:val="00064FBF"/>
    <w:rsid w:val="000714CA"/>
    <w:rsid w:val="00074D9C"/>
    <w:rsid w:val="00074DE3"/>
    <w:rsid w:val="000764F8"/>
    <w:rsid w:val="000766E9"/>
    <w:rsid w:val="0007672B"/>
    <w:rsid w:val="000769E0"/>
    <w:rsid w:val="00077543"/>
    <w:rsid w:val="000776AD"/>
    <w:rsid w:val="00077BD2"/>
    <w:rsid w:val="00081672"/>
    <w:rsid w:val="00081DCC"/>
    <w:rsid w:val="000821F6"/>
    <w:rsid w:val="00087374"/>
    <w:rsid w:val="00087FE0"/>
    <w:rsid w:val="00090688"/>
    <w:rsid w:val="0009076D"/>
    <w:rsid w:val="0009087B"/>
    <w:rsid w:val="00091040"/>
    <w:rsid w:val="00091479"/>
    <w:rsid w:val="00092A3C"/>
    <w:rsid w:val="000958FE"/>
    <w:rsid w:val="00096349"/>
    <w:rsid w:val="0009717A"/>
    <w:rsid w:val="000A0910"/>
    <w:rsid w:val="000A11AE"/>
    <w:rsid w:val="000A1316"/>
    <w:rsid w:val="000A347D"/>
    <w:rsid w:val="000A3B13"/>
    <w:rsid w:val="000A4974"/>
    <w:rsid w:val="000A61DD"/>
    <w:rsid w:val="000A6345"/>
    <w:rsid w:val="000A6641"/>
    <w:rsid w:val="000B10FF"/>
    <w:rsid w:val="000B242E"/>
    <w:rsid w:val="000B2559"/>
    <w:rsid w:val="000B353D"/>
    <w:rsid w:val="000B4076"/>
    <w:rsid w:val="000B4885"/>
    <w:rsid w:val="000B4A4A"/>
    <w:rsid w:val="000C1EB3"/>
    <w:rsid w:val="000C6354"/>
    <w:rsid w:val="000C6A8A"/>
    <w:rsid w:val="000C6C48"/>
    <w:rsid w:val="000D5499"/>
    <w:rsid w:val="000D5844"/>
    <w:rsid w:val="000D7BC5"/>
    <w:rsid w:val="000E2D13"/>
    <w:rsid w:val="000E3B5F"/>
    <w:rsid w:val="000E49C0"/>
    <w:rsid w:val="000F0B4D"/>
    <w:rsid w:val="000F0FC6"/>
    <w:rsid w:val="000F3559"/>
    <w:rsid w:val="000F5BB5"/>
    <w:rsid w:val="000F6557"/>
    <w:rsid w:val="000F65A8"/>
    <w:rsid w:val="000F75B2"/>
    <w:rsid w:val="001007D4"/>
    <w:rsid w:val="00105FC0"/>
    <w:rsid w:val="00111748"/>
    <w:rsid w:val="001123E1"/>
    <w:rsid w:val="0011585B"/>
    <w:rsid w:val="00116254"/>
    <w:rsid w:val="0011716A"/>
    <w:rsid w:val="00123853"/>
    <w:rsid w:val="00123D97"/>
    <w:rsid w:val="00124A21"/>
    <w:rsid w:val="0012705A"/>
    <w:rsid w:val="001302FE"/>
    <w:rsid w:val="00131D09"/>
    <w:rsid w:val="001349DD"/>
    <w:rsid w:val="001355A8"/>
    <w:rsid w:val="00137DD5"/>
    <w:rsid w:val="00140087"/>
    <w:rsid w:val="00140198"/>
    <w:rsid w:val="001414F2"/>
    <w:rsid w:val="0014400C"/>
    <w:rsid w:val="00144E52"/>
    <w:rsid w:val="00147ED7"/>
    <w:rsid w:val="00150E71"/>
    <w:rsid w:val="001512BA"/>
    <w:rsid w:val="00151665"/>
    <w:rsid w:val="00151EC3"/>
    <w:rsid w:val="00154172"/>
    <w:rsid w:val="001542DD"/>
    <w:rsid w:val="00155C6B"/>
    <w:rsid w:val="00155D47"/>
    <w:rsid w:val="00157A39"/>
    <w:rsid w:val="0016273C"/>
    <w:rsid w:val="001717AB"/>
    <w:rsid w:val="00174B36"/>
    <w:rsid w:val="00176042"/>
    <w:rsid w:val="0018458C"/>
    <w:rsid w:val="00185920"/>
    <w:rsid w:val="0018737C"/>
    <w:rsid w:val="0019060F"/>
    <w:rsid w:val="00190D1E"/>
    <w:rsid w:val="001924E3"/>
    <w:rsid w:val="0019256B"/>
    <w:rsid w:val="00196BF2"/>
    <w:rsid w:val="00196E2A"/>
    <w:rsid w:val="001A58BB"/>
    <w:rsid w:val="001A6C09"/>
    <w:rsid w:val="001A7020"/>
    <w:rsid w:val="001A7509"/>
    <w:rsid w:val="001B0689"/>
    <w:rsid w:val="001B166C"/>
    <w:rsid w:val="001B4A57"/>
    <w:rsid w:val="001B5155"/>
    <w:rsid w:val="001B7C3E"/>
    <w:rsid w:val="001C1CE2"/>
    <w:rsid w:val="001C47F9"/>
    <w:rsid w:val="001C5168"/>
    <w:rsid w:val="001C6A25"/>
    <w:rsid w:val="001C7220"/>
    <w:rsid w:val="001D047F"/>
    <w:rsid w:val="001D0908"/>
    <w:rsid w:val="001D1A18"/>
    <w:rsid w:val="001D1EB9"/>
    <w:rsid w:val="001D23A0"/>
    <w:rsid w:val="001D3169"/>
    <w:rsid w:val="001D3C48"/>
    <w:rsid w:val="001D431D"/>
    <w:rsid w:val="001D46FC"/>
    <w:rsid w:val="001D53A0"/>
    <w:rsid w:val="001D5DCC"/>
    <w:rsid w:val="001E0030"/>
    <w:rsid w:val="001E3484"/>
    <w:rsid w:val="001E4177"/>
    <w:rsid w:val="001E4419"/>
    <w:rsid w:val="001E4C4E"/>
    <w:rsid w:val="001E5363"/>
    <w:rsid w:val="001E728D"/>
    <w:rsid w:val="001F339B"/>
    <w:rsid w:val="001F368C"/>
    <w:rsid w:val="001F706A"/>
    <w:rsid w:val="002036AC"/>
    <w:rsid w:val="00203B3D"/>
    <w:rsid w:val="00204235"/>
    <w:rsid w:val="0020619E"/>
    <w:rsid w:val="0021060C"/>
    <w:rsid w:val="002124AC"/>
    <w:rsid w:val="002155F3"/>
    <w:rsid w:val="0023279A"/>
    <w:rsid w:val="00233C69"/>
    <w:rsid w:val="0023472A"/>
    <w:rsid w:val="002406AE"/>
    <w:rsid w:val="00241A98"/>
    <w:rsid w:val="00243950"/>
    <w:rsid w:val="00245AB1"/>
    <w:rsid w:val="002546E1"/>
    <w:rsid w:val="00263B1B"/>
    <w:rsid w:val="00263C08"/>
    <w:rsid w:val="00267054"/>
    <w:rsid w:val="002671A7"/>
    <w:rsid w:val="00267EEA"/>
    <w:rsid w:val="00271437"/>
    <w:rsid w:val="002717E8"/>
    <w:rsid w:val="00272627"/>
    <w:rsid w:val="00274197"/>
    <w:rsid w:val="00277BF8"/>
    <w:rsid w:val="00283E48"/>
    <w:rsid w:val="002913B4"/>
    <w:rsid w:val="0029459F"/>
    <w:rsid w:val="00295881"/>
    <w:rsid w:val="00295C5D"/>
    <w:rsid w:val="00296906"/>
    <w:rsid w:val="00297521"/>
    <w:rsid w:val="00297EA8"/>
    <w:rsid w:val="002A09DC"/>
    <w:rsid w:val="002A5C37"/>
    <w:rsid w:val="002A5F90"/>
    <w:rsid w:val="002A6A17"/>
    <w:rsid w:val="002A6AC9"/>
    <w:rsid w:val="002B032D"/>
    <w:rsid w:val="002B0B1C"/>
    <w:rsid w:val="002B1C5D"/>
    <w:rsid w:val="002B27F4"/>
    <w:rsid w:val="002B30E0"/>
    <w:rsid w:val="002B3D4D"/>
    <w:rsid w:val="002C18D6"/>
    <w:rsid w:val="002C1F02"/>
    <w:rsid w:val="002C3DD7"/>
    <w:rsid w:val="002C63B1"/>
    <w:rsid w:val="002C6AA5"/>
    <w:rsid w:val="002D0D9D"/>
    <w:rsid w:val="002D7289"/>
    <w:rsid w:val="002E1281"/>
    <w:rsid w:val="002E1B7C"/>
    <w:rsid w:val="002E3FC5"/>
    <w:rsid w:val="002E6A57"/>
    <w:rsid w:val="002E7562"/>
    <w:rsid w:val="002F1416"/>
    <w:rsid w:val="002F17C9"/>
    <w:rsid w:val="002F3BFF"/>
    <w:rsid w:val="002F5855"/>
    <w:rsid w:val="003008EC"/>
    <w:rsid w:val="0030189C"/>
    <w:rsid w:val="003021B8"/>
    <w:rsid w:val="00302AC7"/>
    <w:rsid w:val="00304AA1"/>
    <w:rsid w:val="003054B5"/>
    <w:rsid w:val="003110D8"/>
    <w:rsid w:val="00312A86"/>
    <w:rsid w:val="0031306F"/>
    <w:rsid w:val="00316654"/>
    <w:rsid w:val="003172D8"/>
    <w:rsid w:val="00322D6E"/>
    <w:rsid w:val="003278CC"/>
    <w:rsid w:val="00327FD3"/>
    <w:rsid w:val="00331A95"/>
    <w:rsid w:val="00334630"/>
    <w:rsid w:val="003357CD"/>
    <w:rsid w:val="00337157"/>
    <w:rsid w:val="00341538"/>
    <w:rsid w:val="00342AB2"/>
    <w:rsid w:val="00343C69"/>
    <w:rsid w:val="00351379"/>
    <w:rsid w:val="00351A41"/>
    <w:rsid w:val="00352BEB"/>
    <w:rsid w:val="00353FDD"/>
    <w:rsid w:val="00355DD0"/>
    <w:rsid w:val="00355EAC"/>
    <w:rsid w:val="0036187C"/>
    <w:rsid w:val="003644C6"/>
    <w:rsid w:val="0037094D"/>
    <w:rsid w:val="0039424B"/>
    <w:rsid w:val="003A2936"/>
    <w:rsid w:val="003A6969"/>
    <w:rsid w:val="003A783F"/>
    <w:rsid w:val="003B336A"/>
    <w:rsid w:val="003B3AD3"/>
    <w:rsid w:val="003B48DF"/>
    <w:rsid w:val="003B4B87"/>
    <w:rsid w:val="003B7865"/>
    <w:rsid w:val="003C19BB"/>
    <w:rsid w:val="003C52AD"/>
    <w:rsid w:val="003C5D00"/>
    <w:rsid w:val="003C677C"/>
    <w:rsid w:val="003C6F3E"/>
    <w:rsid w:val="003D07EB"/>
    <w:rsid w:val="003D13FB"/>
    <w:rsid w:val="003D28AF"/>
    <w:rsid w:val="003D2AEC"/>
    <w:rsid w:val="003D4D38"/>
    <w:rsid w:val="003D526A"/>
    <w:rsid w:val="003D531C"/>
    <w:rsid w:val="003D5CEF"/>
    <w:rsid w:val="003D7D37"/>
    <w:rsid w:val="003E16D3"/>
    <w:rsid w:val="003E5FC3"/>
    <w:rsid w:val="003F758B"/>
    <w:rsid w:val="0040103D"/>
    <w:rsid w:val="00401BD0"/>
    <w:rsid w:val="004043D3"/>
    <w:rsid w:val="00410AF4"/>
    <w:rsid w:val="00410C33"/>
    <w:rsid w:val="00410DFB"/>
    <w:rsid w:val="00412148"/>
    <w:rsid w:val="0041263D"/>
    <w:rsid w:val="00413133"/>
    <w:rsid w:val="0041480B"/>
    <w:rsid w:val="00414925"/>
    <w:rsid w:val="00414F4A"/>
    <w:rsid w:val="004155A6"/>
    <w:rsid w:val="00416402"/>
    <w:rsid w:val="0041770C"/>
    <w:rsid w:val="00422083"/>
    <w:rsid w:val="0042297D"/>
    <w:rsid w:val="00426030"/>
    <w:rsid w:val="00427087"/>
    <w:rsid w:val="00427DC2"/>
    <w:rsid w:val="00427FE1"/>
    <w:rsid w:val="00430CC8"/>
    <w:rsid w:val="0043320E"/>
    <w:rsid w:val="00433316"/>
    <w:rsid w:val="0043542C"/>
    <w:rsid w:val="00441400"/>
    <w:rsid w:val="00442042"/>
    <w:rsid w:val="004470AA"/>
    <w:rsid w:val="00452FE1"/>
    <w:rsid w:val="00454AC0"/>
    <w:rsid w:val="00460656"/>
    <w:rsid w:val="00461768"/>
    <w:rsid w:val="00461CBF"/>
    <w:rsid w:val="004647AD"/>
    <w:rsid w:val="00464CD2"/>
    <w:rsid w:val="00466A83"/>
    <w:rsid w:val="00467B87"/>
    <w:rsid w:val="00467C38"/>
    <w:rsid w:val="00471DFF"/>
    <w:rsid w:val="004725F1"/>
    <w:rsid w:val="00473C13"/>
    <w:rsid w:val="00474F06"/>
    <w:rsid w:val="0047612F"/>
    <w:rsid w:val="00476FD4"/>
    <w:rsid w:val="00477BE2"/>
    <w:rsid w:val="00480743"/>
    <w:rsid w:val="00481452"/>
    <w:rsid w:val="0048194C"/>
    <w:rsid w:val="00484744"/>
    <w:rsid w:val="00494467"/>
    <w:rsid w:val="00495BA5"/>
    <w:rsid w:val="00497A4B"/>
    <w:rsid w:val="004A1280"/>
    <w:rsid w:val="004A155B"/>
    <w:rsid w:val="004A194E"/>
    <w:rsid w:val="004A208D"/>
    <w:rsid w:val="004A507E"/>
    <w:rsid w:val="004A6A33"/>
    <w:rsid w:val="004A6AFE"/>
    <w:rsid w:val="004B13C0"/>
    <w:rsid w:val="004B201E"/>
    <w:rsid w:val="004B2D81"/>
    <w:rsid w:val="004B4D7D"/>
    <w:rsid w:val="004B57A5"/>
    <w:rsid w:val="004C05DF"/>
    <w:rsid w:val="004C2D29"/>
    <w:rsid w:val="004C3291"/>
    <w:rsid w:val="004C3E00"/>
    <w:rsid w:val="004C57B0"/>
    <w:rsid w:val="004C5D28"/>
    <w:rsid w:val="004C782F"/>
    <w:rsid w:val="004D00B1"/>
    <w:rsid w:val="004D191F"/>
    <w:rsid w:val="004D1A73"/>
    <w:rsid w:val="004D4DAF"/>
    <w:rsid w:val="004D5AE2"/>
    <w:rsid w:val="004D6C16"/>
    <w:rsid w:val="004E1B30"/>
    <w:rsid w:val="004E300D"/>
    <w:rsid w:val="004E665A"/>
    <w:rsid w:val="004E6857"/>
    <w:rsid w:val="004E68C3"/>
    <w:rsid w:val="004F030C"/>
    <w:rsid w:val="004F2E8B"/>
    <w:rsid w:val="004F3D0E"/>
    <w:rsid w:val="004F4376"/>
    <w:rsid w:val="004F5B61"/>
    <w:rsid w:val="004F683C"/>
    <w:rsid w:val="004F6F5F"/>
    <w:rsid w:val="00502541"/>
    <w:rsid w:val="005103FD"/>
    <w:rsid w:val="0051204F"/>
    <w:rsid w:val="00514A1E"/>
    <w:rsid w:val="00517412"/>
    <w:rsid w:val="005223E8"/>
    <w:rsid w:val="0052319C"/>
    <w:rsid w:val="005240B9"/>
    <w:rsid w:val="0052587E"/>
    <w:rsid w:val="00526B0F"/>
    <w:rsid w:val="00527EF5"/>
    <w:rsid w:val="00530138"/>
    <w:rsid w:val="00532DA7"/>
    <w:rsid w:val="005356E5"/>
    <w:rsid w:val="00540D18"/>
    <w:rsid w:val="00542FC9"/>
    <w:rsid w:val="0054339A"/>
    <w:rsid w:val="005446B7"/>
    <w:rsid w:val="0054541B"/>
    <w:rsid w:val="00545994"/>
    <w:rsid w:val="0054768E"/>
    <w:rsid w:val="005479C8"/>
    <w:rsid w:val="00550ECA"/>
    <w:rsid w:val="00551F0B"/>
    <w:rsid w:val="005520E5"/>
    <w:rsid w:val="005537D6"/>
    <w:rsid w:val="00554CDD"/>
    <w:rsid w:val="0056004E"/>
    <w:rsid w:val="00563375"/>
    <w:rsid w:val="00563719"/>
    <w:rsid w:val="005659AC"/>
    <w:rsid w:val="00565BDD"/>
    <w:rsid w:val="005669F8"/>
    <w:rsid w:val="00566D9D"/>
    <w:rsid w:val="00576A52"/>
    <w:rsid w:val="0058003C"/>
    <w:rsid w:val="00585025"/>
    <w:rsid w:val="0058582E"/>
    <w:rsid w:val="00585977"/>
    <w:rsid w:val="0059102F"/>
    <w:rsid w:val="005915B2"/>
    <w:rsid w:val="00591BB4"/>
    <w:rsid w:val="0059355F"/>
    <w:rsid w:val="00593DB3"/>
    <w:rsid w:val="005A1602"/>
    <w:rsid w:val="005A2520"/>
    <w:rsid w:val="005A346E"/>
    <w:rsid w:val="005A48BE"/>
    <w:rsid w:val="005A556C"/>
    <w:rsid w:val="005A7BFF"/>
    <w:rsid w:val="005B322C"/>
    <w:rsid w:val="005B58DE"/>
    <w:rsid w:val="005B66F4"/>
    <w:rsid w:val="005B69C9"/>
    <w:rsid w:val="005B6B2B"/>
    <w:rsid w:val="005C00BF"/>
    <w:rsid w:val="005C2D37"/>
    <w:rsid w:val="005C4C0A"/>
    <w:rsid w:val="005C6366"/>
    <w:rsid w:val="005D1EBA"/>
    <w:rsid w:val="005D269D"/>
    <w:rsid w:val="005D29ED"/>
    <w:rsid w:val="005D3921"/>
    <w:rsid w:val="005D439F"/>
    <w:rsid w:val="005D50A9"/>
    <w:rsid w:val="005E04C6"/>
    <w:rsid w:val="005E090A"/>
    <w:rsid w:val="005E4B9E"/>
    <w:rsid w:val="005E5A51"/>
    <w:rsid w:val="005F3EBE"/>
    <w:rsid w:val="005F4AFF"/>
    <w:rsid w:val="005F5EEB"/>
    <w:rsid w:val="005F74FE"/>
    <w:rsid w:val="005F7E60"/>
    <w:rsid w:val="0060167D"/>
    <w:rsid w:val="00602C68"/>
    <w:rsid w:val="00603F2B"/>
    <w:rsid w:val="00606140"/>
    <w:rsid w:val="006073C5"/>
    <w:rsid w:val="00611050"/>
    <w:rsid w:val="00620CB6"/>
    <w:rsid w:val="0062172C"/>
    <w:rsid w:val="00621B90"/>
    <w:rsid w:val="00623108"/>
    <w:rsid w:val="00626111"/>
    <w:rsid w:val="006266AA"/>
    <w:rsid w:val="006276A5"/>
    <w:rsid w:val="006333E0"/>
    <w:rsid w:val="0063427D"/>
    <w:rsid w:val="00635CD1"/>
    <w:rsid w:val="00635F11"/>
    <w:rsid w:val="00636908"/>
    <w:rsid w:val="00637EA4"/>
    <w:rsid w:val="006444F1"/>
    <w:rsid w:val="00651C1C"/>
    <w:rsid w:val="006525F2"/>
    <w:rsid w:val="00653631"/>
    <w:rsid w:val="006541EB"/>
    <w:rsid w:val="00654E14"/>
    <w:rsid w:val="0066198D"/>
    <w:rsid w:val="00662224"/>
    <w:rsid w:val="0066273B"/>
    <w:rsid w:val="00663481"/>
    <w:rsid w:val="00663C3E"/>
    <w:rsid w:val="0066622C"/>
    <w:rsid w:val="006710B7"/>
    <w:rsid w:val="00671ABB"/>
    <w:rsid w:val="006755A0"/>
    <w:rsid w:val="006760CF"/>
    <w:rsid w:val="00676FD7"/>
    <w:rsid w:val="0067784A"/>
    <w:rsid w:val="00680442"/>
    <w:rsid w:val="00680AFB"/>
    <w:rsid w:val="0068188B"/>
    <w:rsid w:val="006820CC"/>
    <w:rsid w:val="00682239"/>
    <w:rsid w:val="0068250F"/>
    <w:rsid w:val="00682DAF"/>
    <w:rsid w:val="00683AB8"/>
    <w:rsid w:val="00683EA2"/>
    <w:rsid w:val="006840BF"/>
    <w:rsid w:val="006845EA"/>
    <w:rsid w:val="00685841"/>
    <w:rsid w:val="006873DA"/>
    <w:rsid w:val="00690A2A"/>
    <w:rsid w:val="00692E57"/>
    <w:rsid w:val="00693990"/>
    <w:rsid w:val="006A03BE"/>
    <w:rsid w:val="006A1011"/>
    <w:rsid w:val="006A12EB"/>
    <w:rsid w:val="006A5EBD"/>
    <w:rsid w:val="006B1C21"/>
    <w:rsid w:val="006B2063"/>
    <w:rsid w:val="006B2C2B"/>
    <w:rsid w:val="006B53BB"/>
    <w:rsid w:val="006B5923"/>
    <w:rsid w:val="006B5F1C"/>
    <w:rsid w:val="006C01D1"/>
    <w:rsid w:val="006C3529"/>
    <w:rsid w:val="006C74BF"/>
    <w:rsid w:val="006C7756"/>
    <w:rsid w:val="006D3AE5"/>
    <w:rsid w:val="006D3C8F"/>
    <w:rsid w:val="006D433C"/>
    <w:rsid w:val="006D4CED"/>
    <w:rsid w:val="006D7E85"/>
    <w:rsid w:val="006E017C"/>
    <w:rsid w:val="006E0370"/>
    <w:rsid w:val="006E0A99"/>
    <w:rsid w:val="006E6578"/>
    <w:rsid w:val="006E6A26"/>
    <w:rsid w:val="006E78BB"/>
    <w:rsid w:val="006F1E63"/>
    <w:rsid w:val="006F2C29"/>
    <w:rsid w:val="006F481D"/>
    <w:rsid w:val="006F6DD4"/>
    <w:rsid w:val="006F7653"/>
    <w:rsid w:val="006F77EA"/>
    <w:rsid w:val="00701540"/>
    <w:rsid w:val="00701F85"/>
    <w:rsid w:val="00705D08"/>
    <w:rsid w:val="0070645A"/>
    <w:rsid w:val="0070728C"/>
    <w:rsid w:val="0071423E"/>
    <w:rsid w:val="00716EF3"/>
    <w:rsid w:val="007206D9"/>
    <w:rsid w:val="00721BC9"/>
    <w:rsid w:val="00721C43"/>
    <w:rsid w:val="00722CBC"/>
    <w:rsid w:val="00725910"/>
    <w:rsid w:val="00725EC7"/>
    <w:rsid w:val="0072685E"/>
    <w:rsid w:val="0073099B"/>
    <w:rsid w:val="00731E34"/>
    <w:rsid w:val="0073362D"/>
    <w:rsid w:val="00741369"/>
    <w:rsid w:val="0074768E"/>
    <w:rsid w:val="00752E2C"/>
    <w:rsid w:val="00753860"/>
    <w:rsid w:val="0075467B"/>
    <w:rsid w:val="007553D3"/>
    <w:rsid w:val="00756B7C"/>
    <w:rsid w:val="0075780B"/>
    <w:rsid w:val="00767A47"/>
    <w:rsid w:val="007701E6"/>
    <w:rsid w:val="00772526"/>
    <w:rsid w:val="007768EA"/>
    <w:rsid w:val="00777C70"/>
    <w:rsid w:val="007828CD"/>
    <w:rsid w:val="00784276"/>
    <w:rsid w:val="00785857"/>
    <w:rsid w:val="0078591E"/>
    <w:rsid w:val="00787278"/>
    <w:rsid w:val="00791997"/>
    <w:rsid w:val="00794A38"/>
    <w:rsid w:val="0079512D"/>
    <w:rsid w:val="00795347"/>
    <w:rsid w:val="00797386"/>
    <w:rsid w:val="007A1E3A"/>
    <w:rsid w:val="007A38D4"/>
    <w:rsid w:val="007A4352"/>
    <w:rsid w:val="007A4A5F"/>
    <w:rsid w:val="007B03F6"/>
    <w:rsid w:val="007B106A"/>
    <w:rsid w:val="007B2003"/>
    <w:rsid w:val="007B35CC"/>
    <w:rsid w:val="007B6F53"/>
    <w:rsid w:val="007C4B8A"/>
    <w:rsid w:val="007C4EE0"/>
    <w:rsid w:val="007C6966"/>
    <w:rsid w:val="007C6A0C"/>
    <w:rsid w:val="007D631E"/>
    <w:rsid w:val="007D7812"/>
    <w:rsid w:val="007E0732"/>
    <w:rsid w:val="007E0BE1"/>
    <w:rsid w:val="007E201B"/>
    <w:rsid w:val="007E3DB0"/>
    <w:rsid w:val="007E5ED5"/>
    <w:rsid w:val="007E5F5C"/>
    <w:rsid w:val="007E7361"/>
    <w:rsid w:val="007F0CA1"/>
    <w:rsid w:val="007F49B4"/>
    <w:rsid w:val="007F5FB6"/>
    <w:rsid w:val="00801A87"/>
    <w:rsid w:val="00801AED"/>
    <w:rsid w:val="00803496"/>
    <w:rsid w:val="0080358E"/>
    <w:rsid w:val="008070C9"/>
    <w:rsid w:val="0080741E"/>
    <w:rsid w:val="008116D8"/>
    <w:rsid w:val="00813192"/>
    <w:rsid w:val="0082168B"/>
    <w:rsid w:val="00824154"/>
    <w:rsid w:val="00825635"/>
    <w:rsid w:val="00827170"/>
    <w:rsid w:val="00830210"/>
    <w:rsid w:val="00831E32"/>
    <w:rsid w:val="00832896"/>
    <w:rsid w:val="00832CC6"/>
    <w:rsid w:val="008341BC"/>
    <w:rsid w:val="00835C3C"/>
    <w:rsid w:val="00835D7B"/>
    <w:rsid w:val="008372DC"/>
    <w:rsid w:val="00841125"/>
    <w:rsid w:val="00843507"/>
    <w:rsid w:val="00845B7D"/>
    <w:rsid w:val="0084639A"/>
    <w:rsid w:val="00847E48"/>
    <w:rsid w:val="0085296E"/>
    <w:rsid w:val="00853C0C"/>
    <w:rsid w:val="008665C4"/>
    <w:rsid w:val="0086687F"/>
    <w:rsid w:val="00866941"/>
    <w:rsid w:val="0086755E"/>
    <w:rsid w:val="008675F0"/>
    <w:rsid w:val="008676D9"/>
    <w:rsid w:val="008703D0"/>
    <w:rsid w:val="008720BB"/>
    <w:rsid w:val="0088340C"/>
    <w:rsid w:val="00885832"/>
    <w:rsid w:val="008911C5"/>
    <w:rsid w:val="00893964"/>
    <w:rsid w:val="008939DF"/>
    <w:rsid w:val="00894931"/>
    <w:rsid w:val="008978AD"/>
    <w:rsid w:val="008A5036"/>
    <w:rsid w:val="008A64F1"/>
    <w:rsid w:val="008A6940"/>
    <w:rsid w:val="008A7A57"/>
    <w:rsid w:val="008B2537"/>
    <w:rsid w:val="008B2D34"/>
    <w:rsid w:val="008B5363"/>
    <w:rsid w:val="008B5B39"/>
    <w:rsid w:val="008B74A2"/>
    <w:rsid w:val="008B7D91"/>
    <w:rsid w:val="008C0634"/>
    <w:rsid w:val="008C0835"/>
    <w:rsid w:val="008C3726"/>
    <w:rsid w:val="008C4D98"/>
    <w:rsid w:val="008D0617"/>
    <w:rsid w:val="008D30B8"/>
    <w:rsid w:val="008D337F"/>
    <w:rsid w:val="008D7D34"/>
    <w:rsid w:val="008E352D"/>
    <w:rsid w:val="008F1CC3"/>
    <w:rsid w:val="008F5324"/>
    <w:rsid w:val="008F63D3"/>
    <w:rsid w:val="00900089"/>
    <w:rsid w:val="009007C9"/>
    <w:rsid w:val="0090226D"/>
    <w:rsid w:val="00903BEF"/>
    <w:rsid w:val="00903FF1"/>
    <w:rsid w:val="009044D8"/>
    <w:rsid w:val="0090506B"/>
    <w:rsid w:val="009058AE"/>
    <w:rsid w:val="009062EB"/>
    <w:rsid w:val="00906731"/>
    <w:rsid w:val="00906D58"/>
    <w:rsid w:val="0091015D"/>
    <w:rsid w:val="009102C5"/>
    <w:rsid w:val="00912902"/>
    <w:rsid w:val="00913AE9"/>
    <w:rsid w:val="00916BA5"/>
    <w:rsid w:val="009216A9"/>
    <w:rsid w:val="00921830"/>
    <w:rsid w:val="0092423B"/>
    <w:rsid w:val="00925941"/>
    <w:rsid w:val="00927E97"/>
    <w:rsid w:val="00930C3C"/>
    <w:rsid w:val="0093100A"/>
    <w:rsid w:val="00931C46"/>
    <w:rsid w:val="009326E4"/>
    <w:rsid w:val="009345BC"/>
    <w:rsid w:val="0093475F"/>
    <w:rsid w:val="00934BC2"/>
    <w:rsid w:val="00935B10"/>
    <w:rsid w:val="00937AB2"/>
    <w:rsid w:val="00937EF9"/>
    <w:rsid w:val="009423E9"/>
    <w:rsid w:val="00942CDE"/>
    <w:rsid w:val="00943868"/>
    <w:rsid w:val="00943992"/>
    <w:rsid w:val="00944074"/>
    <w:rsid w:val="0094482F"/>
    <w:rsid w:val="0094486F"/>
    <w:rsid w:val="00945377"/>
    <w:rsid w:val="009469C0"/>
    <w:rsid w:val="009500D4"/>
    <w:rsid w:val="009514E2"/>
    <w:rsid w:val="009516AC"/>
    <w:rsid w:val="00952D71"/>
    <w:rsid w:val="00954D07"/>
    <w:rsid w:val="00955805"/>
    <w:rsid w:val="00956AB1"/>
    <w:rsid w:val="009579DC"/>
    <w:rsid w:val="00960FC8"/>
    <w:rsid w:val="00961B2A"/>
    <w:rsid w:val="00962D93"/>
    <w:rsid w:val="009631C8"/>
    <w:rsid w:val="00972D0B"/>
    <w:rsid w:val="00973E4B"/>
    <w:rsid w:val="009814F0"/>
    <w:rsid w:val="00982519"/>
    <w:rsid w:val="009868C3"/>
    <w:rsid w:val="0099031F"/>
    <w:rsid w:val="00990E19"/>
    <w:rsid w:val="009911AD"/>
    <w:rsid w:val="00991978"/>
    <w:rsid w:val="00992571"/>
    <w:rsid w:val="00993170"/>
    <w:rsid w:val="00994525"/>
    <w:rsid w:val="00995955"/>
    <w:rsid w:val="009971C1"/>
    <w:rsid w:val="009A74C6"/>
    <w:rsid w:val="009B030C"/>
    <w:rsid w:val="009B16E5"/>
    <w:rsid w:val="009B18DB"/>
    <w:rsid w:val="009B46DF"/>
    <w:rsid w:val="009B6F4B"/>
    <w:rsid w:val="009B7BA2"/>
    <w:rsid w:val="009B7BD7"/>
    <w:rsid w:val="009C2ECC"/>
    <w:rsid w:val="009C4B4A"/>
    <w:rsid w:val="009D1A1C"/>
    <w:rsid w:val="009D2535"/>
    <w:rsid w:val="009E0243"/>
    <w:rsid w:val="009E331A"/>
    <w:rsid w:val="009E4BF5"/>
    <w:rsid w:val="009E732B"/>
    <w:rsid w:val="009E76F2"/>
    <w:rsid w:val="009F24E2"/>
    <w:rsid w:val="009F2521"/>
    <w:rsid w:val="009F2BC8"/>
    <w:rsid w:val="009F5C8A"/>
    <w:rsid w:val="009F5EDF"/>
    <w:rsid w:val="009F7ABB"/>
    <w:rsid w:val="00A0038F"/>
    <w:rsid w:val="00A02D68"/>
    <w:rsid w:val="00A03E11"/>
    <w:rsid w:val="00A04A38"/>
    <w:rsid w:val="00A05CED"/>
    <w:rsid w:val="00A11B9F"/>
    <w:rsid w:val="00A11C05"/>
    <w:rsid w:val="00A14232"/>
    <w:rsid w:val="00A145A2"/>
    <w:rsid w:val="00A15250"/>
    <w:rsid w:val="00A15265"/>
    <w:rsid w:val="00A15780"/>
    <w:rsid w:val="00A17A98"/>
    <w:rsid w:val="00A17BB2"/>
    <w:rsid w:val="00A206E6"/>
    <w:rsid w:val="00A20D41"/>
    <w:rsid w:val="00A2412B"/>
    <w:rsid w:val="00A25AAA"/>
    <w:rsid w:val="00A25BA6"/>
    <w:rsid w:val="00A25BC0"/>
    <w:rsid w:val="00A335C7"/>
    <w:rsid w:val="00A344EB"/>
    <w:rsid w:val="00A36863"/>
    <w:rsid w:val="00A36E86"/>
    <w:rsid w:val="00A43436"/>
    <w:rsid w:val="00A4358F"/>
    <w:rsid w:val="00A45B9C"/>
    <w:rsid w:val="00A47E17"/>
    <w:rsid w:val="00A5151D"/>
    <w:rsid w:val="00A51C4C"/>
    <w:rsid w:val="00A537F4"/>
    <w:rsid w:val="00A54ACC"/>
    <w:rsid w:val="00A5535F"/>
    <w:rsid w:val="00A55750"/>
    <w:rsid w:val="00A55D01"/>
    <w:rsid w:val="00A5607D"/>
    <w:rsid w:val="00A56978"/>
    <w:rsid w:val="00A570D2"/>
    <w:rsid w:val="00A60202"/>
    <w:rsid w:val="00A60999"/>
    <w:rsid w:val="00A641F6"/>
    <w:rsid w:val="00A64321"/>
    <w:rsid w:val="00A64DEC"/>
    <w:rsid w:val="00A6565A"/>
    <w:rsid w:val="00A65862"/>
    <w:rsid w:val="00A66028"/>
    <w:rsid w:val="00A6622F"/>
    <w:rsid w:val="00A720E6"/>
    <w:rsid w:val="00A72670"/>
    <w:rsid w:val="00A7315E"/>
    <w:rsid w:val="00A733B1"/>
    <w:rsid w:val="00A74B88"/>
    <w:rsid w:val="00A751D4"/>
    <w:rsid w:val="00A76FAC"/>
    <w:rsid w:val="00A80E25"/>
    <w:rsid w:val="00A82414"/>
    <w:rsid w:val="00A83C47"/>
    <w:rsid w:val="00A84780"/>
    <w:rsid w:val="00A84C4A"/>
    <w:rsid w:val="00A86D7F"/>
    <w:rsid w:val="00A8766D"/>
    <w:rsid w:val="00A916A9"/>
    <w:rsid w:val="00A922B4"/>
    <w:rsid w:val="00AA0D78"/>
    <w:rsid w:val="00AA1B55"/>
    <w:rsid w:val="00AA37CD"/>
    <w:rsid w:val="00AA3E04"/>
    <w:rsid w:val="00AA7C4F"/>
    <w:rsid w:val="00AA7D54"/>
    <w:rsid w:val="00AB16CC"/>
    <w:rsid w:val="00AB1B69"/>
    <w:rsid w:val="00AB2A07"/>
    <w:rsid w:val="00AB70E4"/>
    <w:rsid w:val="00AC5C2D"/>
    <w:rsid w:val="00AC5EDD"/>
    <w:rsid w:val="00AC71EC"/>
    <w:rsid w:val="00AD2463"/>
    <w:rsid w:val="00AD4D53"/>
    <w:rsid w:val="00AD6CFA"/>
    <w:rsid w:val="00AE0513"/>
    <w:rsid w:val="00AE156E"/>
    <w:rsid w:val="00AE3494"/>
    <w:rsid w:val="00AE5163"/>
    <w:rsid w:val="00AE6CCF"/>
    <w:rsid w:val="00AF637C"/>
    <w:rsid w:val="00B017C9"/>
    <w:rsid w:val="00B021B5"/>
    <w:rsid w:val="00B02200"/>
    <w:rsid w:val="00B0374D"/>
    <w:rsid w:val="00B0411E"/>
    <w:rsid w:val="00B11089"/>
    <w:rsid w:val="00B126AE"/>
    <w:rsid w:val="00B13DC1"/>
    <w:rsid w:val="00B14C73"/>
    <w:rsid w:val="00B150C4"/>
    <w:rsid w:val="00B20D5A"/>
    <w:rsid w:val="00B20EA7"/>
    <w:rsid w:val="00B2567A"/>
    <w:rsid w:val="00B3067C"/>
    <w:rsid w:val="00B34029"/>
    <w:rsid w:val="00B342DB"/>
    <w:rsid w:val="00B37CB8"/>
    <w:rsid w:val="00B41D43"/>
    <w:rsid w:val="00B43413"/>
    <w:rsid w:val="00B451CA"/>
    <w:rsid w:val="00B4577B"/>
    <w:rsid w:val="00B4618C"/>
    <w:rsid w:val="00B4694F"/>
    <w:rsid w:val="00B46C97"/>
    <w:rsid w:val="00B47715"/>
    <w:rsid w:val="00B50080"/>
    <w:rsid w:val="00B5173A"/>
    <w:rsid w:val="00B51852"/>
    <w:rsid w:val="00B54A41"/>
    <w:rsid w:val="00B5650A"/>
    <w:rsid w:val="00B577CF"/>
    <w:rsid w:val="00B6450B"/>
    <w:rsid w:val="00B66404"/>
    <w:rsid w:val="00B707BF"/>
    <w:rsid w:val="00B70DD1"/>
    <w:rsid w:val="00B718EE"/>
    <w:rsid w:val="00B80506"/>
    <w:rsid w:val="00B805C7"/>
    <w:rsid w:val="00B81567"/>
    <w:rsid w:val="00B8321F"/>
    <w:rsid w:val="00B83D03"/>
    <w:rsid w:val="00B84043"/>
    <w:rsid w:val="00B840D5"/>
    <w:rsid w:val="00B85004"/>
    <w:rsid w:val="00B85EBA"/>
    <w:rsid w:val="00B86144"/>
    <w:rsid w:val="00B87578"/>
    <w:rsid w:val="00B87D59"/>
    <w:rsid w:val="00B905F6"/>
    <w:rsid w:val="00B915B5"/>
    <w:rsid w:val="00B91BC9"/>
    <w:rsid w:val="00B97CA9"/>
    <w:rsid w:val="00BA6964"/>
    <w:rsid w:val="00BA78AC"/>
    <w:rsid w:val="00BB07DF"/>
    <w:rsid w:val="00BB4174"/>
    <w:rsid w:val="00BB42CA"/>
    <w:rsid w:val="00BB568D"/>
    <w:rsid w:val="00BB6EBC"/>
    <w:rsid w:val="00BC107D"/>
    <w:rsid w:val="00BC1114"/>
    <w:rsid w:val="00BC15B2"/>
    <w:rsid w:val="00BC2535"/>
    <w:rsid w:val="00BC2FD6"/>
    <w:rsid w:val="00BC3E80"/>
    <w:rsid w:val="00BC64D2"/>
    <w:rsid w:val="00BC66BA"/>
    <w:rsid w:val="00BC694A"/>
    <w:rsid w:val="00BD2E99"/>
    <w:rsid w:val="00BD63B1"/>
    <w:rsid w:val="00BD7A25"/>
    <w:rsid w:val="00BE0AA5"/>
    <w:rsid w:val="00BE59CB"/>
    <w:rsid w:val="00BF1118"/>
    <w:rsid w:val="00BF489B"/>
    <w:rsid w:val="00C0242A"/>
    <w:rsid w:val="00C0284C"/>
    <w:rsid w:val="00C10198"/>
    <w:rsid w:val="00C110B3"/>
    <w:rsid w:val="00C11166"/>
    <w:rsid w:val="00C14588"/>
    <w:rsid w:val="00C154A3"/>
    <w:rsid w:val="00C15AF1"/>
    <w:rsid w:val="00C16208"/>
    <w:rsid w:val="00C162F0"/>
    <w:rsid w:val="00C204E3"/>
    <w:rsid w:val="00C24209"/>
    <w:rsid w:val="00C242D7"/>
    <w:rsid w:val="00C24D52"/>
    <w:rsid w:val="00C254EB"/>
    <w:rsid w:val="00C26C17"/>
    <w:rsid w:val="00C30CFD"/>
    <w:rsid w:val="00C310B8"/>
    <w:rsid w:val="00C3120B"/>
    <w:rsid w:val="00C32AF3"/>
    <w:rsid w:val="00C343FE"/>
    <w:rsid w:val="00C407D1"/>
    <w:rsid w:val="00C42250"/>
    <w:rsid w:val="00C44770"/>
    <w:rsid w:val="00C44976"/>
    <w:rsid w:val="00C46123"/>
    <w:rsid w:val="00C47063"/>
    <w:rsid w:val="00C474B5"/>
    <w:rsid w:val="00C50F62"/>
    <w:rsid w:val="00C52838"/>
    <w:rsid w:val="00C539F3"/>
    <w:rsid w:val="00C541C4"/>
    <w:rsid w:val="00C5442E"/>
    <w:rsid w:val="00C6292C"/>
    <w:rsid w:val="00C62AF0"/>
    <w:rsid w:val="00C62E18"/>
    <w:rsid w:val="00C65E85"/>
    <w:rsid w:val="00C66ACC"/>
    <w:rsid w:val="00C678D0"/>
    <w:rsid w:val="00C75900"/>
    <w:rsid w:val="00C77072"/>
    <w:rsid w:val="00C800FD"/>
    <w:rsid w:val="00C808BF"/>
    <w:rsid w:val="00C83463"/>
    <w:rsid w:val="00C91A2B"/>
    <w:rsid w:val="00C925C3"/>
    <w:rsid w:val="00C928C8"/>
    <w:rsid w:val="00C93764"/>
    <w:rsid w:val="00C968D7"/>
    <w:rsid w:val="00CA0D77"/>
    <w:rsid w:val="00CA4EC7"/>
    <w:rsid w:val="00CA54BB"/>
    <w:rsid w:val="00CA5B23"/>
    <w:rsid w:val="00CA67D1"/>
    <w:rsid w:val="00CA7E7B"/>
    <w:rsid w:val="00CB09DD"/>
    <w:rsid w:val="00CB3C8A"/>
    <w:rsid w:val="00CC2B7B"/>
    <w:rsid w:val="00CC3532"/>
    <w:rsid w:val="00CC4DD5"/>
    <w:rsid w:val="00CC5D73"/>
    <w:rsid w:val="00CD065E"/>
    <w:rsid w:val="00CD1938"/>
    <w:rsid w:val="00CD198C"/>
    <w:rsid w:val="00CD2CA4"/>
    <w:rsid w:val="00CD2D25"/>
    <w:rsid w:val="00CD2E46"/>
    <w:rsid w:val="00CD671E"/>
    <w:rsid w:val="00CE194C"/>
    <w:rsid w:val="00CE3436"/>
    <w:rsid w:val="00CF1C76"/>
    <w:rsid w:val="00CF2494"/>
    <w:rsid w:val="00CF2B51"/>
    <w:rsid w:val="00CF767C"/>
    <w:rsid w:val="00D06261"/>
    <w:rsid w:val="00D06448"/>
    <w:rsid w:val="00D06F29"/>
    <w:rsid w:val="00D07896"/>
    <w:rsid w:val="00D11116"/>
    <w:rsid w:val="00D116E3"/>
    <w:rsid w:val="00D12A73"/>
    <w:rsid w:val="00D12F31"/>
    <w:rsid w:val="00D15B02"/>
    <w:rsid w:val="00D165EF"/>
    <w:rsid w:val="00D16CE8"/>
    <w:rsid w:val="00D17173"/>
    <w:rsid w:val="00D2252F"/>
    <w:rsid w:val="00D22CF8"/>
    <w:rsid w:val="00D22DD2"/>
    <w:rsid w:val="00D2300A"/>
    <w:rsid w:val="00D23F13"/>
    <w:rsid w:val="00D25074"/>
    <w:rsid w:val="00D250B1"/>
    <w:rsid w:val="00D26781"/>
    <w:rsid w:val="00D26E38"/>
    <w:rsid w:val="00D26E86"/>
    <w:rsid w:val="00D32A93"/>
    <w:rsid w:val="00D33987"/>
    <w:rsid w:val="00D35031"/>
    <w:rsid w:val="00D36E56"/>
    <w:rsid w:val="00D40BA8"/>
    <w:rsid w:val="00D42B7C"/>
    <w:rsid w:val="00D43FD3"/>
    <w:rsid w:val="00D44A87"/>
    <w:rsid w:val="00D52683"/>
    <w:rsid w:val="00D55EBA"/>
    <w:rsid w:val="00D603C5"/>
    <w:rsid w:val="00D605DA"/>
    <w:rsid w:val="00D60E88"/>
    <w:rsid w:val="00D63CE6"/>
    <w:rsid w:val="00D66AEA"/>
    <w:rsid w:val="00D70895"/>
    <w:rsid w:val="00D71303"/>
    <w:rsid w:val="00D71D5A"/>
    <w:rsid w:val="00D72569"/>
    <w:rsid w:val="00D727DF"/>
    <w:rsid w:val="00D73290"/>
    <w:rsid w:val="00D75482"/>
    <w:rsid w:val="00D76733"/>
    <w:rsid w:val="00D7756E"/>
    <w:rsid w:val="00D80D10"/>
    <w:rsid w:val="00D81824"/>
    <w:rsid w:val="00D82355"/>
    <w:rsid w:val="00D826E4"/>
    <w:rsid w:val="00D83451"/>
    <w:rsid w:val="00D84E31"/>
    <w:rsid w:val="00D867E8"/>
    <w:rsid w:val="00D8766A"/>
    <w:rsid w:val="00D91334"/>
    <w:rsid w:val="00D924B4"/>
    <w:rsid w:val="00D937DE"/>
    <w:rsid w:val="00D944AE"/>
    <w:rsid w:val="00D94DF0"/>
    <w:rsid w:val="00D95105"/>
    <w:rsid w:val="00D96497"/>
    <w:rsid w:val="00DA0C56"/>
    <w:rsid w:val="00DA3391"/>
    <w:rsid w:val="00DA4DD5"/>
    <w:rsid w:val="00DA5BC6"/>
    <w:rsid w:val="00DB1510"/>
    <w:rsid w:val="00DB4018"/>
    <w:rsid w:val="00DC00CC"/>
    <w:rsid w:val="00DC2B15"/>
    <w:rsid w:val="00DC2E6A"/>
    <w:rsid w:val="00DC3A19"/>
    <w:rsid w:val="00DC4E39"/>
    <w:rsid w:val="00DC6B27"/>
    <w:rsid w:val="00DC7250"/>
    <w:rsid w:val="00DC7294"/>
    <w:rsid w:val="00DD1924"/>
    <w:rsid w:val="00DD26B4"/>
    <w:rsid w:val="00DD2AED"/>
    <w:rsid w:val="00DD2C22"/>
    <w:rsid w:val="00DD3AF0"/>
    <w:rsid w:val="00DD68FC"/>
    <w:rsid w:val="00DD752B"/>
    <w:rsid w:val="00DD7C0B"/>
    <w:rsid w:val="00DD7F72"/>
    <w:rsid w:val="00DE0139"/>
    <w:rsid w:val="00DE069D"/>
    <w:rsid w:val="00DE142F"/>
    <w:rsid w:val="00DE2223"/>
    <w:rsid w:val="00DE2A11"/>
    <w:rsid w:val="00DE2E74"/>
    <w:rsid w:val="00DE3782"/>
    <w:rsid w:val="00DE384A"/>
    <w:rsid w:val="00DE465F"/>
    <w:rsid w:val="00DE7726"/>
    <w:rsid w:val="00DF4C98"/>
    <w:rsid w:val="00DF5727"/>
    <w:rsid w:val="00DF7B5F"/>
    <w:rsid w:val="00E00242"/>
    <w:rsid w:val="00E03287"/>
    <w:rsid w:val="00E05FFD"/>
    <w:rsid w:val="00E070F9"/>
    <w:rsid w:val="00E1075E"/>
    <w:rsid w:val="00E11BD9"/>
    <w:rsid w:val="00E131C7"/>
    <w:rsid w:val="00E15757"/>
    <w:rsid w:val="00E22D1C"/>
    <w:rsid w:val="00E231EA"/>
    <w:rsid w:val="00E23577"/>
    <w:rsid w:val="00E24735"/>
    <w:rsid w:val="00E25E26"/>
    <w:rsid w:val="00E260D6"/>
    <w:rsid w:val="00E26A9C"/>
    <w:rsid w:val="00E270CF"/>
    <w:rsid w:val="00E274CC"/>
    <w:rsid w:val="00E3029C"/>
    <w:rsid w:val="00E31DE2"/>
    <w:rsid w:val="00E34711"/>
    <w:rsid w:val="00E36C8E"/>
    <w:rsid w:val="00E407AF"/>
    <w:rsid w:val="00E44228"/>
    <w:rsid w:val="00E45697"/>
    <w:rsid w:val="00E45C19"/>
    <w:rsid w:val="00E47869"/>
    <w:rsid w:val="00E503AE"/>
    <w:rsid w:val="00E53C0A"/>
    <w:rsid w:val="00E54CE2"/>
    <w:rsid w:val="00E54E4D"/>
    <w:rsid w:val="00E5527B"/>
    <w:rsid w:val="00E561F5"/>
    <w:rsid w:val="00E637ED"/>
    <w:rsid w:val="00E65DD0"/>
    <w:rsid w:val="00E67109"/>
    <w:rsid w:val="00E6771D"/>
    <w:rsid w:val="00E73E9E"/>
    <w:rsid w:val="00E74015"/>
    <w:rsid w:val="00E7444C"/>
    <w:rsid w:val="00E7624E"/>
    <w:rsid w:val="00E77AA2"/>
    <w:rsid w:val="00E80768"/>
    <w:rsid w:val="00E808B5"/>
    <w:rsid w:val="00E82A79"/>
    <w:rsid w:val="00E84BC4"/>
    <w:rsid w:val="00E8511F"/>
    <w:rsid w:val="00E90F0A"/>
    <w:rsid w:val="00E92478"/>
    <w:rsid w:val="00E93A16"/>
    <w:rsid w:val="00E9513E"/>
    <w:rsid w:val="00E95641"/>
    <w:rsid w:val="00E958B0"/>
    <w:rsid w:val="00E96249"/>
    <w:rsid w:val="00E9732F"/>
    <w:rsid w:val="00EA0F3D"/>
    <w:rsid w:val="00EA22A7"/>
    <w:rsid w:val="00EB0D11"/>
    <w:rsid w:val="00EB314C"/>
    <w:rsid w:val="00EB7D26"/>
    <w:rsid w:val="00EC26B4"/>
    <w:rsid w:val="00EC2C03"/>
    <w:rsid w:val="00EC3845"/>
    <w:rsid w:val="00EC6D2F"/>
    <w:rsid w:val="00EC6FA1"/>
    <w:rsid w:val="00EC7D0A"/>
    <w:rsid w:val="00ED0263"/>
    <w:rsid w:val="00ED2332"/>
    <w:rsid w:val="00ED2B74"/>
    <w:rsid w:val="00ED3058"/>
    <w:rsid w:val="00ED3639"/>
    <w:rsid w:val="00ED3C78"/>
    <w:rsid w:val="00EE0E2F"/>
    <w:rsid w:val="00EE0F3D"/>
    <w:rsid w:val="00EE1CE8"/>
    <w:rsid w:val="00EE49FC"/>
    <w:rsid w:val="00EE4ABA"/>
    <w:rsid w:val="00EE775A"/>
    <w:rsid w:val="00EE785B"/>
    <w:rsid w:val="00EF1BF3"/>
    <w:rsid w:val="00EF2443"/>
    <w:rsid w:val="00EF27B7"/>
    <w:rsid w:val="00EF330C"/>
    <w:rsid w:val="00EF3B13"/>
    <w:rsid w:val="00EF4F28"/>
    <w:rsid w:val="00EF56D6"/>
    <w:rsid w:val="00EF6092"/>
    <w:rsid w:val="00F00C48"/>
    <w:rsid w:val="00F00F72"/>
    <w:rsid w:val="00F018DF"/>
    <w:rsid w:val="00F01BAF"/>
    <w:rsid w:val="00F039EE"/>
    <w:rsid w:val="00F04203"/>
    <w:rsid w:val="00F05163"/>
    <w:rsid w:val="00F06C4C"/>
    <w:rsid w:val="00F0755C"/>
    <w:rsid w:val="00F10A92"/>
    <w:rsid w:val="00F10D99"/>
    <w:rsid w:val="00F14186"/>
    <w:rsid w:val="00F15100"/>
    <w:rsid w:val="00F156B4"/>
    <w:rsid w:val="00F157A1"/>
    <w:rsid w:val="00F15B79"/>
    <w:rsid w:val="00F1690A"/>
    <w:rsid w:val="00F22F72"/>
    <w:rsid w:val="00F24043"/>
    <w:rsid w:val="00F313A8"/>
    <w:rsid w:val="00F323BB"/>
    <w:rsid w:val="00F327A7"/>
    <w:rsid w:val="00F354F0"/>
    <w:rsid w:val="00F3717A"/>
    <w:rsid w:val="00F373F0"/>
    <w:rsid w:val="00F422E7"/>
    <w:rsid w:val="00F456D5"/>
    <w:rsid w:val="00F46BAE"/>
    <w:rsid w:val="00F50041"/>
    <w:rsid w:val="00F5313E"/>
    <w:rsid w:val="00F55520"/>
    <w:rsid w:val="00F61A9F"/>
    <w:rsid w:val="00F61B85"/>
    <w:rsid w:val="00F62C36"/>
    <w:rsid w:val="00F63DEF"/>
    <w:rsid w:val="00F64745"/>
    <w:rsid w:val="00F66BC4"/>
    <w:rsid w:val="00F730E3"/>
    <w:rsid w:val="00F7431D"/>
    <w:rsid w:val="00F74A92"/>
    <w:rsid w:val="00F75DF5"/>
    <w:rsid w:val="00F7700E"/>
    <w:rsid w:val="00F805D8"/>
    <w:rsid w:val="00F81219"/>
    <w:rsid w:val="00F8776E"/>
    <w:rsid w:val="00F91B7E"/>
    <w:rsid w:val="00F94FAD"/>
    <w:rsid w:val="00F95093"/>
    <w:rsid w:val="00FA00F6"/>
    <w:rsid w:val="00FA3989"/>
    <w:rsid w:val="00FA4F27"/>
    <w:rsid w:val="00FA5746"/>
    <w:rsid w:val="00FA5BB1"/>
    <w:rsid w:val="00FA6441"/>
    <w:rsid w:val="00FA6EA2"/>
    <w:rsid w:val="00FB0E85"/>
    <w:rsid w:val="00FB1959"/>
    <w:rsid w:val="00FB1DA9"/>
    <w:rsid w:val="00FB2B75"/>
    <w:rsid w:val="00FB4014"/>
    <w:rsid w:val="00FB4457"/>
    <w:rsid w:val="00FB589F"/>
    <w:rsid w:val="00FB7332"/>
    <w:rsid w:val="00FC11BB"/>
    <w:rsid w:val="00FC5108"/>
    <w:rsid w:val="00FC6295"/>
    <w:rsid w:val="00FC76C6"/>
    <w:rsid w:val="00FD0B50"/>
    <w:rsid w:val="00FD25DD"/>
    <w:rsid w:val="00FD4401"/>
    <w:rsid w:val="00FD730D"/>
    <w:rsid w:val="00FD742C"/>
    <w:rsid w:val="00FE1F58"/>
    <w:rsid w:val="00FE5371"/>
    <w:rsid w:val="00FE6218"/>
    <w:rsid w:val="00FE6A3B"/>
    <w:rsid w:val="00FE7956"/>
    <w:rsid w:val="00FF0113"/>
    <w:rsid w:val="00FF0458"/>
    <w:rsid w:val="00FF0E29"/>
    <w:rsid w:val="00FF1A55"/>
    <w:rsid w:val="00FF3C7B"/>
    <w:rsid w:val="00FF5E78"/>
    <w:rsid w:val="00FF65D9"/>
    <w:rsid w:val="00F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  <w:style w:type="character" w:styleId="Hyperlink">
    <w:name w:val="Hyperlink"/>
    <w:basedOn w:val="DefaultParagraphFont"/>
    <w:uiPriority w:val="99"/>
    <w:rsid w:val="00DD26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7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Pages>19</Pages>
  <Words>3362</Words>
  <Characters>19169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Наташа</cp:lastModifiedBy>
  <cp:revision>30</cp:revision>
  <cp:lastPrinted>2016-03-30T15:15:00Z</cp:lastPrinted>
  <dcterms:created xsi:type="dcterms:W3CDTF">2015-12-14T10:03:00Z</dcterms:created>
  <dcterms:modified xsi:type="dcterms:W3CDTF">2016-04-07T12:19:00Z</dcterms:modified>
</cp:coreProperties>
</file>