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ED" w:rsidRDefault="005E11ED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E11ED" w:rsidRDefault="005E11ED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E11ED" w:rsidRDefault="005E11ED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E11ED" w:rsidRDefault="005E11ED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5E11ED" w:rsidRDefault="005E11ED" w:rsidP="009C1D5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01 апреля 2016 г. №  406</w:t>
      </w:r>
    </w:p>
    <w:p w:rsidR="005E11ED" w:rsidRDefault="005E11ED" w:rsidP="009C1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1ED" w:rsidRDefault="005E11ED" w:rsidP="006255B8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5E11ED" w:rsidRDefault="005E11ED" w:rsidP="006255B8">
      <w:pPr>
        <w:autoSpaceDE w:val="0"/>
        <w:autoSpaceDN w:val="0"/>
        <w:adjustRightInd w:val="0"/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5E11ED" w:rsidRDefault="005E11ED" w:rsidP="00D70D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11ED" w:rsidRDefault="005E11ED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635C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5E11ED" w:rsidRDefault="005E11ED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5E11ED" w:rsidRPr="00545163" w:rsidRDefault="005E11ED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E11ED" w:rsidRPr="00A206E6" w:rsidRDefault="005E11ED" w:rsidP="001C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5E11ED" w:rsidRPr="007B07C6" w:rsidRDefault="005E11ED" w:rsidP="007B07C6">
      <w:pPr>
        <w:spacing w:after="0" w:line="240" w:lineRule="auto"/>
        <w:rPr>
          <w:sz w:val="2"/>
          <w:szCs w:val="2"/>
        </w:rPr>
      </w:pPr>
    </w:p>
    <w:p w:rsidR="005E11ED" w:rsidRPr="003E7C12" w:rsidRDefault="005E11ED" w:rsidP="003E7C12">
      <w:pPr>
        <w:spacing w:after="0" w:line="240" w:lineRule="auto"/>
        <w:rPr>
          <w:sz w:val="2"/>
          <w:szCs w:val="2"/>
        </w:rPr>
      </w:pPr>
    </w:p>
    <w:tbl>
      <w:tblPr>
        <w:tblW w:w="5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0"/>
        <w:gridCol w:w="2446"/>
        <w:gridCol w:w="1439"/>
        <w:gridCol w:w="1441"/>
        <w:gridCol w:w="1295"/>
        <w:gridCol w:w="1440"/>
        <w:gridCol w:w="1296"/>
        <w:gridCol w:w="1418"/>
        <w:gridCol w:w="1419"/>
        <w:gridCol w:w="1625"/>
        <w:gridCol w:w="1728"/>
      </w:tblGrid>
      <w:tr w:rsidR="005E11ED" w:rsidRPr="009C689C">
        <w:trPr>
          <w:cantSplit/>
          <w:tblHeader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Наименование</w:t>
            </w:r>
          </w:p>
          <w:p w:rsidR="005E11ED" w:rsidRPr="009C689C" w:rsidRDefault="005E11ED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39" w:type="dxa"/>
            <w:vMerge w:val="restart"/>
          </w:tcPr>
          <w:p w:rsidR="005E11ED" w:rsidRPr="000949A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 w:rsidRPr="000949AC">
              <w:rPr>
                <w:rFonts w:ascii="Times New Roman" w:hAnsi="Times New Roman" w:cs="Times New Roman"/>
                <w:sz w:val="20"/>
                <w:szCs w:val="20"/>
              </w:rPr>
              <w:br/>
              <w:t>финанси-рования</w:t>
            </w:r>
          </w:p>
        </w:tc>
        <w:tc>
          <w:tcPr>
            <w:tcW w:w="1441" w:type="dxa"/>
            <w:vMerge w:val="restart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Форма финансового обеспечения</w:t>
            </w:r>
          </w:p>
        </w:tc>
        <w:tc>
          <w:tcPr>
            <w:tcW w:w="6868" w:type="dxa"/>
            <w:gridSpan w:val="5"/>
          </w:tcPr>
          <w:p w:rsidR="005E11ED" w:rsidRPr="000949AC" w:rsidRDefault="005E11ED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Финансовые затраты, тыс. руб.</w:t>
            </w:r>
          </w:p>
        </w:tc>
        <w:tc>
          <w:tcPr>
            <w:tcW w:w="1625" w:type="dxa"/>
            <w:vMerge w:val="restart"/>
            <w:noWrap/>
          </w:tcPr>
          <w:p w:rsidR="005E11ED" w:rsidRPr="000949AC" w:rsidRDefault="005E11ED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949A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5E11ED" w:rsidRPr="000949AC" w:rsidRDefault="005E11ED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728" w:type="dxa"/>
            <w:vMerge w:val="restart"/>
            <w:noWrap/>
          </w:tcPr>
          <w:p w:rsidR="005E11ED" w:rsidRPr="000949AC" w:rsidRDefault="005E11ED" w:rsidP="001468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949AC">
              <w:rPr>
                <w:rFonts w:ascii="Times New Roman" w:hAnsi="Times New Roman" w:cs="Times New Roman"/>
              </w:rPr>
              <w:t>Участник</w:t>
            </w:r>
          </w:p>
          <w:p w:rsidR="005E11ED" w:rsidRPr="000949AC" w:rsidRDefault="005E11ED" w:rsidP="00146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</w:tr>
      <w:tr w:rsidR="005E11ED" w:rsidRPr="009C689C">
        <w:trPr>
          <w:cantSplit/>
          <w:tblHeader/>
          <w:jc w:val="center"/>
        </w:trPr>
        <w:tc>
          <w:tcPr>
            <w:tcW w:w="860" w:type="dxa"/>
            <w:vMerge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vMerge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</w:tcPr>
          <w:p w:rsidR="005E11ED" w:rsidRPr="000949AC" w:rsidRDefault="005E11ED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2015 г. </w:t>
            </w:r>
          </w:p>
        </w:tc>
        <w:tc>
          <w:tcPr>
            <w:tcW w:w="1440" w:type="dxa"/>
          </w:tcPr>
          <w:p w:rsidR="005E11ED" w:rsidRPr="000949AC" w:rsidRDefault="005E11ED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2016 г. </w:t>
            </w:r>
          </w:p>
        </w:tc>
        <w:tc>
          <w:tcPr>
            <w:tcW w:w="1296" w:type="dxa"/>
          </w:tcPr>
          <w:p w:rsidR="005E11ED" w:rsidRPr="000949AC" w:rsidRDefault="005E11ED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2017 г. </w:t>
            </w:r>
          </w:p>
        </w:tc>
        <w:tc>
          <w:tcPr>
            <w:tcW w:w="1418" w:type="dxa"/>
          </w:tcPr>
          <w:p w:rsidR="005E11ED" w:rsidRPr="000949AC" w:rsidRDefault="005E11ED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419" w:type="dxa"/>
          </w:tcPr>
          <w:p w:rsidR="005E11ED" w:rsidRPr="000949AC" w:rsidRDefault="005E11ED" w:rsidP="00987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949A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25" w:type="dxa"/>
            <w:vMerge/>
            <w:noWrap/>
          </w:tcPr>
          <w:p w:rsidR="005E11ED" w:rsidRPr="009C689C" w:rsidRDefault="005E11ED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noWrap/>
          </w:tcPr>
          <w:p w:rsidR="005E11ED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11ED" w:rsidRPr="001468EC" w:rsidRDefault="005E11ED" w:rsidP="001468E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55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0"/>
        <w:gridCol w:w="2446"/>
        <w:gridCol w:w="1439"/>
        <w:gridCol w:w="1441"/>
        <w:gridCol w:w="1295"/>
        <w:gridCol w:w="1440"/>
        <w:gridCol w:w="1296"/>
        <w:gridCol w:w="1418"/>
        <w:gridCol w:w="1419"/>
        <w:gridCol w:w="1625"/>
        <w:gridCol w:w="1728"/>
      </w:tblGrid>
      <w:tr w:rsidR="005E11ED" w:rsidRPr="009C689C">
        <w:trPr>
          <w:cantSplit/>
          <w:tblHeader/>
          <w:jc w:val="center"/>
        </w:trPr>
        <w:tc>
          <w:tcPr>
            <w:tcW w:w="860" w:type="dxa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6" w:type="dxa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1" w:type="dxa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5" w:type="dxa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6" w:type="dxa"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5E11ED" w:rsidRPr="009C689C" w:rsidRDefault="005E11ED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9" w:type="dxa"/>
          </w:tcPr>
          <w:p w:rsidR="005E11ED" w:rsidRPr="009C689C" w:rsidRDefault="005E11ED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5" w:type="dxa"/>
            <w:noWrap/>
          </w:tcPr>
          <w:p w:rsidR="005E11ED" w:rsidRPr="009C689C" w:rsidRDefault="005E11ED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8" w:type="dxa"/>
            <w:noWrap/>
          </w:tcPr>
          <w:p w:rsidR="005E11ED" w:rsidRPr="009C689C" w:rsidRDefault="005E11ED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5 991 730,05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4 803 103,14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4 780 031,49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20 345 713,46</w:t>
            </w:r>
          </w:p>
        </w:tc>
        <w:tc>
          <w:tcPr>
            <w:tcW w:w="1625" w:type="dxa"/>
            <w:vMerge w:val="restart"/>
            <w:noWrap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8" w:type="dxa"/>
            <w:vMerge w:val="restart"/>
            <w:noWrap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1 019 404,41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244 523,93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1 263 928,34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3 021 743,53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2 849 466,72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12 041 985,73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1 869 855,37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1 648 140,69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1 633 593,25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6 775 999,85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EC58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C58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EC5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80 726,74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60 971,80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263 799,54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C58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C58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по социальной политике администрации городского округа «Город Калининград»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4 691 244,92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4 530 591,77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4 770 848,78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18 763 534,26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noWrap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6 425,00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6 425,00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2 868 199,32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2 840 811,81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11 879 786,61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1 735 893,87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1 628 808,16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1 624 410,54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6 613 523,11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EC58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C58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EC58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80 726,74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60 971,80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61 050,50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263 799,54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C58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C58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 w:val="restart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архитектуры и строительства администрации городского округа «Город Калининград»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1 300 485,13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272 511,37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9 182,71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1 582 179,20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noWrap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1 012 979,41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244 523,93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1 257 503,34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153 544,21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8 654,91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162 199,12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133 961,51</w:t>
            </w:r>
          </w:p>
        </w:tc>
        <w:tc>
          <w:tcPr>
            <w:tcW w:w="1440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19 332,53</w:t>
            </w:r>
          </w:p>
        </w:tc>
        <w:tc>
          <w:tcPr>
            <w:tcW w:w="1296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9 182,71</w:t>
            </w:r>
          </w:p>
        </w:tc>
        <w:tc>
          <w:tcPr>
            <w:tcW w:w="1418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3823D6" w:rsidRDefault="005E11ED" w:rsidP="003823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23D6">
              <w:rPr>
                <w:rFonts w:ascii="Times New Roman" w:hAnsi="Times New Roman" w:cs="Times New Roman"/>
                <w:sz w:val="20"/>
                <w:szCs w:val="20"/>
              </w:rPr>
              <w:t>162 476,74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5"/>
          <w:jc w:val="center"/>
        </w:trPr>
        <w:tc>
          <w:tcPr>
            <w:tcW w:w="3306" w:type="dxa"/>
            <w:gridSpan w:val="2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присмотр и уход за детьми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1 802 955,85</w:t>
            </w:r>
          </w:p>
        </w:tc>
        <w:tc>
          <w:tcPr>
            <w:tcW w:w="1440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1 898 500,03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1 958 239,44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1 958 239,44</w:t>
            </w:r>
          </w:p>
        </w:tc>
        <w:tc>
          <w:tcPr>
            <w:tcW w:w="1419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7 617 934,76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дошкольные и общеобразова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учреждения</w:t>
            </w: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914 226,73</w:t>
            </w:r>
          </w:p>
        </w:tc>
        <w:tc>
          <w:tcPr>
            <w:tcW w:w="1440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927 697,44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949 010,90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949 010,90</w:t>
            </w:r>
          </w:p>
        </w:tc>
        <w:tc>
          <w:tcPr>
            <w:tcW w:w="1419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3 739 945,97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888 729,12</w:t>
            </w:r>
          </w:p>
        </w:tc>
        <w:tc>
          <w:tcPr>
            <w:tcW w:w="1440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970 802,59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1 009 228,54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1 009 228,54</w:t>
            </w:r>
          </w:p>
        </w:tc>
        <w:tc>
          <w:tcPr>
            <w:tcW w:w="1419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3 877 988,79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юридичес-ким лицам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13 593,60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14 273,30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56 413,50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Негосударствен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образовательные учреждения</w:t>
            </w: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13 593,60</w:t>
            </w:r>
          </w:p>
        </w:tc>
        <w:tc>
          <w:tcPr>
            <w:tcW w:w="1440" w:type="dxa"/>
            <w:vAlign w:val="center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296" w:type="dxa"/>
            <w:vAlign w:val="center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418" w:type="dxa"/>
            <w:vAlign w:val="center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14 273,30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56 413,50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образования, дополнительных общеобразовательных общеразвивающих программ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целевая субсидия</w:t>
            </w:r>
          </w:p>
        </w:tc>
        <w:tc>
          <w:tcPr>
            <w:tcW w:w="1295" w:type="dxa"/>
            <w:vAlign w:val="bottom"/>
          </w:tcPr>
          <w:p w:rsidR="005E11ED" w:rsidRPr="00987024" w:rsidRDefault="005E11ED" w:rsidP="009C1D5C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eastAsia="Batang" w:hAnsi="Times New Roman" w:cs="Times New Roman"/>
                <w:sz w:val="20"/>
                <w:szCs w:val="20"/>
              </w:rPr>
              <w:t>2 214 817,88</w:t>
            </w:r>
          </w:p>
        </w:tc>
        <w:tc>
          <w:tcPr>
            <w:tcW w:w="1440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2 217 457,55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2 472 715,74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2 472 715,74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9 377 706,91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9C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учреждения</w:t>
            </w: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1 893 162,50</w:t>
            </w:r>
          </w:p>
        </w:tc>
        <w:tc>
          <w:tcPr>
            <w:tcW w:w="1440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1 874 012,20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2 125 844,84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2 125 844,84</w:t>
            </w:r>
          </w:p>
        </w:tc>
        <w:tc>
          <w:tcPr>
            <w:tcW w:w="1419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8 018 864,38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314 456,81</w:t>
            </w:r>
          </w:p>
        </w:tc>
        <w:tc>
          <w:tcPr>
            <w:tcW w:w="1440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343 445,35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346 870,90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346 870,90</w:t>
            </w:r>
          </w:p>
        </w:tc>
        <w:tc>
          <w:tcPr>
            <w:tcW w:w="1419" w:type="dxa"/>
            <w:vAlign w:val="bottom"/>
          </w:tcPr>
          <w:p w:rsidR="005E11ED" w:rsidRPr="009C1D5C" w:rsidRDefault="005E11ED" w:rsidP="009C1D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1D5C">
              <w:rPr>
                <w:rFonts w:ascii="Times New Roman" w:hAnsi="Times New Roman" w:cs="Times New Roman"/>
                <w:sz w:val="20"/>
                <w:szCs w:val="20"/>
              </w:rPr>
              <w:t>1 351 643,96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9C1D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7198,57</w:t>
            </w:r>
          </w:p>
        </w:tc>
        <w:tc>
          <w:tcPr>
            <w:tcW w:w="1440" w:type="dxa"/>
            <w:noWrap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noWrap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7198,57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90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6F10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5E11ED" w:rsidRPr="009C689C">
        <w:trPr>
          <w:cantSplit/>
          <w:trHeight w:val="41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1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1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8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21 747,70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22 362,30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23 825,00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23 825,00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91 760,00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Центр «М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ОСТ»</w:t>
            </w:r>
          </w:p>
        </w:tc>
      </w:tr>
      <w:tr w:rsidR="005E11ED" w:rsidRPr="009C689C">
        <w:trPr>
          <w:cantSplit/>
          <w:trHeight w:val="32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21 747,70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22 362,30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23 825,00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23 825,00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91 760,00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233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школьников (на основе конкурсного отбора проектов муниципальных общеобразовательных учреждений)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D4E8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163 875,3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166 460,50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181 408,90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181 408,90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693 153,6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учреждения дополнительного образования</w:t>
            </w: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163 875,3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166 460,50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181 408,90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181 408,90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693 153,60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Информационно-технологическое сопровождение образовательного процесса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1 174,60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1 641,00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1 759,00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1 759,00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6 333,60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ДОД ЦТРиГО «Информацион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технологии»</w:t>
            </w: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1 174,60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1 641,00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1 759,00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1 759,00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6 333,60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опорных учреждений дошкольного и дополнительного образования (на основе конкурсного отбора по результатам деятельности)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7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кадетского движения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5E11ED" w:rsidRPr="009C689C">
        <w:trPr>
          <w:cantSplit/>
          <w:trHeight w:val="32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8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духовно-нравственное воспитание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5E11ED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6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610,17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5E11ED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155,1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610,17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4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Целевая субсидия,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приносящая доход деятельность</w:t>
            </w:r>
          </w:p>
        </w:tc>
        <w:tc>
          <w:tcPr>
            <w:tcW w:w="1295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143 870,77</w:t>
            </w:r>
          </w:p>
        </w:tc>
        <w:tc>
          <w:tcPr>
            <w:tcW w:w="1440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130 862,17</w:t>
            </w:r>
          </w:p>
        </w:tc>
        <w:tc>
          <w:tcPr>
            <w:tcW w:w="1296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104 620,00</w:t>
            </w:r>
          </w:p>
        </w:tc>
        <w:tc>
          <w:tcPr>
            <w:tcW w:w="1418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104 620,00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483 972,94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политике, 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39 406,00</w:t>
            </w:r>
          </w:p>
        </w:tc>
        <w:tc>
          <w:tcPr>
            <w:tcW w:w="1440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39 102,17</w:t>
            </w:r>
          </w:p>
        </w:tc>
        <w:tc>
          <w:tcPr>
            <w:tcW w:w="1296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10 532,00</w:t>
            </w:r>
          </w:p>
        </w:tc>
        <w:tc>
          <w:tcPr>
            <w:tcW w:w="1418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10 532,00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99 572,17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30 936,60</w:t>
            </w:r>
          </w:p>
        </w:tc>
        <w:tc>
          <w:tcPr>
            <w:tcW w:w="1440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31 616,90</w:t>
            </w:r>
          </w:p>
        </w:tc>
        <w:tc>
          <w:tcPr>
            <w:tcW w:w="1296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33 037,50</w:t>
            </w:r>
          </w:p>
        </w:tc>
        <w:tc>
          <w:tcPr>
            <w:tcW w:w="1418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33 037,50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128 628,50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73 528,17</w:t>
            </w:r>
          </w:p>
        </w:tc>
        <w:tc>
          <w:tcPr>
            <w:tcW w:w="1440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60 143,10</w:t>
            </w:r>
          </w:p>
        </w:tc>
        <w:tc>
          <w:tcPr>
            <w:tcW w:w="1296" w:type="dxa"/>
            <w:noWrap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61 050,50</w:t>
            </w:r>
          </w:p>
        </w:tc>
        <w:tc>
          <w:tcPr>
            <w:tcW w:w="1418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61 050,50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255 772,27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1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здорового образа жизни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49,98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124,98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49,98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124,98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Учреждения общего и дополнительного образования, загородные оздоровительные центры</w:t>
            </w: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309" w:type="dxa"/>
            <w:gridSpan w:val="6"/>
            <w:vMerge w:val="restart"/>
          </w:tcPr>
          <w:p w:rsidR="005E11ED" w:rsidRPr="000A2672" w:rsidRDefault="005E11ED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1F7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5E11ED" w:rsidRPr="000A2672" w:rsidRDefault="005E11ED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5E11ED" w:rsidRPr="000A2672" w:rsidRDefault="005E11ED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5E11ED" w:rsidRPr="000A2672" w:rsidRDefault="005E11ED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1F78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8309" w:type="dxa"/>
            <w:gridSpan w:val="6"/>
            <w:vMerge/>
            <w:vAlign w:val="center"/>
          </w:tcPr>
          <w:p w:rsidR="005E11ED" w:rsidRPr="000A2672" w:rsidRDefault="005E11ED" w:rsidP="000A26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5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образовательных достижений обучающихся на разных уровнях общего образования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25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1.7.4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90,73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390,73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90,73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390,73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9"/>
          <w:jc w:val="center"/>
        </w:trPr>
        <w:tc>
          <w:tcPr>
            <w:tcW w:w="860" w:type="dxa"/>
            <w:vMerge w:val="restart"/>
          </w:tcPr>
          <w:p w:rsidR="005E11ED" w:rsidRPr="00BE61A1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61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446" w:type="dxa"/>
            <w:vMerge w:val="restart"/>
          </w:tcPr>
          <w:p w:rsidR="005E11ED" w:rsidRPr="00BE61A1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E61A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МКУ «УКС»</w:t>
            </w:r>
          </w:p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446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учащихся муниципальных общеобразовательных уч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реждений города Калининграда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достижения в сфере образования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2 849,28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712,32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2 849,28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728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446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 и одаренных детей – учащихся муниципальных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бщеобразовательных учреждений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успехи в творческой деятельности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768,00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192,00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768,00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72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418,7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394,98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1 673,65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418,7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394,98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429,98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1 673,65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126,14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6,14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126,14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6,14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Участие школьников во всероссийских и международных конференциях, форумах, слетах и других проектах 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57,06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957,06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57,06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957,06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99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446" w:type="dxa"/>
            <w:vMerge w:val="restart"/>
          </w:tcPr>
          <w:p w:rsidR="005E11ED" w:rsidRPr="00B140E8" w:rsidRDefault="005E11ED" w:rsidP="001D45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9 498,70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9 664,30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10 408,10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10 408,10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39 979,20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5E11ED" w:rsidRPr="009C689C">
        <w:trPr>
          <w:cantSplit/>
          <w:trHeight w:val="49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9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9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9 498,70</w:t>
            </w: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9 664,30</w:t>
            </w: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10 408,10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10 408,10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39 979,20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9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6" w:type="dxa"/>
            <w:vMerge w:val="restart"/>
          </w:tcPr>
          <w:p w:rsidR="005E11ED" w:rsidRPr="000A2672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A2672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руководящих и педагогических работников (</w:t>
            </w:r>
            <w:r w:rsidRPr="000A26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педагогические чтения, конференции, семинары по актуальным вопросам образования</w:t>
            </w:r>
            <w:r w:rsidRPr="000A26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DA2030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DA2030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DA2030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0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DA2030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7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224,90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674,90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5E11ED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224,90</w:t>
            </w:r>
          </w:p>
        </w:tc>
        <w:tc>
          <w:tcPr>
            <w:tcW w:w="1440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296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674,90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1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C3ACE" w:rsidRDefault="005E11ED" w:rsidP="00FC3A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C3AC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7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профессиональных конкурсов и праздничных мероприятий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закупка товаров, работ и услуг</w:t>
            </w:r>
          </w:p>
        </w:tc>
        <w:tc>
          <w:tcPr>
            <w:tcW w:w="1295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1151,32</w:t>
            </w:r>
          </w:p>
        </w:tc>
        <w:tc>
          <w:tcPr>
            <w:tcW w:w="1440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1 272,00</w:t>
            </w:r>
          </w:p>
        </w:tc>
        <w:tc>
          <w:tcPr>
            <w:tcW w:w="1296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418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4 173,32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3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1151,32</w:t>
            </w:r>
          </w:p>
        </w:tc>
        <w:tc>
          <w:tcPr>
            <w:tcW w:w="1440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1 272,00</w:t>
            </w:r>
          </w:p>
        </w:tc>
        <w:tc>
          <w:tcPr>
            <w:tcW w:w="1296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418" w:type="dxa"/>
            <w:vAlign w:val="bottom"/>
          </w:tcPr>
          <w:p w:rsidR="005E11ED" w:rsidRPr="00C51A27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4 173,32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C51A2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A2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0A26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69"/>
          <w:jc w:val="center"/>
        </w:trPr>
        <w:tc>
          <w:tcPr>
            <w:tcW w:w="860" w:type="dxa"/>
            <w:vMerge w:val="restart"/>
          </w:tcPr>
          <w:p w:rsidR="005E11ED" w:rsidRPr="00004852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ведомственной целевой программы «Обеспечение требований комплексной безопасности в муниципальных учреждениях образования и загородных оздоровительных центрах»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190 003,82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37 954,66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227 958,47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634C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56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4E0879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6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4E0879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6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190 003,82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37 954,66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634C1B" w:rsidRDefault="005E11ED" w:rsidP="00634C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34C1B">
              <w:rPr>
                <w:rFonts w:ascii="Times New Roman" w:hAnsi="Times New Roman" w:cs="Times New Roman"/>
                <w:sz w:val="20"/>
                <w:szCs w:val="20"/>
              </w:rPr>
              <w:t>227 958,47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634C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6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noWrap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85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образовательных учреждений и загородных оздоровительных центров (в т.ч. изготовление и проверка проектной и рабочей документации и осуществление строительного контроля), из них: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560,63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12 325,44</w:t>
            </w:r>
          </w:p>
        </w:tc>
        <w:tc>
          <w:tcPr>
            <w:tcW w:w="1296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93 807,79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ые учреждения</w:t>
            </w:r>
          </w:p>
        </w:tc>
      </w:tr>
      <w:tr w:rsidR="005E11ED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560,63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12 325,44</w:t>
            </w:r>
          </w:p>
        </w:tc>
        <w:tc>
          <w:tcPr>
            <w:tcW w:w="1296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1704F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79 807,79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585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1704F" w:rsidRDefault="005E11ED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91704F" w:rsidRDefault="005E11ED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91704F" w:rsidRDefault="005E11ED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91704F" w:rsidRDefault="005E11ED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91704F" w:rsidRDefault="005E11ED" w:rsidP="009170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704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tcBorders>
              <w:bottom w:val="nil"/>
            </w:tcBorders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46" w:type="dxa"/>
            <w:tcBorders>
              <w:bottom w:val="nil"/>
            </w:tcBorders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160,03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160,03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160,03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160,03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513,54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113,54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627,08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513,54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113,54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627,08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2 198,64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233,64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2 432,28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2 198,64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233,64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2 432,28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5E11ED" w:rsidRDefault="005E11ED" w:rsidP="00C351DB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5E11ED" w:rsidRDefault="005E11ED" w:rsidP="003E7C12">
            <w:pPr>
              <w:spacing w:after="0" w:line="240" w:lineRule="auto"/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28,47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46" w:type="dxa"/>
            <w:vMerge w:val="restart"/>
          </w:tcPr>
          <w:p w:rsidR="005E11ED" w:rsidRDefault="005E11ED" w:rsidP="00C351DB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5E11ED" w:rsidRDefault="005E11ED" w:rsidP="003E7C12">
            <w:pPr>
              <w:spacing w:after="0" w:line="240" w:lineRule="auto"/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113,00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35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46" w:type="dxa"/>
            <w:vMerge w:val="restart"/>
          </w:tcPr>
          <w:p w:rsidR="005E11ED" w:rsidRDefault="005E11ED">
            <w:r w:rsidRPr="00DD57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C351DB">
            <w:pPr>
              <w:jc w:val="center"/>
            </w:pPr>
            <w:r w:rsidRPr="00DE2B9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C351DB">
            <w:pPr>
              <w:jc w:val="center"/>
            </w:pPr>
            <w:r w:rsidRPr="001F00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C351DB">
            <w:pPr>
              <w:jc w:val="center"/>
            </w:pP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92285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213,94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35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C3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600,66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C3A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288,74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93,02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70,30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F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F64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1566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853CE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3F64F5">
            <w:pPr>
              <w:jc w:val="center"/>
            </w:pP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2D310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130,65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355,16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5E11ED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B00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183,34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B005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F272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77,70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226,36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46" w:type="dxa"/>
            <w:vMerge w:val="restart"/>
          </w:tcPr>
          <w:p w:rsidR="005E11ED" w:rsidRDefault="005E11ED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7B6D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451A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166,69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46" w:type="dxa"/>
            <w:vMerge w:val="restart"/>
          </w:tcPr>
          <w:p w:rsidR="005E11ED" w:rsidRDefault="005E11ED" w:rsidP="00C22CFF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7B6D7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451A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142,12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46" w:type="dxa"/>
            <w:vMerge w:val="restart"/>
          </w:tcPr>
          <w:p w:rsidR="005E11ED" w:rsidRDefault="005E11ED" w:rsidP="00C22CFF"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62B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C22CFF">
            <w:pPr>
              <w:jc w:val="center"/>
            </w:pP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7F38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159,24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C22C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204,49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C2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37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243,10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310,50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9D52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46" w:type="dxa"/>
            <w:vMerge w:val="restart"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98,19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46" w:type="dxa"/>
            <w:vMerge w:val="restart"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72,68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502504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B040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48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4 868,11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4 868,11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2 702,60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2 702,60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2 165,51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2 165,51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A56D54" w:rsidRDefault="005E11ED" w:rsidP="00A56D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D5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B36B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6B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B36B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293,64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9D52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1 179,45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589,00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1 768,45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1 179,45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589,00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1 768,45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8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224,91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826B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81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 д/с № 53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263,63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55</w:t>
            </w:r>
          </w:p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55,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386,21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758,58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1 058,58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64,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758,58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1 058,58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112,50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226,92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216,34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ЦРР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108,37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147,94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70,28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52D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13C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52,10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52,10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9D0D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  <w:r w:rsidRPr="00E42E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52,10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52,10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86</w:t>
            </w:r>
          </w:p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4 070,06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4 070,06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1 931,00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1 931,00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2 139,06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2 139,06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87,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901,21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ДОУ д/с № 90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ДОУ д/с № 90,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78,50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67,99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123,58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126,56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E26A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446" w:type="dxa"/>
            <w:vMerge w:val="restart"/>
          </w:tcPr>
          <w:p w:rsidR="005E11ED" w:rsidRDefault="005E11ED" w:rsidP="00E26A5A"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A224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E26A5A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9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109,31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E26A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E26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100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F1C4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C3768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0B7A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53,71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26A5A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26A5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46" w:type="dxa"/>
            <w:vMerge w:val="restart"/>
          </w:tcPr>
          <w:p w:rsidR="005E11ED" w:rsidRDefault="005E11ED" w:rsidP="00F54F82"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ОУ</w:t>
            </w:r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2855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446" w:type="dxa"/>
            <w:vMerge w:val="restart"/>
          </w:tcPr>
          <w:p w:rsidR="005E11ED" w:rsidRDefault="005E11ED" w:rsidP="00F54F82">
            <w:r w:rsidRPr="009D1D9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3230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2855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964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110,38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107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270,77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440,23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110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 д/с № 110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42,08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1 258,64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D26E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6F12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24,17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D26E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6F12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156,73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194,74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128,74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185,60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7 087,80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679,00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7 766,80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4 400,80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4 400,80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2 687,00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679,00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3 366,00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446" w:type="dxa"/>
            <w:vMerge w:val="restart"/>
          </w:tcPr>
          <w:p w:rsidR="005E11ED" w:rsidRDefault="005E11ED" w:rsidP="00F54F82"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E17E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16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236,08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446" w:type="dxa"/>
            <w:vMerge w:val="restart"/>
          </w:tcPr>
          <w:p w:rsidR="005E11ED" w:rsidRDefault="005E11ED" w:rsidP="00F54F82"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E17E6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16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665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120,07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125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6 688,78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132,76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88,75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352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C27F5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166,28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8 739,15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8 739,15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132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4 965,60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4 965,60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3 773,55</w:t>
            </w:r>
          </w:p>
        </w:tc>
        <w:tc>
          <w:tcPr>
            <w:tcW w:w="1440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54F82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54F82">
              <w:rPr>
                <w:rFonts w:ascii="Times New Roman" w:hAnsi="Times New Roman" w:cs="Times New Roman"/>
                <w:sz w:val="20"/>
                <w:szCs w:val="20"/>
              </w:rPr>
              <w:t>3 773,55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F5F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,12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1C7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F5F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135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129,19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117,00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304,53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6 с УИОП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с УИОП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14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3 837,12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446" w:type="dxa"/>
            <w:tcBorders>
              <w:bottom w:val="nil"/>
            </w:tcBorders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18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лицей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6C0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9 107,61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19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19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84,80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22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гимназия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7 452,00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28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29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1 949,61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9 503,49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11 453,10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1 949,61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9 503,49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11 453,10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  <w:tcBorders>
              <w:top w:val="nil"/>
            </w:tcBorders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446" w:type="dxa"/>
            <w:vMerge w:val="restart"/>
            <w:tcBorders>
              <w:top w:val="nil"/>
            </w:tcBorders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31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262,06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32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гимназия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45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СОШ № 46 с 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1C7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с УИОП,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УИОП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48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1 140,00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46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 49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49,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ШИЛИ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jc w:val="center"/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ШИЛИ,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ДО ДЮЦ «На Комсомольской»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ДО ДЮЦ «На Комсомольской»,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30,41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60,82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ДЦОиОДиП «Олимп»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B2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3E6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ДЦОиОДиП «Олимп»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650,00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 w:val="restart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детский сад по ул. Артиллерийская – ул. Закатная – ул. Пирогова в 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120 709,42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120 709,42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94 631,28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94 631,28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3 376,61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3 376,61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8 222,45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8 222,45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4 292,91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4 292,91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9 770,46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9 770,46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415,71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415,71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0"/>
          <w:jc w:val="center"/>
        </w:trPr>
        <w:tc>
          <w:tcPr>
            <w:tcW w:w="860" w:type="dxa"/>
            <w:vMerge w:val="restart"/>
          </w:tcPr>
          <w:p w:rsidR="005E11ED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**</w:t>
            </w:r>
          </w:p>
          <w:p w:rsidR="005E11ED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корпусов начальной школы - детского сада муниципального автономного общеобразовательного учреждения города  Калининграда гимназии № 22 по ул. Октябрьской в г. Калининграде (1-й этап)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374 850,63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2 857,50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377 708,13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37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190 300,85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190 300,85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94 199,40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2 857,50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97 056,90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44 220,24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44 220,24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22 330,14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22 330,14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23 800,00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23 800,00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7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4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3**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 Аксакова – дор. Окружная в 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189 943,94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6 480,50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196 424,44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4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140 823,10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140 823,10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4 174,54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4 174,54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17 713,04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6 847,35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2 284,20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9 131,55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17 713,05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17 713,05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6 847,40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21,76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6 869,16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4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4**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Детский сад на 240 мест по ул. Левитана в Юго-Восточном микрорайоне г. Калининграда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143 514,38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79,98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143 594,36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63 692,18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63 692,18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37 526,72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37 526,72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23 666,50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23 666,50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77,55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77,55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2 581,40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2 581,40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16 047,58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2,43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16 050,01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ЦРР детский сад № 122 по ул. Маршала Борзова, 95 в 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133 028,76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133 028,76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110 569,02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110 569,02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2 074,06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2 074,06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6 684,02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6 684,02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5 964,26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5 964,26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7 015,40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7 015,40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722,00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87024" w:rsidRDefault="005E11ED" w:rsidP="00987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7024">
              <w:rPr>
                <w:rFonts w:ascii="Times New Roman" w:hAnsi="Times New Roman" w:cs="Times New Roman"/>
                <w:sz w:val="20"/>
                <w:szCs w:val="20"/>
              </w:rPr>
              <w:t>722,00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2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6**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детского сада № 86 по ул. Б. Хмельницкого, 84 в 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115 639,07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5 059,56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120 698,63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4E08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85 554,85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85 554,85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4 815,17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4 815,17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10 828,37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10 828,37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4 363,71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4 363,71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10 828,42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10 828,42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4 063,72</w:t>
            </w:r>
          </w:p>
        </w:tc>
        <w:tc>
          <w:tcPr>
            <w:tcW w:w="1440" w:type="dxa"/>
            <w:vAlign w:val="bottom"/>
          </w:tcPr>
          <w:p w:rsidR="005E11ED" w:rsidRPr="004E0879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0879">
              <w:rPr>
                <w:rFonts w:ascii="Times New Roman" w:hAnsi="Times New Roman" w:cs="Times New Roman"/>
                <w:sz w:val="20"/>
                <w:szCs w:val="20"/>
              </w:rPr>
              <w:t>244,39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4 308,11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4E08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2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№ 51 по ул. Беланова в 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45 977,37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45 977,37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13 573,76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13 573,76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11 697,73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11 697,73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14 980,75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14 980,75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2 589,07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2 589,07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3 136,06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3 136,06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3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8**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Куйбышева - ул. Ю. Костикова в 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5 240,8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5 290,83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C51A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5 240,8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4E08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5 2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8"/>
          <w:jc w:val="center"/>
        </w:trPr>
        <w:tc>
          <w:tcPr>
            <w:tcW w:w="860" w:type="dxa"/>
            <w:vMerge w:val="restart"/>
          </w:tcPr>
          <w:p w:rsidR="005E11ED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муниципального автономного дошкольного образовательного учреждения города Калинин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града детского сада № 56 по ул. 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Фермора в 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8 672,31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8 672,31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F54F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7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6 229,01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6 229,01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1 474,97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F54F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1 474,97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54F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21,70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21,70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946,63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946,63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79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5E11ED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нового корпуса МАДОУ детского сада № 1 по ул. Свободной, 34 в </w:t>
            </w:r>
          </w:p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8 566,48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8 566,48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7 627,48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7 627,48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939,00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1C7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939,00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1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882,14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46" w:type="dxa"/>
            <w:vMerge w:val="restart"/>
          </w:tcPr>
          <w:p w:rsidR="005E11ED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Детские ясли-сад на 240 мест с бассейном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Алданской в </w:t>
            </w:r>
          </w:p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221,22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  <w:r w:rsidRPr="00BA329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51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41, сторонние организации</w:t>
            </w: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13 876,80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проектной и  рабочей документации по объекту «Общеобразовательная школа на 825 учащихся по ул. Артиллерийской – ул. Серова в г. Калининграде»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440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440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537,90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18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4.3.3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средней общеобразовательной школы по ул. Марш. Борзова в г. Калининграде»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440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41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1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1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440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6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41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07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4.3.4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корпусов начальной школы - детского сада муниципального автономного общеобразовательного учреждения города Калининграда гимназии № 22 по ул. Октябрьской в г. Калининграде                  (2-й этап)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151 515,17</w:t>
            </w:r>
          </w:p>
        </w:tc>
        <w:tc>
          <w:tcPr>
            <w:tcW w:w="1440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245 182,71</w:t>
            </w:r>
          </w:p>
        </w:tc>
        <w:tc>
          <w:tcPr>
            <w:tcW w:w="1296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E81E6B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396 697,88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1440" w:type="dxa"/>
            <w:noWrap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139 005,10</w:t>
            </w:r>
          </w:p>
        </w:tc>
        <w:tc>
          <w:tcPr>
            <w:tcW w:w="1296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289 005,10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noWrap/>
            <w:vAlign w:val="bottom"/>
          </w:tcPr>
          <w:p w:rsidR="005E11ED" w:rsidRPr="00B327C9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93 671,62</w:t>
            </w:r>
          </w:p>
        </w:tc>
        <w:tc>
          <w:tcPr>
            <w:tcW w:w="1296" w:type="dxa"/>
            <w:noWrap/>
            <w:vAlign w:val="bottom"/>
          </w:tcPr>
          <w:p w:rsidR="005E11ED" w:rsidRDefault="005E11ED" w:rsidP="00FB4210">
            <w:pPr>
              <w:spacing w:after="0" w:line="240" w:lineRule="auto"/>
              <w:jc w:val="right"/>
            </w:pPr>
            <w:r w:rsidRPr="007539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Default="005E11ED" w:rsidP="00FB4210">
            <w:pPr>
              <w:spacing w:after="0" w:line="240" w:lineRule="auto"/>
              <w:jc w:val="right"/>
            </w:pPr>
            <w:r w:rsidRPr="007539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93 671,62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757,57</w:t>
            </w:r>
          </w:p>
        </w:tc>
        <w:tc>
          <w:tcPr>
            <w:tcW w:w="1440" w:type="dxa"/>
            <w:noWrap/>
            <w:vAlign w:val="bottom"/>
          </w:tcPr>
          <w:p w:rsidR="005E11ED" w:rsidRPr="00B327C9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5 794,56</w:t>
            </w:r>
          </w:p>
        </w:tc>
        <w:tc>
          <w:tcPr>
            <w:tcW w:w="1296" w:type="dxa"/>
            <w:noWrap/>
            <w:vAlign w:val="bottom"/>
          </w:tcPr>
          <w:p w:rsidR="005E11ED" w:rsidRDefault="005E11ED" w:rsidP="00FB4210">
            <w:pPr>
              <w:spacing w:after="0" w:line="240" w:lineRule="auto"/>
              <w:jc w:val="right"/>
            </w:pPr>
            <w:r w:rsidRPr="007539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Default="005E11ED" w:rsidP="00FB4210">
            <w:pPr>
              <w:spacing w:after="0" w:line="240" w:lineRule="auto"/>
              <w:jc w:val="right"/>
            </w:pPr>
            <w:r w:rsidRPr="007539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6 552,13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B327C9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498,60</w:t>
            </w:r>
          </w:p>
        </w:tc>
        <w:tc>
          <w:tcPr>
            <w:tcW w:w="1296" w:type="dxa"/>
            <w:noWrap/>
            <w:vAlign w:val="bottom"/>
          </w:tcPr>
          <w:p w:rsidR="005E11ED" w:rsidRDefault="005E11ED" w:rsidP="00FB4210">
            <w:pPr>
              <w:spacing w:after="0" w:line="240" w:lineRule="auto"/>
              <w:jc w:val="right"/>
            </w:pPr>
            <w:r w:rsidRPr="007539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Default="005E11ED" w:rsidP="00FB4210">
            <w:pPr>
              <w:spacing w:after="0" w:line="240" w:lineRule="auto"/>
              <w:jc w:val="right"/>
            </w:pPr>
            <w:r w:rsidRPr="0075394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498,60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757,60</w:t>
            </w:r>
          </w:p>
        </w:tc>
        <w:tc>
          <w:tcPr>
            <w:tcW w:w="1440" w:type="dxa"/>
            <w:noWrap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5 794,56</w:t>
            </w:r>
          </w:p>
        </w:tc>
        <w:tc>
          <w:tcPr>
            <w:tcW w:w="1296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6 552,16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0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(остатки)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E81E6B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noWrap/>
            <w:vAlign w:val="bottom"/>
          </w:tcPr>
          <w:p w:rsidR="005E11ED" w:rsidRPr="00B327C9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418,27</w:t>
            </w:r>
          </w:p>
        </w:tc>
        <w:tc>
          <w:tcPr>
            <w:tcW w:w="1296" w:type="dxa"/>
            <w:noWrap/>
            <w:vAlign w:val="bottom"/>
          </w:tcPr>
          <w:p w:rsidR="005E11ED" w:rsidRDefault="005E11ED" w:rsidP="00FB4210">
            <w:pPr>
              <w:spacing w:after="0" w:line="240" w:lineRule="auto"/>
              <w:jc w:val="right"/>
            </w:pPr>
            <w:r w:rsidRPr="007A32E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Default="005E11ED" w:rsidP="00FB4210">
            <w:pPr>
              <w:spacing w:after="0" w:line="240" w:lineRule="auto"/>
              <w:jc w:val="right"/>
            </w:pPr>
            <w:r w:rsidRPr="007A32ED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DA7B4B" w:rsidRDefault="005E11ED" w:rsidP="00DA7B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A7B4B">
              <w:rPr>
                <w:rFonts w:ascii="Times New Roman" w:hAnsi="Times New Roman" w:cs="Times New Roman"/>
                <w:sz w:val="20"/>
                <w:szCs w:val="20"/>
              </w:rPr>
              <w:t>418,27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08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noWrap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tcBorders>
              <w:bottom w:val="nil"/>
            </w:tcBorders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4.3.5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5E42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общеобразовательной школы по ул. Рассветной в г. Калининграде»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12 801,12</w:t>
            </w:r>
          </w:p>
        </w:tc>
        <w:tc>
          <w:tcPr>
            <w:tcW w:w="1296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9 182,71</w:t>
            </w:r>
          </w:p>
        </w:tc>
        <w:tc>
          <w:tcPr>
            <w:tcW w:w="1418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21 983,83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5E11ED" w:rsidRPr="009C689C" w:rsidRDefault="005E11ED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5E11ED" w:rsidRPr="009C689C" w:rsidRDefault="005E11ED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5E11ED" w:rsidRPr="009C689C" w:rsidRDefault="005E11ED" w:rsidP="00FB42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FB42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tcBorders>
              <w:top w:val="nil"/>
              <w:bottom w:val="nil"/>
            </w:tcBorders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12 801,12</w:t>
            </w:r>
          </w:p>
        </w:tc>
        <w:tc>
          <w:tcPr>
            <w:tcW w:w="1296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9 182,71</w:t>
            </w:r>
          </w:p>
        </w:tc>
        <w:tc>
          <w:tcPr>
            <w:tcW w:w="1418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2625A0" w:rsidRDefault="005E11ED" w:rsidP="002625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25A0">
              <w:rPr>
                <w:rFonts w:ascii="Times New Roman" w:hAnsi="Times New Roman" w:cs="Times New Roman"/>
                <w:sz w:val="20"/>
                <w:szCs w:val="20"/>
              </w:rPr>
              <w:t>21 983,83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60"/>
          <w:jc w:val="center"/>
        </w:trPr>
        <w:tc>
          <w:tcPr>
            <w:tcW w:w="860" w:type="dxa"/>
            <w:tcBorders>
              <w:top w:val="nil"/>
            </w:tcBorders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5E11ED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6"/>
          <w:jc w:val="center"/>
        </w:trPr>
        <w:tc>
          <w:tcPr>
            <w:tcW w:w="860" w:type="dxa"/>
            <w:vMerge w:val="restart"/>
          </w:tcPr>
          <w:p w:rsidR="005E11ED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6*</w:t>
            </w:r>
          </w:p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общеобразовательной школы на 1 500 мест в Северном жилом районе в 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40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440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46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1E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446" w:type="dxa"/>
            <w:vMerge w:val="restart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физкультурно-спортивной площадки для МАОУ СОШ № 31 по ул. Пролетарской, 66а в г. 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14 808,17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14 808,17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31, сторонние организации</w:t>
            </w: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7 404,09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357"/>
          <w:jc w:val="center"/>
        </w:trPr>
        <w:tc>
          <w:tcPr>
            <w:tcW w:w="860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19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2446" w:type="dxa"/>
            <w:vMerge w:val="restart"/>
          </w:tcPr>
          <w:p w:rsidR="005E11ED" w:rsidRPr="00F4457A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портивн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ый манеж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МАДОУ д/с № 55 по ул. 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Нарвской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117</w:t>
            </w: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</w:p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094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8 663,00</w:t>
            </w:r>
          </w:p>
        </w:tc>
        <w:tc>
          <w:tcPr>
            <w:tcW w:w="1440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15 404,22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24 067,22</w:t>
            </w:r>
          </w:p>
        </w:tc>
        <w:tc>
          <w:tcPr>
            <w:tcW w:w="1625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445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Pr="009C689C" w:rsidRDefault="005E11ED" w:rsidP="00DE06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55,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5E11ED" w:rsidRPr="009C689C">
        <w:trPr>
          <w:cantSplit/>
          <w:trHeight w:val="264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3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8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8 663,00</w:t>
            </w:r>
          </w:p>
        </w:tc>
        <w:tc>
          <w:tcPr>
            <w:tcW w:w="1440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14 575,52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23 238,52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3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B327C9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2446" w:type="dxa"/>
            <w:vMerge w:val="restart"/>
          </w:tcPr>
          <w:p w:rsidR="005E11ED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Создание дополнительных мест в </w:t>
            </w:r>
            <w:r w:rsidRPr="003C77C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51</w:t>
            </w:r>
          </w:p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5 296,34</w:t>
            </w:r>
          </w:p>
        </w:tc>
        <w:tc>
          <w:tcPr>
            <w:tcW w:w="1440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5 296,34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3E7C12">
            <w:pPr>
              <w:jc w:val="center"/>
            </w:pPr>
            <w:r w:rsidRPr="00F52D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3E7C12">
            <w:pPr>
              <w:jc w:val="center"/>
            </w:pP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4 764,69</w:t>
            </w:r>
          </w:p>
        </w:tc>
        <w:tc>
          <w:tcPr>
            <w:tcW w:w="1440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4 764,69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FA2A76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center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531,65</w:t>
            </w:r>
          </w:p>
        </w:tc>
        <w:tc>
          <w:tcPr>
            <w:tcW w:w="1440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531,65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FA2A76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2A7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4.5.2</w:t>
            </w:r>
          </w:p>
        </w:tc>
        <w:tc>
          <w:tcPr>
            <w:tcW w:w="2446" w:type="dxa"/>
            <w:vMerge w:val="restart"/>
          </w:tcPr>
          <w:p w:rsidR="005E11ED" w:rsidRPr="003C77CE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327C9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дополнительных мест в </w:t>
            </w:r>
            <w:r w:rsidRPr="003C77CE">
              <w:rPr>
                <w:rFonts w:ascii="Times New Roman" w:hAnsi="Times New Roman" w:cs="Times New Roman"/>
                <w:sz w:val="20"/>
                <w:szCs w:val="20"/>
              </w:rPr>
              <w:t>МАДОУ ЦРР д/с № 86</w:t>
            </w: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41" w:type="dxa"/>
            <w:vMerge w:val="restart"/>
            <w:vAlign w:val="center"/>
          </w:tcPr>
          <w:p w:rsidR="005E11ED" w:rsidRPr="009C689C" w:rsidRDefault="005E11ED" w:rsidP="003E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1 958,44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1 958,44</w:t>
            </w:r>
          </w:p>
        </w:tc>
        <w:tc>
          <w:tcPr>
            <w:tcW w:w="1625" w:type="dxa"/>
            <w:vMerge w:val="restart"/>
            <w:vAlign w:val="center"/>
          </w:tcPr>
          <w:p w:rsidR="005E11ED" w:rsidRDefault="005E11ED" w:rsidP="003E7C12">
            <w:pPr>
              <w:jc w:val="center"/>
            </w:pPr>
            <w:r w:rsidRPr="00F52D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728" w:type="dxa"/>
            <w:vMerge w:val="restart"/>
            <w:vAlign w:val="center"/>
          </w:tcPr>
          <w:p w:rsidR="005E11ED" w:rsidRDefault="005E11ED" w:rsidP="003E7C12">
            <w:pPr>
              <w:jc w:val="center"/>
            </w:pP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  <w:bottom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298,13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298,13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11ED" w:rsidRPr="009C689C">
        <w:trPr>
          <w:cantSplit/>
          <w:trHeight w:val="266"/>
          <w:jc w:val="center"/>
        </w:trPr>
        <w:tc>
          <w:tcPr>
            <w:tcW w:w="860" w:type="dxa"/>
            <w:tcBorders>
              <w:top w:val="nil"/>
            </w:tcBorders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6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Align w:val="bottom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441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0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6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9" w:type="dxa"/>
            <w:vAlign w:val="bottom"/>
          </w:tcPr>
          <w:p w:rsidR="005E11ED" w:rsidRPr="00826BE7" w:rsidRDefault="005E11ED" w:rsidP="003E7C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26BE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25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vMerge/>
            <w:vAlign w:val="center"/>
          </w:tcPr>
          <w:p w:rsidR="005E11ED" w:rsidRPr="009C689C" w:rsidRDefault="005E11ED" w:rsidP="003E7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11ED" w:rsidRDefault="005E11ED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</w:pPr>
    </w:p>
    <w:p w:rsidR="005E11ED" w:rsidRDefault="005E11ED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B7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>Завершение расчетов по объектам, сданным в эксплуатацию в 2013-2014 гг.</w:t>
      </w:r>
    </w:p>
    <w:p w:rsidR="005E11ED" w:rsidRPr="00E67B75" w:rsidRDefault="005E11ED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66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**</w:t>
      </w:r>
      <w:r w:rsidRPr="00FB42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Завершение расчетов по объектам, сданным в эксплуатацию в 2015 гг.</w:t>
      </w:r>
    </w:p>
    <w:sectPr w:rsidR="005E11ED" w:rsidRPr="00E67B75" w:rsidSect="00545163">
      <w:headerReference w:type="default" r:id="rId7"/>
      <w:pgSz w:w="16838" w:h="11906" w:orient="landscape"/>
      <w:pgMar w:top="568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1ED" w:rsidRDefault="005E11ED" w:rsidP="002124AC">
      <w:pPr>
        <w:spacing w:after="0" w:line="240" w:lineRule="auto"/>
      </w:pPr>
      <w:r>
        <w:separator/>
      </w:r>
    </w:p>
  </w:endnote>
  <w:endnote w:type="continuationSeparator" w:id="0">
    <w:p w:rsidR="005E11ED" w:rsidRDefault="005E11ED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1ED" w:rsidRDefault="005E11ED" w:rsidP="002124AC">
      <w:pPr>
        <w:spacing w:after="0" w:line="240" w:lineRule="auto"/>
      </w:pPr>
      <w:r>
        <w:separator/>
      </w:r>
    </w:p>
  </w:footnote>
  <w:footnote w:type="continuationSeparator" w:id="0">
    <w:p w:rsidR="005E11ED" w:rsidRDefault="005E11ED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1ED" w:rsidRDefault="005E11ED">
    <w:pPr>
      <w:pStyle w:val="Header"/>
      <w:jc w:val="center"/>
    </w:pPr>
    <w:fldSimple w:instr=" PAGE   \* MERGEFORMAT ">
      <w:r>
        <w:rPr>
          <w:noProof/>
        </w:rPr>
        <w:t>25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4852"/>
    <w:rsid w:val="00004DAC"/>
    <w:rsid w:val="00007E2D"/>
    <w:rsid w:val="00010957"/>
    <w:rsid w:val="000110A1"/>
    <w:rsid w:val="000121D7"/>
    <w:rsid w:val="0001490C"/>
    <w:rsid w:val="00014DBE"/>
    <w:rsid w:val="0001519A"/>
    <w:rsid w:val="00015CFF"/>
    <w:rsid w:val="000216F5"/>
    <w:rsid w:val="00021916"/>
    <w:rsid w:val="00022E33"/>
    <w:rsid w:val="00027383"/>
    <w:rsid w:val="00027E51"/>
    <w:rsid w:val="0003145F"/>
    <w:rsid w:val="00034264"/>
    <w:rsid w:val="00034B6E"/>
    <w:rsid w:val="00035C5C"/>
    <w:rsid w:val="000369CB"/>
    <w:rsid w:val="000374A9"/>
    <w:rsid w:val="00037675"/>
    <w:rsid w:val="00042168"/>
    <w:rsid w:val="0004251A"/>
    <w:rsid w:val="000458FF"/>
    <w:rsid w:val="00045D84"/>
    <w:rsid w:val="0004683C"/>
    <w:rsid w:val="00051125"/>
    <w:rsid w:val="000526E9"/>
    <w:rsid w:val="00052D38"/>
    <w:rsid w:val="000542E1"/>
    <w:rsid w:val="00055F96"/>
    <w:rsid w:val="00056049"/>
    <w:rsid w:val="000560A0"/>
    <w:rsid w:val="00056308"/>
    <w:rsid w:val="00057491"/>
    <w:rsid w:val="00060B29"/>
    <w:rsid w:val="00062B1E"/>
    <w:rsid w:val="00064F5F"/>
    <w:rsid w:val="00064FBF"/>
    <w:rsid w:val="00066BA2"/>
    <w:rsid w:val="00070905"/>
    <w:rsid w:val="00073AB4"/>
    <w:rsid w:val="00074D9C"/>
    <w:rsid w:val="000764F8"/>
    <w:rsid w:val="00076729"/>
    <w:rsid w:val="0007672B"/>
    <w:rsid w:val="000769E0"/>
    <w:rsid w:val="00077543"/>
    <w:rsid w:val="000821F6"/>
    <w:rsid w:val="000903BD"/>
    <w:rsid w:val="0009076D"/>
    <w:rsid w:val="00091479"/>
    <w:rsid w:val="00091E9C"/>
    <w:rsid w:val="00092A3C"/>
    <w:rsid w:val="00094028"/>
    <w:rsid w:val="000949AC"/>
    <w:rsid w:val="00096C99"/>
    <w:rsid w:val="0009717A"/>
    <w:rsid w:val="000A0C27"/>
    <w:rsid w:val="000A11AE"/>
    <w:rsid w:val="000A1316"/>
    <w:rsid w:val="000A2514"/>
    <w:rsid w:val="000A2672"/>
    <w:rsid w:val="000A39D6"/>
    <w:rsid w:val="000A3B13"/>
    <w:rsid w:val="000A4974"/>
    <w:rsid w:val="000A548D"/>
    <w:rsid w:val="000A6641"/>
    <w:rsid w:val="000B10FF"/>
    <w:rsid w:val="000B242E"/>
    <w:rsid w:val="000B2559"/>
    <w:rsid w:val="000B2991"/>
    <w:rsid w:val="000B2FE2"/>
    <w:rsid w:val="000B4076"/>
    <w:rsid w:val="000B40FE"/>
    <w:rsid w:val="000B4885"/>
    <w:rsid w:val="000B4A4A"/>
    <w:rsid w:val="000B7A55"/>
    <w:rsid w:val="000C115C"/>
    <w:rsid w:val="000C1B56"/>
    <w:rsid w:val="000C1EB3"/>
    <w:rsid w:val="000C278A"/>
    <w:rsid w:val="000C6354"/>
    <w:rsid w:val="000C6A8A"/>
    <w:rsid w:val="000C6C48"/>
    <w:rsid w:val="000D0F72"/>
    <w:rsid w:val="000D5844"/>
    <w:rsid w:val="000D5904"/>
    <w:rsid w:val="000E28EB"/>
    <w:rsid w:val="000E2D13"/>
    <w:rsid w:val="000E49C0"/>
    <w:rsid w:val="000E51B6"/>
    <w:rsid w:val="000E53A0"/>
    <w:rsid w:val="000E6A08"/>
    <w:rsid w:val="000F0FC6"/>
    <w:rsid w:val="000F3559"/>
    <w:rsid w:val="000F3756"/>
    <w:rsid w:val="000F3DA7"/>
    <w:rsid w:val="000F428A"/>
    <w:rsid w:val="000F4C7F"/>
    <w:rsid w:val="000F6557"/>
    <w:rsid w:val="000F65A8"/>
    <w:rsid w:val="000F75B2"/>
    <w:rsid w:val="00100603"/>
    <w:rsid w:val="001007D4"/>
    <w:rsid w:val="001011D6"/>
    <w:rsid w:val="00103157"/>
    <w:rsid w:val="001036DF"/>
    <w:rsid w:val="00105FC0"/>
    <w:rsid w:val="001115AE"/>
    <w:rsid w:val="001123E1"/>
    <w:rsid w:val="00113C85"/>
    <w:rsid w:val="0011585B"/>
    <w:rsid w:val="00116254"/>
    <w:rsid w:val="00116C4D"/>
    <w:rsid w:val="0011716A"/>
    <w:rsid w:val="00120C21"/>
    <w:rsid w:val="00122649"/>
    <w:rsid w:val="00122D18"/>
    <w:rsid w:val="00123853"/>
    <w:rsid w:val="00123D97"/>
    <w:rsid w:val="00124A21"/>
    <w:rsid w:val="00130111"/>
    <w:rsid w:val="001302FE"/>
    <w:rsid w:val="001312BC"/>
    <w:rsid w:val="00133E21"/>
    <w:rsid w:val="00135215"/>
    <w:rsid w:val="001355A8"/>
    <w:rsid w:val="00137DD5"/>
    <w:rsid w:val="001414F2"/>
    <w:rsid w:val="00143110"/>
    <w:rsid w:val="0014400C"/>
    <w:rsid w:val="001468EC"/>
    <w:rsid w:val="00146DE5"/>
    <w:rsid w:val="00150E71"/>
    <w:rsid w:val="001512BA"/>
    <w:rsid w:val="00151EC3"/>
    <w:rsid w:val="00151FC0"/>
    <w:rsid w:val="00153B11"/>
    <w:rsid w:val="00154172"/>
    <w:rsid w:val="00154AB8"/>
    <w:rsid w:val="00155025"/>
    <w:rsid w:val="00155D47"/>
    <w:rsid w:val="00156655"/>
    <w:rsid w:val="00156768"/>
    <w:rsid w:val="0016273C"/>
    <w:rsid w:val="00163C1A"/>
    <w:rsid w:val="0016596C"/>
    <w:rsid w:val="001717AB"/>
    <w:rsid w:val="00171B26"/>
    <w:rsid w:val="00175A61"/>
    <w:rsid w:val="00181C7B"/>
    <w:rsid w:val="00184462"/>
    <w:rsid w:val="0018458C"/>
    <w:rsid w:val="00184661"/>
    <w:rsid w:val="00185920"/>
    <w:rsid w:val="0019060F"/>
    <w:rsid w:val="00194657"/>
    <w:rsid w:val="00196BF2"/>
    <w:rsid w:val="001978DC"/>
    <w:rsid w:val="001A22AA"/>
    <w:rsid w:val="001A3D78"/>
    <w:rsid w:val="001A7020"/>
    <w:rsid w:val="001B166C"/>
    <w:rsid w:val="001B2FC7"/>
    <w:rsid w:val="001B4690"/>
    <w:rsid w:val="001B5D2F"/>
    <w:rsid w:val="001B7C48"/>
    <w:rsid w:val="001C047C"/>
    <w:rsid w:val="001C1CE2"/>
    <w:rsid w:val="001C2945"/>
    <w:rsid w:val="001C3627"/>
    <w:rsid w:val="001C3CAA"/>
    <w:rsid w:val="001C47F9"/>
    <w:rsid w:val="001C5168"/>
    <w:rsid w:val="001C61FA"/>
    <w:rsid w:val="001C7220"/>
    <w:rsid w:val="001C7ECC"/>
    <w:rsid w:val="001D0908"/>
    <w:rsid w:val="001D1A18"/>
    <w:rsid w:val="001D3C48"/>
    <w:rsid w:val="001D4058"/>
    <w:rsid w:val="001D431D"/>
    <w:rsid w:val="001D45A3"/>
    <w:rsid w:val="001D46FC"/>
    <w:rsid w:val="001D6D9E"/>
    <w:rsid w:val="001D7C83"/>
    <w:rsid w:val="001E3484"/>
    <w:rsid w:val="001E4177"/>
    <w:rsid w:val="001E4419"/>
    <w:rsid w:val="001E4BA9"/>
    <w:rsid w:val="001E4C4E"/>
    <w:rsid w:val="001E5363"/>
    <w:rsid w:val="001E54EC"/>
    <w:rsid w:val="001E5AB1"/>
    <w:rsid w:val="001F00A7"/>
    <w:rsid w:val="001F0F0A"/>
    <w:rsid w:val="001F1906"/>
    <w:rsid w:val="001F339B"/>
    <w:rsid w:val="001F706A"/>
    <w:rsid w:val="001F78D1"/>
    <w:rsid w:val="0020148A"/>
    <w:rsid w:val="002036AC"/>
    <w:rsid w:val="00203B3D"/>
    <w:rsid w:val="00204235"/>
    <w:rsid w:val="00205B25"/>
    <w:rsid w:val="002077D2"/>
    <w:rsid w:val="0021060C"/>
    <w:rsid w:val="002124AC"/>
    <w:rsid w:val="002125A1"/>
    <w:rsid w:val="00212E25"/>
    <w:rsid w:val="00213937"/>
    <w:rsid w:val="002155F3"/>
    <w:rsid w:val="002211D0"/>
    <w:rsid w:val="00221C21"/>
    <w:rsid w:val="00223758"/>
    <w:rsid w:val="002310AB"/>
    <w:rsid w:val="00233C69"/>
    <w:rsid w:val="0023615F"/>
    <w:rsid w:val="0023685D"/>
    <w:rsid w:val="002406AE"/>
    <w:rsid w:val="00241B74"/>
    <w:rsid w:val="00246140"/>
    <w:rsid w:val="00247592"/>
    <w:rsid w:val="00247A3B"/>
    <w:rsid w:val="00253005"/>
    <w:rsid w:val="0025507A"/>
    <w:rsid w:val="00260059"/>
    <w:rsid w:val="00261C50"/>
    <w:rsid w:val="002623ED"/>
    <w:rsid w:val="002625A0"/>
    <w:rsid w:val="00264C16"/>
    <w:rsid w:val="00267CB6"/>
    <w:rsid w:val="00271437"/>
    <w:rsid w:val="002717E8"/>
    <w:rsid w:val="00272627"/>
    <w:rsid w:val="00272BA1"/>
    <w:rsid w:val="00274197"/>
    <w:rsid w:val="00276EEE"/>
    <w:rsid w:val="00280ABB"/>
    <w:rsid w:val="00282D70"/>
    <w:rsid w:val="00283E48"/>
    <w:rsid w:val="002855C1"/>
    <w:rsid w:val="00287F92"/>
    <w:rsid w:val="002913B4"/>
    <w:rsid w:val="0029277D"/>
    <w:rsid w:val="00295881"/>
    <w:rsid w:val="00296FFC"/>
    <w:rsid w:val="00297EA8"/>
    <w:rsid w:val="002A534E"/>
    <w:rsid w:val="002A5F90"/>
    <w:rsid w:val="002A6A17"/>
    <w:rsid w:val="002A6AC9"/>
    <w:rsid w:val="002A6F83"/>
    <w:rsid w:val="002B032D"/>
    <w:rsid w:val="002B0835"/>
    <w:rsid w:val="002B09EB"/>
    <w:rsid w:val="002B0B1C"/>
    <w:rsid w:val="002B1C5D"/>
    <w:rsid w:val="002C064D"/>
    <w:rsid w:val="002C0E7C"/>
    <w:rsid w:val="002C18D6"/>
    <w:rsid w:val="002C1F02"/>
    <w:rsid w:val="002C2BA3"/>
    <w:rsid w:val="002C3DD7"/>
    <w:rsid w:val="002C63B1"/>
    <w:rsid w:val="002C77CF"/>
    <w:rsid w:val="002D3102"/>
    <w:rsid w:val="002D6B58"/>
    <w:rsid w:val="002D6E78"/>
    <w:rsid w:val="002D7289"/>
    <w:rsid w:val="002E2088"/>
    <w:rsid w:val="002E38F5"/>
    <w:rsid w:val="002E3FC5"/>
    <w:rsid w:val="002E52A4"/>
    <w:rsid w:val="002E6A57"/>
    <w:rsid w:val="002E6A9D"/>
    <w:rsid w:val="002E7562"/>
    <w:rsid w:val="002E7ED6"/>
    <w:rsid w:val="002F051B"/>
    <w:rsid w:val="002F13B7"/>
    <w:rsid w:val="002F1416"/>
    <w:rsid w:val="002F17C9"/>
    <w:rsid w:val="002F362E"/>
    <w:rsid w:val="002F3BFF"/>
    <w:rsid w:val="002F5855"/>
    <w:rsid w:val="002F5BBA"/>
    <w:rsid w:val="002F6E33"/>
    <w:rsid w:val="0030189C"/>
    <w:rsid w:val="0030204C"/>
    <w:rsid w:val="003021B8"/>
    <w:rsid w:val="00302AC7"/>
    <w:rsid w:val="003054B5"/>
    <w:rsid w:val="003054D1"/>
    <w:rsid w:val="00305A79"/>
    <w:rsid w:val="00305EEB"/>
    <w:rsid w:val="003066B2"/>
    <w:rsid w:val="00307E74"/>
    <w:rsid w:val="003110D8"/>
    <w:rsid w:val="003112B1"/>
    <w:rsid w:val="0031306F"/>
    <w:rsid w:val="003131A6"/>
    <w:rsid w:val="003229C9"/>
    <w:rsid w:val="00322D6E"/>
    <w:rsid w:val="00323025"/>
    <w:rsid w:val="0032449D"/>
    <w:rsid w:val="00326220"/>
    <w:rsid w:val="003278CC"/>
    <w:rsid w:val="00327FD3"/>
    <w:rsid w:val="00331A95"/>
    <w:rsid w:val="003323F6"/>
    <w:rsid w:val="003333A5"/>
    <w:rsid w:val="00334630"/>
    <w:rsid w:val="003357CD"/>
    <w:rsid w:val="00337157"/>
    <w:rsid w:val="00341538"/>
    <w:rsid w:val="00342AB2"/>
    <w:rsid w:val="00346DEB"/>
    <w:rsid w:val="00351A41"/>
    <w:rsid w:val="00352FE1"/>
    <w:rsid w:val="00353466"/>
    <w:rsid w:val="00353FDD"/>
    <w:rsid w:val="003551EC"/>
    <w:rsid w:val="00355EAC"/>
    <w:rsid w:val="0036187C"/>
    <w:rsid w:val="00362F3B"/>
    <w:rsid w:val="003638C4"/>
    <w:rsid w:val="003644C6"/>
    <w:rsid w:val="00365817"/>
    <w:rsid w:val="00367101"/>
    <w:rsid w:val="0037094D"/>
    <w:rsid w:val="00371C1E"/>
    <w:rsid w:val="0037756D"/>
    <w:rsid w:val="003823D6"/>
    <w:rsid w:val="00382B73"/>
    <w:rsid w:val="003845F8"/>
    <w:rsid w:val="00384A82"/>
    <w:rsid w:val="0038671C"/>
    <w:rsid w:val="00387CFA"/>
    <w:rsid w:val="0039371A"/>
    <w:rsid w:val="003A2936"/>
    <w:rsid w:val="003A40E9"/>
    <w:rsid w:val="003B0755"/>
    <w:rsid w:val="003B3AD3"/>
    <w:rsid w:val="003B48DF"/>
    <w:rsid w:val="003B5BA0"/>
    <w:rsid w:val="003C19BB"/>
    <w:rsid w:val="003C52AD"/>
    <w:rsid w:val="003C5D00"/>
    <w:rsid w:val="003C677C"/>
    <w:rsid w:val="003C6F3E"/>
    <w:rsid w:val="003C77CE"/>
    <w:rsid w:val="003D07EB"/>
    <w:rsid w:val="003D28AF"/>
    <w:rsid w:val="003D2AEC"/>
    <w:rsid w:val="003D4311"/>
    <w:rsid w:val="003D4E8E"/>
    <w:rsid w:val="003D51E1"/>
    <w:rsid w:val="003D531C"/>
    <w:rsid w:val="003D712D"/>
    <w:rsid w:val="003D7513"/>
    <w:rsid w:val="003D7D37"/>
    <w:rsid w:val="003E48C1"/>
    <w:rsid w:val="003E5FC3"/>
    <w:rsid w:val="003E6366"/>
    <w:rsid w:val="003E6445"/>
    <w:rsid w:val="003E7533"/>
    <w:rsid w:val="003E7C12"/>
    <w:rsid w:val="003F0A29"/>
    <w:rsid w:val="003F22BA"/>
    <w:rsid w:val="003F3BA1"/>
    <w:rsid w:val="003F60E8"/>
    <w:rsid w:val="003F64F5"/>
    <w:rsid w:val="003F758B"/>
    <w:rsid w:val="00401BD0"/>
    <w:rsid w:val="00401C80"/>
    <w:rsid w:val="00402C6D"/>
    <w:rsid w:val="00405F00"/>
    <w:rsid w:val="00407CD0"/>
    <w:rsid w:val="00410AF4"/>
    <w:rsid w:val="00410B00"/>
    <w:rsid w:val="00410C33"/>
    <w:rsid w:val="00410DFB"/>
    <w:rsid w:val="00412148"/>
    <w:rsid w:val="0041241D"/>
    <w:rsid w:val="0041263D"/>
    <w:rsid w:val="00413133"/>
    <w:rsid w:val="0041480B"/>
    <w:rsid w:val="00414925"/>
    <w:rsid w:val="00414DC0"/>
    <w:rsid w:val="004155A6"/>
    <w:rsid w:val="00416402"/>
    <w:rsid w:val="00416532"/>
    <w:rsid w:val="00416DCB"/>
    <w:rsid w:val="0041770C"/>
    <w:rsid w:val="00417F5A"/>
    <w:rsid w:val="0042297D"/>
    <w:rsid w:val="00426E6C"/>
    <w:rsid w:val="00426FBB"/>
    <w:rsid w:val="00427087"/>
    <w:rsid w:val="00430CC8"/>
    <w:rsid w:val="0043320E"/>
    <w:rsid w:val="0043542C"/>
    <w:rsid w:val="004379BA"/>
    <w:rsid w:val="00442042"/>
    <w:rsid w:val="00443E2C"/>
    <w:rsid w:val="00451A33"/>
    <w:rsid w:val="00454AC0"/>
    <w:rsid w:val="00460656"/>
    <w:rsid w:val="00460C7D"/>
    <w:rsid w:val="00464CD2"/>
    <w:rsid w:val="00466009"/>
    <w:rsid w:val="00466A83"/>
    <w:rsid w:val="004725F1"/>
    <w:rsid w:val="00476FD4"/>
    <w:rsid w:val="0047706F"/>
    <w:rsid w:val="00477B94"/>
    <w:rsid w:val="00477BE2"/>
    <w:rsid w:val="00480331"/>
    <w:rsid w:val="00480743"/>
    <w:rsid w:val="00480FAA"/>
    <w:rsid w:val="00481452"/>
    <w:rsid w:val="0048194C"/>
    <w:rsid w:val="00482CFB"/>
    <w:rsid w:val="00483B0F"/>
    <w:rsid w:val="00483E61"/>
    <w:rsid w:val="00484744"/>
    <w:rsid w:val="00486C3C"/>
    <w:rsid w:val="00494467"/>
    <w:rsid w:val="004970CE"/>
    <w:rsid w:val="004A507E"/>
    <w:rsid w:val="004A6AFE"/>
    <w:rsid w:val="004B13C0"/>
    <w:rsid w:val="004B1695"/>
    <w:rsid w:val="004B3708"/>
    <w:rsid w:val="004B4F61"/>
    <w:rsid w:val="004B552B"/>
    <w:rsid w:val="004C0F64"/>
    <w:rsid w:val="004C2D29"/>
    <w:rsid w:val="004C2EB8"/>
    <w:rsid w:val="004C57B0"/>
    <w:rsid w:val="004D00B1"/>
    <w:rsid w:val="004D4DAF"/>
    <w:rsid w:val="004D5732"/>
    <w:rsid w:val="004D6CA5"/>
    <w:rsid w:val="004D7774"/>
    <w:rsid w:val="004E0879"/>
    <w:rsid w:val="004E0C74"/>
    <w:rsid w:val="004E16D9"/>
    <w:rsid w:val="004E1B30"/>
    <w:rsid w:val="004E62DB"/>
    <w:rsid w:val="004E7203"/>
    <w:rsid w:val="004F2E8B"/>
    <w:rsid w:val="004F4F6D"/>
    <w:rsid w:val="004F5B61"/>
    <w:rsid w:val="004F5E68"/>
    <w:rsid w:val="004F5F1C"/>
    <w:rsid w:val="004F6F5F"/>
    <w:rsid w:val="005000C7"/>
    <w:rsid w:val="00502504"/>
    <w:rsid w:val="00502541"/>
    <w:rsid w:val="005103A8"/>
    <w:rsid w:val="0051085D"/>
    <w:rsid w:val="00511A39"/>
    <w:rsid w:val="0051204F"/>
    <w:rsid w:val="005126BE"/>
    <w:rsid w:val="00516C4F"/>
    <w:rsid w:val="00516FE9"/>
    <w:rsid w:val="00517412"/>
    <w:rsid w:val="00517F7E"/>
    <w:rsid w:val="005203F6"/>
    <w:rsid w:val="0052068B"/>
    <w:rsid w:val="0052319C"/>
    <w:rsid w:val="00523BAA"/>
    <w:rsid w:val="00525035"/>
    <w:rsid w:val="005252D0"/>
    <w:rsid w:val="005261F9"/>
    <w:rsid w:val="00526B0F"/>
    <w:rsid w:val="00531C32"/>
    <w:rsid w:val="00532ECE"/>
    <w:rsid w:val="00533E26"/>
    <w:rsid w:val="00535B3F"/>
    <w:rsid w:val="00537503"/>
    <w:rsid w:val="00540D18"/>
    <w:rsid w:val="00541266"/>
    <w:rsid w:val="00542338"/>
    <w:rsid w:val="0054339A"/>
    <w:rsid w:val="005446B7"/>
    <w:rsid w:val="0054480A"/>
    <w:rsid w:val="00545163"/>
    <w:rsid w:val="00550ECA"/>
    <w:rsid w:val="00551F0B"/>
    <w:rsid w:val="005520E5"/>
    <w:rsid w:val="005524DD"/>
    <w:rsid w:val="00553989"/>
    <w:rsid w:val="0056312D"/>
    <w:rsid w:val="00565D31"/>
    <w:rsid w:val="00566D9D"/>
    <w:rsid w:val="00571455"/>
    <w:rsid w:val="00571A8D"/>
    <w:rsid w:val="00575A38"/>
    <w:rsid w:val="00580165"/>
    <w:rsid w:val="0058163A"/>
    <w:rsid w:val="00585977"/>
    <w:rsid w:val="005871F6"/>
    <w:rsid w:val="005903DB"/>
    <w:rsid w:val="00590550"/>
    <w:rsid w:val="00591BB4"/>
    <w:rsid w:val="00592F21"/>
    <w:rsid w:val="0059300C"/>
    <w:rsid w:val="0059355F"/>
    <w:rsid w:val="00593DB3"/>
    <w:rsid w:val="00594A6F"/>
    <w:rsid w:val="00594B04"/>
    <w:rsid w:val="005960CE"/>
    <w:rsid w:val="0059626A"/>
    <w:rsid w:val="00596BB6"/>
    <w:rsid w:val="00596DEE"/>
    <w:rsid w:val="005A0B80"/>
    <w:rsid w:val="005A10DE"/>
    <w:rsid w:val="005A1602"/>
    <w:rsid w:val="005A1F39"/>
    <w:rsid w:val="005A2520"/>
    <w:rsid w:val="005A346E"/>
    <w:rsid w:val="005A480D"/>
    <w:rsid w:val="005A48BE"/>
    <w:rsid w:val="005A556C"/>
    <w:rsid w:val="005A7BFF"/>
    <w:rsid w:val="005B055D"/>
    <w:rsid w:val="005B5772"/>
    <w:rsid w:val="005B58DE"/>
    <w:rsid w:val="005B63B5"/>
    <w:rsid w:val="005B66F4"/>
    <w:rsid w:val="005C00BF"/>
    <w:rsid w:val="005C287C"/>
    <w:rsid w:val="005C2D37"/>
    <w:rsid w:val="005C3E27"/>
    <w:rsid w:val="005C7EBB"/>
    <w:rsid w:val="005D0C4E"/>
    <w:rsid w:val="005D10DD"/>
    <w:rsid w:val="005D124D"/>
    <w:rsid w:val="005D2253"/>
    <w:rsid w:val="005D269D"/>
    <w:rsid w:val="005D29ED"/>
    <w:rsid w:val="005D3921"/>
    <w:rsid w:val="005D439F"/>
    <w:rsid w:val="005D50A9"/>
    <w:rsid w:val="005D6E7F"/>
    <w:rsid w:val="005E04C6"/>
    <w:rsid w:val="005E090A"/>
    <w:rsid w:val="005E11ED"/>
    <w:rsid w:val="005E171E"/>
    <w:rsid w:val="005E3419"/>
    <w:rsid w:val="005E42D6"/>
    <w:rsid w:val="005E4B9E"/>
    <w:rsid w:val="005E5A51"/>
    <w:rsid w:val="005E7143"/>
    <w:rsid w:val="005F006C"/>
    <w:rsid w:val="005F0EF7"/>
    <w:rsid w:val="005F1C41"/>
    <w:rsid w:val="005F1D04"/>
    <w:rsid w:val="005F3B56"/>
    <w:rsid w:val="005F7E60"/>
    <w:rsid w:val="006007BE"/>
    <w:rsid w:val="00605517"/>
    <w:rsid w:val="006107CB"/>
    <w:rsid w:val="00611050"/>
    <w:rsid w:val="00613CBB"/>
    <w:rsid w:val="00613F09"/>
    <w:rsid w:val="00614C1D"/>
    <w:rsid w:val="00614F4B"/>
    <w:rsid w:val="00616DE7"/>
    <w:rsid w:val="00617019"/>
    <w:rsid w:val="00621462"/>
    <w:rsid w:val="0062172C"/>
    <w:rsid w:val="006255B8"/>
    <w:rsid w:val="00626111"/>
    <w:rsid w:val="006266AA"/>
    <w:rsid w:val="00626899"/>
    <w:rsid w:val="0063427D"/>
    <w:rsid w:val="00634C1B"/>
    <w:rsid w:val="00635CD1"/>
    <w:rsid w:val="00635F11"/>
    <w:rsid w:val="00636908"/>
    <w:rsid w:val="00637EA4"/>
    <w:rsid w:val="0064036E"/>
    <w:rsid w:val="00643B5C"/>
    <w:rsid w:val="006444F1"/>
    <w:rsid w:val="006449E2"/>
    <w:rsid w:val="006453F6"/>
    <w:rsid w:val="0064666C"/>
    <w:rsid w:val="00646875"/>
    <w:rsid w:val="006508DD"/>
    <w:rsid w:val="00651234"/>
    <w:rsid w:val="00651B99"/>
    <w:rsid w:val="006525F2"/>
    <w:rsid w:val="00653631"/>
    <w:rsid w:val="006536CE"/>
    <w:rsid w:val="0065409A"/>
    <w:rsid w:val="006541EB"/>
    <w:rsid w:val="00654E14"/>
    <w:rsid w:val="0066198D"/>
    <w:rsid w:val="00662224"/>
    <w:rsid w:val="00663C2F"/>
    <w:rsid w:val="00663C3E"/>
    <w:rsid w:val="0066622C"/>
    <w:rsid w:val="00670FF5"/>
    <w:rsid w:val="006710B7"/>
    <w:rsid w:val="00671ABB"/>
    <w:rsid w:val="006738A1"/>
    <w:rsid w:val="006742A1"/>
    <w:rsid w:val="006762DF"/>
    <w:rsid w:val="00676FD7"/>
    <w:rsid w:val="0067784A"/>
    <w:rsid w:val="00680442"/>
    <w:rsid w:val="006820CC"/>
    <w:rsid w:val="00682B03"/>
    <w:rsid w:val="00683AB8"/>
    <w:rsid w:val="00683EA2"/>
    <w:rsid w:val="00685841"/>
    <w:rsid w:val="00687119"/>
    <w:rsid w:val="006873DA"/>
    <w:rsid w:val="00690A2A"/>
    <w:rsid w:val="00691187"/>
    <w:rsid w:val="00692D4A"/>
    <w:rsid w:val="0069405B"/>
    <w:rsid w:val="0069443D"/>
    <w:rsid w:val="0069794F"/>
    <w:rsid w:val="006A0343"/>
    <w:rsid w:val="006A5E9C"/>
    <w:rsid w:val="006A5EBD"/>
    <w:rsid w:val="006A63EB"/>
    <w:rsid w:val="006B16EF"/>
    <w:rsid w:val="006B1C37"/>
    <w:rsid w:val="006B2C2B"/>
    <w:rsid w:val="006B5137"/>
    <w:rsid w:val="006B53BB"/>
    <w:rsid w:val="006B5923"/>
    <w:rsid w:val="006C01D1"/>
    <w:rsid w:val="006C08C3"/>
    <w:rsid w:val="006C4930"/>
    <w:rsid w:val="006C74BF"/>
    <w:rsid w:val="006D5456"/>
    <w:rsid w:val="006E017C"/>
    <w:rsid w:val="006E0A99"/>
    <w:rsid w:val="006E6578"/>
    <w:rsid w:val="006E6A26"/>
    <w:rsid w:val="006E78BB"/>
    <w:rsid w:val="006F1025"/>
    <w:rsid w:val="006F1257"/>
    <w:rsid w:val="006F6DD4"/>
    <w:rsid w:val="00701F85"/>
    <w:rsid w:val="00705D08"/>
    <w:rsid w:val="007066D8"/>
    <w:rsid w:val="0070728C"/>
    <w:rsid w:val="00707888"/>
    <w:rsid w:val="00710908"/>
    <w:rsid w:val="00711B72"/>
    <w:rsid w:val="00716EF3"/>
    <w:rsid w:val="00721C43"/>
    <w:rsid w:val="00722CBC"/>
    <w:rsid w:val="007242FA"/>
    <w:rsid w:val="00725910"/>
    <w:rsid w:val="00725EC7"/>
    <w:rsid w:val="0072644C"/>
    <w:rsid w:val="00726CE7"/>
    <w:rsid w:val="0073362D"/>
    <w:rsid w:val="007349A9"/>
    <w:rsid w:val="00740270"/>
    <w:rsid w:val="00741369"/>
    <w:rsid w:val="00741781"/>
    <w:rsid w:val="0074540C"/>
    <w:rsid w:val="00746340"/>
    <w:rsid w:val="0074768E"/>
    <w:rsid w:val="00752C67"/>
    <w:rsid w:val="00752E2C"/>
    <w:rsid w:val="00753860"/>
    <w:rsid w:val="00753949"/>
    <w:rsid w:val="0075467B"/>
    <w:rsid w:val="00754DD5"/>
    <w:rsid w:val="007553D3"/>
    <w:rsid w:val="00755EF7"/>
    <w:rsid w:val="00756B7C"/>
    <w:rsid w:val="0075780B"/>
    <w:rsid w:val="00764F7F"/>
    <w:rsid w:val="00770C7E"/>
    <w:rsid w:val="00772526"/>
    <w:rsid w:val="0077348F"/>
    <w:rsid w:val="00774D3B"/>
    <w:rsid w:val="007767B4"/>
    <w:rsid w:val="007768EA"/>
    <w:rsid w:val="007768EF"/>
    <w:rsid w:val="007800E6"/>
    <w:rsid w:val="00781A90"/>
    <w:rsid w:val="00784276"/>
    <w:rsid w:val="00785857"/>
    <w:rsid w:val="0078591E"/>
    <w:rsid w:val="00785B30"/>
    <w:rsid w:val="00787278"/>
    <w:rsid w:val="00791997"/>
    <w:rsid w:val="00794A38"/>
    <w:rsid w:val="00794D8A"/>
    <w:rsid w:val="0079512D"/>
    <w:rsid w:val="00795F71"/>
    <w:rsid w:val="00796E27"/>
    <w:rsid w:val="00797386"/>
    <w:rsid w:val="007A1E3A"/>
    <w:rsid w:val="007A32ED"/>
    <w:rsid w:val="007A4352"/>
    <w:rsid w:val="007A4A5F"/>
    <w:rsid w:val="007A7919"/>
    <w:rsid w:val="007B03F6"/>
    <w:rsid w:val="007B07C6"/>
    <w:rsid w:val="007B106A"/>
    <w:rsid w:val="007B1662"/>
    <w:rsid w:val="007B1966"/>
    <w:rsid w:val="007B2003"/>
    <w:rsid w:val="007B29BA"/>
    <w:rsid w:val="007B36AC"/>
    <w:rsid w:val="007B6D73"/>
    <w:rsid w:val="007B6F53"/>
    <w:rsid w:val="007B71C9"/>
    <w:rsid w:val="007B7430"/>
    <w:rsid w:val="007C16CD"/>
    <w:rsid w:val="007C4EE0"/>
    <w:rsid w:val="007C67E0"/>
    <w:rsid w:val="007C6A0C"/>
    <w:rsid w:val="007C7D0B"/>
    <w:rsid w:val="007D3C73"/>
    <w:rsid w:val="007E0732"/>
    <w:rsid w:val="007E0A81"/>
    <w:rsid w:val="007E201B"/>
    <w:rsid w:val="007E2039"/>
    <w:rsid w:val="007E5ED5"/>
    <w:rsid w:val="007E5F5C"/>
    <w:rsid w:val="007E759F"/>
    <w:rsid w:val="007E762A"/>
    <w:rsid w:val="007E7A4F"/>
    <w:rsid w:val="007F0CA1"/>
    <w:rsid w:val="007F38E1"/>
    <w:rsid w:val="007F5FB6"/>
    <w:rsid w:val="007F68E2"/>
    <w:rsid w:val="007F7E5C"/>
    <w:rsid w:val="00801AED"/>
    <w:rsid w:val="00803496"/>
    <w:rsid w:val="008070C9"/>
    <w:rsid w:val="008116D8"/>
    <w:rsid w:val="00811E00"/>
    <w:rsid w:val="00817A32"/>
    <w:rsid w:val="0082168B"/>
    <w:rsid w:val="00823363"/>
    <w:rsid w:val="00826BE7"/>
    <w:rsid w:val="00827170"/>
    <w:rsid w:val="00827B72"/>
    <w:rsid w:val="00830210"/>
    <w:rsid w:val="00831E32"/>
    <w:rsid w:val="00832896"/>
    <w:rsid w:val="008341BC"/>
    <w:rsid w:val="00834F1F"/>
    <w:rsid w:val="0083504B"/>
    <w:rsid w:val="00835C3C"/>
    <w:rsid w:val="00841125"/>
    <w:rsid w:val="00841E09"/>
    <w:rsid w:val="0084204B"/>
    <w:rsid w:val="0084319A"/>
    <w:rsid w:val="00843202"/>
    <w:rsid w:val="00843507"/>
    <w:rsid w:val="00845B7D"/>
    <w:rsid w:val="0085296E"/>
    <w:rsid w:val="00852D12"/>
    <w:rsid w:val="00852E8F"/>
    <w:rsid w:val="00853CE3"/>
    <w:rsid w:val="008617BA"/>
    <w:rsid w:val="0086193D"/>
    <w:rsid w:val="008635C2"/>
    <w:rsid w:val="0086387D"/>
    <w:rsid w:val="0086654C"/>
    <w:rsid w:val="0086687F"/>
    <w:rsid w:val="00866941"/>
    <w:rsid w:val="008675F0"/>
    <w:rsid w:val="008676D9"/>
    <w:rsid w:val="008703D0"/>
    <w:rsid w:val="008720BB"/>
    <w:rsid w:val="0087454C"/>
    <w:rsid w:val="0088340C"/>
    <w:rsid w:val="00885761"/>
    <w:rsid w:val="00885832"/>
    <w:rsid w:val="00887389"/>
    <w:rsid w:val="00887F07"/>
    <w:rsid w:val="00891D63"/>
    <w:rsid w:val="008926F2"/>
    <w:rsid w:val="00892F8C"/>
    <w:rsid w:val="008939DF"/>
    <w:rsid w:val="00894931"/>
    <w:rsid w:val="00895FA6"/>
    <w:rsid w:val="008969F9"/>
    <w:rsid w:val="008978AD"/>
    <w:rsid w:val="008A2D87"/>
    <w:rsid w:val="008A5036"/>
    <w:rsid w:val="008A52F3"/>
    <w:rsid w:val="008A671F"/>
    <w:rsid w:val="008A7A57"/>
    <w:rsid w:val="008B12C4"/>
    <w:rsid w:val="008B2140"/>
    <w:rsid w:val="008B2537"/>
    <w:rsid w:val="008B2D34"/>
    <w:rsid w:val="008B49C3"/>
    <w:rsid w:val="008B5363"/>
    <w:rsid w:val="008B5898"/>
    <w:rsid w:val="008B5B39"/>
    <w:rsid w:val="008B74A2"/>
    <w:rsid w:val="008B7D91"/>
    <w:rsid w:val="008C0634"/>
    <w:rsid w:val="008C21DD"/>
    <w:rsid w:val="008C344F"/>
    <w:rsid w:val="008C3726"/>
    <w:rsid w:val="008C4D98"/>
    <w:rsid w:val="008D0990"/>
    <w:rsid w:val="008D337F"/>
    <w:rsid w:val="008D39C7"/>
    <w:rsid w:val="008D7D34"/>
    <w:rsid w:val="008E1D22"/>
    <w:rsid w:val="008E352D"/>
    <w:rsid w:val="008E3CDB"/>
    <w:rsid w:val="008E3D37"/>
    <w:rsid w:val="008E3FD4"/>
    <w:rsid w:val="008F156F"/>
    <w:rsid w:val="008F1CC3"/>
    <w:rsid w:val="008F2E2D"/>
    <w:rsid w:val="008F5D40"/>
    <w:rsid w:val="00900089"/>
    <w:rsid w:val="009007C9"/>
    <w:rsid w:val="0090226D"/>
    <w:rsid w:val="00903BEF"/>
    <w:rsid w:val="00903FF1"/>
    <w:rsid w:val="0090453F"/>
    <w:rsid w:val="00906170"/>
    <w:rsid w:val="009063C3"/>
    <w:rsid w:val="00906731"/>
    <w:rsid w:val="00906DA4"/>
    <w:rsid w:val="009074E3"/>
    <w:rsid w:val="0091015D"/>
    <w:rsid w:val="0091284F"/>
    <w:rsid w:val="00916465"/>
    <w:rsid w:val="00916BA5"/>
    <w:rsid w:val="0091704F"/>
    <w:rsid w:val="00917674"/>
    <w:rsid w:val="009209C9"/>
    <w:rsid w:val="00921830"/>
    <w:rsid w:val="0092285C"/>
    <w:rsid w:val="0092423B"/>
    <w:rsid w:val="00925941"/>
    <w:rsid w:val="00927E97"/>
    <w:rsid w:val="00930471"/>
    <w:rsid w:val="00930C3C"/>
    <w:rsid w:val="00932544"/>
    <w:rsid w:val="009326E4"/>
    <w:rsid w:val="00934825"/>
    <w:rsid w:val="009348BE"/>
    <w:rsid w:val="00934BC2"/>
    <w:rsid w:val="00937AB2"/>
    <w:rsid w:val="00941EE2"/>
    <w:rsid w:val="00942CDE"/>
    <w:rsid w:val="00944074"/>
    <w:rsid w:val="009440E3"/>
    <w:rsid w:val="009500D4"/>
    <w:rsid w:val="009514E2"/>
    <w:rsid w:val="00952615"/>
    <w:rsid w:val="00954D07"/>
    <w:rsid w:val="00956365"/>
    <w:rsid w:val="00956AB1"/>
    <w:rsid w:val="00957991"/>
    <w:rsid w:val="009579DC"/>
    <w:rsid w:val="00960FC8"/>
    <w:rsid w:val="00961B2A"/>
    <w:rsid w:val="00962D93"/>
    <w:rsid w:val="009631C8"/>
    <w:rsid w:val="0096334F"/>
    <w:rsid w:val="00971AE1"/>
    <w:rsid w:val="00972D0B"/>
    <w:rsid w:val="00974888"/>
    <w:rsid w:val="00976F9A"/>
    <w:rsid w:val="0097757F"/>
    <w:rsid w:val="00982369"/>
    <w:rsid w:val="009867B3"/>
    <w:rsid w:val="00987024"/>
    <w:rsid w:val="0099031F"/>
    <w:rsid w:val="00990E19"/>
    <w:rsid w:val="009911AD"/>
    <w:rsid w:val="00991978"/>
    <w:rsid w:val="00994525"/>
    <w:rsid w:val="00994681"/>
    <w:rsid w:val="00995955"/>
    <w:rsid w:val="0099642F"/>
    <w:rsid w:val="009A0734"/>
    <w:rsid w:val="009A2245"/>
    <w:rsid w:val="009A7208"/>
    <w:rsid w:val="009A74C6"/>
    <w:rsid w:val="009A74E0"/>
    <w:rsid w:val="009B030C"/>
    <w:rsid w:val="009B06B4"/>
    <w:rsid w:val="009B0EE4"/>
    <w:rsid w:val="009B16E5"/>
    <w:rsid w:val="009B3222"/>
    <w:rsid w:val="009B3B39"/>
    <w:rsid w:val="009B46DF"/>
    <w:rsid w:val="009B4914"/>
    <w:rsid w:val="009B6F4B"/>
    <w:rsid w:val="009B7BA2"/>
    <w:rsid w:val="009C1D5C"/>
    <w:rsid w:val="009C2E64"/>
    <w:rsid w:val="009C2ECC"/>
    <w:rsid w:val="009C4A14"/>
    <w:rsid w:val="009C4B4A"/>
    <w:rsid w:val="009C689C"/>
    <w:rsid w:val="009D0D67"/>
    <w:rsid w:val="009D1D96"/>
    <w:rsid w:val="009D2535"/>
    <w:rsid w:val="009D25CB"/>
    <w:rsid w:val="009D40D7"/>
    <w:rsid w:val="009D522E"/>
    <w:rsid w:val="009D6FC9"/>
    <w:rsid w:val="009E0243"/>
    <w:rsid w:val="009E331A"/>
    <w:rsid w:val="009E6922"/>
    <w:rsid w:val="009E732B"/>
    <w:rsid w:val="009F3FA4"/>
    <w:rsid w:val="009F477A"/>
    <w:rsid w:val="009F4AF0"/>
    <w:rsid w:val="009F5C8A"/>
    <w:rsid w:val="009F6F09"/>
    <w:rsid w:val="009F72C3"/>
    <w:rsid w:val="00A02B05"/>
    <w:rsid w:val="00A02D68"/>
    <w:rsid w:val="00A03E11"/>
    <w:rsid w:val="00A11C05"/>
    <w:rsid w:val="00A13AAF"/>
    <w:rsid w:val="00A14232"/>
    <w:rsid w:val="00A145A2"/>
    <w:rsid w:val="00A15265"/>
    <w:rsid w:val="00A15780"/>
    <w:rsid w:val="00A15CD4"/>
    <w:rsid w:val="00A17BB2"/>
    <w:rsid w:val="00A204D1"/>
    <w:rsid w:val="00A206E6"/>
    <w:rsid w:val="00A20D41"/>
    <w:rsid w:val="00A23B47"/>
    <w:rsid w:val="00A2412B"/>
    <w:rsid w:val="00A24354"/>
    <w:rsid w:val="00A25AAA"/>
    <w:rsid w:val="00A25BA6"/>
    <w:rsid w:val="00A25BC0"/>
    <w:rsid w:val="00A344EB"/>
    <w:rsid w:val="00A36863"/>
    <w:rsid w:val="00A37F65"/>
    <w:rsid w:val="00A42203"/>
    <w:rsid w:val="00A4291B"/>
    <w:rsid w:val="00A43436"/>
    <w:rsid w:val="00A4358F"/>
    <w:rsid w:val="00A45B9C"/>
    <w:rsid w:val="00A52840"/>
    <w:rsid w:val="00A53620"/>
    <w:rsid w:val="00A54ACC"/>
    <w:rsid w:val="00A55EE7"/>
    <w:rsid w:val="00A5607D"/>
    <w:rsid w:val="00A56978"/>
    <w:rsid w:val="00A56D54"/>
    <w:rsid w:val="00A5729A"/>
    <w:rsid w:val="00A577DF"/>
    <w:rsid w:val="00A60999"/>
    <w:rsid w:val="00A60CF4"/>
    <w:rsid w:val="00A64321"/>
    <w:rsid w:val="00A64DEC"/>
    <w:rsid w:val="00A65862"/>
    <w:rsid w:val="00A6622F"/>
    <w:rsid w:val="00A714AE"/>
    <w:rsid w:val="00A720E6"/>
    <w:rsid w:val="00A7315E"/>
    <w:rsid w:val="00A733B1"/>
    <w:rsid w:val="00A751D4"/>
    <w:rsid w:val="00A75216"/>
    <w:rsid w:val="00A75340"/>
    <w:rsid w:val="00A76FAC"/>
    <w:rsid w:val="00A80110"/>
    <w:rsid w:val="00A80E25"/>
    <w:rsid w:val="00A82D7B"/>
    <w:rsid w:val="00A84780"/>
    <w:rsid w:val="00A84C4A"/>
    <w:rsid w:val="00A86D7F"/>
    <w:rsid w:val="00A86DD8"/>
    <w:rsid w:val="00A916A9"/>
    <w:rsid w:val="00A92F4A"/>
    <w:rsid w:val="00A92F9B"/>
    <w:rsid w:val="00A93A02"/>
    <w:rsid w:val="00A9408D"/>
    <w:rsid w:val="00A9683E"/>
    <w:rsid w:val="00AA3B6A"/>
    <w:rsid w:val="00AA3E04"/>
    <w:rsid w:val="00AA3FA6"/>
    <w:rsid w:val="00AA466F"/>
    <w:rsid w:val="00AA5673"/>
    <w:rsid w:val="00AA5AE8"/>
    <w:rsid w:val="00AA7D54"/>
    <w:rsid w:val="00AB0405"/>
    <w:rsid w:val="00AB16CC"/>
    <w:rsid w:val="00AB3958"/>
    <w:rsid w:val="00AB6416"/>
    <w:rsid w:val="00AB6900"/>
    <w:rsid w:val="00AC0ACC"/>
    <w:rsid w:val="00AC2782"/>
    <w:rsid w:val="00AC50F4"/>
    <w:rsid w:val="00AC5EDD"/>
    <w:rsid w:val="00AC71EC"/>
    <w:rsid w:val="00AC7BF3"/>
    <w:rsid w:val="00AD0EDA"/>
    <w:rsid w:val="00AD267B"/>
    <w:rsid w:val="00AD6CFA"/>
    <w:rsid w:val="00AE156E"/>
    <w:rsid w:val="00AE3494"/>
    <w:rsid w:val="00AE5163"/>
    <w:rsid w:val="00AE580B"/>
    <w:rsid w:val="00AE68B2"/>
    <w:rsid w:val="00AF05AB"/>
    <w:rsid w:val="00AF1634"/>
    <w:rsid w:val="00AF637C"/>
    <w:rsid w:val="00B00580"/>
    <w:rsid w:val="00B021B5"/>
    <w:rsid w:val="00B02200"/>
    <w:rsid w:val="00B029AD"/>
    <w:rsid w:val="00B0367E"/>
    <w:rsid w:val="00B0374D"/>
    <w:rsid w:val="00B04F39"/>
    <w:rsid w:val="00B11089"/>
    <w:rsid w:val="00B126AE"/>
    <w:rsid w:val="00B12CF2"/>
    <w:rsid w:val="00B12DB7"/>
    <w:rsid w:val="00B140E8"/>
    <w:rsid w:val="00B14C73"/>
    <w:rsid w:val="00B16A47"/>
    <w:rsid w:val="00B175F8"/>
    <w:rsid w:val="00B20593"/>
    <w:rsid w:val="00B20D5A"/>
    <w:rsid w:val="00B20EA7"/>
    <w:rsid w:val="00B21448"/>
    <w:rsid w:val="00B21E50"/>
    <w:rsid w:val="00B249AA"/>
    <w:rsid w:val="00B2543E"/>
    <w:rsid w:val="00B2567A"/>
    <w:rsid w:val="00B25B92"/>
    <w:rsid w:val="00B3067C"/>
    <w:rsid w:val="00B31EF0"/>
    <w:rsid w:val="00B327C9"/>
    <w:rsid w:val="00B34029"/>
    <w:rsid w:val="00B35D4D"/>
    <w:rsid w:val="00B36B40"/>
    <w:rsid w:val="00B3725D"/>
    <w:rsid w:val="00B37CB8"/>
    <w:rsid w:val="00B4010C"/>
    <w:rsid w:val="00B40EFF"/>
    <w:rsid w:val="00B41D43"/>
    <w:rsid w:val="00B43389"/>
    <w:rsid w:val="00B45DD9"/>
    <w:rsid w:val="00B45EAF"/>
    <w:rsid w:val="00B4618C"/>
    <w:rsid w:val="00B46C97"/>
    <w:rsid w:val="00B473A4"/>
    <w:rsid w:val="00B47715"/>
    <w:rsid w:val="00B50080"/>
    <w:rsid w:val="00B5173A"/>
    <w:rsid w:val="00B51852"/>
    <w:rsid w:val="00B52B73"/>
    <w:rsid w:val="00B52F68"/>
    <w:rsid w:val="00B5372C"/>
    <w:rsid w:val="00B54A41"/>
    <w:rsid w:val="00B563F0"/>
    <w:rsid w:val="00B5650A"/>
    <w:rsid w:val="00B652D9"/>
    <w:rsid w:val="00B66632"/>
    <w:rsid w:val="00B707BF"/>
    <w:rsid w:val="00B718EE"/>
    <w:rsid w:val="00B73036"/>
    <w:rsid w:val="00B73BA9"/>
    <w:rsid w:val="00B740FE"/>
    <w:rsid w:val="00B7535A"/>
    <w:rsid w:val="00B77056"/>
    <w:rsid w:val="00B771E4"/>
    <w:rsid w:val="00B77BE6"/>
    <w:rsid w:val="00B806C4"/>
    <w:rsid w:val="00B81567"/>
    <w:rsid w:val="00B8202F"/>
    <w:rsid w:val="00B840D5"/>
    <w:rsid w:val="00B85EBA"/>
    <w:rsid w:val="00B86144"/>
    <w:rsid w:val="00B86DD8"/>
    <w:rsid w:val="00B87578"/>
    <w:rsid w:val="00B87D59"/>
    <w:rsid w:val="00B915B5"/>
    <w:rsid w:val="00B953B4"/>
    <w:rsid w:val="00B960A1"/>
    <w:rsid w:val="00B97CA9"/>
    <w:rsid w:val="00BA0D0C"/>
    <w:rsid w:val="00BA3290"/>
    <w:rsid w:val="00BA3378"/>
    <w:rsid w:val="00BA38C2"/>
    <w:rsid w:val="00BA482F"/>
    <w:rsid w:val="00BA534B"/>
    <w:rsid w:val="00BA5476"/>
    <w:rsid w:val="00BA794C"/>
    <w:rsid w:val="00BB0251"/>
    <w:rsid w:val="00BB07DF"/>
    <w:rsid w:val="00BB568D"/>
    <w:rsid w:val="00BB7AAE"/>
    <w:rsid w:val="00BC1114"/>
    <w:rsid w:val="00BC12FB"/>
    <w:rsid w:val="00BC2535"/>
    <w:rsid w:val="00BC289A"/>
    <w:rsid w:val="00BC3E80"/>
    <w:rsid w:val="00BC66BA"/>
    <w:rsid w:val="00BC694A"/>
    <w:rsid w:val="00BD17B5"/>
    <w:rsid w:val="00BD322C"/>
    <w:rsid w:val="00BD4331"/>
    <w:rsid w:val="00BD63B1"/>
    <w:rsid w:val="00BD6DF6"/>
    <w:rsid w:val="00BD6FED"/>
    <w:rsid w:val="00BD7A25"/>
    <w:rsid w:val="00BE020F"/>
    <w:rsid w:val="00BE0AA5"/>
    <w:rsid w:val="00BE3BE6"/>
    <w:rsid w:val="00BE410A"/>
    <w:rsid w:val="00BE45D6"/>
    <w:rsid w:val="00BE59CB"/>
    <w:rsid w:val="00BE61A1"/>
    <w:rsid w:val="00BF511E"/>
    <w:rsid w:val="00BF78BD"/>
    <w:rsid w:val="00C110B3"/>
    <w:rsid w:val="00C11166"/>
    <w:rsid w:val="00C14588"/>
    <w:rsid w:val="00C154A3"/>
    <w:rsid w:val="00C162F0"/>
    <w:rsid w:val="00C204E3"/>
    <w:rsid w:val="00C2064E"/>
    <w:rsid w:val="00C22CFF"/>
    <w:rsid w:val="00C24209"/>
    <w:rsid w:val="00C242D7"/>
    <w:rsid w:val="00C24D52"/>
    <w:rsid w:val="00C25333"/>
    <w:rsid w:val="00C26C17"/>
    <w:rsid w:val="00C27F59"/>
    <w:rsid w:val="00C30CFD"/>
    <w:rsid w:val="00C3120B"/>
    <w:rsid w:val="00C351DB"/>
    <w:rsid w:val="00C37680"/>
    <w:rsid w:val="00C407D1"/>
    <w:rsid w:val="00C44770"/>
    <w:rsid w:val="00C4562C"/>
    <w:rsid w:val="00C46983"/>
    <w:rsid w:val="00C46F97"/>
    <w:rsid w:val="00C47063"/>
    <w:rsid w:val="00C474B5"/>
    <w:rsid w:val="00C51A27"/>
    <w:rsid w:val="00C52838"/>
    <w:rsid w:val="00C539F3"/>
    <w:rsid w:val="00C5442E"/>
    <w:rsid w:val="00C65E85"/>
    <w:rsid w:val="00C66ACC"/>
    <w:rsid w:val="00C740A5"/>
    <w:rsid w:val="00C76744"/>
    <w:rsid w:val="00C77072"/>
    <w:rsid w:val="00C7748A"/>
    <w:rsid w:val="00C7750F"/>
    <w:rsid w:val="00C808BF"/>
    <w:rsid w:val="00C83463"/>
    <w:rsid w:val="00C84D33"/>
    <w:rsid w:val="00C857A1"/>
    <w:rsid w:val="00C90F2E"/>
    <w:rsid w:val="00C9114A"/>
    <w:rsid w:val="00C91A2B"/>
    <w:rsid w:val="00C928C8"/>
    <w:rsid w:val="00C9351A"/>
    <w:rsid w:val="00C93F97"/>
    <w:rsid w:val="00C94675"/>
    <w:rsid w:val="00C9577C"/>
    <w:rsid w:val="00CA0D77"/>
    <w:rsid w:val="00CA2233"/>
    <w:rsid w:val="00CA4EC7"/>
    <w:rsid w:val="00CA54BB"/>
    <w:rsid w:val="00CA58F6"/>
    <w:rsid w:val="00CA67D1"/>
    <w:rsid w:val="00CA72EF"/>
    <w:rsid w:val="00CA7E7B"/>
    <w:rsid w:val="00CB09DD"/>
    <w:rsid w:val="00CB0ACA"/>
    <w:rsid w:val="00CC0475"/>
    <w:rsid w:val="00CC2B7B"/>
    <w:rsid w:val="00CC3532"/>
    <w:rsid w:val="00CC3672"/>
    <w:rsid w:val="00CC4B54"/>
    <w:rsid w:val="00CC4DD5"/>
    <w:rsid w:val="00CC5B3E"/>
    <w:rsid w:val="00CC5D73"/>
    <w:rsid w:val="00CC6B6A"/>
    <w:rsid w:val="00CD1D7A"/>
    <w:rsid w:val="00CD2E46"/>
    <w:rsid w:val="00CD3E11"/>
    <w:rsid w:val="00CD54FE"/>
    <w:rsid w:val="00CE1699"/>
    <w:rsid w:val="00CE194C"/>
    <w:rsid w:val="00CE218B"/>
    <w:rsid w:val="00CE3436"/>
    <w:rsid w:val="00CE3866"/>
    <w:rsid w:val="00CE485F"/>
    <w:rsid w:val="00CE5B64"/>
    <w:rsid w:val="00CF1C76"/>
    <w:rsid w:val="00CF2494"/>
    <w:rsid w:val="00CF2B51"/>
    <w:rsid w:val="00CF4E82"/>
    <w:rsid w:val="00CF6422"/>
    <w:rsid w:val="00D00224"/>
    <w:rsid w:val="00D00FFB"/>
    <w:rsid w:val="00D01DD7"/>
    <w:rsid w:val="00D02648"/>
    <w:rsid w:val="00D03116"/>
    <w:rsid w:val="00D06F29"/>
    <w:rsid w:val="00D07896"/>
    <w:rsid w:val="00D11116"/>
    <w:rsid w:val="00D116E3"/>
    <w:rsid w:val="00D116ED"/>
    <w:rsid w:val="00D11C46"/>
    <w:rsid w:val="00D12A73"/>
    <w:rsid w:val="00D12ADF"/>
    <w:rsid w:val="00D138EA"/>
    <w:rsid w:val="00D165EF"/>
    <w:rsid w:val="00D17173"/>
    <w:rsid w:val="00D22D49"/>
    <w:rsid w:val="00D23F13"/>
    <w:rsid w:val="00D25074"/>
    <w:rsid w:val="00D261F5"/>
    <w:rsid w:val="00D26781"/>
    <w:rsid w:val="00D26D44"/>
    <w:rsid w:val="00D26E36"/>
    <w:rsid w:val="00D26E38"/>
    <w:rsid w:val="00D33987"/>
    <w:rsid w:val="00D347A4"/>
    <w:rsid w:val="00D36E56"/>
    <w:rsid w:val="00D37D29"/>
    <w:rsid w:val="00D401FB"/>
    <w:rsid w:val="00D40BA8"/>
    <w:rsid w:val="00D42B7C"/>
    <w:rsid w:val="00D43FD3"/>
    <w:rsid w:val="00D4441A"/>
    <w:rsid w:val="00D46EA3"/>
    <w:rsid w:val="00D50239"/>
    <w:rsid w:val="00D53488"/>
    <w:rsid w:val="00D605DA"/>
    <w:rsid w:val="00D607DC"/>
    <w:rsid w:val="00D62978"/>
    <w:rsid w:val="00D62C3E"/>
    <w:rsid w:val="00D63CE6"/>
    <w:rsid w:val="00D66AEA"/>
    <w:rsid w:val="00D70895"/>
    <w:rsid w:val="00D70DAB"/>
    <w:rsid w:val="00D71446"/>
    <w:rsid w:val="00D72569"/>
    <w:rsid w:val="00D72738"/>
    <w:rsid w:val="00D7311A"/>
    <w:rsid w:val="00D73290"/>
    <w:rsid w:val="00D745E3"/>
    <w:rsid w:val="00D74C29"/>
    <w:rsid w:val="00D75482"/>
    <w:rsid w:val="00D76733"/>
    <w:rsid w:val="00D80D10"/>
    <w:rsid w:val="00D82355"/>
    <w:rsid w:val="00D826E4"/>
    <w:rsid w:val="00D83451"/>
    <w:rsid w:val="00D84E31"/>
    <w:rsid w:val="00D87ADF"/>
    <w:rsid w:val="00D924B4"/>
    <w:rsid w:val="00D93A7C"/>
    <w:rsid w:val="00D94DF0"/>
    <w:rsid w:val="00D95105"/>
    <w:rsid w:val="00DA0626"/>
    <w:rsid w:val="00DA2030"/>
    <w:rsid w:val="00DA3E5F"/>
    <w:rsid w:val="00DA5567"/>
    <w:rsid w:val="00DA5BC6"/>
    <w:rsid w:val="00DA6B9B"/>
    <w:rsid w:val="00DA703D"/>
    <w:rsid w:val="00DA78DC"/>
    <w:rsid w:val="00DA7B4B"/>
    <w:rsid w:val="00DB0405"/>
    <w:rsid w:val="00DB0B96"/>
    <w:rsid w:val="00DB0E4D"/>
    <w:rsid w:val="00DB1510"/>
    <w:rsid w:val="00DB4018"/>
    <w:rsid w:val="00DB51AE"/>
    <w:rsid w:val="00DB787B"/>
    <w:rsid w:val="00DB7FAB"/>
    <w:rsid w:val="00DC0CF6"/>
    <w:rsid w:val="00DC3A19"/>
    <w:rsid w:val="00DC4C84"/>
    <w:rsid w:val="00DC7250"/>
    <w:rsid w:val="00DC7294"/>
    <w:rsid w:val="00DD0713"/>
    <w:rsid w:val="00DD07DE"/>
    <w:rsid w:val="00DD1924"/>
    <w:rsid w:val="00DD256C"/>
    <w:rsid w:val="00DD2AED"/>
    <w:rsid w:val="00DD2C22"/>
    <w:rsid w:val="00DD5772"/>
    <w:rsid w:val="00DD6D41"/>
    <w:rsid w:val="00DD752B"/>
    <w:rsid w:val="00DE0139"/>
    <w:rsid w:val="00DE0665"/>
    <w:rsid w:val="00DE136E"/>
    <w:rsid w:val="00DE142F"/>
    <w:rsid w:val="00DE1D03"/>
    <w:rsid w:val="00DE2A11"/>
    <w:rsid w:val="00DE2B97"/>
    <w:rsid w:val="00DE2E74"/>
    <w:rsid w:val="00DE3596"/>
    <w:rsid w:val="00DE3782"/>
    <w:rsid w:val="00DE384A"/>
    <w:rsid w:val="00DE465F"/>
    <w:rsid w:val="00DE5F57"/>
    <w:rsid w:val="00DE7726"/>
    <w:rsid w:val="00DF1620"/>
    <w:rsid w:val="00DF3CE4"/>
    <w:rsid w:val="00DF4C98"/>
    <w:rsid w:val="00DF5727"/>
    <w:rsid w:val="00DF60D7"/>
    <w:rsid w:val="00DF798C"/>
    <w:rsid w:val="00DF7B5F"/>
    <w:rsid w:val="00E00242"/>
    <w:rsid w:val="00E070F9"/>
    <w:rsid w:val="00E1075E"/>
    <w:rsid w:val="00E10B14"/>
    <w:rsid w:val="00E11BD9"/>
    <w:rsid w:val="00E12256"/>
    <w:rsid w:val="00E131C7"/>
    <w:rsid w:val="00E15862"/>
    <w:rsid w:val="00E176CD"/>
    <w:rsid w:val="00E17E67"/>
    <w:rsid w:val="00E20CEF"/>
    <w:rsid w:val="00E22D1C"/>
    <w:rsid w:val="00E231EA"/>
    <w:rsid w:val="00E24735"/>
    <w:rsid w:val="00E25E26"/>
    <w:rsid w:val="00E260D6"/>
    <w:rsid w:val="00E26A5A"/>
    <w:rsid w:val="00E26A9C"/>
    <w:rsid w:val="00E274CC"/>
    <w:rsid w:val="00E3029C"/>
    <w:rsid w:val="00E30483"/>
    <w:rsid w:val="00E30F51"/>
    <w:rsid w:val="00E31DE2"/>
    <w:rsid w:val="00E36891"/>
    <w:rsid w:val="00E36C49"/>
    <w:rsid w:val="00E407AF"/>
    <w:rsid w:val="00E42548"/>
    <w:rsid w:val="00E42C86"/>
    <w:rsid w:val="00E42E46"/>
    <w:rsid w:val="00E44228"/>
    <w:rsid w:val="00E45C19"/>
    <w:rsid w:val="00E47869"/>
    <w:rsid w:val="00E503AE"/>
    <w:rsid w:val="00E518E4"/>
    <w:rsid w:val="00E52751"/>
    <w:rsid w:val="00E5577C"/>
    <w:rsid w:val="00E561F5"/>
    <w:rsid w:val="00E57BB7"/>
    <w:rsid w:val="00E57DB5"/>
    <w:rsid w:val="00E637ED"/>
    <w:rsid w:val="00E64AF4"/>
    <w:rsid w:val="00E652A8"/>
    <w:rsid w:val="00E65856"/>
    <w:rsid w:val="00E67B75"/>
    <w:rsid w:val="00E67EC3"/>
    <w:rsid w:val="00E73FCB"/>
    <w:rsid w:val="00E74015"/>
    <w:rsid w:val="00E7444C"/>
    <w:rsid w:val="00E7717C"/>
    <w:rsid w:val="00E77AA2"/>
    <w:rsid w:val="00E81E6B"/>
    <w:rsid w:val="00E82A79"/>
    <w:rsid w:val="00E84BC4"/>
    <w:rsid w:val="00E9058E"/>
    <w:rsid w:val="00E90D1E"/>
    <w:rsid w:val="00E91081"/>
    <w:rsid w:val="00E92478"/>
    <w:rsid w:val="00E92BFC"/>
    <w:rsid w:val="00E95641"/>
    <w:rsid w:val="00E958B0"/>
    <w:rsid w:val="00E96249"/>
    <w:rsid w:val="00E9732F"/>
    <w:rsid w:val="00E97628"/>
    <w:rsid w:val="00EA005D"/>
    <w:rsid w:val="00EA106D"/>
    <w:rsid w:val="00EA63ED"/>
    <w:rsid w:val="00EA7185"/>
    <w:rsid w:val="00EA71A0"/>
    <w:rsid w:val="00EB1987"/>
    <w:rsid w:val="00EB1F2A"/>
    <w:rsid w:val="00EB314C"/>
    <w:rsid w:val="00EB63E0"/>
    <w:rsid w:val="00EB642A"/>
    <w:rsid w:val="00EB7D26"/>
    <w:rsid w:val="00EC0EF9"/>
    <w:rsid w:val="00EC3845"/>
    <w:rsid w:val="00EC42D0"/>
    <w:rsid w:val="00EC586A"/>
    <w:rsid w:val="00EC6891"/>
    <w:rsid w:val="00EC6D2F"/>
    <w:rsid w:val="00EC7D0A"/>
    <w:rsid w:val="00ED0263"/>
    <w:rsid w:val="00ED0E1C"/>
    <w:rsid w:val="00ED1D62"/>
    <w:rsid w:val="00ED2332"/>
    <w:rsid w:val="00ED2929"/>
    <w:rsid w:val="00ED3058"/>
    <w:rsid w:val="00EE0A5C"/>
    <w:rsid w:val="00EE0E2F"/>
    <w:rsid w:val="00EE1CE8"/>
    <w:rsid w:val="00EE367D"/>
    <w:rsid w:val="00EE595B"/>
    <w:rsid w:val="00EE5AFA"/>
    <w:rsid w:val="00EE5C8E"/>
    <w:rsid w:val="00EE7416"/>
    <w:rsid w:val="00EE7823"/>
    <w:rsid w:val="00EF01CD"/>
    <w:rsid w:val="00EF27B7"/>
    <w:rsid w:val="00EF2A7C"/>
    <w:rsid w:val="00EF30B2"/>
    <w:rsid w:val="00EF330C"/>
    <w:rsid w:val="00EF3B13"/>
    <w:rsid w:val="00EF4D0D"/>
    <w:rsid w:val="00EF4F28"/>
    <w:rsid w:val="00EF56D6"/>
    <w:rsid w:val="00F00C48"/>
    <w:rsid w:val="00F00F72"/>
    <w:rsid w:val="00F01BAF"/>
    <w:rsid w:val="00F04203"/>
    <w:rsid w:val="00F04700"/>
    <w:rsid w:val="00F07BEB"/>
    <w:rsid w:val="00F10D99"/>
    <w:rsid w:val="00F11814"/>
    <w:rsid w:val="00F1299D"/>
    <w:rsid w:val="00F14186"/>
    <w:rsid w:val="00F14C0D"/>
    <w:rsid w:val="00F156B4"/>
    <w:rsid w:val="00F157A1"/>
    <w:rsid w:val="00F15B79"/>
    <w:rsid w:val="00F179FB"/>
    <w:rsid w:val="00F22F72"/>
    <w:rsid w:val="00F22FA8"/>
    <w:rsid w:val="00F238ED"/>
    <w:rsid w:val="00F24043"/>
    <w:rsid w:val="00F272DD"/>
    <w:rsid w:val="00F30AA6"/>
    <w:rsid w:val="00F30FDD"/>
    <w:rsid w:val="00F31E26"/>
    <w:rsid w:val="00F323BB"/>
    <w:rsid w:val="00F354F0"/>
    <w:rsid w:val="00F35B57"/>
    <w:rsid w:val="00F3708D"/>
    <w:rsid w:val="00F373F0"/>
    <w:rsid w:val="00F422E7"/>
    <w:rsid w:val="00F4457A"/>
    <w:rsid w:val="00F448AC"/>
    <w:rsid w:val="00F44FE5"/>
    <w:rsid w:val="00F51041"/>
    <w:rsid w:val="00F518D9"/>
    <w:rsid w:val="00F52D72"/>
    <w:rsid w:val="00F52E32"/>
    <w:rsid w:val="00F5313E"/>
    <w:rsid w:val="00F544C8"/>
    <w:rsid w:val="00F54F82"/>
    <w:rsid w:val="00F55520"/>
    <w:rsid w:val="00F5729B"/>
    <w:rsid w:val="00F614E5"/>
    <w:rsid w:val="00F62C36"/>
    <w:rsid w:val="00F64745"/>
    <w:rsid w:val="00F64A79"/>
    <w:rsid w:val="00F65248"/>
    <w:rsid w:val="00F65BF3"/>
    <w:rsid w:val="00F67520"/>
    <w:rsid w:val="00F72932"/>
    <w:rsid w:val="00F73FEA"/>
    <w:rsid w:val="00F745BD"/>
    <w:rsid w:val="00F7479B"/>
    <w:rsid w:val="00F747BF"/>
    <w:rsid w:val="00F74A92"/>
    <w:rsid w:val="00F75DF5"/>
    <w:rsid w:val="00F773F8"/>
    <w:rsid w:val="00F805D8"/>
    <w:rsid w:val="00F81219"/>
    <w:rsid w:val="00F91DED"/>
    <w:rsid w:val="00F94FAD"/>
    <w:rsid w:val="00F954A9"/>
    <w:rsid w:val="00FA00F6"/>
    <w:rsid w:val="00FA2A76"/>
    <w:rsid w:val="00FA320A"/>
    <w:rsid w:val="00FA35A8"/>
    <w:rsid w:val="00FA3989"/>
    <w:rsid w:val="00FA4F27"/>
    <w:rsid w:val="00FA5746"/>
    <w:rsid w:val="00FA5BB1"/>
    <w:rsid w:val="00FA6EA2"/>
    <w:rsid w:val="00FB0019"/>
    <w:rsid w:val="00FB0E85"/>
    <w:rsid w:val="00FB1DA9"/>
    <w:rsid w:val="00FB4210"/>
    <w:rsid w:val="00FB4457"/>
    <w:rsid w:val="00FB7332"/>
    <w:rsid w:val="00FC11BB"/>
    <w:rsid w:val="00FC12A8"/>
    <w:rsid w:val="00FC1E03"/>
    <w:rsid w:val="00FC3ACE"/>
    <w:rsid w:val="00FC5108"/>
    <w:rsid w:val="00FC58B6"/>
    <w:rsid w:val="00FC6C08"/>
    <w:rsid w:val="00FC73E3"/>
    <w:rsid w:val="00FC76C6"/>
    <w:rsid w:val="00FD0B50"/>
    <w:rsid w:val="00FD25DD"/>
    <w:rsid w:val="00FD3D17"/>
    <w:rsid w:val="00FD4401"/>
    <w:rsid w:val="00FD742C"/>
    <w:rsid w:val="00FE2082"/>
    <w:rsid w:val="00FE2BDB"/>
    <w:rsid w:val="00FE302D"/>
    <w:rsid w:val="00FE470F"/>
    <w:rsid w:val="00FE5371"/>
    <w:rsid w:val="00FE6218"/>
    <w:rsid w:val="00FE7956"/>
    <w:rsid w:val="00FF0458"/>
    <w:rsid w:val="00FF1A55"/>
    <w:rsid w:val="00FF3C7B"/>
    <w:rsid w:val="00FF4F69"/>
    <w:rsid w:val="00FF55B0"/>
    <w:rsid w:val="00FF5E78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4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189</TotalTime>
  <Pages>25</Pages>
  <Words>6793</Words>
  <Characters>-32766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14</cp:revision>
  <cp:lastPrinted>2016-03-17T12:36:00Z</cp:lastPrinted>
  <dcterms:created xsi:type="dcterms:W3CDTF">2016-02-22T19:15:00Z</dcterms:created>
  <dcterms:modified xsi:type="dcterms:W3CDTF">2016-04-07T12:19:00Z</dcterms:modified>
</cp:coreProperties>
</file>