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E4" w:rsidRPr="00765C85" w:rsidRDefault="003D74E4" w:rsidP="00765C85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A15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21 марта  2016 г. № 317</w:t>
      </w:r>
    </w:p>
    <w:p w:rsidR="003D74E4" w:rsidRPr="008D3207" w:rsidRDefault="003D74E4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4E4" w:rsidRPr="008D3207" w:rsidRDefault="003D74E4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Сведения об объекте капитального строительства, в отношении которого </w:t>
      </w:r>
    </w:p>
    <w:p w:rsidR="003D74E4" w:rsidRPr="008D3207" w:rsidRDefault="003D74E4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принято решение об осуществлении капитальных вложений за счет средств бюджета </w:t>
      </w:r>
    </w:p>
    <w:p w:rsidR="003D74E4" w:rsidRDefault="003D74E4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3D74E4" w:rsidRPr="002635C8" w:rsidRDefault="003D74E4" w:rsidP="008D32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672" w:type="dxa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36"/>
        <w:gridCol w:w="4608"/>
        <w:gridCol w:w="1953"/>
        <w:gridCol w:w="2385"/>
        <w:gridCol w:w="3212"/>
        <w:gridCol w:w="2978"/>
      </w:tblGrid>
      <w:tr w:rsidR="003D74E4" w:rsidRPr="00F96D0D">
        <w:trPr>
          <w:trHeight w:val="231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08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3D74E4" w:rsidRPr="00F96D0D">
        <w:trPr>
          <w:trHeight w:val="155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74E4" w:rsidRPr="00F96D0D">
        <w:trPr>
          <w:trHeight w:val="28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6B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ул. Железнодорожной от дома № 5 «б» по ул. Железнодорожной до пер. Парковый</w:t>
            </w:r>
          </w:p>
        </w:tc>
      </w:tr>
      <w:tr w:rsidR="003D74E4" w:rsidRPr="00F96D0D">
        <w:trPr>
          <w:trHeight w:val="85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8" w:type="dxa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</w:tr>
      <w:tr w:rsidR="003D74E4" w:rsidRPr="00F96D0D">
        <w:trPr>
          <w:trHeight w:val="1375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8" w:type="dxa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12" w:firstLine="12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городского округа «Город Калининград»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хозяйства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«Город Калининград»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Способ финансового обеспечения капитальных вложений 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инвестиции 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8" w:type="dxa"/>
            <w:vAlign w:val="center"/>
          </w:tcPr>
          <w:p w:rsidR="003D74E4" w:rsidRPr="00C7310E" w:rsidRDefault="003D74E4" w:rsidP="00791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заказчика 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D0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«Городское дорожное строительство и ремонт» городского округа «Город Калининград»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 гг.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3D74E4" w:rsidRPr="00C7310E" w:rsidRDefault="003D74E4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3D74E4" w:rsidRPr="00C7310E" w:rsidRDefault="003D74E4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  <w:shd w:val="clear" w:color="auto" w:fill="FFFFFF"/>
          </w:tcPr>
          <w:p w:rsidR="003D74E4" w:rsidRPr="00C7310E" w:rsidRDefault="003D74E4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  <w:p w:rsidR="003D74E4" w:rsidRPr="00945444" w:rsidRDefault="003D74E4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</w:t>
            </w:r>
            <w:bookmarkStart w:id="0" w:name="_GoBack"/>
            <w:bookmarkEnd w:id="0"/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зы проектной документации на объект капитального строительства;</w:t>
            </w:r>
          </w:p>
          <w:p w:rsidR="003D74E4" w:rsidRDefault="003D74E4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о достоверности определения сметной стоимости объекта капитального строительства;</w:t>
            </w:r>
          </w:p>
          <w:p w:rsidR="003D74E4" w:rsidRPr="00E973AA" w:rsidRDefault="003D74E4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3AA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D74E4" w:rsidRPr="00F96D0D">
        <w:trPr>
          <w:trHeight w:val="520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8" w:type="dxa"/>
          </w:tcPr>
          <w:p w:rsidR="003D74E4" w:rsidRPr="00C7310E" w:rsidRDefault="003D74E4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10528" w:type="dxa"/>
            <w:gridSpan w:val="4"/>
          </w:tcPr>
          <w:p w:rsidR="003D74E4" w:rsidRPr="003B6977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6977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Pr="003B6977">
              <w:rPr>
                <w:rFonts w:ascii="Times New Roman" w:hAnsi="Times New Roman" w:cs="Times New Roman"/>
                <w:sz w:val="28"/>
                <w:szCs w:val="28"/>
              </w:rPr>
              <w:t>,0 м</w:t>
            </w:r>
          </w:p>
        </w:tc>
      </w:tr>
      <w:tr w:rsidR="003D74E4" w:rsidRPr="00F96D0D">
        <w:trPr>
          <w:trHeight w:val="702"/>
          <w:tblCellSpacing w:w="5" w:type="nil"/>
          <w:jc w:val="center"/>
        </w:trPr>
        <w:tc>
          <w:tcPr>
            <w:tcW w:w="536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08" w:type="dxa"/>
          </w:tcPr>
          <w:p w:rsidR="003D74E4" w:rsidRPr="00C7310E" w:rsidRDefault="003D74E4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Срок ввода в эксплуатацию объекта капитального строительства </w:t>
            </w:r>
          </w:p>
        </w:tc>
        <w:tc>
          <w:tcPr>
            <w:tcW w:w="10528" w:type="dxa"/>
            <w:gridSpan w:val="4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608" w:type="dxa"/>
            <w:vMerge w:val="restart"/>
          </w:tcPr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Предполагаемая стоимость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vMerge w:val="restart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2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D74E4" w:rsidRPr="00F96D0D">
        <w:trPr>
          <w:trHeight w:val="85"/>
          <w:tblCellSpacing w:w="5" w:type="nil"/>
          <w:jc w:val="center"/>
        </w:trPr>
        <w:tc>
          <w:tcPr>
            <w:tcW w:w="536" w:type="dxa"/>
            <w:vMerge/>
          </w:tcPr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Merge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</w:tr>
      <w:tr w:rsidR="003D74E4" w:rsidRPr="00F96D0D">
        <w:trPr>
          <w:trHeight w:val="902"/>
          <w:tblCellSpacing w:w="5" w:type="nil"/>
          <w:jc w:val="center"/>
        </w:trPr>
        <w:tc>
          <w:tcPr>
            <w:tcW w:w="536" w:type="dxa"/>
            <w:vMerge/>
          </w:tcPr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Align w:val="bottom"/>
          </w:tcPr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83 207,83</w:t>
            </w:r>
          </w:p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83 207,83</w:t>
            </w:r>
          </w:p>
        </w:tc>
        <w:tc>
          <w:tcPr>
            <w:tcW w:w="3212" w:type="dxa"/>
            <w:vAlign w:val="bottom"/>
          </w:tcPr>
          <w:p w:rsidR="003D74E4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vAlign w:val="bottom"/>
          </w:tcPr>
          <w:p w:rsidR="003D74E4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  <w:p w:rsidR="003D74E4" w:rsidRPr="00C7310E" w:rsidRDefault="003D74E4" w:rsidP="003B6977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745"/>
          <w:tblCellSpacing w:w="5" w:type="nil"/>
          <w:jc w:val="center"/>
        </w:trPr>
        <w:tc>
          <w:tcPr>
            <w:tcW w:w="536" w:type="dxa"/>
            <w:vMerge/>
          </w:tcPr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:rsidR="003D74E4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tcBorders>
              <w:top w:val="nil"/>
            </w:tcBorders>
            <w:vAlign w:val="bottom"/>
          </w:tcPr>
          <w:p w:rsidR="003D74E4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3212" w:type="dxa"/>
            <w:tcBorders>
              <w:top w:val="nil"/>
            </w:tcBorders>
            <w:vAlign w:val="bottom"/>
          </w:tcPr>
          <w:p w:rsidR="003D74E4" w:rsidRDefault="003D74E4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tcBorders>
              <w:top w:val="nil"/>
            </w:tcBorders>
            <w:vAlign w:val="bottom"/>
          </w:tcPr>
          <w:p w:rsidR="003D74E4" w:rsidRDefault="003D74E4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D74E4" w:rsidRPr="00C7310E" w:rsidRDefault="003D74E4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3D74E4" w:rsidRPr="00C7310E" w:rsidRDefault="003D74E4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3D74E4" w:rsidRPr="00C7310E" w:rsidRDefault="003D74E4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  <w:shd w:val="clear" w:color="auto" w:fill="FFFFFF"/>
          </w:tcPr>
          <w:p w:rsidR="003D74E4" w:rsidRPr="00C7310E" w:rsidRDefault="003D74E4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74E4" w:rsidRPr="00F96D0D">
        <w:trPr>
          <w:trHeight w:val="1301"/>
          <w:tblCellSpacing w:w="5" w:type="nil"/>
          <w:jc w:val="center"/>
        </w:trPr>
        <w:tc>
          <w:tcPr>
            <w:tcW w:w="536" w:type="dxa"/>
            <w:tcBorders>
              <w:top w:val="nil"/>
            </w:tcBorders>
          </w:tcPr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608" w:type="dxa"/>
          </w:tcPr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74E4" w:rsidRPr="007F273C" w:rsidRDefault="003D74E4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vAlign w:val="bottom"/>
          </w:tcPr>
          <w:p w:rsidR="003D74E4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  <w:p w:rsidR="003D74E4" w:rsidRPr="00C7310E" w:rsidRDefault="003D74E4" w:rsidP="003B6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  <w:tc>
          <w:tcPr>
            <w:tcW w:w="3212" w:type="dxa"/>
            <w:vAlign w:val="bottom"/>
          </w:tcPr>
          <w:p w:rsidR="003D74E4" w:rsidRDefault="003D74E4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D74E4" w:rsidRPr="00C7310E" w:rsidRDefault="003D74E4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bottom"/>
          </w:tcPr>
          <w:p w:rsidR="003D74E4" w:rsidRDefault="003D74E4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  <w:p w:rsidR="003D74E4" w:rsidRPr="00C7310E" w:rsidRDefault="003D74E4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Pr="007F273C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3D74E4" w:rsidRPr="007F273C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капитальных вложений в объект капитального строительства в ценах соответствующих лет с разбивкой по  источникам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96D0D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19.8pt">
                  <v:imagedata r:id="rId7" o:title="" chromakey="white"/>
                </v:shape>
              </w:pic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F96D0D">
              <w:pict>
                <v:shape id="_x0000_i1026" type="#_x0000_t75" style="width:75pt;height:19.8pt">
                  <v:imagedata r:id="rId7" o:title="" chromakey="white"/>
                </v:shape>
              </w:pic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F96D0D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F96D0D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F96D0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4338" w:type="dxa"/>
            <w:gridSpan w:val="2"/>
            <w:vMerge w:val="restart"/>
            <w:vAlign w:val="center"/>
          </w:tcPr>
          <w:p w:rsidR="003D74E4" w:rsidRPr="00C7310E" w:rsidRDefault="003D74E4" w:rsidP="008D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2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3D74E4" w:rsidRPr="00F96D0D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Merge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vAlign w:val="center"/>
          </w:tcPr>
          <w:p w:rsidR="003D74E4" w:rsidRPr="00C7310E" w:rsidRDefault="003D74E4" w:rsidP="00B47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B47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83 207,83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2E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83 207,83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74E4" w:rsidRPr="00F96D0D">
        <w:trPr>
          <w:trHeight w:val="223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D74E4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проектно-изыскательские работы </w:t>
            </w:r>
          </w:p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74E4" w:rsidRPr="00F96D0D">
        <w:trPr>
          <w:trHeight w:val="262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2E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2 983,85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347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74E4" w:rsidRPr="00F96D0D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E2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строительно-монтажные работы, приобретение оборудования, прочие работы и затраты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A67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3D74E4" w:rsidRPr="00C7310E" w:rsidRDefault="003D74E4" w:rsidP="00A67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  <w:tc>
          <w:tcPr>
            <w:tcW w:w="3212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3D74E4" w:rsidRPr="00C7310E" w:rsidRDefault="003D74E4" w:rsidP="002E4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80 223,98</w:t>
            </w:r>
          </w:p>
        </w:tc>
      </w:tr>
      <w:tr w:rsidR="003D74E4" w:rsidRPr="00F96D0D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3D74E4" w:rsidRPr="00C7310E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3D74E4" w:rsidRDefault="003D74E4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D74E4" w:rsidRPr="008D3207" w:rsidRDefault="003D74E4" w:rsidP="008D32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3D74E4" w:rsidRPr="008D3207" w:rsidSect="000074C4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418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4E4" w:rsidRDefault="003D74E4" w:rsidP="00987250">
      <w:pPr>
        <w:spacing w:after="0" w:line="240" w:lineRule="auto"/>
      </w:pPr>
      <w:r>
        <w:separator/>
      </w:r>
    </w:p>
  </w:endnote>
  <w:endnote w:type="continuationSeparator" w:id="0">
    <w:p w:rsidR="003D74E4" w:rsidRDefault="003D74E4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E4" w:rsidRDefault="003D74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E4" w:rsidRDefault="003D7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4E4" w:rsidRDefault="003D74E4" w:rsidP="00987250">
      <w:pPr>
        <w:spacing w:after="0" w:line="240" w:lineRule="auto"/>
      </w:pPr>
      <w:r>
        <w:separator/>
      </w:r>
    </w:p>
  </w:footnote>
  <w:footnote w:type="continuationSeparator" w:id="0">
    <w:p w:rsidR="003D74E4" w:rsidRDefault="003D74E4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E4" w:rsidRPr="002C36F1" w:rsidRDefault="003D74E4" w:rsidP="00127357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E4" w:rsidRDefault="003D74E4">
    <w:pPr>
      <w:pStyle w:val="Header"/>
      <w:jc w:val="center"/>
    </w:pPr>
  </w:p>
  <w:p w:rsidR="003D74E4" w:rsidRDefault="003D74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47FB"/>
    <w:multiLevelType w:val="hybridMultilevel"/>
    <w:tmpl w:val="70C24D90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1D8A6BB8"/>
    <w:multiLevelType w:val="hybridMultilevel"/>
    <w:tmpl w:val="62805680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555494"/>
    <w:multiLevelType w:val="hybridMultilevel"/>
    <w:tmpl w:val="0AF23936"/>
    <w:lvl w:ilvl="0" w:tplc="3D8A6078">
      <w:start w:val="1"/>
      <w:numFmt w:val="bullet"/>
      <w:lvlText w:val="-"/>
      <w:lvlJc w:val="left"/>
      <w:pPr>
        <w:ind w:left="89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cs="Wingdings" w:hint="default"/>
      </w:rPr>
    </w:lvl>
  </w:abstractNum>
  <w:abstractNum w:abstractNumId="3">
    <w:nsid w:val="2E122BA6"/>
    <w:multiLevelType w:val="hybridMultilevel"/>
    <w:tmpl w:val="50F641CC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4">
    <w:nsid w:val="332266BD"/>
    <w:multiLevelType w:val="hybridMultilevel"/>
    <w:tmpl w:val="4F700EB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5">
    <w:nsid w:val="35EA044E"/>
    <w:multiLevelType w:val="hybridMultilevel"/>
    <w:tmpl w:val="C8B6A4D2"/>
    <w:lvl w:ilvl="0" w:tplc="8D48835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215A54"/>
    <w:multiLevelType w:val="hybridMultilevel"/>
    <w:tmpl w:val="304AFE08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7">
    <w:nsid w:val="365B0115"/>
    <w:multiLevelType w:val="hybridMultilevel"/>
    <w:tmpl w:val="646A9DFA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8">
    <w:nsid w:val="4034522A"/>
    <w:multiLevelType w:val="hybridMultilevel"/>
    <w:tmpl w:val="A0AECD5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9">
    <w:nsid w:val="60C6459C"/>
    <w:multiLevelType w:val="hybridMultilevel"/>
    <w:tmpl w:val="6F36D2E6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0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abstractNum w:abstractNumId="11">
    <w:nsid w:val="6FF14F4C"/>
    <w:multiLevelType w:val="hybridMultilevel"/>
    <w:tmpl w:val="AAF648BE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2">
    <w:nsid w:val="7E611C60"/>
    <w:multiLevelType w:val="hybridMultilevel"/>
    <w:tmpl w:val="774E62EC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74C4"/>
    <w:rsid w:val="00012400"/>
    <w:rsid w:val="0001673C"/>
    <w:rsid w:val="00017148"/>
    <w:rsid w:val="00020A45"/>
    <w:rsid w:val="0002125F"/>
    <w:rsid w:val="0003194C"/>
    <w:rsid w:val="0004776A"/>
    <w:rsid w:val="000577FC"/>
    <w:rsid w:val="00070CC2"/>
    <w:rsid w:val="000833AF"/>
    <w:rsid w:val="00092A48"/>
    <w:rsid w:val="00096BA0"/>
    <w:rsid w:val="000A74EA"/>
    <w:rsid w:val="000B42BC"/>
    <w:rsid w:val="000B5CA0"/>
    <w:rsid w:val="000C05F0"/>
    <w:rsid w:val="000C4C9E"/>
    <w:rsid w:val="000E62DE"/>
    <w:rsid w:val="000E70F9"/>
    <w:rsid w:val="000F5C62"/>
    <w:rsid w:val="00112149"/>
    <w:rsid w:val="00112A67"/>
    <w:rsid w:val="0011529B"/>
    <w:rsid w:val="00127357"/>
    <w:rsid w:val="001333F0"/>
    <w:rsid w:val="0013470D"/>
    <w:rsid w:val="00136C64"/>
    <w:rsid w:val="001539F5"/>
    <w:rsid w:val="0015514E"/>
    <w:rsid w:val="00167651"/>
    <w:rsid w:val="00176939"/>
    <w:rsid w:val="00182D2A"/>
    <w:rsid w:val="00182D5F"/>
    <w:rsid w:val="00192DB8"/>
    <w:rsid w:val="001A2909"/>
    <w:rsid w:val="001A60A9"/>
    <w:rsid w:val="001C1556"/>
    <w:rsid w:val="001C5CAB"/>
    <w:rsid w:val="001C6849"/>
    <w:rsid w:val="001C71F8"/>
    <w:rsid w:val="001C7DCD"/>
    <w:rsid w:val="001E00CE"/>
    <w:rsid w:val="001E02B8"/>
    <w:rsid w:val="001E0DDC"/>
    <w:rsid w:val="001F1176"/>
    <w:rsid w:val="001F24CC"/>
    <w:rsid w:val="00212C19"/>
    <w:rsid w:val="00216680"/>
    <w:rsid w:val="0022696D"/>
    <w:rsid w:val="00231C03"/>
    <w:rsid w:val="00231F87"/>
    <w:rsid w:val="00235236"/>
    <w:rsid w:val="00235D74"/>
    <w:rsid w:val="00241BC6"/>
    <w:rsid w:val="00246E9B"/>
    <w:rsid w:val="002635C8"/>
    <w:rsid w:val="0027511A"/>
    <w:rsid w:val="002774D2"/>
    <w:rsid w:val="00282EDB"/>
    <w:rsid w:val="00283D1D"/>
    <w:rsid w:val="0028656D"/>
    <w:rsid w:val="00287BAB"/>
    <w:rsid w:val="00290215"/>
    <w:rsid w:val="0029024B"/>
    <w:rsid w:val="002917DB"/>
    <w:rsid w:val="002954C2"/>
    <w:rsid w:val="002A1D4F"/>
    <w:rsid w:val="002B5633"/>
    <w:rsid w:val="002B5EA4"/>
    <w:rsid w:val="002C36F1"/>
    <w:rsid w:val="002E2200"/>
    <w:rsid w:val="002E4D4E"/>
    <w:rsid w:val="002E5136"/>
    <w:rsid w:val="002E522C"/>
    <w:rsid w:val="002E6093"/>
    <w:rsid w:val="002F5251"/>
    <w:rsid w:val="002F72AF"/>
    <w:rsid w:val="00304173"/>
    <w:rsid w:val="00306BC1"/>
    <w:rsid w:val="00306CC9"/>
    <w:rsid w:val="00311438"/>
    <w:rsid w:val="00311A18"/>
    <w:rsid w:val="00326A71"/>
    <w:rsid w:val="00326A98"/>
    <w:rsid w:val="00336846"/>
    <w:rsid w:val="00342473"/>
    <w:rsid w:val="003479B7"/>
    <w:rsid w:val="003612E7"/>
    <w:rsid w:val="00362B06"/>
    <w:rsid w:val="003734B3"/>
    <w:rsid w:val="00373582"/>
    <w:rsid w:val="003812BE"/>
    <w:rsid w:val="00382DFC"/>
    <w:rsid w:val="003A115D"/>
    <w:rsid w:val="003B2D4E"/>
    <w:rsid w:val="003B6977"/>
    <w:rsid w:val="003C12AE"/>
    <w:rsid w:val="003D74E4"/>
    <w:rsid w:val="003E214B"/>
    <w:rsid w:val="003E7973"/>
    <w:rsid w:val="00416332"/>
    <w:rsid w:val="00430134"/>
    <w:rsid w:val="00436FEC"/>
    <w:rsid w:val="004378AB"/>
    <w:rsid w:val="004432B9"/>
    <w:rsid w:val="00453901"/>
    <w:rsid w:val="00457DC6"/>
    <w:rsid w:val="00463FEA"/>
    <w:rsid w:val="00465A44"/>
    <w:rsid w:val="004817EA"/>
    <w:rsid w:val="00485310"/>
    <w:rsid w:val="0048680D"/>
    <w:rsid w:val="00490401"/>
    <w:rsid w:val="00492233"/>
    <w:rsid w:val="004A0C41"/>
    <w:rsid w:val="004A19DC"/>
    <w:rsid w:val="004B0181"/>
    <w:rsid w:val="004B1BAB"/>
    <w:rsid w:val="004B67CD"/>
    <w:rsid w:val="004B687B"/>
    <w:rsid w:val="004B7DCA"/>
    <w:rsid w:val="004C0467"/>
    <w:rsid w:val="004C160A"/>
    <w:rsid w:val="004C1E7C"/>
    <w:rsid w:val="004C35CB"/>
    <w:rsid w:val="004D3AD0"/>
    <w:rsid w:val="004D59CF"/>
    <w:rsid w:val="004E5107"/>
    <w:rsid w:val="00501102"/>
    <w:rsid w:val="00501362"/>
    <w:rsid w:val="00501E03"/>
    <w:rsid w:val="0050576F"/>
    <w:rsid w:val="00515456"/>
    <w:rsid w:val="00525456"/>
    <w:rsid w:val="00533184"/>
    <w:rsid w:val="00540755"/>
    <w:rsid w:val="00546F47"/>
    <w:rsid w:val="00547B97"/>
    <w:rsid w:val="0055371D"/>
    <w:rsid w:val="00556857"/>
    <w:rsid w:val="005612DD"/>
    <w:rsid w:val="0056414C"/>
    <w:rsid w:val="00591674"/>
    <w:rsid w:val="00591C1C"/>
    <w:rsid w:val="00596542"/>
    <w:rsid w:val="005A62CF"/>
    <w:rsid w:val="005B1B0C"/>
    <w:rsid w:val="005B1C07"/>
    <w:rsid w:val="005C0C03"/>
    <w:rsid w:val="005D09CE"/>
    <w:rsid w:val="005D1618"/>
    <w:rsid w:val="005E05F4"/>
    <w:rsid w:val="005E3260"/>
    <w:rsid w:val="005F2D09"/>
    <w:rsid w:val="005F2F87"/>
    <w:rsid w:val="005F3076"/>
    <w:rsid w:val="005F5165"/>
    <w:rsid w:val="005F5B14"/>
    <w:rsid w:val="006009A8"/>
    <w:rsid w:val="0060277A"/>
    <w:rsid w:val="00604EC7"/>
    <w:rsid w:val="006074B8"/>
    <w:rsid w:val="0061058D"/>
    <w:rsid w:val="00614C43"/>
    <w:rsid w:val="006312BF"/>
    <w:rsid w:val="00645A0C"/>
    <w:rsid w:val="006508DE"/>
    <w:rsid w:val="006514D7"/>
    <w:rsid w:val="0067426A"/>
    <w:rsid w:val="0067462C"/>
    <w:rsid w:val="0067636F"/>
    <w:rsid w:val="00677E8A"/>
    <w:rsid w:val="006860B4"/>
    <w:rsid w:val="006977E9"/>
    <w:rsid w:val="006A3743"/>
    <w:rsid w:val="006B1844"/>
    <w:rsid w:val="006C129B"/>
    <w:rsid w:val="006C2BC9"/>
    <w:rsid w:val="006C3BBC"/>
    <w:rsid w:val="006C5C30"/>
    <w:rsid w:val="006D3C88"/>
    <w:rsid w:val="006E7452"/>
    <w:rsid w:val="007228C1"/>
    <w:rsid w:val="00732B25"/>
    <w:rsid w:val="00754B7A"/>
    <w:rsid w:val="007637BC"/>
    <w:rsid w:val="00765C85"/>
    <w:rsid w:val="0076797A"/>
    <w:rsid w:val="007736C0"/>
    <w:rsid w:val="00774906"/>
    <w:rsid w:val="007801AE"/>
    <w:rsid w:val="00791449"/>
    <w:rsid w:val="007A0ADF"/>
    <w:rsid w:val="007A5159"/>
    <w:rsid w:val="007A6A95"/>
    <w:rsid w:val="007B037E"/>
    <w:rsid w:val="007B3C1D"/>
    <w:rsid w:val="007C1D5B"/>
    <w:rsid w:val="007C2A68"/>
    <w:rsid w:val="007C59F7"/>
    <w:rsid w:val="007D151B"/>
    <w:rsid w:val="007D6D78"/>
    <w:rsid w:val="007E218B"/>
    <w:rsid w:val="007E794A"/>
    <w:rsid w:val="007F273C"/>
    <w:rsid w:val="00805A30"/>
    <w:rsid w:val="00811007"/>
    <w:rsid w:val="0081322D"/>
    <w:rsid w:val="00825237"/>
    <w:rsid w:val="008571BE"/>
    <w:rsid w:val="0086030C"/>
    <w:rsid w:val="008606C2"/>
    <w:rsid w:val="00860C14"/>
    <w:rsid w:val="0087185C"/>
    <w:rsid w:val="00877C6D"/>
    <w:rsid w:val="008809EC"/>
    <w:rsid w:val="00886E27"/>
    <w:rsid w:val="008A67B9"/>
    <w:rsid w:val="008B05A7"/>
    <w:rsid w:val="008B5654"/>
    <w:rsid w:val="008C1157"/>
    <w:rsid w:val="008D1936"/>
    <w:rsid w:val="008D2394"/>
    <w:rsid w:val="008D2E1D"/>
    <w:rsid w:val="008D3207"/>
    <w:rsid w:val="008D3B71"/>
    <w:rsid w:val="008F0533"/>
    <w:rsid w:val="008F2E01"/>
    <w:rsid w:val="0090058B"/>
    <w:rsid w:val="00907F42"/>
    <w:rsid w:val="00915C75"/>
    <w:rsid w:val="00916172"/>
    <w:rsid w:val="00917D18"/>
    <w:rsid w:val="009330C1"/>
    <w:rsid w:val="00941895"/>
    <w:rsid w:val="00944174"/>
    <w:rsid w:val="00945444"/>
    <w:rsid w:val="00951652"/>
    <w:rsid w:val="00951E1E"/>
    <w:rsid w:val="0095439F"/>
    <w:rsid w:val="00970731"/>
    <w:rsid w:val="009710FB"/>
    <w:rsid w:val="00972FD5"/>
    <w:rsid w:val="00985D72"/>
    <w:rsid w:val="00987250"/>
    <w:rsid w:val="00991216"/>
    <w:rsid w:val="00992D9F"/>
    <w:rsid w:val="009A20AD"/>
    <w:rsid w:val="009A37CE"/>
    <w:rsid w:val="009A426C"/>
    <w:rsid w:val="009C31CA"/>
    <w:rsid w:val="009C4C50"/>
    <w:rsid w:val="009D2419"/>
    <w:rsid w:val="009E3DD6"/>
    <w:rsid w:val="009F6A2B"/>
    <w:rsid w:val="009F70C6"/>
    <w:rsid w:val="009F76A9"/>
    <w:rsid w:val="00A00AB5"/>
    <w:rsid w:val="00A04520"/>
    <w:rsid w:val="00A053B2"/>
    <w:rsid w:val="00A17C08"/>
    <w:rsid w:val="00A24BA5"/>
    <w:rsid w:val="00A27DD4"/>
    <w:rsid w:val="00A46B73"/>
    <w:rsid w:val="00A504C8"/>
    <w:rsid w:val="00A50CBB"/>
    <w:rsid w:val="00A53580"/>
    <w:rsid w:val="00A57A50"/>
    <w:rsid w:val="00A6340C"/>
    <w:rsid w:val="00A64793"/>
    <w:rsid w:val="00A662D1"/>
    <w:rsid w:val="00A6799B"/>
    <w:rsid w:val="00A7128C"/>
    <w:rsid w:val="00A77ED8"/>
    <w:rsid w:val="00A875D0"/>
    <w:rsid w:val="00AA24C7"/>
    <w:rsid w:val="00AB2353"/>
    <w:rsid w:val="00AB394D"/>
    <w:rsid w:val="00AC4858"/>
    <w:rsid w:val="00AD64BC"/>
    <w:rsid w:val="00AD7C27"/>
    <w:rsid w:val="00AE2B37"/>
    <w:rsid w:val="00AE759A"/>
    <w:rsid w:val="00AF3A72"/>
    <w:rsid w:val="00B03504"/>
    <w:rsid w:val="00B03FFB"/>
    <w:rsid w:val="00B270F8"/>
    <w:rsid w:val="00B31B13"/>
    <w:rsid w:val="00B352C1"/>
    <w:rsid w:val="00B37E89"/>
    <w:rsid w:val="00B42F52"/>
    <w:rsid w:val="00B476F6"/>
    <w:rsid w:val="00B505D6"/>
    <w:rsid w:val="00B519CF"/>
    <w:rsid w:val="00B6444C"/>
    <w:rsid w:val="00B648D3"/>
    <w:rsid w:val="00B85283"/>
    <w:rsid w:val="00B86C4A"/>
    <w:rsid w:val="00B94C71"/>
    <w:rsid w:val="00B9718B"/>
    <w:rsid w:val="00BA55F0"/>
    <w:rsid w:val="00BB5B07"/>
    <w:rsid w:val="00BB7198"/>
    <w:rsid w:val="00BC31E3"/>
    <w:rsid w:val="00BC70B1"/>
    <w:rsid w:val="00BD26A7"/>
    <w:rsid w:val="00BE6E06"/>
    <w:rsid w:val="00C02555"/>
    <w:rsid w:val="00C06378"/>
    <w:rsid w:val="00C16EC5"/>
    <w:rsid w:val="00C24637"/>
    <w:rsid w:val="00C27E96"/>
    <w:rsid w:val="00C3015A"/>
    <w:rsid w:val="00C3504F"/>
    <w:rsid w:val="00C37C19"/>
    <w:rsid w:val="00C42CCD"/>
    <w:rsid w:val="00C42F5E"/>
    <w:rsid w:val="00C57DD3"/>
    <w:rsid w:val="00C64228"/>
    <w:rsid w:val="00C7310E"/>
    <w:rsid w:val="00C74D0A"/>
    <w:rsid w:val="00C77994"/>
    <w:rsid w:val="00C80F28"/>
    <w:rsid w:val="00C83378"/>
    <w:rsid w:val="00C85D48"/>
    <w:rsid w:val="00C90405"/>
    <w:rsid w:val="00C9053F"/>
    <w:rsid w:val="00C91844"/>
    <w:rsid w:val="00C91E26"/>
    <w:rsid w:val="00CA1378"/>
    <w:rsid w:val="00CA5B95"/>
    <w:rsid w:val="00CC0A80"/>
    <w:rsid w:val="00CC1B1D"/>
    <w:rsid w:val="00CD2786"/>
    <w:rsid w:val="00CF3C43"/>
    <w:rsid w:val="00CF53FE"/>
    <w:rsid w:val="00D004BD"/>
    <w:rsid w:val="00D1580B"/>
    <w:rsid w:val="00D216B4"/>
    <w:rsid w:val="00D21977"/>
    <w:rsid w:val="00D258A4"/>
    <w:rsid w:val="00D3141F"/>
    <w:rsid w:val="00D34E41"/>
    <w:rsid w:val="00D36F87"/>
    <w:rsid w:val="00D37FAE"/>
    <w:rsid w:val="00D40C86"/>
    <w:rsid w:val="00D52A41"/>
    <w:rsid w:val="00D54C81"/>
    <w:rsid w:val="00D551AE"/>
    <w:rsid w:val="00D70D60"/>
    <w:rsid w:val="00D83337"/>
    <w:rsid w:val="00D9268E"/>
    <w:rsid w:val="00D9617A"/>
    <w:rsid w:val="00DA6836"/>
    <w:rsid w:val="00DB2BD2"/>
    <w:rsid w:val="00DC11F8"/>
    <w:rsid w:val="00DC467E"/>
    <w:rsid w:val="00DC68CE"/>
    <w:rsid w:val="00DD2FC1"/>
    <w:rsid w:val="00DF1F51"/>
    <w:rsid w:val="00DF2358"/>
    <w:rsid w:val="00E15ED6"/>
    <w:rsid w:val="00E277FF"/>
    <w:rsid w:val="00E3636F"/>
    <w:rsid w:val="00E36BF1"/>
    <w:rsid w:val="00E54011"/>
    <w:rsid w:val="00E5659A"/>
    <w:rsid w:val="00E628DB"/>
    <w:rsid w:val="00E62B96"/>
    <w:rsid w:val="00E661AD"/>
    <w:rsid w:val="00E74CF5"/>
    <w:rsid w:val="00E74DE2"/>
    <w:rsid w:val="00E969A5"/>
    <w:rsid w:val="00E973AA"/>
    <w:rsid w:val="00E9794B"/>
    <w:rsid w:val="00EA1229"/>
    <w:rsid w:val="00EA238F"/>
    <w:rsid w:val="00EA69E1"/>
    <w:rsid w:val="00EB617E"/>
    <w:rsid w:val="00EC2ECD"/>
    <w:rsid w:val="00ED1CD0"/>
    <w:rsid w:val="00EE0045"/>
    <w:rsid w:val="00EE0B2B"/>
    <w:rsid w:val="00EE1DA4"/>
    <w:rsid w:val="00EE4D9D"/>
    <w:rsid w:val="00EE79AA"/>
    <w:rsid w:val="00F02F8E"/>
    <w:rsid w:val="00F03E5F"/>
    <w:rsid w:val="00F24BBD"/>
    <w:rsid w:val="00F25B8E"/>
    <w:rsid w:val="00F26A4F"/>
    <w:rsid w:val="00F32207"/>
    <w:rsid w:val="00F32552"/>
    <w:rsid w:val="00F3354D"/>
    <w:rsid w:val="00F4130F"/>
    <w:rsid w:val="00F45AA7"/>
    <w:rsid w:val="00F60854"/>
    <w:rsid w:val="00F60D77"/>
    <w:rsid w:val="00F64662"/>
    <w:rsid w:val="00F80B23"/>
    <w:rsid w:val="00F858DD"/>
    <w:rsid w:val="00F86CDA"/>
    <w:rsid w:val="00F948BB"/>
    <w:rsid w:val="00F96D0D"/>
    <w:rsid w:val="00FA1537"/>
    <w:rsid w:val="00FB25C4"/>
    <w:rsid w:val="00FB2902"/>
    <w:rsid w:val="00FC6874"/>
    <w:rsid w:val="00FD119F"/>
    <w:rsid w:val="00FD3450"/>
    <w:rsid w:val="00FD4305"/>
    <w:rsid w:val="00FE285E"/>
    <w:rsid w:val="00FF3A24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17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436</Words>
  <Characters>2486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5</cp:revision>
  <cp:lastPrinted>2016-03-17T08:02:00Z</cp:lastPrinted>
  <dcterms:created xsi:type="dcterms:W3CDTF">2016-03-14T13:49:00Z</dcterms:created>
  <dcterms:modified xsi:type="dcterms:W3CDTF">2016-03-22T13:09:00Z</dcterms:modified>
</cp:coreProperties>
</file>