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D4B" w:rsidRDefault="00446D4B" w:rsidP="00765C85">
      <w:pPr>
        <w:spacing w:after="24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765C85">
        <w:rPr>
          <w:rFonts w:ascii="Times New Roman" w:hAnsi="Times New Roman" w:cs="Times New Roman"/>
          <w:sz w:val="28"/>
          <w:szCs w:val="28"/>
        </w:rPr>
        <w:br/>
        <w:t>к постановлению администрации городского округа «Город Кали</w:t>
      </w:r>
      <w:r>
        <w:rPr>
          <w:rFonts w:ascii="Times New Roman" w:hAnsi="Times New Roman" w:cs="Times New Roman"/>
          <w:sz w:val="28"/>
          <w:szCs w:val="28"/>
        </w:rPr>
        <w:t>нинград» от 31 августа 2015 г. № 1442</w:t>
      </w:r>
    </w:p>
    <w:p w:rsidR="00446D4B" w:rsidRPr="00765C85" w:rsidRDefault="00446D4B" w:rsidP="00765C85">
      <w:pPr>
        <w:spacing w:after="24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</w:t>
      </w:r>
      <w:r w:rsidRPr="00765C85">
        <w:rPr>
          <w:rFonts w:ascii="Times New Roman" w:hAnsi="Times New Roman" w:cs="Times New Roman"/>
          <w:sz w:val="28"/>
          <w:szCs w:val="28"/>
        </w:rPr>
        <w:br/>
        <w:t>к постановлению администрации городского округа «Город Кали</w:t>
      </w:r>
      <w:r>
        <w:rPr>
          <w:rFonts w:ascii="Times New Roman" w:hAnsi="Times New Roman" w:cs="Times New Roman"/>
          <w:sz w:val="28"/>
          <w:szCs w:val="28"/>
        </w:rPr>
        <w:t>нинград» от 30.01. 2015 </w:t>
      </w:r>
      <w:r w:rsidRPr="00765C85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131</w:t>
      </w:r>
    </w:p>
    <w:p w:rsidR="00446D4B" w:rsidRPr="00765C85" w:rsidRDefault="00446D4B" w:rsidP="00765C8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46D4B" w:rsidRPr="00765C85" w:rsidRDefault="00446D4B" w:rsidP="00765C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6D4B" w:rsidRPr="00765C85" w:rsidRDefault="00446D4B" w:rsidP="00765C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5C85">
        <w:rPr>
          <w:rFonts w:ascii="Times New Roman" w:hAnsi="Times New Roman" w:cs="Times New Roman"/>
          <w:sz w:val="28"/>
          <w:szCs w:val="28"/>
        </w:rPr>
        <w:t>Сведения об объекте капитального стро</w:t>
      </w:r>
      <w:r>
        <w:rPr>
          <w:rFonts w:ascii="Times New Roman" w:hAnsi="Times New Roman" w:cs="Times New Roman"/>
          <w:sz w:val="28"/>
          <w:szCs w:val="28"/>
        </w:rPr>
        <w:t>ительства, в отношении которого</w:t>
      </w:r>
    </w:p>
    <w:p w:rsidR="00446D4B" w:rsidRPr="00765C85" w:rsidRDefault="00446D4B" w:rsidP="00765C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5C85">
        <w:rPr>
          <w:rFonts w:ascii="Times New Roman" w:hAnsi="Times New Roman" w:cs="Times New Roman"/>
          <w:sz w:val="28"/>
          <w:szCs w:val="28"/>
        </w:rPr>
        <w:t>принято решение об осуществлении капитальных в</w:t>
      </w:r>
      <w:r>
        <w:rPr>
          <w:rFonts w:ascii="Times New Roman" w:hAnsi="Times New Roman" w:cs="Times New Roman"/>
          <w:sz w:val="28"/>
          <w:szCs w:val="28"/>
        </w:rPr>
        <w:t>ложений за счет средств бюджета</w:t>
      </w:r>
    </w:p>
    <w:p w:rsidR="00446D4B" w:rsidRPr="00765C85" w:rsidRDefault="00446D4B" w:rsidP="00765C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5C85">
        <w:rPr>
          <w:rFonts w:ascii="Times New Roman" w:hAnsi="Times New Roman" w:cs="Times New Roman"/>
          <w:sz w:val="28"/>
          <w:szCs w:val="28"/>
        </w:rPr>
        <w:t>городского округа «Город Калининград»</w:t>
      </w:r>
    </w:p>
    <w:p w:rsidR="00446D4B" w:rsidRPr="00765C85" w:rsidRDefault="00446D4B" w:rsidP="00765C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99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808"/>
        <w:gridCol w:w="4699"/>
        <w:gridCol w:w="2323"/>
        <w:gridCol w:w="2323"/>
        <w:gridCol w:w="2323"/>
        <w:gridCol w:w="2323"/>
      </w:tblGrid>
      <w:tr w:rsidR="00446D4B" w:rsidRPr="00721053">
        <w:trPr>
          <w:trHeight w:val="515"/>
          <w:tblCellSpacing w:w="5" w:type="nil"/>
          <w:jc w:val="center"/>
        </w:trPr>
        <w:tc>
          <w:tcPr>
            <w:tcW w:w="808" w:type="dxa"/>
          </w:tcPr>
          <w:p w:rsidR="00446D4B" w:rsidRPr="00F07313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699" w:type="dxa"/>
          </w:tcPr>
          <w:p w:rsidR="00446D4B" w:rsidRPr="00F07313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9292" w:type="dxa"/>
            <w:gridSpan w:val="4"/>
          </w:tcPr>
          <w:p w:rsidR="00446D4B" w:rsidRPr="00F07313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Значения показателей</w:t>
            </w:r>
          </w:p>
        </w:tc>
      </w:tr>
      <w:tr w:rsidR="00446D4B" w:rsidRPr="00721053">
        <w:trPr>
          <w:trHeight w:val="57"/>
          <w:tblCellSpacing w:w="5" w:type="nil"/>
          <w:jc w:val="center"/>
        </w:trPr>
        <w:tc>
          <w:tcPr>
            <w:tcW w:w="808" w:type="dxa"/>
          </w:tcPr>
          <w:p w:rsidR="00446D4B" w:rsidRPr="00F07313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99" w:type="dxa"/>
          </w:tcPr>
          <w:p w:rsidR="00446D4B" w:rsidRPr="00F07313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292" w:type="dxa"/>
            <w:gridSpan w:val="4"/>
          </w:tcPr>
          <w:p w:rsidR="00446D4B" w:rsidRPr="00F07313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46D4B" w:rsidRPr="00721053">
        <w:trPr>
          <w:trHeight w:val="57"/>
          <w:tblCellSpacing w:w="5" w:type="nil"/>
          <w:jc w:val="center"/>
        </w:trPr>
        <w:tc>
          <w:tcPr>
            <w:tcW w:w="808" w:type="dxa"/>
          </w:tcPr>
          <w:p w:rsidR="00446D4B" w:rsidRPr="00F07313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99" w:type="dxa"/>
          </w:tcPr>
          <w:p w:rsidR="00446D4B" w:rsidRPr="00F07313" w:rsidRDefault="00446D4B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объекта капитального строительства </w:t>
            </w:r>
          </w:p>
        </w:tc>
        <w:tc>
          <w:tcPr>
            <w:tcW w:w="9292" w:type="dxa"/>
            <w:gridSpan w:val="4"/>
          </w:tcPr>
          <w:p w:rsidR="00446D4B" w:rsidRPr="00F07313" w:rsidRDefault="00446D4B" w:rsidP="00D94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Строительство сетей инженерно-технического обеспечения по ул. Аксакова – дор.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Окружная в г. Калининграде</w:t>
            </w:r>
          </w:p>
        </w:tc>
      </w:tr>
      <w:tr w:rsidR="00446D4B" w:rsidRPr="00721053">
        <w:trPr>
          <w:trHeight w:val="57"/>
          <w:tblCellSpacing w:w="5" w:type="nil"/>
          <w:jc w:val="center"/>
        </w:trPr>
        <w:tc>
          <w:tcPr>
            <w:tcW w:w="808" w:type="dxa"/>
          </w:tcPr>
          <w:p w:rsidR="00446D4B" w:rsidRPr="00F07313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99" w:type="dxa"/>
          </w:tcPr>
          <w:p w:rsidR="00446D4B" w:rsidRPr="00F07313" w:rsidRDefault="00446D4B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Направление инвестирования </w:t>
            </w:r>
          </w:p>
        </w:tc>
        <w:tc>
          <w:tcPr>
            <w:tcW w:w="9292" w:type="dxa"/>
            <w:gridSpan w:val="4"/>
          </w:tcPr>
          <w:p w:rsidR="00446D4B" w:rsidRPr="00F07313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Строительство</w:t>
            </w:r>
          </w:p>
        </w:tc>
      </w:tr>
      <w:tr w:rsidR="00446D4B" w:rsidRPr="00721053">
        <w:trPr>
          <w:trHeight w:val="57"/>
          <w:tblCellSpacing w:w="5" w:type="nil"/>
          <w:jc w:val="center"/>
        </w:trPr>
        <w:tc>
          <w:tcPr>
            <w:tcW w:w="808" w:type="dxa"/>
          </w:tcPr>
          <w:p w:rsidR="00446D4B" w:rsidRPr="00F07313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99" w:type="dxa"/>
          </w:tcPr>
          <w:p w:rsidR="00446D4B" w:rsidRPr="00F07313" w:rsidRDefault="00446D4B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предусматривающей осуществление капитальных вложений в объект муниципальной собственности</w:t>
            </w:r>
          </w:p>
        </w:tc>
        <w:tc>
          <w:tcPr>
            <w:tcW w:w="9292" w:type="dxa"/>
            <w:gridSpan w:val="4"/>
          </w:tcPr>
          <w:p w:rsidR="00446D4B" w:rsidRPr="00F07313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Развитие коммунальной инфраструктуры городского округа «Город Калининград»</w:t>
            </w:r>
          </w:p>
        </w:tc>
      </w:tr>
      <w:tr w:rsidR="00446D4B" w:rsidRPr="00721053">
        <w:trPr>
          <w:trHeight w:val="57"/>
          <w:tblCellSpacing w:w="5" w:type="nil"/>
          <w:jc w:val="center"/>
        </w:trPr>
        <w:tc>
          <w:tcPr>
            <w:tcW w:w="808" w:type="dxa"/>
          </w:tcPr>
          <w:p w:rsidR="00446D4B" w:rsidRPr="00F07313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99" w:type="dxa"/>
            <w:vAlign w:val="center"/>
          </w:tcPr>
          <w:p w:rsidR="00446D4B" w:rsidRPr="00F07313" w:rsidRDefault="00446D4B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распорядителя бюджетных средств</w:t>
            </w:r>
          </w:p>
        </w:tc>
        <w:tc>
          <w:tcPr>
            <w:tcW w:w="9292" w:type="dxa"/>
            <w:gridSpan w:val="4"/>
          </w:tcPr>
          <w:p w:rsidR="00446D4B" w:rsidRPr="00F07313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Комитет архитектуры и строительства администрации городского округа «Город Калининград»</w:t>
            </w:r>
          </w:p>
        </w:tc>
      </w:tr>
      <w:tr w:rsidR="00446D4B" w:rsidRPr="00721053">
        <w:trPr>
          <w:trHeight w:val="57"/>
          <w:tblCellSpacing w:w="5" w:type="nil"/>
          <w:jc w:val="center"/>
        </w:trPr>
        <w:tc>
          <w:tcPr>
            <w:tcW w:w="808" w:type="dxa"/>
          </w:tcPr>
          <w:p w:rsidR="00446D4B" w:rsidRPr="00F07313" w:rsidRDefault="00446D4B" w:rsidP="00D947A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99" w:type="dxa"/>
            <w:vAlign w:val="center"/>
          </w:tcPr>
          <w:p w:rsidR="00446D4B" w:rsidRPr="00F07313" w:rsidRDefault="00446D4B" w:rsidP="00D94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292" w:type="dxa"/>
            <w:gridSpan w:val="4"/>
          </w:tcPr>
          <w:p w:rsidR="00446D4B" w:rsidRPr="00F07313" w:rsidRDefault="00446D4B" w:rsidP="00D94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46D4B" w:rsidRPr="00721053">
        <w:trPr>
          <w:trHeight w:val="57"/>
          <w:tblCellSpacing w:w="5" w:type="nil"/>
          <w:jc w:val="center"/>
        </w:trPr>
        <w:tc>
          <w:tcPr>
            <w:tcW w:w="808" w:type="dxa"/>
          </w:tcPr>
          <w:p w:rsidR="00446D4B" w:rsidRPr="00F07313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99" w:type="dxa"/>
            <w:vAlign w:val="center"/>
          </w:tcPr>
          <w:p w:rsidR="00446D4B" w:rsidRPr="00F07313" w:rsidRDefault="00446D4B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Способ финансового обеспечения капитальных вложений</w:t>
            </w:r>
          </w:p>
        </w:tc>
        <w:tc>
          <w:tcPr>
            <w:tcW w:w="9292" w:type="dxa"/>
            <w:gridSpan w:val="4"/>
          </w:tcPr>
          <w:p w:rsidR="00446D4B" w:rsidRPr="00F07313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Бюджетные инвестиции</w:t>
            </w:r>
          </w:p>
        </w:tc>
      </w:tr>
      <w:tr w:rsidR="00446D4B" w:rsidRPr="00721053">
        <w:trPr>
          <w:trHeight w:val="57"/>
          <w:tblCellSpacing w:w="5" w:type="nil"/>
          <w:jc w:val="center"/>
        </w:trPr>
        <w:tc>
          <w:tcPr>
            <w:tcW w:w="808" w:type="dxa"/>
          </w:tcPr>
          <w:p w:rsidR="00446D4B" w:rsidRPr="00F07313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99" w:type="dxa"/>
            <w:vAlign w:val="center"/>
          </w:tcPr>
          <w:p w:rsidR="00446D4B" w:rsidRPr="00F07313" w:rsidRDefault="00446D4B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заказчика</w:t>
            </w:r>
          </w:p>
        </w:tc>
        <w:tc>
          <w:tcPr>
            <w:tcW w:w="9292" w:type="dxa"/>
            <w:gridSpan w:val="4"/>
          </w:tcPr>
          <w:p w:rsidR="00446D4B" w:rsidRPr="00F07313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«Управление капитального строительства» городского округа «Город Калининград»</w:t>
            </w:r>
          </w:p>
        </w:tc>
      </w:tr>
      <w:tr w:rsidR="00446D4B" w:rsidRPr="00721053">
        <w:trPr>
          <w:trHeight w:val="57"/>
          <w:tblCellSpacing w:w="5" w:type="nil"/>
          <w:jc w:val="center"/>
        </w:trPr>
        <w:tc>
          <w:tcPr>
            <w:tcW w:w="808" w:type="dxa"/>
          </w:tcPr>
          <w:p w:rsidR="00446D4B" w:rsidRPr="00F07313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99" w:type="dxa"/>
            <w:vAlign w:val="center"/>
          </w:tcPr>
          <w:p w:rsidR="00446D4B" w:rsidRPr="00F07313" w:rsidRDefault="00446D4B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9292" w:type="dxa"/>
            <w:gridSpan w:val="4"/>
          </w:tcPr>
          <w:p w:rsidR="00446D4B" w:rsidRPr="00F07313" w:rsidRDefault="00446D4B" w:rsidP="007E30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2014-2015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гг.</w:t>
            </w:r>
          </w:p>
        </w:tc>
      </w:tr>
      <w:tr w:rsidR="00446D4B" w:rsidRPr="00721053">
        <w:trPr>
          <w:trHeight w:val="70"/>
          <w:tblCellSpacing w:w="5" w:type="nil"/>
          <w:jc w:val="center"/>
        </w:trPr>
        <w:tc>
          <w:tcPr>
            <w:tcW w:w="808" w:type="dxa"/>
            <w:vMerge w:val="restart"/>
          </w:tcPr>
          <w:p w:rsidR="00446D4B" w:rsidRPr="00F07313" w:rsidRDefault="00446D4B" w:rsidP="00CD49E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99" w:type="dxa"/>
            <w:tcBorders>
              <w:bottom w:val="nil"/>
            </w:tcBorders>
          </w:tcPr>
          <w:p w:rsidR="00446D4B" w:rsidRPr="00F07313" w:rsidRDefault="00446D4B" w:rsidP="00507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Реквизиты:</w:t>
            </w:r>
          </w:p>
        </w:tc>
        <w:tc>
          <w:tcPr>
            <w:tcW w:w="9292" w:type="dxa"/>
            <w:gridSpan w:val="4"/>
            <w:tcBorders>
              <w:bottom w:val="nil"/>
            </w:tcBorders>
          </w:tcPr>
          <w:p w:rsidR="00446D4B" w:rsidRPr="00F07313" w:rsidRDefault="00446D4B" w:rsidP="00507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D4B" w:rsidRPr="00721053">
        <w:trPr>
          <w:trHeight w:val="70"/>
          <w:tblCellSpacing w:w="5" w:type="nil"/>
          <w:jc w:val="center"/>
        </w:trPr>
        <w:tc>
          <w:tcPr>
            <w:tcW w:w="808" w:type="dxa"/>
            <w:vMerge/>
          </w:tcPr>
          <w:p w:rsidR="00446D4B" w:rsidRPr="00F07313" w:rsidRDefault="00446D4B" w:rsidP="00CD49E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9" w:type="dxa"/>
            <w:tcBorders>
              <w:top w:val="nil"/>
              <w:bottom w:val="nil"/>
            </w:tcBorders>
          </w:tcPr>
          <w:p w:rsidR="00446D4B" w:rsidRPr="00F07313" w:rsidRDefault="00446D4B" w:rsidP="00507B15">
            <w:pPr>
              <w:pStyle w:val="ListParagraph"/>
              <w:numPr>
                <w:ilvl w:val="0"/>
                <w:numId w:val="12"/>
              </w:numPr>
              <w:tabs>
                <w:tab w:val="left" w:pos="2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положительного заключения государственной экспертизы проектной документации на объект капитального строительства;</w:t>
            </w:r>
          </w:p>
        </w:tc>
        <w:tc>
          <w:tcPr>
            <w:tcW w:w="9292" w:type="dxa"/>
            <w:gridSpan w:val="4"/>
            <w:tcBorders>
              <w:top w:val="nil"/>
              <w:bottom w:val="nil"/>
            </w:tcBorders>
          </w:tcPr>
          <w:p w:rsidR="00446D4B" w:rsidRPr="00F07313" w:rsidRDefault="00446D4B" w:rsidP="00507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от 01.07.2015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39-1-4-0126-15;</w:t>
            </w:r>
          </w:p>
        </w:tc>
      </w:tr>
      <w:tr w:rsidR="00446D4B" w:rsidRPr="00721053">
        <w:trPr>
          <w:trHeight w:val="164"/>
          <w:tblCellSpacing w:w="5" w:type="nil"/>
          <w:jc w:val="center"/>
        </w:trPr>
        <w:tc>
          <w:tcPr>
            <w:tcW w:w="808" w:type="dxa"/>
            <w:vMerge/>
          </w:tcPr>
          <w:p w:rsidR="00446D4B" w:rsidRPr="00F07313" w:rsidRDefault="00446D4B" w:rsidP="00CD49E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9" w:type="dxa"/>
            <w:tcBorders>
              <w:top w:val="nil"/>
              <w:bottom w:val="nil"/>
            </w:tcBorders>
          </w:tcPr>
          <w:p w:rsidR="00446D4B" w:rsidRPr="00F07313" w:rsidRDefault="00446D4B" w:rsidP="00507B15">
            <w:pPr>
              <w:pStyle w:val="ListParagraph"/>
              <w:numPr>
                <w:ilvl w:val="0"/>
                <w:numId w:val="12"/>
              </w:numPr>
              <w:tabs>
                <w:tab w:val="left" w:pos="2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положительного заключения о достоверности определения сметной стоимости объекта капитального строительства;</w:t>
            </w:r>
          </w:p>
        </w:tc>
        <w:tc>
          <w:tcPr>
            <w:tcW w:w="9292" w:type="dxa"/>
            <w:gridSpan w:val="4"/>
            <w:tcBorders>
              <w:top w:val="nil"/>
              <w:bottom w:val="nil"/>
            </w:tcBorders>
          </w:tcPr>
          <w:p w:rsidR="00446D4B" w:rsidRPr="00F07313" w:rsidRDefault="00446D4B" w:rsidP="00507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от 01.07.2015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39-1-6-0060-15;</w:t>
            </w:r>
          </w:p>
        </w:tc>
      </w:tr>
      <w:tr w:rsidR="00446D4B" w:rsidRPr="00721053">
        <w:trPr>
          <w:trHeight w:val="900"/>
          <w:tblCellSpacing w:w="5" w:type="nil"/>
          <w:jc w:val="center"/>
        </w:trPr>
        <w:tc>
          <w:tcPr>
            <w:tcW w:w="808" w:type="dxa"/>
            <w:vMerge/>
          </w:tcPr>
          <w:p w:rsidR="00446D4B" w:rsidRPr="00F07313" w:rsidRDefault="00446D4B" w:rsidP="00CD49E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9" w:type="dxa"/>
            <w:tcBorders>
              <w:top w:val="nil"/>
            </w:tcBorders>
          </w:tcPr>
          <w:p w:rsidR="00446D4B" w:rsidRPr="00F07313" w:rsidRDefault="00446D4B" w:rsidP="00507B15">
            <w:pPr>
              <w:pStyle w:val="ListParagraph"/>
              <w:numPr>
                <w:ilvl w:val="0"/>
                <w:numId w:val="12"/>
              </w:numPr>
              <w:tabs>
                <w:tab w:val="left" w:pos="2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документа об утверждении проектной документации заказчиком</w:t>
            </w:r>
          </w:p>
        </w:tc>
        <w:tc>
          <w:tcPr>
            <w:tcW w:w="9292" w:type="dxa"/>
            <w:gridSpan w:val="4"/>
            <w:tcBorders>
              <w:top w:val="nil"/>
            </w:tcBorders>
          </w:tcPr>
          <w:p w:rsidR="00446D4B" w:rsidRPr="00231805" w:rsidRDefault="00446D4B" w:rsidP="00507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1805">
              <w:rPr>
                <w:rFonts w:ascii="Times New Roman" w:hAnsi="Times New Roman" w:cs="Times New Roman"/>
                <w:sz w:val="28"/>
                <w:szCs w:val="28"/>
              </w:rPr>
              <w:t>приказ муниципального казенного учреждения «Управление капитального строительства» городского округа «Город Калининград» от 09.07.2015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231805">
              <w:rPr>
                <w:rFonts w:ascii="Times New Roman" w:hAnsi="Times New Roman" w:cs="Times New Roman"/>
                <w:sz w:val="28"/>
                <w:szCs w:val="28"/>
              </w:rPr>
              <w:t>01-04/85/УКС</w:t>
            </w:r>
          </w:p>
        </w:tc>
      </w:tr>
      <w:tr w:rsidR="00446D4B" w:rsidRPr="00721053">
        <w:trPr>
          <w:trHeight w:val="1201"/>
          <w:tblCellSpacing w:w="5" w:type="nil"/>
          <w:jc w:val="center"/>
        </w:trPr>
        <w:tc>
          <w:tcPr>
            <w:tcW w:w="808" w:type="dxa"/>
          </w:tcPr>
          <w:p w:rsidR="00446D4B" w:rsidRPr="00F07313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99" w:type="dxa"/>
          </w:tcPr>
          <w:p w:rsidR="00446D4B" w:rsidRPr="00F07313" w:rsidRDefault="00446D4B" w:rsidP="00F07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Мощность объекта капитального строительства, подлежащего вводу</w:t>
            </w:r>
          </w:p>
        </w:tc>
        <w:tc>
          <w:tcPr>
            <w:tcW w:w="9292" w:type="dxa"/>
            <w:gridSpan w:val="4"/>
          </w:tcPr>
          <w:p w:rsidR="00446D4B" w:rsidRPr="00F07313" w:rsidRDefault="00446D4B" w:rsidP="002C091F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Расчетная производительность – 0,414 Гкал/ч;</w:t>
            </w:r>
          </w:p>
          <w:p w:rsidR="00446D4B" w:rsidRPr="00F07313" w:rsidRDefault="00446D4B" w:rsidP="002C091F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установленная производительность – 0,449 Гкал/ч;</w:t>
            </w:r>
          </w:p>
          <w:p w:rsidR="00446D4B" w:rsidRPr="00F07313" w:rsidRDefault="00446D4B" w:rsidP="002C091F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площадь котельной – 17,</w:t>
            </w: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 кв.</w:t>
            </w: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м;</w:t>
            </w:r>
          </w:p>
          <w:p w:rsidR="00446D4B" w:rsidRPr="00F07313" w:rsidRDefault="00446D4B" w:rsidP="002C091F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строительный объем – 73,5 куб.</w:t>
            </w: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</w:tr>
      <w:tr w:rsidR="00446D4B" w:rsidRPr="00721053">
        <w:trPr>
          <w:trHeight w:val="96"/>
          <w:tblCellSpacing w:w="5" w:type="nil"/>
          <w:jc w:val="center"/>
        </w:trPr>
        <w:tc>
          <w:tcPr>
            <w:tcW w:w="808" w:type="dxa"/>
          </w:tcPr>
          <w:p w:rsidR="00446D4B" w:rsidRPr="00F07313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699" w:type="dxa"/>
            <w:vAlign w:val="center"/>
          </w:tcPr>
          <w:p w:rsidR="00446D4B" w:rsidRPr="00F07313" w:rsidRDefault="00446D4B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 xml:space="preserve">Срок ввода в эксплуатацию объекта капитального строительства </w:t>
            </w:r>
          </w:p>
        </w:tc>
        <w:tc>
          <w:tcPr>
            <w:tcW w:w="9292" w:type="dxa"/>
            <w:gridSpan w:val="4"/>
          </w:tcPr>
          <w:p w:rsidR="00446D4B" w:rsidRPr="00F07313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2015 г.</w:t>
            </w:r>
          </w:p>
        </w:tc>
      </w:tr>
      <w:tr w:rsidR="00446D4B" w:rsidRPr="00721053">
        <w:trPr>
          <w:trHeight w:val="96"/>
          <w:tblCellSpacing w:w="5" w:type="nil"/>
          <w:jc w:val="center"/>
        </w:trPr>
        <w:tc>
          <w:tcPr>
            <w:tcW w:w="808" w:type="dxa"/>
          </w:tcPr>
          <w:p w:rsidR="00446D4B" w:rsidRPr="00F07313" w:rsidRDefault="00446D4B" w:rsidP="00D947AC">
            <w:pPr>
              <w:pageBreakBefore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99" w:type="dxa"/>
          </w:tcPr>
          <w:p w:rsidR="00446D4B" w:rsidRPr="00F07313" w:rsidRDefault="00446D4B" w:rsidP="00D947AC">
            <w:pPr>
              <w:pageBreakBefore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292" w:type="dxa"/>
            <w:gridSpan w:val="4"/>
          </w:tcPr>
          <w:p w:rsidR="00446D4B" w:rsidRPr="00F07313" w:rsidRDefault="00446D4B" w:rsidP="00D947AC">
            <w:pPr>
              <w:pageBreakBefore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46D4B" w:rsidRPr="00721053">
        <w:trPr>
          <w:trHeight w:val="57"/>
          <w:tblCellSpacing w:w="5" w:type="nil"/>
          <w:jc w:val="center"/>
        </w:trPr>
        <w:tc>
          <w:tcPr>
            <w:tcW w:w="808" w:type="dxa"/>
            <w:vMerge w:val="restart"/>
          </w:tcPr>
          <w:p w:rsidR="00446D4B" w:rsidRPr="00F07313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699" w:type="dxa"/>
            <w:vMerge w:val="restart"/>
          </w:tcPr>
          <w:p w:rsidR="00446D4B" w:rsidRPr="00D50F79" w:rsidRDefault="00446D4B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F79">
              <w:rPr>
                <w:rFonts w:ascii="Times New Roman" w:hAnsi="Times New Roman" w:cs="Times New Roman"/>
                <w:sz w:val="28"/>
                <w:szCs w:val="28"/>
              </w:rPr>
              <w:t>Сметная стоимость объекта капитального строительства (тыс. руб.):</w:t>
            </w:r>
          </w:p>
          <w:p w:rsidR="00446D4B" w:rsidRPr="00D50F79" w:rsidRDefault="00446D4B" w:rsidP="00507B15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D50F79">
              <w:rPr>
                <w:rFonts w:ascii="Times New Roman" w:hAnsi="Times New Roman" w:cs="Times New Roman"/>
                <w:sz w:val="28"/>
                <w:szCs w:val="28"/>
              </w:rPr>
              <w:t xml:space="preserve">в текущих ценах; </w:t>
            </w:r>
          </w:p>
          <w:p w:rsidR="00446D4B" w:rsidRPr="00D50F79" w:rsidRDefault="00446D4B" w:rsidP="00507B15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D50F79">
              <w:rPr>
                <w:rFonts w:ascii="Times New Roman" w:hAnsi="Times New Roman" w:cs="Times New Roman"/>
                <w:sz w:val="28"/>
                <w:szCs w:val="28"/>
              </w:rPr>
              <w:t>в ценах соответствующих лет</w:t>
            </w:r>
          </w:p>
        </w:tc>
        <w:tc>
          <w:tcPr>
            <w:tcW w:w="4646" w:type="dxa"/>
            <w:gridSpan w:val="2"/>
            <w:vMerge w:val="restart"/>
            <w:vAlign w:val="center"/>
          </w:tcPr>
          <w:p w:rsidR="00446D4B" w:rsidRPr="00F07313" w:rsidRDefault="00446D4B" w:rsidP="00765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4646" w:type="dxa"/>
            <w:gridSpan w:val="2"/>
            <w:vAlign w:val="center"/>
          </w:tcPr>
          <w:p w:rsidR="00446D4B" w:rsidRPr="00F07313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</w:tr>
      <w:tr w:rsidR="00446D4B" w:rsidRPr="00721053">
        <w:trPr>
          <w:trHeight w:val="96"/>
          <w:tblCellSpacing w:w="5" w:type="nil"/>
          <w:jc w:val="center"/>
        </w:trPr>
        <w:tc>
          <w:tcPr>
            <w:tcW w:w="808" w:type="dxa"/>
            <w:vMerge/>
          </w:tcPr>
          <w:p w:rsidR="00446D4B" w:rsidRPr="00F07313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9" w:type="dxa"/>
            <w:vMerge/>
          </w:tcPr>
          <w:p w:rsidR="00446D4B" w:rsidRPr="00F07313" w:rsidRDefault="00446D4B" w:rsidP="00465A44">
            <w:pPr>
              <w:autoSpaceDE w:val="0"/>
              <w:autoSpaceDN w:val="0"/>
              <w:adjustRightInd w:val="0"/>
              <w:spacing w:after="0" w:line="240" w:lineRule="auto"/>
              <w:ind w:left="32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6" w:type="dxa"/>
            <w:gridSpan w:val="2"/>
            <w:vMerge/>
            <w:vAlign w:val="center"/>
          </w:tcPr>
          <w:p w:rsidR="00446D4B" w:rsidRPr="00F07313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3" w:type="dxa"/>
            <w:vAlign w:val="center"/>
          </w:tcPr>
          <w:p w:rsidR="00446D4B" w:rsidRPr="00F07313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2014 г.</w:t>
            </w:r>
          </w:p>
        </w:tc>
        <w:tc>
          <w:tcPr>
            <w:tcW w:w="2323" w:type="dxa"/>
            <w:vAlign w:val="center"/>
          </w:tcPr>
          <w:p w:rsidR="00446D4B" w:rsidRPr="00F07313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2015 г.</w:t>
            </w:r>
          </w:p>
        </w:tc>
      </w:tr>
      <w:tr w:rsidR="00446D4B" w:rsidRPr="00721053">
        <w:trPr>
          <w:trHeight w:val="96"/>
          <w:tblCellSpacing w:w="5" w:type="nil"/>
          <w:jc w:val="center"/>
        </w:trPr>
        <w:tc>
          <w:tcPr>
            <w:tcW w:w="808" w:type="dxa"/>
            <w:vMerge/>
          </w:tcPr>
          <w:p w:rsidR="00446D4B" w:rsidRPr="00F07313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9" w:type="dxa"/>
            <w:vMerge/>
          </w:tcPr>
          <w:p w:rsidR="00446D4B" w:rsidRPr="00F07313" w:rsidRDefault="00446D4B" w:rsidP="00465A44">
            <w:pPr>
              <w:autoSpaceDE w:val="0"/>
              <w:autoSpaceDN w:val="0"/>
              <w:adjustRightInd w:val="0"/>
              <w:spacing w:after="0" w:line="240" w:lineRule="auto"/>
              <w:ind w:left="389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6" w:type="dxa"/>
            <w:gridSpan w:val="2"/>
            <w:vAlign w:val="bottom"/>
          </w:tcPr>
          <w:p w:rsidR="00446D4B" w:rsidRPr="00B9317C" w:rsidRDefault="00446D4B" w:rsidP="002C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16 844,0</w:t>
            </w:r>
          </w:p>
          <w:p w:rsidR="00446D4B" w:rsidRPr="00B9317C" w:rsidRDefault="00446D4B" w:rsidP="002C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16 844,0</w:t>
            </w:r>
          </w:p>
        </w:tc>
        <w:tc>
          <w:tcPr>
            <w:tcW w:w="2323" w:type="dxa"/>
            <w:vAlign w:val="bottom"/>
          </w:tcPr>
          <w:p w:rsidR="00446D4B" w:rsidRPr="00B9317C" w:rsidRDefault="00446D4B" w:rsidP="002C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2 393,3</w:t>
            </w:r>
          </w:p>
          <w:p w:rsidR="00446D4B" w:rsidRPr="00B9317C" w:rsidRDefault="00446D4B" w:rsidP="002C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2 393,3</w:t>
            </w:r>
          </w:p>
        </w:tc>
        <w:tc>
          <w:tcPr>
            <w:tcW w:w="2323" w:type="dxa"/>
            <w:vAlign w:val="bottom"/>
          </w:tcPr>
          <w:p w:rsidR="00446D4B" w:rsidRPr="00B9317C" w:rsidRDefault="00446D4B" w:rsidP="002C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14 450,7</w:t>
            </w:r>
          </w:p>
          <w:p w:rsidR="00446D4B" w:rsidRPr="00B9317C" w:rsidRDefault="00446D4B" w:rsidP="002C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14 450,7</w:t>
            </w:r>
          </w:p>
        </w:tc>
      </w:tr>
      <w:tr w:rsidR="00446D4B" w:rsidRPr="00721053">
        <w:trPr>
          <w:trHeight w:val="57"/>
          <w:tblCellSpacing w:w="5" w:type="nil"/>
          <w:jc w:val="center"/>
        </w:trPr>
        <w:tc>
          <w:tcPr>
            <w:tcW w:w="808" w:type="dxa"/>
            <w:vMerge w:val="restart"/>
            <w:tcBorders>
              <w:bottom w:val="nil"/>
            </w:tcBorders>
          </w:tcPr>
          <w:p w:rsidR="00446D4B" w:rsidRPr="00F07313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11.1</w:t>
            </w:r>
          </w:p>
        </w:tc>
        <w:tc>
          <w:tcPr>
            <w:tcW w:w="4699" w:type="dxa"/>
            <w:tcBorders>
              <w:bottom w:val="nil"/>
            </w:tcBorders>
          </w:tcPr>
          <w:p w:rsidR="00446D4B" w:rsidRPr="00F07313" w:rsidRDefault="00446D4B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4646" w:type="dxa"/>
            <w:gridSpan w:val="2"/>
            <w:tcBorders>
              <w:bottom w:val="nil"/>
            </w:tcBorders>
          </w:tcPr>
          <w:p w:rsidR="00446D4B" w:rsidRPr="00B9317C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3" w:type="dxa"/>
            <w:tcBorders>
              <w:bottom w:val="nil"/>
            </w:tcBorders>
          </w:tcPr>
          <w:p w:rsidR="00446D4B" w:rsidRPr="00B9317C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3" w:type="dxa"/>
            <w:tcBorders>
              <w:bottom w:val="nil"/>
            </w:tcBorders>
          </w:tcPr>
          <w:p w:rsidR="00446D4B" w:rsidRPr="00B9317C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D4B" w:rsidRPr="00721053">
        <w:trPr>
          <w:trHeight w:val="1365"/>
          <w:tblCellSpacing w:w="5" w:type="nil"/>
          <w:jc w:val="center"/>
        </w:trPr>
        <w:tc>
          <w:tcPr>
            <w:tcW w:w="808" w:type="dxa"/>
            <w:vMerge/>
            <w:tcBorders>
              <w:top w:val="nil"/>
              <w:bottom w:val="nil"/>
            </w:tcBorders>
          </w:tcPr>
          <w:p w:rsidR="00446D4B" w:rsidRPr="00F07313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9" w:type="dxa"/>
            <w:tcBorders>
              <w:top w:val="nil"/>
            </w:tcBorders>
          </w:tcPr>
          <w:p w:rsidR="00446D4B" w:rsidRPr="00F07313" w:rsidRDefault="00446D4B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проектно-изыскательские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включая авторский надзор</w:t>
            </w:r>
            <w:r w:rsidRPr="00F07313">
              <w:rPr>
                <w:rFonts w:ascii="Times New Roman" w:hAnsi="Times New Roman" w:cs="Times New Roman"/>
                <w:sz w:val="28"/>
                <w:szCs w:val="28"/>
              </w:rPr>
              <w:br/>
              <w:t>(тыс.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руб.):</w:t>
            </w:r>
          </w:p>
          <w:p w:rsidR="00446D4B" w:rsidRPr="00F07313" w:rsidRDefault="00446D4B" w:rsidP="00507B15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в текущих ценах;</w:t>
            </w:r>
          </w:p>
          <w:p w:rsidR="00446D4B" w:rsidRPr="00F07313" w:rsidRDefault="00446D4B" w:rsidP="00507B15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в ценах соответствующих лет</w:t>
            </w:r>
          </w:p>
        </w:tc>
        <w:tc>
          <w:tcPr>
            <w:tcW w:w="4646" w:type="dxa"/>
            <w:gridSpan w:val="2"/>
            <w:tcBorders>
              <w:top w:val="nil"/>
            </w:tcBorders>
            <w:vAlign w:val="bottom"/>
          </w:tcPr>
          <w:p w:rsidR="00446D4B" w:rsidRPr="00B9317C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4 001,0</w:t>
            </w:r>
          </w:p>
          <w:p w:rsidR="00446D4B" w:rsidRPr="00B9317C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4 001,0</w:t>
            </w:r>
          </w:p>
        </w:tc>
        <w:tc>
          <w:tcPr>
            <w:tcW w:w="2323" w:type="dxa"/>
            <w:tcBorders>
              <w:top w:val="nil"/>
            </w:tcBorders>
            <w:vAlign w:val="bottom"/>
          </w:tcPr>
          <w:p w:rsidR="00446D4B" w:rsidRPr="00B9317C" w:rsidRDefault="00446D4B" w:rsidP="004C1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2 393,3</w:t>
            </w:r>
          </w:p>
          <w:p w:rsidR="00446D4B" w:rsidRPr="00B9317C" w:rsidRDefault="00446D4B" w:rsidP="0032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2 393,3</w:t>
            </w:r>
          </w:p>
        </w:tc>
        <w:tc>
          <w:tcPr>
            <w:tcW w:w="2323" w:type="dxa"/>
            <w:tcBorders>
              <w:top w:val="nil"/>
            </w:tcBorders>
            <w:vAlign w:val="bottom"/>
          </w:tcPr>
          <w:p w:rsidR="00446D4B" w:rsidRPr="00B9317C" w:rsidRDefault="00446D4B" w:rsidP="00816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1 607,7</w:t>
            </w:r>
          </w:p>
          <w:p w:rsidR="00446D4B" w:rsidRPr="00B9317C" w:rsidRDefault="00446D4B" w:rsidP="00816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1 607,7</w:t>
            </w:r>
          </w:p>
        </w:tc>
      </w:tr>
      <w:tr w:rsidR="00446D4B" w:rsidRPr="00721053">
        <w:trPr>
          <w:trHeight w:val="57"/>
          <w:tblCellSpacing w:w="5" w:type="nil"/>
          <w:jc w:val="center"/>
        </w:trPr>
        <w:tc>
          <w:tcPr>
            <w:tcW w:w="808" w:type="dxa"/>
            <w:tcBorders>
              <w:top w:val="nil"/>
            </w:tcBorders>
          </w:tcPr>
          <w:p w:rsidR="00446D4B" w:rsidRPr="00F07313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11.2</w:t>
            </w:r>
          </w:p>
        </w:tc>
        <w:tc>
          <w:tcPr>
            <w:tcW w:w="4699" w:type="dxa"/>
          </w:tcPr>
          <w:p w:rsidR="00446D4B" w:rsidRPr="00F07313" w:rsidRDefault="00446D4B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строительно-монтажные работы, приобретение оборудования, прочие работы и затраты (тыс.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руб.):</w:t>
            </w:r>
          </w:p>
          <w:p w:rsidR="00446D4B" w:rsidRPr="00F07313" w:rsidRDefault="00446D4B" w:rsidP="00507B15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в текущих ценах;</w:t>
            </w:r>
          </w:p>
          <w:p w:rsidR="00446D4B" w:rsidRPr="00F07313" w:rsidRDefault="00446D4B" w:rsidP="00507B15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в ценах соответствующих лет</w:t>
            </w:r>
          </w:p>
        </w:tc>
        <w:tc>
          <w:tcPr>
            <w:tcW w:w="4646" w:type="dxa"/>
            <w:gridSpan w:val="2"/>
            <w:vAlign w:val="bottom"/>
          </w:tcPr>
          <w:p w:rsidR="00446D4B" w:rsidRPr="00B9317C" w:rsidRDefault="00446D4B" w:rsidP="004C1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12 843,0</w:t>
            </w:r>
          </w:p>
          <w:p w:rsidR="00446D4B" w:rsidRPr="00B9317C" w:rsidRDefault="00446D4B" w:rsidP="00B6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12 843,0</w:t>
            </w:r>
          </w:p>
        </w:tc>
        <w:tc>
          <w:tcPr>
            <w:tcW w:w="2323" w:type="dxa"/>
            <w:vAlign w:val="bottom"/>
          </w:tcPr>
          <w:p w:rsidR="00446D4B" w:rsidRPr="00B9317C" w:rsidRDefault="00446D4B" w:rsidP="004C1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446D4B" w:rsidRPr="00B9317C" w:rsidRDefault="00446D4B" w:rsidP="004C1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23" w:type="dxa"/>
            <w:vAlign w:val="bottom"/>
          </w:tcPr>
          <w:p w:rsidR="00446D4B" w:rsidRPr="00B9317C" w:rsidRDefault="00446D4B" w:rsidP="00B6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12 843,0</w:t>
            </w:r>
          </w:p>
          <w:p w:rsidR="00446D4B" w:rsidRPr="00B9317C" w:rsidRDefault="00446D4B" w:rsidP="00B60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12 843,0</w:t>
            </w:r>
          </w:p>
        </w:tc>
      </w:tr>
      <w:tr w:rsidR="00446D4B" w:rsidRPr="00721053">
        <w:trPr>
          <w:trHeight w:val="57"/>
          <w:tblCellSpacing w:w="5" w:type="nil"/>
          <w:jc w:val="center"/>
        </w:trPr>
        <w:tc>
          <w:tcPr>
            <w:tcW w:w="808" w:type="dxa"/>
            <w:vMerge w:val="restart"/>
            <w:tcBorders>
              <w:bottom w:val="nil"/>
            </w:tcBorders>
          </w:tcPr>
          <w:p w:rsidR="00446D4B" w:rsidRPr="00F07313" w:rsidRDefault="00446D4B" w:rsidP="002C091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699" w:type="dxa"/>
            <w:vMerge w:val="restart"/>
          </w:tcPr>
          <w:p w:rsidR="00446D4B" w:rsidRPr="00F07313" w:rsidRDefault="00446D4B" w:rsidP="00F07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Общий объем капитальных вложений в объект капитального строительства</w:t>
            </w:r>
            <w:r w:rsidRPr="00F07313">
              <w:rPr>
                <w:rFonts w:ascii="Times New Roman" w:hAnsi="Times New Roman" w:cs="Times New Roman"/>
                <w:sz w:val="28"/>
                <w:szCs w:val="28"/>
              </w:rPr>
              <w:br/>
              <w:t>в ценах соответствующих лет</w:t>
            </w:r>
            <w:r w:rsidRPr="00F07313">
              <w:rPr>
                <w:rFonts w:ascii="Times New Roman" w:hAnsi="Times New Roman" w:cs="Times New Roman"/>
                <w:sz w:val="28"/>
                <w:szCs w:val="28"/>
              </w:rPr>
              <w:br/>
              <w:t>с разбивкой по источникам финансирования (тыс.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руб.)</w:t>
            </w:r>
            <w:r w:rsidRPr="00F07313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F07313">
              <w:rPr>
                <w:rFonts w:ascii="Times New Roman" w:hAnsi="Times New Roman" w:cs="Times New Roman"/>
                <w:sz w:val="28"/>
                <w:szCs w:val="28"/>
              </w:rPr>
              <w:instrText xml:space="preserve"> QUOTE </w:instrText>
            </w:r>
            <w:r w:rsidRPr="00721053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721053">
              <w:rPr>
                <w:rFonts w:ascii="Times New Roman" w:hAnsi="Times New Roman" w:cs="Times New Roman"/>
                <w:sz w:val="28"/>
                <w:szCs w:val="28"/>
              </w:rPr>
              <w:instrText xml:space="preserve"> QUOTE </w:instrText>
            </w:r>
            <w:r w:rsidRPr="00721053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8pt;height:21pt">
                  <v:imagedata r:id="rId7" o:title="" chromakey="white"/>
                </v:shape>
              </w:pict>
            </w:r>
            <w:r w:rsidRPr="00721053">
              <w:rPr>
                <w:rFonts w:ascii="Times New Roman" w:hAnsi="Times New Roman" w:cs="Times New Roman"/>
                <w:sz w:val="28"/>
                <w:szCs w:val="28"/>
              </w:rPr>
              <w:instrText xml:space="preserve"> </w:instrText>
            </w:r>
            <w:r w:rsidRPr="00721053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721053">
              <w:pict>
                <v:shape id="_x0000_i1026" type="#_x0000_t75" style="width:78pt;height:21pt">
                  <v:imagedata r:id="rId7" o:title="" chromakey="white"/>
                </v:shape>
              </w:pict>
            </w:r>
            <w:r w:rsidRPr="00721053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F07313">
              <w:rPr>
                <w:rFonts w:ascii="Times New Roman" w:hAnsi="Times New Roman" w:cs="Times New Roman"/>
                <w:sz w:val="28"/>
                <w:szCs w:val="28"/>
              </w:rPr>
              <w:instrText xml:space="preserve"> </w:instrText>
            </w:r>
            <w:r w:rsidRPr="00F07313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F07313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F07313">
              <w:rPr>
                <w:rFonts w:ascii="Times New Roman" w:hAnsi="Times New Roman" w:cs="Times New Roman"/>
                <w:sz w:val="28"/>
                <w:szCs w:val="28"/>
              </w:rPr>
              <w:instrText xml:space="preserve"> QUOTE </w:instrText>
            </w:r>
            <w:r w:rsidRPr="00721053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721053">
              <w:rPr>
                <w:rFonts w:ascii="Times New Roman" w:hAnsi="Times New Roman" w:cs="Times New Roman"/>
                <w:sz w:val="28"/>
                <w:szCs w:val="28"/>
              </w:rPr>
              <w:instrText xml:space="preserve"> QUOTE </w:instrText>
            </w:r>
            <w:r w:rsidRPr="00721053">
              <w:pict>
                <v:shape id="_x0000_i1027" type="#_x0000_t75" style="width:27.75pt;height:54.75pt">
                  <v:imagedata r:id="rId8" o:title="" chromakey="white"/>
                </v:shape>
              </w:pict>
            </w:r>
            <w:r w:rsidRPr="00721053">
              <w:rPr>
                <w:rFonts w:ascii="Times New Roman" w:hAnsi="Times New Roman" w:cs="Times New Roman"/>
                <w:sz w:val="28"/>
                <w:szCs w:val="28"/>
              </w:rPr>
              <w:instrText xml:space="preserve"> </w:instrText>
            </w:r>
            <w:r w:rsidRPr="00721053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721053">
              <w:pict>
                <v:shape id="_x0000_i1028" type="#_x0000_t75" style="width:27.75pt;height:54.75pt">
                  <v:imagedata r:id="rId8" o:title="" chromakey="white"/>
                </v:shape>
              </w:pict>
            </w:r>
            <w:r w:rsidRPr="00721053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F07313">
              <w:rPr>
                <w:rFonts w:ascii="Times New Roman" w:hAnsi="Times New Roman" w:cs="Times New Roman"/>
                <w:sz w:val="28"/>
                <w:szCs w:val="28"/>
              </w:rPr>
              <w:instrText xml:space="preserve"> </w:instrText>
            </w:r>
            <w:r w:rsidRPr="00F07313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p>
        </w:tc>
        <w:tc>
          <w:tcPr>
            <w:tcW w:w="4646" w:type="dxa"/>
            <w:gridSpan w:val="2"/>
            <w:vMerge w:val="restart"/>
            <w:vAlign w:val="center"/>
          </w:tcPr>
          <w:p w:rsidR="00446D4B" w:rsidRPr="00B9317C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4646" w:type="dxa"/>
            <w:gridSpan w:val="2"/>
            <w:vAlign w:val="center"/>
          </w:tcPr>
          <w:p w:rsidR="00446D4B" w:rsidRPr="00B9317C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</w:tr>
      <w:tr w:rsidR="00446D4B" w:rsidRPr="00721053">
        <w:trPr>
          <w:trHeight w:val="57"/>
          <w:tblCellSpacing w:w="5" w:type="nil"/>
          <w:jc w:val="center"/>
        </w:trPr>
        <w:tc>
          <w:tcPr>
            <w:tcW w:w="808" w:type="dxa"/>
            <w:vMerge/>
            <w:tcBorders>
              <w:top w:val="nil"/>
              <w:bottom w:val="nil"/>
            </w:tcBorders>
          </w:tcPr>
          <w:p w:rsidR="00446D4B" w:rsidRPr="00F07313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9" w:type="dxa"/>
            <w:vMerge/>
          </w:tcPr>
          <w:p w:rsidR="00446D4B" w:rsidRPr="00F07313" w:rsidRDefault="00446D4B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6" w:type="dxa"/>
            <w:gridSpan w:val="2"/>
            <w:vMerge/>
            <w:vAlign w:val="center"/>
          </w:tcPr>
          <w:p w:rsidR="00446D4B" w:rsidRPr="00B9317C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3" w:type="dxa"/>
            <w:vAlign w:val="center"/>
          </w:tcPr>
          <w:p w:rsidR="00446D4B" w:rsidRPr="00B9317C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2014 г.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2015 г.</w:t>
            </w:r>
          </w:p>
        </w:tc>
      </w:tr>
      <w:tr w:rsidR="00446D4B" w:rsidRPr="00721053">
        <w:trPr>
          <w:trHeight w:val="70"/>
          <w:tblCellSpacing w:w="5" w:type="nil"/>
          <w:jc w:val="center"/>
        </w:trPr>
        <w:tc>
          <w:tcPr>
            <w:tcW w:w="808" w:type="dxa"/>
            <w:vMerge/>
            <w:tcBorders>
              <w:top w:val="nil"/>
              <w:bottom w:val="nil"/>
            </w:tcBorders>
          </w:tcPr>
          <w:p w:rsidR="00446D4B" w:rsidRPr="00F07313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9" w:type="dxa"/>
            <w:vMerge/>
          </w:tcPr>
          <w:p w:rsidR="00446D4B" w:rsidRPr="00F07313" w:rsidRDefault="00446D4B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3" w:type="dxa"/>
            <w:vAlign w:val="center"/>
          </w:tcPr>
          <w:p w:rsidR="00446D4B" w:rsidRPr="00B9317C" w:rsidRDefault="00446D4B" w:rsidP="00D41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D50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16 513,4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4C1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2 397,1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D50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14 116,3</w:t>
            </w:r>
          </w:p>
        </w:tc>
      </w:tr>
      <w:tr w:rsidR="00446D4B" w:rsidRPr="00721053">
        <w:trPr>
          <w:trHeight w:val="70"/>
          <w:tblCellSpacing w:w="5" w:type="nil"/>
          <w:jc w:val="center"/>
        </w:trPr>
        <w:tc>
          <w:tcPr>
            <w:tcW w:w="808" w:type="dxa"/>
            <w:vMerge/>
            <w:tcBorders>
              <w:top w:val="nil"/>
              <w:bottom w:val="nil"/>
            </w:tcBorders>
          </w:tcPr>
          <w:p w:rsidR="00446D4B" w:rsidRPr="00F07313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9" w:type="dxa"/>
            <w:vMerge/>
          </w:tcPr>
          <w:p w:rsidR="00446D4B" w:rsidRPr="00F07313" w:rsidRDefault="00446D4B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3" w:type="dxa"/>
            <w:vAlign w:val="center"/>
          </w:tcPr>
          <w:p w:rsidR="00446D4B" w:rsidRPr="00B9317C" w:rsidRDefault="00446D4B" w:rsidP="00D41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средства бюджета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D50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16 513,4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4C1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2 397,1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D50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14 116,3</w:t>
            </w:r>
          </w:p>
        </w:tc>
      </w:tr>
      <w:tr w:rsidR="00446D4B" w:rsidRPr="00721053">
        <w:trPr>
          <w:trHeight w:val="70"/>
          <w:tblCellSpacing w:w="5" w:type="nil"/>
          <w:jc w:val="center"/>
        </w:trPr>
        <w:tc>
          <w:tcPr>
            <w:tcW w:w="808" w:type="dxa"/>
            <w:vMerge/>
            <w:tcBorders>
              <w:top w:val="nil"/>
              <w:bottom w:val="nil"/>
            </w:tcBorders>
          </w:tcPr>
          <w:p w:rsidR="00446D4B" w:rsidRPr="00F07313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9" w:type="dxa"/>
            <w:vMerge/>
          </w:tcPr>
          <w:p w:rsidR="00446D4B" w:rsidRPr="00F07313" w:rsidRDefault="00446D4B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3" w:type="dxa"/>
            <w:vAlign w:val="center"/>
          </w:tcPr>
          <w:p w:rsidR="00446D4B" w:rsidRPr="00B9317C" w:rsidRDefault="00446D4B" w:rsidP="00D41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D50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4C1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D50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46D4B" w:rsidRPr="00721053">
        <w:trPr>
          <w:trHeight w:val="70"/>
          <w:tblCellSpacing w:w="5" w:type="nil"/>
          <w:jc w:val="center"/>
        </w:trPr>
        <w:tc>
          <w:tcPr>
            <w:tcW w:w="808" w:type="dxa"/>
            <w:vMerge w:val="restart"/>
            <w:tcBorders>
              <w:top w:val="nil"/>
              <w:bottom w:val="nil"/>
            </w:tcBorders>
          </w:tcPr>
          <w:p w:rsidR="00446D4B" w:rsidRPr="00F07313" w:rsidRDefault="00446D4B" w:rsidP="002C091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12.1</w:t>
            </w:r>
          </w:p>
        </w:tc>
        <w:tc>
          <w:tcPr>
            <w:tcW w:w="4699" w:type="dxa"/>
            <w:vMerge w:val="restart"/>
          </w:tcPr>
          <w:p w:rsidR="00446D4B" w:rsidRPr="00F07313" w:rsidRDefault="00446D4B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446D4B" w:rsidRPr="00F07313" w:rsidRDefault="00446D4B" w:rsidP="00F07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проектно-изыскательские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включая авторский надзор,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(тыс.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руб.)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D41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D50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4 036,5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2 397,1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D50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1 639,4</w:t>
            </w:r>
          </w:p>
        </w:tc>
      </w:tr>
      <w:tr w:rsidR="00446D4B" w:rsidRPr="00721053">
        <w:trPr>
          <w:trHeight w:val="57"/>
          <w:tblCellSpacing w:w="5" w:type="nil"/>
          <w:jc w:val="center"/>
        </w:trPr>
        <w:tc>
          <w:tcPr>
            <w:tcW w:w="808" w:type="dxa"/>
            <w:vMerge/>
            <w:tcBorders>
              <w:top w:val="nil"/>
              <w:bottom w:val="nil"/>
            </w:tcBorders>
          </w:tcPr>
          <w:p w:rsidR="00446D4B" w:rsidRPr="00F07313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9" w:type="dxa"/>
            <w:vMerge/>
          </w:tcPr>
          <w:p w:rsidR="00446D4B" w:rsidRPr="00F07313" w:rsidRDefault="00446D4B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3" w:type="dxa"/>
            <w:vAlign w:val="center"/>
          </w:tcPr>
          <w:p w:rsidR="00446D4B" w:rsidRPr="00B9317C" w:rsidRDefault="00446D4B" w:rsidP="00D41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средства бюджета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D50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4 036,5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2 397,1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D50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1 639,4</w:t>
            </w:r>
          </w:p>
        </w:tc>
      </w:tr>
      <w:tr w:rsidR="00446D4B" w:rsidRPr="00721053">
        <w:trPr>
          <w:trHeight w:val="70"/>
          <w:tblCellSpacing w:w="5" w:type="nil"/>
          <w:jc w:val="center"/>
        </w:trPr>
        <w:tc>
          <w:tcPr>
            <w:tcW w:w="808" w:type="dxa"/>
            <w:vMerge/>
            <w:tcBorders>
              <w:top w:val="nil"/>
            </w:tcBorders>
          </w:tcPr>
          <w:p w:rsidR="00446D4B" w:rsidRPr="00F07313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9" w:type="dxa"/>
            <w:vMerge/>
          </w:tcPr>
          <w:p w:rsidR="00446D4B" w:rsidRPr="00F07313" w:rsidRDefault="00446D4B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3" w:type="dxa"/>
            <w:vAlign w:val="center"/>
          </w:tcPr>
          <w:p w:rsidR="00446D4B" w:rsidRPr="00B9317C" w:rsidRDefault="00446D4B" w:rsidP="00F84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D50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D50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46D4B" w:rsidRPr="00721053">
        <w:trPr>
          <w:trHeight w:val="70"/>
          <w:tblCellSpacing w:w="5" w:type="nil"/>
          <w:jc w:val="center"/>
        </w:trPr>
        <w:tc>
          <w:tcPr>
            <w:tcW w:w="808" w:type="dxa"/>
          </w:tcPr>
          <w:p w:rsidR="00446D4B" w:rsidRPr="00F07313" w:rsidRDefault="00446D4B" w:rsidP="00D947A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99" w:type="dxa"/>
          </w:tcPr>
          <w:p w:rsidR="00446D4B" w:rsidRPr="00F07313" w:rsidRDefault="00446D4B" w:rsidP="00D94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292" w:type="dxa"/>
            <w:gridSpan w:val="4"/>
            <w:vAlign w:val="center"/>
          </w:tcPr>
          <w:p w:rsidR="00446D4B" w:rsidRPr="00B9317C" w:rsidRDefault="00446D4B" w:rsidP="00D94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46D4B" w:rsidRPr="00721053">
        <w:trPr>
          <w:trHeight w:val="70"/>
          <w:tblCellSpacing w:w="5" w:type="nil"/>
          <w:jc w:val="center"/>
        </w:trPr>
        <w:tc>
          <w:tcPr>
            <w:tcW w:w="808" w:type="dxa"/>
            <w:vMerge w:val="restart"/>
            <w:tcBorders>
              <w:bottom w:val="nil"/>
            </w:tcBorders>
          </w:tcPr>
          <w:p w:rsidR="00446D4B" w:rsidRPr="00F07313" w:rsidRDefault="00446D4B" w:rsidP="002C091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12.2</w:t>
            </w:r>
          </w:p>
        </w:tc>
        <w:tc>
          <w:tcPr>
            <w:tcW w:w="4699" w:type="dxa"/>
            <w:vMerge w:val="restart"/>
          </w:tcPr>
          <w:p w:rsidR="00446D4B" w:rsidRPr="00F07313" w:rsidRDefault="00446D4B" w:rsidP="00F07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строительно-монтажные работы, приобретение оборудования, прочие работы и затраты (тыс.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F07313">
              <w:rPr>
                <w:rFonts w:ascii="Times New Roman" w:hAnsi="Times New Roman" w:cs="Times New Roman"/>
                <w:sz w:val="28"/>
                <w:szCs w:val="28"/>
              </w:rPr>
              <w:t>руб.)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D41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D50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12 476,9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D50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12 476,9</w:t>
            </w:r>
          </w:p>
        </w:tc>
      </w:tr>
      <w:tr w:rsidR="00446D4B" w:rsidRPr="00721053">
        <w:trPr>
          <w:trHeight w:val="57"/>
          <w:tblCellSpacing w:w="5" w:type="nil"/>
          <w:jc w:val="center"/>
        </w:trPr>
        <w:tc>
          <w:tcPr>
            <w:tcW w:w="808" w:type="dxa"/>
            <w:vMerge/>
            <w:tcBorders>
              <w:top w:val="nil"/>
            </w:tcBorders>
          </w:tcPr>
          <w:p w:rsidR="00446D4B" w:rsidRPr="00F07313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9" w:type="dxa"/>
            <w:vMerge/>
          </w:tcPr>
          <w:p w:rsidR="00446D4B" w:rsidRPr="00F07313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3" w:type="dxa"/>
            <w:vAlign w:val="center"/>
          </w:tcPr>
          <w:p w:rsidR="00446D4B" w:rsidRPr="00B9317C" w:rsidRDefault="00446D4B" w:rsidP="00D41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средства бюджета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D50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12 476,9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D50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12 476,9</w:t>
            </w:r>
          </w:p>
        </w:tc>
      </w:tr>
      <w:tr w:rsidR="00446D4B" w:rsidRPr="00721053">
        <w:trPr>
          <w:trHeight w:val="57"/>
          <w:tblCellSpacing w:w="5" w:type="nil"/>
          <w:jc w:val="center"/>
        </w:trPr>
        <w:tc>
          <w:tcPr>
            <w:tcW w:w="808" w:type="dxa"/>
            <w:vMerge/>
          </w:tcPr>
          <w:p w:rsidR="00446D4B" w:rsidRPr="00F07313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9" w:type="dxa"/>
            <w:vMerge/>
          </w:tcPr>
          <w:p w:rsidR="00446D4B" w:rsidRPr="00F07313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3" w:type="dxa"/>
            <w:vAlign w:val="center"/>
          </w:tcPr>
          <w:p w:rsidR="00446D4B" w:rsidRPr="00B9317C" w:rsidRDefault="00446D4B" w:rsidP="00F84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D50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D50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46D4B" w:rsidRPr="00721053">
        <w:trPr>
          <w:trHeight w:val="57"/>
          <w:tblCellSpacing w:w="5" w:type="nil"/>
          <w:jc w:val="center"/>
        </w:trPr>
        <w:tc>
          <w:tcPr>
            <w:tcW w:w="808" w:type="dxa"/>
            <w:vMerge w:val="restart"/>
          </w:tcPr>
          <w:p w:rsidR="00446D4B" w:rsidRPr="00F07313" w:rsidRDefault="00446D4B" w:rsidP="00D947A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12.3</w:t>
            </w:r>
          </w:p>
        </w:tc>
        <w:tc>
          <w:tcPr>
            <w:tcW w:w="4699" w:type="dxa"/>
            <w:vMerge w:val="restart"/>
          </w:tcPr>
          <w:p w:rsidR="00446D4B" w:rsidRPr="00F07313" w:rsidRDefault="00446D4B" w:rsidP="00D94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затраты, не предусмотренные сводным сметным расчетом стоимости строительства (тыс. руб.):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D94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D94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38,0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D94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D94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34,2</w:t>
            </w:r>
          </w:p>
        </w:tc>
      </w:tr>
      <w:tr w:rsidR="00446D4B" w:rsidRPr="00721053">
        <w:trPr>
          <w:trHeight w:val="57"/>
          <w:tblCellSpacing w:w="5" w:type="nil"/>
          <w:jc w:val="center"/>
        </w:trPr>
        <w:tc>
          <w:tcPr>
            <w:tcW w:w="808" w:type="dxa"/>
            <w:vMerge/>
          </w:tcPr>
          <w:p w:rsidR="00446D4B" w:rsidRPr="00F07313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9" w:type="dxa"/>
            <w:vMerge/>
          </w:tcPr>
          <w:p w:rsidR="00446D4B" w:rsidRPr="00F07313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3" w:type="dxa"/>
            <w:vAlign w:val="center"/>
          </w:tcPr>
          <w:p w:rsidR="00446D4B" w:rsidRPr="00B9317C" w:rsidRDefault="00446D4B" w:rsidP="00F85A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средства бюджета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D50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38,0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FF0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34,2</w:t>
            </w:r>
          </w:p>
        </w:tc>
      </w:tr>
      <w:tr w:rsidR="00446D4B" w:rsidRPr="00721053">
        <w:trPr>
          <w:trHeight w:val="57"/>
          <w:tblCellSpacing w:w="5" w:type="nil"/>
          <w:jc w:val="center"/>
        </w:trPr>
        <w:tc>
          <w:tcPr>
            <w:tcW w:w="808" w:type="dxa"/>
            <w:vMerge/>
          </w:tcPr>
          <w:p w:rsidR="00446D4B" w:rsidRPr="00F07313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9" w:type="dxa"/>
            <w:vMerge/>
          </w:tcPr>
          <w:p w:rsidR="00446D4B" w:rsidRPr="00F07313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3" w:type="dxa"/>
            <w:vAlign w:val="center"/>
          </w:tcPr>
          <w:p w:rsidR="00446D4B" w:rsidRPr="00B9317C" w:rsidRDefault="00446D4B" w:rsidP="00F85A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D50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D50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46D4B" w:rsidRPr="00721053">
        <w:trPr>
          <w:trHeight w:val="57"/>
          <w:tblCellSpacing w:w="5" w:type="nil"/>
          <w:jc w:val="center"/>
        </w:trPr>
        <w:tc>
          <w:tcPr>
            <w:tcW w:w="808" w:type="dxa"/>
            <w:vMerge/>
          </w:tcPr>
          <w:p w:rsidR="00446D4B" w:rsidRPr="00F07313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9" w:type="dxa"/>
            <w:vMerge w:val="restart"/>
          </w:tcPr>
          <w:p w:rsidR="00446D4B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видам затрат:</w:t>
            </w:r>
          </w:p>
          <w:p w:rsidR="00446D4B" w:rsidRPr="00F07313" w:rsidRDefault="00446D4B" w:rsidP="00FF0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достоверности сметной стоимости проектно-изыскательских работ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F85A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D50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D50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46D4B" w:rsidRPr="00721053">
        <w:trPr>
          <w:trHeight w:val="57"/>
          <w:tblCellSpacing w:w="5" w:type="nil"/>
          <w:jc w:val="center"/>
        </w:trPr>
        <w:tc>
          <w:tcPr>
            <w:tcW w:w="808" w:type="dxa"/>
            <w:vMerge/>
          </w:tcPr>
          <w:p w:rsidR="00446D4B" w:rsidRPr="00F07313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9" w:type="dxa"/>
            <w:vMerge/>
          </w:tcPr>
          <w:p w:rsidR="00446D4B" w:rsidRPr="00F07313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3" w:type="dxa"/>
            <w:vAlign w:val="center"/>
          </w:tcPr>
          <w:p w:rsidR="00446D4B" w:rsidRPr="00B9317C" w:rsidRDefault="00446D4B" w:rsidP="00F85A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средства бюджета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D50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D50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46D4B" w:rsidRPr="00721053">
        <w:trPr>
          <w:trHeight w:val="57"/>
          <w:tblCellSpacing w:w="5" w:type="nil"/>
          <w:jc w:val="center"/>
        </w:trPr>
        <w:tc>
          <w:tcPr>
            <w:tcW w:w="808" w:type="dxa"/>
            <w:vMerge/>
          </w:tcPr>
          <w:p w:rsidR="00446D4B" w:rsidRPr="00F07313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9" w:type="dxa"/>
            <w:vMerge/>
          </w:tcPr>
          <w:p w:rsidR="00446D4B" w:rsidRPr="00F07313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3" w:type="dxa"/>
            <w:vAlign w:val="center"/>
          </w:tcPr>
          <w:p w:rsidR="00446D4B" w:rsidRPr="00B9317C" w:rsidRDefault="00446D4B" w:rsidP="00F85A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D50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D50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46D4B" w:rsidRPr="00721053">
        <w:trPr>
          <w:trHeight w:val="57"/>
          <w:tblCellSpacing w:w="5" w:type="nil"/>
          <w:jc w:val="center"/>
        </w:trPr>
        <w:tc>
          <w:tcPr>
            <w:tcW w:w="808" w:type="dxa"/>
            <w:vMerge/>
          </w:tcPr>
          <w:p w:rsidR="00446D4B" w:rsidRPr="00F07313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9" w:type="dxa"/>
            <w:vMerge w:val="restart"/>
          </w:tcPr>
          <w:p w:rsidR="00446D4B" w:rsidRPr="00F07313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кадастровые работы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F85A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D50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34,2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F85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34,2</w:t>
            </w:r>
          </w:p>
        </w:tc>
      </w:tr>
      <w:tr w:rsidR="00446D4B" w:rsidRPr="00721053">
        <w:trPr>
          <w:trHeight w:val="57"/>
          <w:tblCellSpacing w:w="5" w:type="nil"/>
          <w:jc w:val="center"/>
        </w:trPr>
        <w:tc>
          <w:tcPr>
            <w:tcW w:w="808" w:type="dxa"/>
            <w:vMerge/>
          </w:tcPr>
          <w:p w:rsidR="00446D4B" w:rsidRPr="00F07313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9" w:type="dxa"/>
            <w:vMerge/>
          </w:tcPr>
          <w:p w:rsidR="00446D4B" w:rsidRPr="00F07313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3" w:type="dxa"/>
            <w:vAlign w:val="center"/>
          </w:tcPr>
          <w:p w:rsidR="00446D4B" w:rsidRPr="00B9317C" w:rsidRDefault="00446D4B" w:rsidP="00F85A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средства бюджета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D50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34,2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F85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34,2</w:t>
            </w:r>
          </w:p>
        </w:tc>
      </w:tr>
      <w:tr w:rsidR="00446D4B" w:rsidRPr="00721053">
        <w:trPr>
          <w:trHeight w:val="57"/>
          <w:tblCellSpacing w:w="5" w:type="nil"/>
          <w:jc w:val="center"/>
        </w:trPr>
        <w:tc>
          <w:tcPr>
            <w:tcW w:w="808" w:type="dxa"/>
            <w:vMerge/>
          </w:tcPr>
          <w:p w:rsidR="00446D4B" w:rsidRPr="00F07313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9" w:type="dxa"/>
            <w:vMerge/>
          </w:tcPr>
          <w:p w:rsidR="00446D4B" w:rsidRPr="00F07313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3" w:type="dxa"/>
            <w:vAlign w:val="center"/>
          </w:tcPr>
          <w:p w:rsidR="00446D4B" w:rsidRPr="00B9317C" w:rsidRDefault="00446D4B" w:rsidP="00F85A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D50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D50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46D4B" w:rsidRPr="00721053">
        <w:trPr>
          <w:trHeight w:val="968"/>
          <w:tblCellSpacing w:w="5" w:type="nil"/>
          <w:jc w:val="center"/>
        </w:trPr>
        <w:tc>
          <w:tcPr>
            <w:tcW w:w="808" w:type="dxa"/>
            <w:tcBorders>
              <w:bottom w:val="nil"/>
            </w:tcBorders>
          </w:tcPr>
          <w:p w:rsidR="00446D4B" w:rsidRPr="00F07313" w:rsidRDefault="00446D4B" w:rsidP="00FF04D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699" w:type="dxa"/>
          </w:tcPr>
          <w:p w:rsidR="00446D4B" w:rsidRPr="00F07313" w:rsidRDefault="00446D4B" w:rsidP="00FF0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затрат, не включенный в общий объем капитальных вложений (тыс. руб.)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FF0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3" w:type="dxa"/>
            <w:vAlign w:val="center"/>
          </w:tcPr>
          <w:p w:rsidR="00446D4B" w:rsidRPr="00B9317C" w:rsidRDefault="00446D4B" w:rsidP="00B74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368,6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FF0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B746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368,6</w:t>
            </w:r>
          </w:p>
        </w:tc>
      </w:tr>
      <w:tr w:rsidR="00446D4B" w:rsidRPr="00721053">
        <w:trPr>
          <w:trHeight w:val="968"/>
          <w:tblCellSpacing w:w="5" w:type="nil"/>
          <w:jc w:val="center"/>
        </w:trPr>
        <w:tc>
          <w:tcPr>
            <w:tcW w:w="808" w:type="dxa"/>
            <w:vMerge w:val="restart"/>
            <w:tcBorders>
              <w:top w:val="nil"/>
              <w:bottom w:val="nil"/>
            </w:tcBorders>
          </w:tcPr>
          <w:p w:rsidR="00446D4B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</w:t>
            </w:r>
          </w:p>
        </w:tc>
        <w:tc>
          <w:tcPr>
            <w:tcW w:w="4699" w:type="dxa"/>
          </w:tcPr>
          <w:p w:rsidR="00446D4B" w:rsidRDefault="00446D4B" w:rsidP="00FF04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видам затрат:</w:t>
            </w:r>
          </w:p>
          <w:p w:rsidR="00446D4B" w:rsidRDefault="00446D4B" w:rsidP="00FF0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авторский надзор, выполненный на этапе проектно-изыскательских работ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FF0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3" w:type="dxa"/>
            <w:vAlign w:val="center"/>
          </w:tcPr>
          <w:p w:rsidR="00446D4B" w:rsidRPr="00B9317C" w:rsidRDefault="00446D4B" w:rsidP="00FF0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FF0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FF0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446D4B" w:rsidRPr="00721053">
        <w:trPr>
          <w:trHeight w:val="966"/>
          <w:tblCellSpacing w:w="5" w:type="nil"/>
          <w:jc w:val="center"/>
        </w:trPr>
        <w:tc>
          <w:tcPr>
            <w:tcW w:w="808" w:type="dxa"/>
            <w:vMerge/>
            <w:tcBorders>
              <w:top w:val="nil"/>
            </w:tcBorders>
          </w:tcPr>
          <w:p w:rsidR="00446D4B" w:rsidRPr="00F07313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9" w:type="dxa"/>
          </w:tcPr>
          <w:p w:rsidR="00446D4B" w:rsidRPr="00F07313" w:rsidRDefault="00446D4B" w:rsidP="00324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службы заказчика, строительный контроль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F84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3" w:type="dxa"/>
            <w:vAlign w:val="center"/>
          </w:tcPr>
          <w:p w:rsidR="00446D4B" w:rsidRPr="00B9317C" w:rsidRDefault="00446D4B" w:rsidP="00765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366,1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D50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23" w:type="dxa"/>
            <w:vAlign w:val="center"/>
          </w:tcPr>
          <w:p w:rsidR="00446D4B" w:rsidRPr="00B9317C" w:rsidRDefault="00446D4B" w:rsidP="00D50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C">
              <w:rPr>
                <w:rFonts w:ascii="Times New Roman" w:hAnsi="Times New Roman" w:cs="Times New Roman"/>
                <w:sz w:val="28"/>
                <w:szCs w:val="28"/>
              </w:rPr>
              <w:t>366,1</w:t>
            </w:r>
          </w:p>
        </w:tc>
      </w:tr>
    </w:tbl>
    <w:p w:rsidR="00446D4B" w:rsidRDefault="00446D4B" w:rsidP="00324549">
      <w:pPr>
        <w:spacing w:after="240" w:line="240" w:lineRule="auto"/>
        <w:ind w:left="9639"/>
        <w:rPr>
          <w:rFonts w:ascii="Times New Roman" w:hAnsi="Times New Roman" w:cs="Times New Roman"/>
          <w:sz w:val="18"/>
          <w:szCs w:val="18"/>
        </w:rPr>
      </w:pPr>
    </w:p>
    <w:sectPr w:rsidR="00446D4B" w:rsidSect="004D504D">
      <w:headerReference w:type="default" r:id="rId9"/>
      <w:footerReference w:type="default" r:id="rId10"/>
      <w:headerReference w:type="first" r:id="rId11"/>
      <w:footerReference w:type="first" r:id="rId12"/>
      <w:pgSz w:w="16838" w:h="11905" w:orient="landscape"/>
      <w:pgMar w:top="1701" w:right="1134" w:bottom="567" w:left="1134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6D4B" w:rsidRDefault="00446D4B" w:rsidP="00987250">
      <w:pPr>
        <w:spacing w:after="0" w:line="240" w:lineRule="auto"/>
      </w:pPr>
      <w:r>
        <w:separator/>
      </w:r>
    </w:p>
  </w:endnote>
  <w:endnote w:type="continuationSeparator" w:id="0">
    <w:p w:rsidR="00446D4B" w:rsidRDefault="00446D4B" w:rsidP="009872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D4B" w:rsidRDefault="00446D4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D4B" w:rsidRDefault="00446D4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6D4B" w:rsidRDefault="00446D4B" w:rsidP="00987250">
      <w:pPr>
        <w:spacing w:after="0" w:line="240" w:lineRule="auto"/>
      </w:pPr>
      <w:r>
        <w:separator/>
      </w:r>
    </w:p>
  </w:footnote>
  <w:footnote w:type="continuationSeparator" w:id="0">
    <w:p w:rsidR="00446D4B" w:rsidRDefault="00446D4B" w:rsidP="009872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D4B" w:rsidRPr="002C36F1" w:rsidRDefault="00446D4B" w:rsidP="00127357">
    <w:pPr>
      <w:pStyle w:val="Header"/>
      <w:jc w:val="center"/>
    </w:pPr>
    <w:fldSimple w:instr=" PAGE   \* MERGEFORMAT ">
      <w:r>
        <w:rPr>
          <w:noProof/>
        </w:rPr>
        <w:t>2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D4B" w:rsidRDefault="00446D4B">
    <w:pPr>
      <w:pStyle w:val="Header"/>
      <w:jc w:val="center"/>
    </w:pPr>
  </w:p>
  <w:p w:rsidR="00446D4B" w:rsidRDefault="00446D4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747FB"/>
    <w:multiLevelType w:val="hybridMultilevel"/>
    <w:tmpl w:val="70C24D90"/>
    <w:lvl w:ilvl="0" w:tplc="3D8A6078">
      <w:start w:val="1"/>
      <w:numFmt w:val="bullet"/>
      <w:lvlText w:val="-"/>
      <w:lvlJc w:val="left"/>
      <w:pPr>
        <w:ind w:left="104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8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0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4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6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02" w:hanging="360"/>
      </w:pPr>
      <w:rPr>
        <w:rFonts w:ascii="Wingdings" w:hAnsi="Wingdings" w:cs="Wingdings" w:hint="default"/>
      </w:rPr>
    </w:lvl>
  </w:abstractNum>
  <w:abstractNum w:abstractNumId="1">
    <w:nsid w:val="1D8A6BB8"/>
    <w:multiLevelType w:val="hybridMultilevel"/>
    <w:tmpl w:val="62805680"/>
    <w:lvl w:ilvl="0" w:tplc="3D8A60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D555494"/>
    <w:multiLevelType w:val="hybridMultilevel"/>
    <w:tmpl w:val="0AF23936"/>
    <w:lvl w:ilvl="0" w:tplc="3D8A6078">
      <w:start w:val="1"/>
      <w:numFmt w:val="bullet"/>
      <w:lvlText w:val="-"/>
      <w:lvlJc w:val="left"/>
      <w:pPr>
        <w:ind w:left="89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3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5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9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1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59" w:hanging="360"/>
      </w:pPr>
      <w:rPr>
        <w:rFonts w:ascii="Wingdings" w:hAnsi="Wingdings" w:cs="Wingdings" w:hint="default"/>
      </w:rPr>
    </w:lvl>
  </w:abstractNum>
  <w:abstractNum w:abstractNumId="3">
    <w:nsid w:val="2E122BA6"/>
    <w:multiLevelType w:val="hybridMultilevel"/>
    <w:tmpl w:val="50F641CC"/>
    <w:lvl w:ilvl="0" w:tplc="3D8A6078">
      <w:start w:val="1"/>
      <w:numFmt w:val="bullet"/>
      <w:lvlText w:val="-"/>
      <w:lvlJc w:val="left"/>
      <w:pPr>
        <w:ind w:left="104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8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0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4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6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02" w:hanging="360"/>
      </w:pPr>
      <w:rPr>
        <w:rFonts w:ascii="Wingdings" w:hAnsi="Wingdings" w:cs="Wingdings" w:hint="default"/>
      </w:rPr>
    </w:lvl>
  </w:abstractNum>
  <w:abstractNum w:abstractNumId="4">
    <w:nsid w:val="332266BD"/>
    <w:multiLevelType w:val="hybridMultilevel"/>
    <w:tmpl w:val="4F700EB2"/>
    <w:lvl w:ilvl="0" w:tplc="3D8A6078">
      <w:start w:val="1"/>
      <w:numFmt w:val="bullet"/>
      <w:lvlText w:val="-"/>
      <w:lvlJc w:val="left"/>
      <w:pPr>
        <w:ind w:left="104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8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0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4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6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02" w:hanging="360"/>
      </w:pPr>
      <w:rPr>
        <w:rFonts w:ascii="Wingdings" w:hAnsi="Wingdings" w:cs="Wingdings" w:hint="default"/>
      </w:rPr>
    </w:lvl>
  </w:abstractNum>
  <w:abstractNum w:abstractNumId="5">
    <w:nsid w:val="36215A54"/>
    <w:multiLevelType w:val="hybridMultilevel"/>
    <w:tmpl w:val="304AFE08"/>
    <w:lvl w:ilvl="0" w:tplc="3D8A6078">
      <w:start w:val="1"/>
      <w:numFmt w:val="bullet"/>
      <w:lvlText w:val="-"/>
      <w:lvlJc w:val="left"/>
      <w:pPr>
        <w:ind w:left="104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8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0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4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6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02" w:hanging="360"/>
      </w:pPr>
      <w:rPr>
        <w:rFonts w:ascii="Wingdings" w:hAnsi="Wingdings" w:cs="Wingdings" w:hint="default"/>
      </w:rPr>
    </w:lvl>
  </w:abstractNum>
  <w:abstractNum w:abstractNumId="6">
    <w:nsid w:val="365B0115"/>
    <w:multiLevelType w:val="hybridMultilevel"/>
    <w:tmpl w:val="646A9DFA"/>
    <w:lvl w:ilvl="0" w:tplc="3D8A6078">
      <w:start w:val="1"/>
      <w:numFmt w:val="bullet"/>
      <w:lvlText w:val="-"/>
      <w:lvlJc w:val="left"/>
      <w:pPr>
        <w:ind w:left="104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8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0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4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6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02" w:hanging="360"/>
      </w:pPr>
      <w:rPr>
        <w:rFonts w:ascii="Wingdings" w:hAnsi="Wingdings" w:cs="Wingdings" w:hint="default"/>
      </w:rPr>
    </w:lvl>
  </w:abstractNum>
  <w:abstractNum w:abstractNumId="7">
    <w:nsid w:val="4034522A"/>
    <w:multiLevelType w:val="hybridMultilevel"/>
    <w:tmpl w:val="A0AECD52"/>
    <w:lvl w:ilvl="0" w:tplc="3D8A6078">
      <w:start w:val="1"/>
      <w:numFmt w:val="bullet"/>
      <w:lvlText w:val="-"/>
      <w:lvlJc w:val="left"/>
      <w:pPr>
        <w:ind w:left="104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8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0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4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6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02" w:hanging="360"/>
      </w:pPr>
      <w:rPr>
        <w:rFonts w:ascii="Wingdings" w:hAnsi="Wingdings" w:cs="Wingdings" w:hint="default"/>
      </w:rPr>
    </w:lvl>
  </w:abstractNum>
  <w:abstractNum w:abstractNumId="8">
    <w:nsid w:val="4CD82FAD"/>
    <w:multiLevelType w:val="hybridMultilevel"/>
    <w:tmpl w:val="88A0F6F4"/>
    <w:lvl w:ilvl="0" w:tplc="037E6C68">
      <w:start w:val="1"/>
      <w:numFmt w:val="bullet"/>
      <w:lvlText w:val=""/>
      <w:lvlJc w:val="left"/>
      <w:pPr>
        <w:ind w:left="104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8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0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4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6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02" w:hanging="360"/>
      </w:pPr>
      <w:rPr>
        <w:rFonts w:ascii="Wingdings" w:hAnsi="Wingdings" w:cs="Wingdings" w:hint="default"/>
      </w:rPr>
    </w:lvl>
  </w:abstractNum>
  <w:abstractNum w:abstractNumId="9">
    <w:nsid w:val="4D4F110C"/>
    <w:multiLevelType w:val="hybridMultilevel"/>
    <w:tmpl w:val="EF16D3A6"/>
    <w:lvl w:ilvl="0" w:tplc="361AF2C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C6459C"/>
    <w:multiLevelType w:val="hybridMultilevel"/>
    <w:tmpl w:val="6F36D2E6"/>
    <w:lvl w:ilvl="0" w:tplc="3D8A6078">
      <w:start w:val="1"/>
      <w:numFmt w:val="bullet"/>
      <w:lvlText w:val="-"/>
      <w:lvlJc w:val="left"/>
      <w:pPr>
        <w:ind w:left="104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8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0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4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6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02" w:hanging="360"/>
      </w:pPr>
      <w:rPr>
        <w:rFonts w:ascii="Wingdings" w:hAnsi="Wingdings" w:cs="Wingdings" w:hint="default"/>
      </w:rPr>
    </w:lvl>
  </w:abstractNum>
  <w:abstractNum w:abstractNumId="11">
    <w:nsid w:val="6D3B3BBA"/>
    <w:multiLevelType w:val="hybridMultilevel"/>
    <w:tmpl w:val="1A1E78CA"/>
    <w:lvl w:ilvl="0" w:tplc="04190001">
      <w:start w:val="1"/>
      <w:numFmt w:val="bullet"/>
      <w:lvlText w:val=""/>
      <w:lvlJc w:val="left"/>
      <w:pPr>
        <w:ind w:left="358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50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57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1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79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86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9346" w:hanging="360"/>
      </w:pPr>
      <w:rPr>
        <w:rFonts w:ascii="Wingdings" w:hAnsi="Wingdings" w:cs="Wingdings" w:hint="default"/>
      </w:rPr>
    </w:lvl>
  </w:abstractNum>
  <w:abstractNum w:abstractNumId="12">
    <w:nsid w:val="6FF14F4C"/>
    <w:multiLevelType w:val="hybridMultilevel"/>
    <w:tmpl w:val="AAF648BE"/>
    <w:lvl w:ilvl="0" w:tplc="3D8A6078">
      <w:start w:val="1"/>
      <w:numFmt w:val="bullet"/>
      <w:lvlText w:val="-"/>
      <w:lvlJc w:val="left"/>
      <w:pPr>
        <w:ind w:left="104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8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0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4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6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02" w:hanging="360"/>
      </w:pPr>
      <w:rPr>
        <w:rFonts w:ascii="Wingdings" w:hAnsi="Wingdings" w:cs="Wingdings" w:hint="default"/>
      </w:rPr>
    </w:lvl>
  </w:abstractNum>
  <w:abstractNum w:abstractNumId="13">
    <w:nsid w:val="7E611C60"/>
    <w:multiLevelType w:val="hybridMultilevel"/>
    <w:tmpl w:val="774E62EC"/>
    <w:lvl w:ilvl="0" w:tplc="3D8A60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12"/>
  </w:num>
  <w:num w:numId="3">
    <w:abstractNumId w:val="0"/>
  </w:num>
  <w:num w:numId="4">
    <w:abstractNumId w:val="5"/>
  </w:num>
  <w:num w:numId="5">
    <w:abstractNumId w:val="6"/>
  </w:num>
  <w:num w:numId="6">
    <w:abstractNumId w:val="2"/>
  </w:num>
  <w:num w:numId="7">
    <w:abstractNumId w:val="3"/>
  </w:num>
  <w:num w:numId="8">
    <w:abstractNumId w:val="10"/>
  </w:num>
  <w:num w:numId="9">
    <w:abstractNumId w:val="4"/>
  </w:num>
  <w:num w:numId="10">
    <w:abstractNumId w:val="7"/>
  </w:num>
  <w:num w:numId="11">
    <w:abstractNumId w:val="1"/>
  </w:num>
  <w:num w:numId="12">
    <w:abstractNumId w:val="13"/>
  </w:num>
  <w:num w:numId="13">
    <w:abstractNumId w:val="9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0854"/>
    <w:rsid w:val="000074C4"/>
    <w:rsid w:val="00012400"/>
    <w:rsid w:val="0001673C"/>
    <w:rsid w:val="00017148"/>
    <w:rsid w:val="00020A45"/>
    <w:rsid w:val="0002125F"/>
    <w:rsid w:val="0003194C"/>
    <w:rsid w:val="000577FC"/>
    <w:rsid w:val="00070CC2"/>
    <w:rsid w:val="00072D5E"/>
    <w:rsid w:val="000833AF"/>
    <w:rsid w:val="00092A48"/>
    <w:rsid w:val="00096BA0"/>
    <w:rsid w:val="000A74EA"/>
    <w:rsid w:val="000B42BC"/>
    <w:rsid w:val="000B5CA0"/>
    <w:rsid w:val="000C05F0"/>
    <w:rsid w:val="000C4C9E"/>
    <w:rsid w:val="000E62DE"/>
    <w:rsid w:val="000E70F9"/>
    <w:rsid w:val="000F5C62"/>
    <w:rsid w:val="00112149"/>
    <w:rsid w:val="00112A67"/>
    <w:rsid w:val="0011529B"/>
    <w:rsid w:val="00127357"/>
    <w:rsid w:val="001333F0"/>
    <w:rsid w:val="0013470D"/>
    <w:rsid w:val="00136C64"/>
    <w:rsid w:val="001539F5"/>
    <w:rsid w:val="0015514E"/>
    <w:rsid w:val="00167651"/>
    <w:rsid w:val="00182D2A"/>
    <w:rsid w:val="00182D5F"/>
    <w:rsid w:val="00192DB8"/>
    <w:rsid w:val="001A2909"/>
    <w:rsid w:val="001A60A9"/>
    <w:rsid w:val="001C5CAB"/>
    <w:rsid w:val="001C6849"/>
    <w:rsid w:val="001C71F8"/>
    <w:rsid w:val="001C7DCD"/>
    <w:rsid w:val="001E00CE"/>
    <w:rsid w:val="001E02B8"/>
    <w:rsid w:val="001E0DDC"/>
    <w:rsid w:val="001F1176"/>
    <w:rsid w:val="001F24CC"/>
    <w:rsid w:val="00212C19"/>
    <w:rsid w:val="00216680"/>
    <w:rsid w:val="0022696D"/>
    <w:rsid w:val="00231805"/>
    <w:rsid w:val="00231F87"/>
    <w:rsid w:val="00235236"/>
    <w:rsid w:val="00235D74"/>
    <w:rsid w:val="00241BC6"/>
    <w:rsid w:val="00246E9B"/>
    <w:rsid w:val="0027511A"/>
    <w:rsid w:val="002774D2"/>
    <w:rsid w:val="00282EDB"/>
    <w:rsid w:val="00283D1D"/>
    <w:rsid w:val="00287BAB"/>
    <w:rsid w:val="0029024B"/>
    <w:rsid w:val="002917DB"/>
    <w:rsid w:val="002954C2"/>
    <w:rsid w:val="002A1D4F"/>
    <w:rsid w:val="002B5633"/>
    <w:rsid w:val="002C091F"/>
    <w:rsid w:val="002C36F1"/>
    <w:rsid w:val="002E5136"/>
    <w:rsid w:val="002E522C"/>
    <w:rsid w:val="002E6093"/>
    <w:rsid w:val="002F72AF"/>
    <w:rsid w:val="00304173"/>
    <w:rsid w:val="00306BC1"/>
    <w:rsid w:val="00306CC9"/>
    <w:rsid w:val="00311438"/>
    <w:rsid w:val="00311A18"/>
    <w:rsid w:val="00324549"/>
    <w:rsid w:val="00326A71"/>
    <w:rsid w:val="00326A98"/>
    <w:rsid w:val="00336846"/>
    <w:rsid w:val="00342473"/>
    <w:rsid w:val="003612E7"/>
    <w:rsid w:val="00362B06"/>
    <w:rsid w:val="003734B3"/>
    <w:rsid w:val="003812BE"/>
    <w:rsid w:val="00382DFC"/>
    <w:rsid w:val="003B2D4E"/>
    <w:rsid w:val="003C12AE"/>
    <w:rsid w:val="003D597E"/>
    <w:rsid w:val="003E214B"/>
    <w:rsid w:val="003E7973"/>
    <w:rsid w:val="003F7A10"/>
    <w:rsid w:val="00416332"/>
    <w:rsid w:val="00426130"/>
    <w:rsid w:val="00430134"/>
    <w:rsid w:val="00436FEC"/>
    <w:rsid w:val="004378AB"/>
    <w:rsid w:val="004432B9"/>
    <w:rsid w:val="00446D4B"/>
    <w:rsid w:val="00453901"/>
    <w:rsid w:val="00457DC6"/>
    <w:rsid w:val="00463FEA"/>
    <w:rsid w:val="00465A44"/>
    <w:rsid w:val="004817EA"/>
    <w:rsid w:val="00485310"/>
    <w:rsid w:val="0048680D"/>
    <w:rsid w:val="00490401"/>
    <w:rsid w:val="00490D51"/>
    <w:rsid w:val="00492233"/>
    <w:rsid w:val="004A0C41"/>
    <w:rsid w:val="004A19DC"/>
    <w:rsid w:val="004B0181"/>
    <w:rsid w:val="004B1BAB"/>
    <w:rsid w:val="004B67CD"/>
    <w:rsid w:val="004B687B"/>
    <w:rsid w:val="004B7DCA"/>
    <w:rsid w:val="004C0467"/>
    <w:rsid w:val="004C160A"/>
    <w:rsid w:val="004C1E7C"/>
    <w:rsid w:val="004D3AD0"/>
    <w:rsid w:val="004D504D"/>
    <w:rsid w:val="004D59CF"/>
    <w:rsid w:val="004E5107"/>
    <w:rsid w:val="00501102"/>
    <w:rsid w:val="00501362"/>
    <w:rsid w:val="00501E03"/>
    <w:rsid w:val="0050576F"/>
    <w:rsid w:val="00507B15"/>
    <w:rsid w:val="00515456"/>
    <w:rsid w:val="00525456"/>
    <w:rsid w:val="00533184"/>
    <w:rsid w:val="00536994"/>
    <w:rsid w:val="00540755"/>
    <w:rsid w:val="00546F47"/>
    <w:rsid w:val="00547B97"/>
    <w:rsid w:val="0055371D"/>
    <w:rsid w:val="00556857"/>
    <w:rsid w:val="005612DD"/>
    <w:rsid w:val="0056414C"/>
    <w:rsid w:val="00591674"/>
    <w:rsid w:val="00591C1C"/>
    <w:rsid w:val="00596542"/>
    <w:rsid w:val="005A62CF"/>
    <w:rsid w:val="005B1B0C"/>
    <w:rsid w:val="005B1C07"/>
    <w:rsid w:val="005C0C03"/>
    <w:rsid w:val="005D1618"/>
    <w:rsid w:val="005E05F4"/>
    <w:rsid w:val="005F2D09"/>
    <w:rsid w:val="005F2F87"/>
    <w:rsid w:val="005F3076"/>
    <w:rsid w:val="005F5165"/>
    <w:rsid w:val="005F5B14"/>
    <w:rsid w:val="006009A8"/>
    <w:rsid w:val="0060277A"/>
    <w:rsid w:val="00604EC7"/>
    <w:rsid w:val="006074B8"/>
    <w:rsid w:val="0061058D"/>
    <w:rsid w:val="00614C43"/>
    <w:rsid w:val="00617CBF"/>
    <w:rsid w:val="006312BF"/>
    <w:rsid w:val="00645A0C"/>
    <w:rsid w:val="0067462C"/>
    <w:rsid w:val="0067636F"/>
    <w:rsid w:val="00677E8A"/>
    <w:rsid w:val="006860B4"/>
    <w:rsid w:val="006977E9"/>
    <w:rsid w:val="006A3743"/>
    <w:rsid w:val="006C129B"/>
    <w:rsid w:val="006C24BD"/>
    <w:rsid w:val="006C2BC9"/>
    <w:rsid w:val="006C3BBC"/>
    <w:rsid w:val="006C5C30"/>
    <w:rsid w:val="006C6C1F"/>
    <w:rsid w:val="006C7B4E"/>
    <w:rsid w:val="006D3C88"/>
    <w:rsid w:val="006E7452"/>
    <w:rsid w:val="00721053"/>
    <w:rsid w:val="007228C1"/>
    <w:rsid w:val="00732B25"/>
    <w:rsid w:val="00754B7A"/>
    <w:rsid w:val="007637BC"/>
    <w:rsid w:val="00765C85"/>
    <w:rsid w:val="0076797A"/>
    <w:rsid w:val="007736C0"/>
    <w:rsid w:val="00774906"/>
    <w:rsid w:val="007801AE"/>
    <w:rsid w:val="00781445"/>
    <w:rsid w:val="00791449"/>
    <w:rsid w:val="007A0ADF"/>
    <w:rsid w:val="007A5159"/>
    <w:rsid w:val="007A6A95"/>
    <w:rsid w:val="007B0344"/>
    <w:rsid w:val="007B037E"/>
    <w:rsid w:val="007B3C1D"/>
    <w:rsid w:val="007C1D5B"/>
    <w:rsid w:val="007C2A68"/>
    <w:rsid w:val="007C59F7"/>
    <w:rsid w:val="007D151B"/>
    <w:rsid w:val="007E1A65"/>
    <w:rsid w:val="007E218B"/>
    <w:rsid w:val="007E302A"/>
    <w:rsid w:val="007E794A"/>
    <w:rsid w:val="007F273C"/>
    <w:rsid w:val="00805A30"/>
    <w:rsid w:val="00811007"/>
    <w:rsid w:val="0081322D"/>
    <w:rsid w:val="008166E8"/>
    <w:rsid w:val="00825237"/>
    <w:rsid w:val="00826D12"/>
    <w:rsid w:val="008571BE"/>
    <w:rsid w:val="0086030C"/>
    <w:rsid w:val="008606C2"/>
    <w:rsid w:val="00860C14"/>
    <w:rsid w:val="0087185C"/>
    <w:rsid w:val="00877C6D"/>
    <w:rsid w:val="00886E27"/>
    <w:rsid w:val="008A67B9"/>
    <w:rsid w:val="008B05A7"/>
    <w:rsid w:val="008B5654"/>
    <w:rsid w:val="008C1157"/>
    <w:rsid w:val="008D1936"/>
    <w:rsid w:val="008D2394"/>
    <w:rsid w:val="008D2E1D"/>
    <w:rsid w:val="008D3207"/>
    <w:rsid w:val="008D3B71"/>
    <w:rsid w:val="008F0533"/>
    <w:rsid w:val="008F2E01"/>
    <w:rsid w:val="0090058B"/>
    <w:rsid w:val="00907F42"/>
    <w:rsid w:val="00915C75"/>
    <w:rsid w:val="00916172"/>
    <w:rsid w:val="00917D18"/>
    <w:rsid w:val="009330C1"/>
    <w:rsid w:val="00941895"/>
    <w:rsid w:val="00944174"/>
    <w:rsid w:val="00945444"/>
    <w:rsid w:val="00951652"/>
    <w:rsid w:val="00951E1E"/>
    <w:rsid w:val="00953646"/>
    <w:rsid w:val="0095439F"/>
    <w:rsid w:val="00970731"/>
    <w:rsid w:val="00972FD5"/>
    <w:rsid w:val="00985D72"/>
    <w:rsid w:val="00987250"/>
    <w:rsid w:val="009A20AD"/>
    <w:rsid w:val="009A37CE"/>
    <w:rsid w:val="009C31CA"/>
    <w:rsid w:val="009D2419"/>
    <w:rsid w:val="009E3DD6"/>
    <w:rsid w:val="009F6A2B"/>
    <w:rsid w:val="009F70C6"/>
    <w:rsid w:val="009F76A9"/>
    <w:rsid w:val="00A00AB5"/>
    <w:rsid w:val="00A053B2"/>
    <w:rsid w:val="00A06128"/>
    <w:rsid w:val="00A17C08"/>
    <w:rsid w:val="00A27DD4"/>
    <w:rsid w:val="00A40C5E"/>
    <w:rsid w:val="00A46B73"/>
    <w:rsid w:val="00A504C8"/>
    <w:rsid w:val="00A50CBB"/>
    <w:rsid w:val="00A53580"/>
    <w:rsid w:val="00A57A50"/>
    <w:rsid w:val="00A6340C"/>
    <w:rsid w:val="00A662D1"/>
    <w:rsid w:val="00A7128C"/>
    <w:rsid w:val="00A77ED8"/>
    <w:rsid w:val="00A875D0"/>
    <w:rsid w:val="00AA24C7"/>
    <w:rsid w:val="00AB2353"/>
    <w:rsid w:val="00AB394D"/>
    <w:rsid w:val="00AC4858"/>
    <w:rsid w:val="00AD64BC"/>
    <w:rsid w:val="00AD7C27"/>
    <w:rsid w:val="00AE2B37"/>
    <w:rsid w:val="00AE759A"/>
    <w:rsid w:val="00AF3A72"/>
    <w:rsid w:val="00B03504"/>
    <w:rsid w:val="00B03FFB"/>
    <w:rsid w:val="00B270F8"/>
    <w:rsid w:val="00B31B13"/>
    <w:rsid w:val="00B352C1"/>
    <w:rsid w:val="00B42022"/>
    <w:rsid w:val="00B42F52"/>
    <w:rsid w:val="00B505D6"/>
    <w:rsid w:val="00B519CF"/>
    <w:rsid w:val="00B60311"/>
    <w:rsid w:val="00B63F4B"/>
    <w:rsid w:val="00B6444C"/>
    <w:rsid w:val="00B74681"/>
    <w:rsid w:val="00B85283"/>
    <w:rsid w:val="00B86C4A"/>
    <w:rsid w:val="00B9317C"/>
    <w:rsid w:val="00B94C71"/>
    <w:rsid w:val="00B9718B"/>
    <w:rsid w:val="00B973A0"/>
    <w:rsid w:val="00BA55F0"/>
    <w:rsid w:val="00BB2034"/>
    <w:rsid w:val="00BB5B07"/>
    <w:rsid w:val="00BB7198"/>
    <w:rsid w:val="00BC31E3"/>
    <w:rsid w:val="00BC70B1"/>
    <w:rsid w:val="00BD26A7"/>
    <w:rsid w:val="00BE39C8"/>
    <w:rsid w:val="00BE6A09"/>
    <w:rsid w:val="00BE6E06"/>
    <w:rsid w:val="00C02555"/>
    <w:rsid w:val="00C06378"/>
    <w:rsid w:val="00C16EC5"/>
    <w:rsid w:val="00C24637"/>
    <w:rsid w:val="00C3015A"/>
    <w:rsid w:val="00C3504F"/>
    <w:rsid w:val="00C37C19"/>
    <w:rsid w:val="00C42CCD"/>
    <w:rsid w:val="00C42F5E"/>
    <w:rsid w:val="00C57DD3"/>
    <w:rsid w:val="00C64228"/>
    <w:rsid w:val="00C7310E"/>
    <w:rsid w:val="00C74D0A"/>
    <w:rsid w:val="00C77994"/>
    <w:rsid w:val="00C80F28"/>
    <w:rsid w:val="00C83378"/>
    <w:rsid w:val="00C85D48"/>
    <w:rsid w:val="00C90405"/>
    <w:rsid w:val="00C9053F"/>
    <w:rsid w:val="00C91844"/>
    <w:rsid w:val="00C91E26"/>
    <w:rsid w:val="00CA1378"/>
    <w:rsid w:val="00CA5B95"/>
    <w:rsid w:val="00CC0A80"/>
    <w:rsid w:val="00CC1B1D"/>
    <w:rsid w:val="00CD2786"/>
    <w:rsid w:val="00CD49E6"/>
    <w:rsid w:val="00CF3C43"/>
    <w:rsid w:val="00D004BD"/>
    <w:rsid w:val="00D1580B"/>
    <w:rsid w:val="00D216B4"/>
    <w:rsid w:val="00D21977"/>
    <w:rsid w:val="00D258A4"/>
    <w:rsid w:val="00D3141F"/>
    <w:rsid w:val="00D34E41"/>
    <w:rsid w:val="00D36F87"/>
    <w:rsid w:val="00D37FAE"/>
    <w:rsid w:val="00D40C86"/>
    <w:rsid w:val="00D41643"/>
    <w:rsid w:val="00D50F79"/>
    <w:rsid w:val="00D54C81"/>
    <w:rsid w:val="00D551AE"/>
    <w:rsid w:val="00D70D60"/>
    <w:rsid w:val="00D72BE2"/>
    <w:rsid w:val="00D83337"/>
    <w:rsid w:val="00D9268E"/>
    <w:rsid w:val="00D947AC"/>
    <w:rsid w:val="00DA0729"/>
    <w:rsid w:val="00DA6836"/>
    <w:rsid w:val="00DB2BD2"/>
    <w:rsid w:val="00DC11F8"/>
    <w:rsid w:val="00DC68CE"/>
    <w:rsid w:val="00DD2FC1"/>
    <w:rsid w:val="00DF1F51"/>
    <w:rsid w:val="00DF2358"/>
    <w:rsid w:val="00E0139A"/>
    <w:rsid w:val="00E277FF"/>
    <w:rsid w:val="00E3636F"/>
    <w:rsid w:val="00E54011"/>
    <w:rsid w:val="00E5659A"/>
    <w:rsid w:val="00E628DB"/>
    <w:rsid w:val="00E62B96"/>
    <w:rsid w:val="00E661AD"/>
    <w:rsid w:val="00E74CF5"/>
    <w:rsid w:val="00E74DE2"/>
    <w:rsid w:val="00E969A5"/>
    <w:rsid w:val="00E973AA"/>
    <w:rsid w:val="00E9794B"/>
    <w:rsid w:val="00EA1229"/>
    <w:rsid w:val="00EA238F"/>
    <w:rsid w:val="00EA69E1"/>
    <w:rsid w:val="00EB617E"/>
    <w:rsid w:val="00EC62F1"/>
    <w:rsid w:val="00EE0045"/>
    <w:rsid w:val="00EE0B2B"/>
    <w:rsid w:val="00EE1DA4"/>
    <w:rsid w:val="00EE4D9D"/>
    <w:rsid w:val="00EE79AA"/>
    <w:rsid w:val="00F02F8E"/>
    <w:rsid w:val="00F03E5F"/>
    <w:rsid w:val="00F07313"/>
    <w:rsid w:val="00F16C93"/>
    <w:rsid w:val="00F24BBD"/>
    <w:rsid w:val="00F25B8E"/>
    <w:rsid w:val="00F32207"/>
    <w:rsid w:val="00F32552"/>
    <w:rsid w:val="00F3354D"/>
    <w:rsid w:val="00F4130F"/>
    <w:rsid w:val="00F45001"/>
    <w:rsid w:val="00F45AA7"/>
    <w:rsid w:val="00F60854"/>
    <w:rsid w:val="00F60D77"/>
    <w:rsid w:val="00F64662"/>
    <w:rsid w:val="00F80B23"/>
    <w:rsid w:val="00F84CD1"/>
    <w:rsid w:val="00F858DD"/>
    <w:rsid w:val="00F85A19"/>
    <w:rsid w:val="00F86CDA"/>
    <w:rsid w:val="00F948BB"/>
    <w:rsid w:val="00FA1537"/>
    <w:rsid w:val="00FB2902"/>
    <w:rsid w:val="00FC6874"/>
    <w:rsid w:val="00FD119F"/>
    <w:rsid w:val="00FD4305"/>
    <w:rsid w:val="00FE285E"/>
    <w:rsid w:val="00FF04DF"/>
    <w:rsid w:val="00FF5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C93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60854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60854"/>
    <w:rPr>
      <w:rFonts w:ascii="Times New Roman" w:hAnsi="Times New Roman" w:cs="Times New Roman"/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rsid w:val="00F60854"/>
  </w:style>
  <w:style w:type="paragraph" w:styleId="Header">
    <w:name w:val="header"/>
    <w:basedOn w:val="Normal"/>
    <w:link w:val="HeaderChar"/>
    <w:uiPriority w:val="99"/>
    <w:rsid w:val="00F60854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60854"/>
    <w:rPr>
      <w:rFonts w:ascii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F60854"/>
    <w:rPr>
      <w:rFonts w:cs="Calibri"/>
      <w:sz w:val="20"/>
      <w:szCs w:val="20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987250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rsid w:val="00987250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987250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87250"/>
    <w:rPr>
      <w:vertAlign w:val="superscript"/>
    </w:rPr>
  </w:style>
  <w:style w:type="paragraph" w:styleId="ListParagraph">
    <w:name w:val="List Paragraph"/>
    <w:basedOn w:val="Normal"/>
    <w:uiPriority w:val="99"/>
    <w:qFormat/>
    <w:rsid w:val="008D1936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416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163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519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19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19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19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19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19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19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19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19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19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19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19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19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19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19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19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19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19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686</TotalTime>
  <Pages>4</Pages>
  <Words>620</Words>
  <Characters>3536</Characters>
  <Application>Microsoft Office Outlook</Application>
  <DocSecurity>0</DocSecurity>
  <Lines>0</Lines>
  <Paragraphs>0</Paragraphs>
  <ScaleCrop>false</ScaleCrop>
  <Company>КЭФ и К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Клоков Роман Владимирович (ECON_CHECHENINS - Клоков)</dc:creator>
  <cp:keywords/>
  <dc:description/>
  <cp:lastModifiedBy>Наташа</cp:lastModifiedBy>
  <cp:revision>14</cp:revision>
  <cp:lastPrinted>2015-08-25T08:57:00Z</cp:lastPrinted>
  <dcterms:created xsi:type="dcterms:W3CDTF">2015-01-27T10:33:00Z</dcterms:created>
  <dcterms:modified xsi:type="dcterms:W3CDTF">2015-09-02T13:08:00Z</dcterms:modified>
</cp:coreProperties>
</file>