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F4C" w:rsidRDefault="00697F4C" w:rsidP="003D7DB1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 № 2 </w:t>
      </w:r>
    </w:p>
    <w:p w:rsidR="00697F4C" w:rsidRDefault="00697F4C" w:rsidP="003D7DB1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 постановлению администрации </w:t>
      </w:r>
    </w:p>
    <w:p w:rsidR="00697F4C" w:rsidRDefault="00697F4C" w:rsidP="003D7DB1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</w:p>
    <w:p w:rsidR="00697F4C" w:rsidRDefault="00697F4C" w:rsidP="003D7DB1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«Город Калининград»</w:t>
      </w:r>
    </w:p>
    <w:p w:rsidR="00697F4C" w:rsidRDefault="00697F4C" w:rsidP="003D7DB1">
      <w:pPr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от 02 сентября  2015 г. № 1479</w:t>
      </w:r>
    </w:p>
    <w:p w:rsidR="00697F4C" w:rsidRPr="009C62CA" w:rsidRDefault="00697F4C" w:rsidP="009C62CA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 w:cs="Times New Roman"/>
          <w:sz w:val="16"/>
          <w:szCs w:val="16"/>
        </w:rPr>
      </w:pPr>
    </w:p>
    <w:p w:rsidR="00697F4C" w:rsidRDefault="00697F4C" w:rsidP="009C62CA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97F4C" w:rsidRPr="00AA05E4" w:rsidRDefault="00697F4C" w:rsidP="009C62CA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рограмме</w:t>
      </w:r>
    </w:p>
    <w:p w:rsidR="00697F4C" w:rsidRPr="00221A10" w:rsidRDefault="00697F4C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1A10">
        <w:rPr>
          <w:rFonts w:ascii="Times New Roman" w:hAnsi="Times New Roman" w:cs="Times New Roman"/>
          <w:sz w:val="28"/>
          <w:szCs w:val="28"/>
        </w:rPr>
        <w:t>СИСТЕМА</w:t>
      </w:r>
    </w:p>
    <w:p w:rsidR="00697F4C" w:rsidRPr="00221A10" w:rsidRDefault="00697F4C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1A10">
        <w:rPr>
          <w:rFonts w:ascii="Times New Roman" w:hAnsi="Times New Roman" w:cs="Times New Roman"/>
          <w:sz w:val="28"/>
          <w:szCs w:val="28"/>
        </w:rPr>
        <w:t>мероприятий Программы</w:t>
      </w:r>
    </w:p>
    <w:p w:rsidR="00697F4C" w:rsidRPr="009C62CA" w:rsidRDefault="00697F4C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224"/>
        <w:gridCol w:w="2013"/>
        <w:gridCol w:w="1417"/>
        <w:gridCol w:w="1418"/>
        <w:gridCol w:w="1276"/>
        <w:gridCol w:w="1275"/>
        <w:gridCol w:w="1276"/>
        <w:gridCol w:w="1276"/>
      </w:tblGrid>
      <w:tr w:rsidR="00697F4C" w:rsidRPr="00221A10">
        <w:trPr>
          <w:cantSplit/>
          <w:tblHeader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21A10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21A10">
              <w:rPr>
                <w:rFonts w:ascii="Times New Roman" w:hAnsi="Times New Roman" w:cs="Times New Roman"/>
                <w:sz w:val="25"/>
                <w:szCs w:val="25"/>
              </w:rPr>
              <w:t>п.п.</w:t>
            </w:r>
          </w:p>
        </w:tc>
        <w:tc>
          <w:tcPr>
            <w:tcW w:w="4224" w:type="dxa"/>
          </w:tcPr>
          <w:p w:rsidR="00697F4C" w:rsidRPr="00221A10" w:rsidRDefault="00697F4C" w:rsidP="00470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A10">
              <w:rPr>
                <w:rFonts w:ascii="Times New Roman" w:hAnsi="Times New Roman" w:cs="Times New Roman"/>
                <w:sz w:val="25"/>
                <w:szCs w:val="25"/>
              </w:rPr>
              <w:t>Наименование задачи,</w:t>
            </w:r>
            <w:r w:rsidRPr="00221A10">
              <w:rPr>
                <w:rFonts w:ascii="Times New Roman" w:hAnsi="Times New Roman" w:cs="Times New Roman"/>
                <w:sz w:val="25"/>
                <w:szCs w:val="25"/>
              </w:rPr>
              <w:br/>
              <w:t xml:space="preserve">показателя,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221A10">
              <w:rPr>
                <w:rFonts w:ascii="Times New Roman" w:hAnsi="Times New Roman" w:cs="Times New Roman"/>
                <w:sz w:val="25"/>
                <w:szCs w:val="25"/>
              </w:rPr>
              <w:t>рограммы, мероприятия</w:t>
            </w:r>
          </w:p>
        </w:tc>
        <w:tc>
          <w:tcPr>
            <w:tcW w:w="2013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21A10"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</w:p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21A10">
              <w:rPr>
                <w:rFonts w:ascii="Times New Roman" w:hAnsi="Times New Roman" w:cs="Times New Roman"/>
                <w:sz w:val="25"/>
                <w:szCs w:val="25"/>
              </w:rPr>
              <w:t>показателя мероприятия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A10">
              <w:rPr>
                <w:rFonts w:ascii="Times New Roman" w:hAnsi="Times New Roman" w:cs="Times New Roman"/>
                <w:sz w:val="25"/>
                <w:szCs w:val="25"/>
              </w:rPr>
              <w:t>Единицы</w:t>
            </w:r>
            <w:r w:rsidRPr="00221A10">
              <w:rPr>
                <w:rFonts w:ascii="Times New Roman" w:hAnsi="Times New Roman" w:cs="Times New Roman"/>
                <w:sz w:val="25"/>
                <w:szCs w:val="25"/>
              </w:rPr>
              <w:br/>
              <w:t>измерения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A10">
              <w:rPr>
                <w:rFonts w:ascii="Times New Roman" w:hAnsi="Times New Roman" w:cs="Times New Roman"/>
                <w:sz w:val="25"/>
                <w:szCs w:val="25"/>
              </w:rPr>
              <w:t>Базовое</w:t>
            </w:r>
            <w:r w:rsidRPr="00221A10">
              <w:rPr>
                <w:rFonts w:ascii="Times New Roman" w:hAnsi="Times New Roman" w:cs="Times New Roman"/>
                <w:sz w:val="25"/>
                <w:szCs w:val="25"/>
              </w:rPr>
              <w:br/>
              <w:t>значение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A10">
              <w:rPr>
                <w:rFonts w:ascii="Times New Roman" w:hAnsi="Times New Roman" w:cs="Times New Roman"/>
                <w:sz w:val="26"/>
                <w:szCs w:val="26"/>
              </w:rPr>
              <w:t>2015 г.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A10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A10"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A10">
              <w:rPr>
                <w:rFonts w:ascii="Times New Roman" w:hAnsi="Times New Roman" w:cs="Times New Roman"/>
                <w:sz w:val="25"/>
                <w:szCs w:val="25"/>
              </w:rPr>
              <w:t>Целевое</w:t>
            </w:r>
            <w:r w:rsidRPr="00221A10">
              <w:rPr>
                <w:rFonts w:ascii="Times New Roman" w:hAnsi="Times New Roman" w:cs="Times New Roman"/>
                <w:sz w:val="25"/>
                <w:szCs w:val="25"/>
              </w:rPr>
              <w:br/>
              <w:t>значение</w:t>
            </w:r>
          </w:p>
        </w:tc>
      </w:tr>
    </w:tbl>
    <w:p w:rsidR="00697F4C" w:rsidRPr="00221A10" w:rsidRDefault="00697F4C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224"/>
        <w:gridCol w:w="28"/>
        <w:gridCol w:w="1985"/>
        <w:gridCol w:w="1417"/>
        <w:gridCol w:w="1418"/>
        <w:gridCol w:w="1276"/>
        <w:gridCol w:w="1275"/>
        <w:gridCol w:w="1276"/>
        <w:gridCol w:w="1276"/>
      </w:tblGrid>
      <w:tr w:rsidR="00697F4C" w:rsidRPr="00221A10">
        <w:trPr>
          <w:cantSplit/>
          <w:tblHeader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9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систематическим занятиям физической культурой и спортом, различным формам досуга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37" w:type="dxa"/>
            <w:gridSpan w:val="3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8C0D4B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6" w:type="dxa"/>
          </w:tcPr>
          <w:p w:rsidR="00697F4C" w:rsidRPr="00174E71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275" w:type="dxa"/>
          </w:tcPr>
          <w:p w:rsidR="00697F4C" w:rsidRPr="00174E71" w:rsidRDefault="00697F4C" w:rsidP="00EC5F1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</w:tcPr>
          <w:p w:rsidR="00697F4C" w:rsidRPr="00174E71" w:rsidRDefault="00697F4C" w:rsidP="00EC5F1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697F4C" w:rsidRPr="00174E71" w:rsidRDefault="00697F4C" w:rsidP="007445A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7F4C" w:rsidRPr="00221A10">
        <w:trPr>
          <w:cantSplit/>
          <w:trHeight w:val="374"/>
        </w:trPr>
        <w:tc>
          <w:tcPr>
            <w:tcW w:w="959" w:type="dxa"/>
            <w:vMerge w:val="restart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224" w:type="dxa"/>
            <w:vMerge w:val="restart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«Спортивный Калининград»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vAlign w:val="center"/>
          </w:tcPr>
          <w:p w:rsidR="00697F4C" w:rsidRPr="008C0D4B" w:rsidRDefault="00697F4C" w:rsidP="00713C29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D4B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276" w:type="dxa"/>
            <w:vAlign w:val="center"/>
          </w:tcPr>
          <w:p w:rsidR="00697F4C" w:rsidRPr="00BF1006" w:rsidRDefault="00697F4C" w:rsidP="00F26F5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  <w:vAlign w:val="center"/>
          </w:tcPr>
          <w:p w:rsidR="00697F4C" w:rsidRPr="00174E71" w:rsidRDefault="00697F4C" w:rsidP="00713C29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276" w:type="dxa"/>
            <w:vAlign w:val="center"/>
          </w:tcPr>
          <w:p w:rsidR="00697F4C" w:rsidRPr="00174E71" w:rsidRDefault="00697F4C" w:rsidP="00713C29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76" w:type="dxa"/>
            <w:vAlign w:val="center"/>
          </w:tcPr>
          <w:p w:rsidR="00697F4C" w:rsidRPr="00174E71" w:rsidRDefault="00697F4C" w:rsidP="00713C29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F4C" w:rsidRPr="00221A10">
        <w:trPr>
          <w:cantSplit/>
        </w:trPr>
        <w:tc>
          <w:tcPr>
            <w:tcW w:w="959" w:type="dxa"/>
            <w:vMerge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vMerge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:rsidR="00697F4C" w:rsidRPr="008C0D4B" w:rsidRDefault="00697F4C" w:rsidP="00941A5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D4B">
              <w:rPr>
                <w:rFonts w:ascii="Times New Roman" w:hAnsi="Times New Roman" w:cs="Times New Roman"/>
                <w:sz w:val="24"/>
                <w:szCs w:val="24"/>
              </w:rPr>
              <w:t>151 200</w:t>
            </w:r>
          </w:p>
        </w:tc>
        <w:tc>
          <w:tcPr>
            <w:tcW w:w="1276" w:type="dxa"/>
            <w:vAlign w:val="center"/>
          </w:tcPr>
          <w:p w:rsidR="00697F4C" w:rsidRPr="00BF1006" w:rsidRDefault="00697F4C" w:rsidP="00F26F55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89 517</w:t>
            </w:r>
          </w:p>
        </w:tc>
        <w:tc>
          <w:tcPr>
            <w:tcW w:w="1275" w:type="dxa"/>
            <w:vAlign w:val="center"/>
          </w:tcPr>
          <w:p w:rsidR="00697F4C" w:rsidRPr="00174E71" w:rsidRDefault="00697F4C" w:rsidP="00B9140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1276" w:type="dxa"/>
            <w:vAlign w:val="center"/>
          </w:tcPr>
          <w:p w:rsidR="00697F4C" w:rsidRPr="00174E71" w:rsidRDefault="00697F4C" w:rsidP="00B9140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1276" w:type="dxa"/>
            <w:vAlign w:val="center"/>
          </w:tcPr>
          <w:p w:rsidR="00697F4C" w:rsidRPr="00174E71" w:rsidRDefault="00697F4C" w:rsidP="00713C29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F4C" w:rsidRPr="00221A10">
        <w:trPr>
          <w:cantSplit/>
        </w:trPr>
        <w:tc>
          <w:tcPr>
            <w:tcW w:w="959" w:type="dxa"/>
            <w:vMerge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vMerge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</w:tcPr>
          <w:p w:rsidR="00697F4C" w:rsidRDefault="00697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участников спортивно-массовых и физкультурно-оздоровительных мероприятий от среднегодовой численности постоянного населения</w:t>
            </w:r>
          </w:p>
        </w:tc>
        <w:tc>
          <w:tcPr>
            <w:tcW w:w="1417" w:type="dxa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697F4C" w:rsidRPr="008C0D4B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276" w:type="dxa"/>
            <w:vAlign w:val="center"/>
          </w:tcPr>
          <w:p w:rsidR="00697F4C" w:rsidRPr="00174E71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275" w:type="dxa"/>
            <w:vAlign w:val="center"/>
          </w:tcPr>
          <w:p w:rsidR="00697F4C" w:rsidRPr="00174E71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276" w:type="dxa"/>
            <w:vAlign w:val="center"/>
          </w:tcPr>
          <w:p w:rsidR="00697F4C" w:rsidRPr="00174E71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1276" w:type="dxa"/>
            <w:vAlign w:val="center"/>
          </w:tcPr>
          <w:p w:rsidR="00697F4C" w:rsidRPr="00174E71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Merge w:val="restart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224" w:type="dxa"/>
            <w:vMerge w:val="restart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Предоставление детям дополнительного образования спортивной направленности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занимающихся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221A10" w:rsidRDefault="00697F4C" w:rsidP="0017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Merge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vMerge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соревнований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водных спортивных, физкультурно-оздоровительных мероприятий 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развития спорта высших достижений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условий соглашения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697F4C" w:rsidRDefault="00697F4C" w:rsidP="002B1C0E">
            <w:pPr>
              <w:jc w:val="center"/>
            </w:pPr>
            <w:r w:rsidRPr="006E181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697F4C" w:rsidRDefault="00697F4C" w:rsidP="002B1C0E">
            <w:pPr>
              <w:jc w:val="center"/>
            </w:pPr>
            <w:r w:rsidRPr="006E181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Merge w:val="restart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4224" w:type="dxa"/>
            <w:vMerge w:val="restart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Поддержка спортивных футбольных клубов, имеющих долю муниципальной собственности</w:t>
            </w:r>
          </w:p>
        </w:tc>
        <w:tc>
          <w:tcPr>
            <w:tcW w:w="2013" w:type="dxa"/>
            <w:gridSpan w:val="2"/>
          </w:tcPr>
          <w:p w:rsidR="00697F4C" w:rsidRPr="0055271D" w:rsidRDefault="00697F4C" w:rsidP="00552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71D">
              <w:rPr>
                <w:rFonts w:ascii="Times New Roman" w:hAnsi="Times New Roman" w:cs="Times New Roman"/>
              </w:rPr>
              <w:t>Наличие профессиональ-ного футбольного клуба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697F4C" w:rsidRPr="00221A10" w:rsidRDefault="00697F4C" w:rsidP="004A1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697F4C" w:rsidRDefault="00697F4C" w:rsidP="002B1C0E">
            <w:pPr>
              <w:jc w:val="center"/>
            </w:pPr>
            <w:r w:rsidRPr="003015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697F4C" w:rsidRDefault="00697F4C" w:rsidP="002B1C0E">
            <w:pPr>
              <w:jc w:val="center"/>
            </w:pPr>
            <w:r w:rsidRPr="003015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Merge/>
          </w:tcPr>
          <w:p w:rsidR="00697F4C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vMerge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</w:tcPr>
          <w:p w:rsidR="00697F4C" w:rsidRPr="0055271D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71D">
              <w:rPr>
                <w:rFonts w:ascii="Times New Roman" w:hAnsi="Times New Roman" w:cs="Times New Roman"/>
              </w:rPr>
              <w:t>Количество игр под эгидой РФС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697F4C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697F4C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697F4C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697F4C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АНО «Исполнительная дирекция по подготовке к чемпионату мира по футболу в Калининградской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2018 г.»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Функционирова-ние дирекции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Default="00697F4C" w:rsidP="00EE6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49F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4224" w:type="dxa"/>
          </w:tcPr>
          <w:p w:rsidR="00697F4C" w:rsidRPr="00221A10" w:rsidRDefault="00697F4C" w:rsidP="006B4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D20A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237" w:type="dxa"/>
            <w:gridSpan w:val="3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людей, участвующих в социально значимых мероприятиях и программах, от общего числа молодежи 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174E71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276" w:type="dxa"/>
          </w:tcPr>
          <w:p w:rsidR="00697F4C" w:rsidRPr="00174E71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275" w:type="dxa"/>
          </w:tcPr>
          <w:p w:rsidR="00697F4C" w:rsidRPr="00174E71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276" w:type="dxa"/>
          </w:tcPr>
          <w:p w:rsidR="00697F4C" w:rsidRPr="00174E71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6" w:type="dxa"/>
          </w:tcPr>
          <w:p w:rsidR="00697F4C" w:rsidRPr="00174E71" w:rsidRDefault="00697F4C" w:rsidP="00EC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Организация досуговой деятельности по месту жительства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культурно-досуговой деятельности интеллектуальной и творческой направленности (за исключением дополнительного образования детей)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697F4C" w:rsidRPr="00174E71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224" w:type="dxa"/>
          </w:tcPr>
          <w:p w:rsidR="00697F4C" w:rsidRPr="00221A10" w:rsidRDefault="00697F4C" w:rsidP="00CD1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Организация досуг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подростков и молодежи 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по экстремальным видам спорта и молодежным субкультурам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B6400B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4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400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697F4C" w:rsidRPr="00B6400B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4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400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697F4C" w:rsidRPr="00B6400B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4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400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697F4C" w:rsidRPr="00B6400B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4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400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697F4C" w:rsidRPr="00B6400B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4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400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697F4C" w:rsidRPr="00C906AE">
        <w:trPr>
          <w:cantSplit/>
        </w:trPr>
        <w:tc>
          <w:tcPr>
            <w:tcW w:w="959" w:type="dxa"/>
          </w:tcPr>
          <w:p w:rsidR="00697F4C" w:rsidRPr="00C906AE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AE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4224" w:type="dxa"/>
          </w:tcPr>
          <w:p w:rsidR="00697F4C" w:rsidRPr="00C906AE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6AE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 полезной деятельности</w:t>
            </w:r>
          </w:p>
        </w:tc>
        <w:tc>
          <w:tcPr>
            <w:tcW w:w="2013" w:type="dxa"/>
            <w:gridSpan w:val="2"/>
          </w:tcPr>
          <w:p w:rsidR="00697F4C" w:rsidRPr="00C906AE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A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</w:tcPr>
          <w:p w:rsidR="00697F4C" w:rsidRPr="00C906AE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A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C906AE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AE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1276" w:type="dxa"/>
          </w:tcPr>
          <w:p w:rsidR="00697F4C" w:rsidRPr="00C906AE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AE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1275" w:type="dxa"/>
          </w:tcPr>
          <w:p w:rsidR="00697F4C" w:rsidRPr="00C906AE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AE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276" w:type="dxa"/>
          </w:tcPr>
          <w:p w:rsidR="00697F4C" w:rsidRPr="00C906AE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AE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276" w:type="dxa"/>
          </w:tcPr>
          <w:p w:rsidR="00697F4C" w:rsidRPr="00C906AE" w:rsidRDefault="00697F4C" w:rsidP="00957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AE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Merge w:val="restart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4224" w:type="dxa"/>
            <w:vMerge w:val="restart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«Молодое поколение Калининграда»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:rsidR="00697F4C" w:rsidRPr="00221A10" w:rsidRDefault="00697F4C" w:rsidP="0088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vAlign w:val="center"/>
          </w:tcPr>
          <w:p w:rsidR="00697F4C" w:rsidRPr="00221A10" w:rsidRDefault="00697F4C" w:rsidP="0088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88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88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Merge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vMerge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зрителей</w:t>
            </w:r>
          </w:p>
        </w:tc>
        <w:tc>
          <w:tcPr>
            <w:tcW w:w="1417" w:type="dxa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:rsidR="00697F4C" w:rsidRPr="00221A10" w:rsidRDefault="00697F4C" w:rsidP="0088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88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275" w:type="dxa"/>
            <w:vAlign w:val="center"/>
          </w:tcPr>
          <w:p w:rsidR="00697F4C" w:rsidRPr="00221A10" w:rsidRDefault="00697F4C" w:rsidP="0088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88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88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5" w:type="dxa"/>
            <w:gridSpan w:val="9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поддержки талантливой молодежи и тренеров в области спорта и молодежной политики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37" w:type="dxa"/>
            <w:gridSpan w:val="3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муниципальных учреждений спорта, студентов и курсантов учреждений высшего и среднего профессионального образования, получающих стипендии главы городского округа «Город Калининград» и городского Совета депутатов Калининграда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252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Назначение стипендий главы городского округа «Город Калининград» и городского Совета депутатов Калининграда одаренным, социально активным студентам и курсантам  учреждений высшего и среднего профессионального образования</w:t>
            </w:r>
          </w:p>
        </w:tc>
        <w:tc>
          <w:tcPr>
            <w:tcW w:w="198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 и курсантов, получающих стипендии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252" w:type="dxa"/>
            <w:gridSpan w:val="2"/>
          </w:tcPr>
          <w:p w:rsidR="00697F4C" w:rsidRPr="00221A10" w:rsidRDefault="00697F4C" w:rsidP="009A4F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Назначение стипендий главы городского округа «Город Калининград» и городского Совета депутатов Калининграда одаренным детям – учащимся муниципальных учреждений спорта</w:t>
            </w:r>
          </w:p>
        </w:tc>
        <w:tc>
          <w:tcPr>
            <w:tcW w:w="198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получающих стипендии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37" w:type="dxa"/>
            <w:gridSpan w:val="3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спортсменов и тренеров-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преподавателей, получивших материальное поощрение за достижение высоких спортивных результатов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252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Выплаты спортсменам за достижение высоких спортивных результатов</w:t>
            </w:r>
          </w:p>
        </w:tc>
        <w:tc>
          <w:tcPr>
            <w:tcW w:w="198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252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тренерам-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преподавателям за достижение высоких спортивных результатов</w:t>
            </w:r>
          </w:p>
        </w:tc>
        <w:tc>
          <w:tcPr>
            <w:tcW w:w="198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тренеров-преподавателей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7F4C" w:rsidRPr="00221A10">
        <w:trPr>
          <w:cantSplit/>
          <w:trHeight w:val="526"/>
        </w:trPr>
        <w:tc>
          <w:tcPr>
            <w:tcW w:w="959" w:type="dxa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5" w:type="dxa"/>
            <w:gridSpan w:val="9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муниципальных учреждений спортивной направленности и молодежной сферы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37" w:type="dxa"/>
            <w:gridSpan w:val="3"/>
          </w:tcPr>
          <w:p w:rsidR="00697F4C" w:rsidRPr="00221A10" w:rsidRDefault="00697F4C" w:rsidP="00C32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и руководящих работников, повы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сивших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квали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фикацию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221A10" w:rsidRDefault="00697F4C" w:rsidP="00EC5F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76" w:type="dxa"/>
          </w:tcPr>
          <w:p w:rsidR="00697F4C" w:rsidRPr="00221A10" w:rsidRDefault="00697F4C" w:rsidP="00EC5F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275" w:type="dxa"/>
          </w:tcPr>
          <w:p w:rsidR="00697F4C" w:rsidRPr="00221A10" w:rsidRDefault="00697F4C" w:rsidP="00EC5F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697F4C" w:rsidRPr="00221A10" w:rsidRDefault="00697F4C" w:rsidP="00EC5F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276" w:type="dxa"/>
          </w:tcPr>
          <w:p w:rsidR="00697F4C" w:rsidRPr="00221A10" w:rsidRDefault="00697F4C" w:rsidP="00EC5F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и руководящих работников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Проведение конференций, семинаров, круглых столов, профессиональных конкурсов, слетов, направленных на повышение уровня профессиональной компетенции руководителей и работников учреждений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и руководящих работников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697F4C" w:rsidRPr="00221A10">
        <w:trPr>
          <w:cantSplit/>
          <w:trHeight w:val="509"/>
        </w:trPr>
        <w:tc>
          <w:tcPr>
            <w:tcW w:w="959" w:type="dxa"/>
            <w:vAlign w:val="center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5" w:type="dxa"/>
            <w:gridSpan w:val="9"/>
            <w:vAlign w:val="center"/>
          </w:tcPr>
          <w:p w:rsidR="00697F4C" w:rsidRPr="00221A10" w:rsidRDefault="00697F4C" w:rsidP="00713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Популяризация здорового образа жизни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37" w:type="dxa"/>
            <w:gridSpan w:val="3"/>
          </w:tcPr>
          <w:p w:rsidR="00697F4C" w:rsidRPr="00221A10" w:rsidRDefault="00697F4C" w:rsidP="00C32E4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информацией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направленной на популяризацию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здорового образа жизни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174E71" w:rsidRDefault="00697F4C" w:rsidP="00EC5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276" w:type="dxa"/>
          </w:tcPr>
          <w:p w:rsidR="00697F4C" w:rsidRPr="00174E71" w:rsidRDefault="00697F4C" w:rsidP="00EC5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275" w:type="dxa"/>
          </w:tcPr>
          <w:p w:rsidR="00697F4C" w:rsidRPr="00174E71" w:rsidRDefault="00697F4C" w:rsidP="00EC5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276" w:type="dxa"/>
          </w:tcPr>
          <w:p w:rsidR="00697F4C" w:rsidRPr="00174E71" w:rsidRDefault="00697F4C" w:rsidP="00EC5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276" w:type="dxa"/>
          </w:tcPr>
          <w:p w:rsidR="00697F4C" w:rsidRPr="00174E71" w:rsidRDefault="00697F4C" w:rsidP="00EC5F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697F4C" w:rsidRPr="00221A10">
        <w:trPr>
          <w:cantSplit/>
          <w:trHeight w:val="926"/>
        </w:trPr>
        <w:tc>
          <w:tcPr>
            <w:tcW w:w="959" w:type="dxa"/>
            <w:vMerge w:val="restart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224" w:type="dxa"/>
            <w:vMerge w:val="restart"/>
          </w:tcPr>
          <w:p w:rsidR="00697F4C" w:rsidRPr="00221A10" w:rsidRDefault="00697F4C" w:rsidP="00713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материалов в выпусках периодических печатных изданий, популяризирующих здоровый образ жизни</w:t>
            </w:r>
          </w:p>
        </w:tc>
        <w:tc>
          <w:tcPr>
            <w:tcW w:w="2013" w:type="dxa"/>
            <w:gridSpan w:val="2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</w:p>
        </w:tc>
        <w:tc>
          <w:tcPr>
            <w:tcW w:w="1417" w:type="dxa"/>
            <w:vAlign w:val="center"/>
          </w:tcPr>
          <w:p w:rsidR="00697F4C" w:rsidRPr="00221A10" w:rsidRDefault="00697F4C" w:rsidP="00713C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F4C" w:rsidRPr="00221A10">
        <w:trPr>
          <w:cantSplit/>
        </w:trPr>
        <w:tc>
          <w:tcPr>
            <w:tcW w:w="959" w:type="dxa"/>
            <w:vMerge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vMerge/>
          </w:tcPr>
          <w:p w:rsidR="00697F4C" w:rsidRPr="00221A10" w:rsidRDefault="00697F4C" w:rsidP="00713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Тираж</w:t>
            </w:r>
          </w:p>
        </w:tc>
        <w:tc>
          <w:tcPr>
            <w:tcW w:w="1417" w:type="dxa"/>
            <w:vAlign w:val="center"/>
          </w:tcPr>
          <w:p w:rsidR="00697F4C" w:rsidRPr="00221A10" w:rsidRDefault="00697F4C" w:rsidP="00713C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1418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vAlign w:val="center"/>
          </w:tcPr>
          <w:p w:rsidR="00697F4C" w:rsidRPr="00221A10" w:rsidRDefault="00697F4C" w:rsidP="001A189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pStyle w:val="CharChar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размещение в сети Интернет материалов, популяризирующих здоровый образ жизни</w:t>
            </w:r>
          </w:p>
        </w:tc>
        <w:tc>
          <w:tcPr>
            <w:tcW w:w="2013" w:type="dxa"/>
            <w:gridSpan w:val="2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</w:p>
        </w:tc>
        <w:tc>
          <w:tcPr>
            <w:tcW w:w="1417" w:type="dxa"/>
            <w:vAlign w:val="center"/>
          </w:tcPr>
          <w:p w:rsidR="00697F4C" w:rsidRPr="00221A10" w:rsidRDefault="00697F4C" w:rsidP="00713C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4224" w:type="dxa"/>
            <w:vAlign w:val="center"/>
          </w:tcPr>
          <w:p w:rsidR="00697F4C" w:rsidRPr="00221A10" w:rsidRDefault="00697F4C" w:rsidP="00713C29">
            <w:pPr>
              <w:pStyle w:val="CharChar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Выступления на радио и телевидении, посвященные вопросам развития физической культуры и спорта, молодежной политики</w:t>
            </w:r>
          </w:p>
        </w:tc>
        <w:tc>
          <w:tcPr>
            <w:tcW w:w="2013" w:type="dxa"/>
            <w:gridSpan w:val="2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выступлений</w:t>
            </w:r>
          </w:p>
        </w:tc>
        <w:tc>
          <w:tcPr>
            <w:tcW w:w="1417" w:type="dxa"/>
            <w:vAlign w:val="center"/>
          </w:tcPr>
          <w:p w:rsidR="00697F4C" w:rsidRPr="00221A10" w:rsidRDefault="00697F4C" w:rsidP="00713C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4224" w:type="dxa"/>
            <w:vAlign w:val="bottom"/>
          </w:tcPr>
          <w:p w:rsidR="00697F4C" w:rsidRPr="00221A10" w:rsidRDefault="00697F4C" w:rsidP="00C41983">
            <w:pPr>
              <w:pStyle w:val="CharChar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проведение встреч с известными спортсменами, членами сборных команд России, участниками спортивн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221A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форум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221A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семинаров, тренингов, конференций, ярмарок и др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угих мероприятий</w:t>
            </w:r>
          </w:p>
        </w:tc>
        <w:tc>
          <w:tcPr>
            <w:tcW w:w="2013" w:type="dxa"/>
            <w:gridSpan w:val="2"/>
            <w:vAlign w:val="center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встреч</w:t>
            </w:r>
          </w:p>
        </w:tc>
        <w:tc>
          <w:tcPr>
            <w:tcW w:w="1417" w:type="dxa"/>
            <w:vAlign w:val="center"/>
          </w:tcPr>
          <w:p w:rsidR="00697F4C" w:rsidRPr="00221A10" w:rsidRDefault="00697F4C" w:rsidP="00713C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697F4C" w:rsidRPr="00221A10" w:rsidRDefault="00697F4C" w:rsidP="00713C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F4C" w:rsidRPr="00221A10">
        <w:trPr>
          <w:cantSplit/>
        </w:trPr>
        <w:tc>
          <w:tcPr>
            <w:tcW w:w="959" w:type="dxa"/>
            <w:vAlign w:val="center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5" w:type="dxa"/>
            <w:gridSpan w:val="9"/>
            <w:vAlign w:val="center"/>
          </w:tcPr>
          <w:p w:rsidR="00697F4C" w:rsidRPr="00221A10" w:rsidRDefault="00697F4C" w:rsidP="00713C2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и совершенствование материально-технической базы учреждений дополнительного образования спортивной направленности, молодежной сферы, обеспечение их безопасного функционирования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237" w:type="dxa"/>
            <w:gridSpan w:val="3"/>
          </w:tcPr>
          <w:p w:rsidR="00697F4C" w:rsidRPr="00221A10" w:rsidRDefault="00697F4C" w:rsidP="00713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Доля подведомственных учреждений, обеспечивших проведение профилактических мероприятий по пожарной безопасности</w:t>
            </w:r>
          </w:p>
        </w:tc>
        <w:tc>
          <w:tcPr>
            <w:tcW w:w="1417" w:type="dxa"/>
            <w:vAlign w:val="center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697F4C" w:rsidRPr="00174E71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697F4C" w:rsidRPr="00174E71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697F4C" w:rsidRPr="00174E71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697F4C" w:rsidRPr="00174E71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697F4C" w:rsidRPr="00174E71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4252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Плановая переподготовка и обучение руководителей учреждений и лиц, ответственных за пожарную безопасность</w:t>
            </w:r>
          </w:p>
        </w:tc>
        <w:tc>
          <w:tcPr>
            <w:tcW w:w="1985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Доля руководителей учреждений и лиц, ответственных за пожарную безопасность, прошедших плановую переподготовку и обучение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174E71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97F4C" w:rsidRPr="00174E71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697F4C" w:rsidRPr="00174E71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97F4C" w:rsidRPr="00174E71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97F4C" w:rsidRPr="00174E71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4252" w:type="dxa"/>
            <w:gridSpan w:val="2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Проведение противопожарных инструктажей и практических занятий с сотрудниками, обслуживающим персоналом, обучающимися и воспитанниками</w:t>
            </w:r>
          </w:p>
        </w:tc>
        <w:tc>
          <w:tcPr>
            <w:tcW w:w="1985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Доля подведомствен-ных учреждений, в которых обеспечено проведение противопожар-ных инструктажей и практических занятий с сотрудниками, обслуживаю-щим персоналом, обучающимися и воспитан-никами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221A10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97F4C" w:rsidRPr="00221A10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697F4C" w:rsidRPr="00221A10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97F4C" w:rsidRPr="00221A10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97F4C" w:rsidRPr="00221A10" w:rsidRDefault="00697F4C" w:rsidP="001A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237" w:type="dxa"/>
            <w:gridSpan w:val="3"/>
          </w:tcPr>
          <w:p w:rsidR="00697F4C" w:rsidRPr="00221A10" w:rsidRDefault="00697F4C" w:rsidP="00713C29">
            <w:pPr>
              <w:pStyle w:val="ConsPlusNormal"/>
              <w:widowControl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подведомственных учреждений, осуществивших совершенствование материально-технической базы 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174E71" w:rsidRDefault="00697F4C" w:rsidP="00EC5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6" w:type="dxa"/>
          </w:tcPr>
          <w:p w:rsidR="00697F4C" w:rsidRPr="00174E71" w:rsidRDefault="00697F4C" w:rsidP="00EC5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</w:tcPr>
          <w:p w:rsidR="00697F4C" w:rsidRPr="00174E71" w:rsidRDefault="00697F4C" w:rsidP="00EC5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276" w:type="dxa"/>
          </w:tcPr>
          <w:p w:rsidR="00697F4C" w:rsidRPr="00174E71" w:rsidRDefault="00697F4C" w:rsidP="00EC5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</w:tcPr>
          <w:p w:rsidR="00697F4C" w:rsidRPr="00174E71" w:rsidRDefault="00697F4C" w:rsidP="002C6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353A10" w:rsidRDefault="00697F4C" w:rsidP="00B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инвентаря для МАУ КМКДЦ «Золотой осьминог»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353A10" w:rsidRDefault="00697F4C" w:rsidP="00B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697F4C" w:rsidRPr="00221A10" w:rsidRDefault="00697F4C" w:rsidP="00C712AF">
            <w:pPr>
              <w:pStyle w:val="NoSpacing"/>
              <w:rPr>
                <w:sz w:val="28"/>
                <w:szCs w:val="28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инвентаря для МАУ ОПК «Ленинградское»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ПК «Искра» (компьютерн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, оргтехник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, музыкальн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, настольны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игр)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353A10" w:rsidRDefault="00697F4C" w:rsidP="00B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4" w:type="dxa"/>
          </w:tcPr>
          <w:p w:rsidR="00697F4C" w:rsidRPr="00221A10" w:rsidRDefault="00697F4C" w:rsidP="00FD59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инвентаря для МАУ ОПК «Ленинградское»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ПК «Школьные годы» (фото- и видеотехник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, светово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оборудовани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, программно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353A10" w:rsidRDefault="00697F4C" w:rsidP="00B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4" w:type="dxa"/>
          </w:tcPr>
          <w:p w:rsidR="00697F4C" w:rsidRDefault="00697F4C" w:rsidP="00FF48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мультимедийного и музыкального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мебели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 для МАУ «ОПК «Московское»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7F4C" w:rsidRPr="00221A10" w:rsidRDefault="00697F4C" w:rsidP="00FF48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пос. Прибрежный»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8D4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221A10" w:rsidRDefault="00697F4C" w:rsidP="008D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A1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8D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8D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8D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CE3FD4" w:rsidRDefault="00697F4C" w:rsidP="008D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8D4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6A0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4" w:type="dxa"/>
          </w:tcPr>
          <w:p w:rsidR="00697F4C" w:rsidRPr="00221A10" w:rsidRDefault="00697F4C" w:rsidP="00E439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модульного покрытия на спортивной площадке по 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br/>
              <w:t>ул. У. Громовой, 99, замена баскетбольных щитов, установка спортивных тренажерных элементов, составление сметной документации, строительный контроль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E95A29" w:rsidRDefault="00697F4C" w:rsidP="006A0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A29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4" w:type="dxa"/>
          </w:tcPr>
          <w:p w:rsidR="00697F4C" w:rsidRPr="00E95A29" w:rsidRDefault="00697F4C" w:rsidP="00BC1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A29">
              <w:rPr>
                <w:rFonts w:ascii="Times New Roman" w:hAnsi="Times New Roman" w:cs="Times New Roman"/>
                <w:sz w:val="24"/>
                <w:szCs w:val="24"/>
              </w:rPr>
              <w:t>Обустройство детской площадки по ул. Островского – пер. Загородному, строительный контроль</w:t>
            </w:r>
          </w:p>
        </w:tc>
        <w:tc>
          <w:tcPr>
            <w:tcW w:w="2013" w:type="dxa"/>
            <w:gridSpan w:val="2"/>
          </w:tcPr>
          <w:p w:rsidR="00697F4C" w:rsidRPr="00E95A29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A29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E95A29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A2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E95A29" w:rsidRDefault="00697F4C" w:rsidP="006A0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5.2.7</w:t>
            </w:r>
          </w:p>
        </w:tc>
        <w:tc>
          <w:tcPr>
            <w:tcW w:w="4224" w:type="dxa"/>
          </w:tcPr>
          <w:p w:rsidR="00697F4C" w:rsidRPr="00221A10" w:rsidRDefault="00697F4C" w:rsidP="00213D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компьютеров и программного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ОПК «Центральное»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ПК «Авиатор» и ПК «Гармония»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213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Default="00697F4C" w:rsidP="006A0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5.2.8</w:t>
            </w:r>
          </w:p>
        </w:tc>
        <w:tc>
          <w:tcPr>
            <w:tcW w:w="4224" w:type="dxa"/>
          </w:tcPr>
          <w:p w:rsidR="00697F4C" w:rsidRPr="00912AC3" w:rsidRDefault="00697F4C" w:rsidP="00246D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 xml:space="preserve">и инвентаря для МАУ «ОПК «Московское», </w:t>
            </w:r>
          </w:p>
          <w:p w:rsidR="00697F4C" w:rsidRPr="00EE649F" w:rsidRDefault="00697F4C" w:rsidP="00246D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2AC3">
              <w:rPr>
                <w:rFonts w:ascii="Times New Roman" w:hAnsi="Times New Roman" w:cs="Times New Roman"/>
                <w:sz w:val="24"/>
                <w:szCs w:val="24"/>
              </w:rPr>
              <w:t>ПК «Меридиан»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213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D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Default="00697F4C" w:rsidP="006A0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5.2.9</w:t>
            </w:r>
          </w:p>
        </w:tc>
        <w:tc>
          <w:tcPr>
            <w:tcW w:w="4224" w:type="dxa"/>
          </w:tcPr>
          <w:p w:rsidR="00697F4C" w:rsidRPr="00EE649F" w:rsidRDefault="00697F4C" w:rsidP="00240E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49F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 для МАУ ДО СДЮСШОР по силовым видам спорта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213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D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Default="00697F4C" w:rsidP="006A0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5.2.10</w:t>
            </w:r>
          </w:p>
        </w:tc>
        <w:tc>
          <w:tcPr>
            <w:tcW w:w="4224" w:type="dxa"/>
          </w:tcPr>
          <w:p w:rsidR="00697F4C" w:rsidRPr="00EE649F" w:rsidRDefault="00697F4C" w:rsidP="00240E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49F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инвентаря для МАУ «ОПК «Ленинградское»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213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D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27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Default="00697F4C" w:rsidP="006A0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5.2.11</w:t>
            </w:r>
          </w:p>
        </w:tc>
        <w:tc>
          <w:tcPr>
            <w:tcW w:w="4224" w:type="dxa"/>
          </w:tcPr>
          <w:p w:rsidR="00697F4C" w:rsidRPr="00EE649F" w:rsidRDefault="00697F4C" w:rsidP="00240E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49F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инвентаря для МАУ «ОПК «Московское»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213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D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27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Default="00697F4C" w:rsidP="006A0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5.2.12</w:t>
            </w:r>
          </w:p>
        </w:tc>
        <w:tc>
          <w:tcPr>
            <w:tcW w:w="4224" w:type="dxa"/>
          </w:tcPr>
          <w:p w:rsidR="00697F4C" w:rsidRPr="00EE649F" w:rsidRDefault="00697F4C" w:rsidP="00240E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49F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инвентаря для МАУ «ОПК «Центральное»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213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D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27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237" w:type="dxa"/>
            <w:gridSpan w:val="3"/>
          </w:tcPr>
          <w:p w:rsidR="00697F4C" w:rsidRPr="00221A10" w:rsidRDefault="00697F4C" w:rsidP="00FA134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Удельный вес подведомственных учреждений, обеспечивших требования комплексной безопасности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174E71" w:rsidRDefault="00697F4C" w:rsidP="00A4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697F4C" w:rsidRPr="00174E71" w:rsidRDefault="00697F4C" w:rsidP="00A4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</w:tcPr>
          <w:p w:rsidR="00697F4C" w:rsidRPr="00174E71" w:rsidRDefault="00697F4C" w:rsidP="00A4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</w:tcPr>
          <w:p w:rsidR="00697F4C" w:rsidRPr="00174E71" w:rsidRDefault="00697F4C" w:rsidP="00A4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</w:tcPr>
          <w:p w:rsidR="00697F4C" w:rsidRPr="00174E71" w:rsidRDefault="00697F4C" w:rsidP="006A0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5.3.1</w:t>
            </w:r>
          </w:p>
        </w:tc>
        <w:tc>
          <w:tcPr>
            <w:tcW w:w="4224" w:type="dxa"/>
          </w:tcPr>
          <w:p w:rsidR="00697F4C" w:rsidRPr="00221A10" w:rsidRDefault="00697F4C" w:rsidP="00D31F1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емонт тренажерного зала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         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«Центральное», </w:t>
            </w:r>
          </w:p>
          <w:p w:rsidR="00697F4C" w:rsidRPr="00221A10" w:rsidRDefault="00697F4C" w:rsidP="00EE649F">
            <w:pPr>
              <w:pStyle w:val="NoSpacing"/>
              <w:jc w:val="both"/>
              <w:rPr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ПК «Антей»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5.3.2</w:t>
            </w:r>
          </w:p>
        </w:tc>
        <w:tc>
          <w:tcPr>
            <w:tcW w:w="4224" w:type="dxa"/>
          </w:tcPr>
          <w:p w:rsidR="00697F4C" w:rsidRPr="001A41F7" w:rsidRDefault="00697F4C" w:rsidP="0096257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лектромонтажные работы,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«Московское», ПК «Молодежный центр пос. Прибрежный»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88436F">
        <w:trPr>
          <w:cantSplit/>
        </w:trPr>
        <w:tc>
          <w:tcPr>
            <w:tcW w:w="959" w:type="dxa"/>
          </w:tcPr>
          <w:p w:rsidR="00697F4C" w:rsidRPr="002B519C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9C">
              <w:rPr>
                <w:rFonts w:ascii="Times New Roman" w:hAnsi="Times New Roman" w:cs="Times New Roman"/>
                <w:sz w:val="24"/>
                <w:szCs w:val="24"/>
              </w:rPr>
              <w:t>5.3.3</w:t>
            </w:r>
          </w:p>
        </w:tc>
        <w:tc>
          <w:tcPr>
            <w:tcW w:w="4224" w:type="dxa"/>
          </w:tcPr>
          <w:p w:rsidR="00697F4C" w:rsidRPr="001A41F7" w:rsidRDefault="00697F4C" w:rsidP="0096257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азработка сметной документации, ремонт помещений,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«Московское»,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«Меридиан»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88436F">
        <w:trPr>
          <w:cantSplit/>
        </w:trPr>
        <w:tc>
          <w:tcPr>
            <w:tcW w:w="959" w:type="dxa"/>
          </w:tcPr>
          <w:p w:rsidR="00697F4C" w:rsidRPr="002B519C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9C">
              <w:rPr>
                <w:rFonts w:ascii="Times New Roman" w:hAnsi="Times New Roman" w:cs="Times New Roman"/>
                <w:sz w:val="24"/>
                <w:szCs w:val="24"/>
              </w:rPr>
              <w:t>5.3.4</w:t>
            </w:r>
          </w:p>
        </w:tc>
        <w:tc>
          <w:tcPr>
            <w:tcW w:w="4224" w:type="dxa"/>
          </w:tcPr>
          <w:p w:rsidR="00697F4C" w:rsidRPr="00650376" w:rsidRDefault="00697F4C" w:rsidP="00BD30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50376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документации, строительный контроль в МАУ «ОПК «Ленинградское», ПК «Бригантина»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88436F">
        <w:trPr>
          <w:cantSplit/>
        </w:trPr>
        <w:tc>
          <w:tcPr>
            <w:tcW w:w="959" w:type="dxa"/>
          </w:tcPr>
          <w:p w:rsidR="00697F4C" w:rsidRPr="00142FF9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5.3.5</w:t>
            </w:r>
          </w:p>
        </w:tc>
        <w:tc>
          <w:tcPr>
            <w:tcW w:w="4224" w:type="dxa"/>
          </w:tcPr>
          <w:p w:rsidR="00697F4C" w:rsidRPr="001A41F7" w:rsidRDefault="00697F4C" w:rsidP="00D20A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лектромонтажные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«Ленинградское»,</w:t>
            </w:r>
          </w:p>
          <w:p w:rsidR="00697F4C" w:rsidRPr="001A41F7" w:rsidRDefault="00697F4C" w:rsidP="006D091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ПК «Галактика» 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88436F">
        <w:trPr>
          <w:cantSplit/>
        </w:trPr>
        <w:tc>
          <w:tcPr>
            <w:tcW w:w="959" w:type="dxa"/>
          </w:tcPr>
          <w:p w:rsidR="00697F4C" w:rsidRPr="00142FF9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5.3.6</w:t>
            </w:r>
          </w:p>
        </w:tc>
        <w:tc>
          <w:tcPr>
            <w:tcW w:w="4224" w:type="dxa"/>
          </w:tcPr>
          <w:p w:rsidR="00697F4C" w:rsidRPr="001A41F7" w:rsidRDefault="00697F4C" w:rsidP="00FD2D9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 xml:space="preserve">емонт помещений, разработка проектной и рабочей документации,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МАУ «ОПК «Ленинградское»,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ПК «Энтузиаст»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88436F">
        <w:trPr>
          <w:cantSplit/>
        </w:trPr>
        <w:tc>
          <w:tcPr>
            <w:tcW w:w="959" w:type="dxa"/>
          </w:tcPr>
          <w:p w:rsidR="00697F4C" w:rsidRPr="00142FF9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5.3.7</w:t>
            </w:r>
          </w:p>
        </w:tc>
        <w:tc>
          <w:tcPr>
            <w:tcW w:w="4224" w:type="dxa"/>
          </w:tcPr>
          <w:p w:rsidR="00697F4C" w:rsidRPr="00142FF9" w:rsidRDefault="00697F4C" w:rsidP="00FD2D9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 xml:space="preserve">емонт кровли,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МАУ «ОПК «Центральное», ПК «Факел»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88436F">
        <w:trPr>
          <w:cantSplit/>
        </w:trPr>
        <w:tc>
          <w:tcPr>
            <w:tcW w:w="959" w:type="dxa"/>
          </w:tcPr>
          <w:p w:rsidR="00697F4C" w:rsidRPr="00142FF9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5.3.8</w:t>
            </w:r>
          </w:p>
        </w:tc>
        <w:tc>
          <w:tcPr>
            <w:tcW w:w="4224" w:type="dxa"/>
          </w:tcPr>
          <w:p w:rsidR="00697F4C" w:rsidRPr="00142FF9" w:rsidRDefault="00697F4C" w:rsidP="00D31F1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учреждения, услуги физической охраны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МАУ ДО «Дворец спорта «Юность»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88436F">
        <w:trPr>
          <w:cantSplit/>
        </w:trPr>
        <w:tc>
          <w:tcPr>
            <w:tcW w:w="959" w:type="dxa"/>
          </w:tcPr>
          <w:p w:rsidR="00697F4C" w:rsidRPr="00142FF9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5.3.9</w:t>
            </w:r>
          </w:p>
        </w:tc>
        <w:tc>
          <w:tcPr>
            <w:tcW w:w="4224" w:type="dxa"/>
          </w:tcPr>
          <w:p w:rsidR="00697F4C" w:rsidRPr="00142FF9" w:rsidRDefault="00697F4C" w:rsidP="00D20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Ремонт кровли манежа в МАУ ДО «Дворец спорта «Юность»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88436F">
        <w:trPr>
          <w:cantSplit/>
        </w:trPr>
        <w:tc>
          <w:tcPr>
            <w:tcW w:w="959" w:type="dxa"/>
          </w:tcPr>
          <w:p w:rsidR="00697F4C" w:rsidRPr="00142FF9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5.3.10</w:t>
            </w:r>
          </w:p>
        </w:tc>
        <w:tc>
          <w:tcPr>
            <w:tcW w:w="4224" w:type="dxa"/>
          </w:tcPr>
          <w:p w:rsidR="00697F4C" w:rsidRPr="00142FF9" w:rsidRDefault="00697F4C" w:rsidP="00D31F1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Ремонт электрики в зале рукопашного боя в МАУ ДО «Дворец спорта «Юность»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142FF9" w:rsidRDefault="00697F4C" w:rsidP="00D31F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5.3.11</w:t>
            </w:r>
          </w:p>
        </w:tc>
        <w:tc>
          <w:tcPr>
            <w:tcW w:w="4224" w:type="dxa"/>
          </w:tcPr>
          <w:p w:rsidR="00697F4C" w:rsidRPr="00142FF9" w:rsidRDefault="00697F4C" w:rsidP="00FD5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Ремонт тренерской рукопашного боя  в МАУ ДО «Дворец спорта «Юность»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142FF9" w:rsidRDefault="00697F4C" w:rsidP="008C7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5.3.12</w:t>
            </w:r>
          </w:p>
        </w:tc>
        <w:tc>
          <w:tcPr>
            <w:tcW w:w="4224" w:type="dxa"/>
          </w:tcPr>
          <w:p w:rsidR="00697F4C" w:rsidRPr="00142FF9" w:rsidRDefault="00697F4C" w:rsidP="008C781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FF9">
              <w:rPr>
                <w:rFonts w:ascii="Times New Roman" w:hAnsi="Times New Roman" w:cs="Times New Roman"/>
                <w:sz w:val="24"/>
                <w:szCs w:val="24"/>
              </w:rPr>
              <w:t>Ремонт зала рукопашного боя в МАУ ДО «Дворец спорта «Юность»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D31F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5.3.13</w:t>
            </w:r>
          </w:p>
        </w:tc>
        <w:tc>
          <w:tcPr>
            <w:tcW w:w="4224" w:type="dxa"/>
          </w:tcPr>
          <w:p w:rsidR="00697F4C" w:rsidRPr="00221A10" w:rsidRDefault="00697F4C" w:rsidP="00BA061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тренаже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рного зала в МАУ ДО «Дворец спорта «Юность»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5C3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FA0BFE">
        <w:trPr>
          <w:cantSplit/>
        </w:trPr>
        <w:tc>
          <w:tcPr>
            <w:tcW w:w="959" w:type="dxa"/>
          </w:tcPr>
          <w:p w:rsidR="00697F4C" w:rsidRPr="00FA0BFE" w:rsidRDefault="00697F4C" w:rsidP="00CD0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BFE">
              <w:rPr>
                <w:rFonts w:ascii="Times New Roman" w:hAnsi="Times New Roman" w:cs="Times New Roman"/>
                <w:sz w:val="24"/>
                <w:szCs w:val="24"/>
              </w:rPr>
              <w:t>5.3.14</w:t>
            </w:r>
          </w:p>
        </w:tc>
        <w:tc>
          <w:tcPr>
            <w:tcW w:w="4224" w:type="dxa"/>
          </w:tcPr>
          <w:p w:rsidR="00697F4C" w:rsidRPr="00FA0BFE" w:rsidRDefault="00697F4C" w:rsidP="00240E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BFE">
              <w:rPr>
                <w:rFonts w:ascii="Times New Roman" w:hAnsi="Times New Roman" w:cs="Times New Roman"/>
                <w:sz w:val="24"/>
                <w:szCs w:val="24"/>
              </w:rPr>
              <w:t>Ремонт тренажерного зала бассейна    № 14 в МАУ ДО «Дворец спорта «Юность»</w:t>
            </w:r>
          </w:p>
        </w:tc>
        <w:tc>
          <w:tcPr>
            <w:tcW w:w="2013" w:type="dxa"/>
            <w:gridSpan w:val="2"/>
          </w:tcPr>
          <w:p w:rsidR="00697F4C" w:rsidRPr="00FA0BFE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BFE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FA0BFE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BF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FA0BFE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B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FA0BFE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FA0BFE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B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FA0BFE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B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FA0BFE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CD0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5.3.15</w:t>
            </w:r>
          </w:p>
        </w:tc>
        <w:tc>
          <w:tcPr>
            <w:tcW w:w="4224" w:type="dxa"/>
          </w:tcPr>
          <w:p w:rsidR="00697F4C" w:rsidRPr="001A41F7" w:rsidRDefault="00697F4C" w:rsidP="00FD2D9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F7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документации, ремонт спортивной площадки на пересечении улиц 1812 года и Грига, строительный контроль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BC1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Default="00697F4C" w:rsidP="00FF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5.3.16</w:t>
            </w:r>
          </w:p>
        </w:tc>
        <w:tc>
          <w:tcPr>
            <w:tcW w:w="4224" w:type="dxa"/>
          </w:tcPr>
          <w:p w:rsidR="00697F4C" w:rsidRPr="00221A10" w:rsidRDefault="00697F4C" w:rsidP="00B003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спортивного зала в</w:t>
            </w:r>
            <w:r w:rsidRPr="00A1332B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</w:t>
            </w:r>
            <w:r w:rsidRPr="00A1332B">
              <w:rPr>
                <w:rFonts w:ascii="Times New Roman" w:hAnsi="Times New Roman" w:cs="Times New Roman"/>
                <w:sz w:val="24"/>
                <w:szCs w:val="24"/>
              </w:rPr>
              <w:t xml:space="preserve"> ДО СДЮСШОР по силовым видам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строительный контроль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1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FF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5.3.17</w:t>
            </w:r>
          </w:p>
        </w:tc>
        <w:tc>
          <w:tcPr>
            <w:tcW w:w="4224" w:type="dxa"/>
          </w:tcPr>
          <w:p w:rsidR="00697F4C" w:rsidRPr="00221A10" w:rsidRDefault="00697F4C" w:rsidP="006760A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замощению и ремонту спортивной площадки в   микрорайоне пос. Чкаловск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строительный контроль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МАУ «ОПК «Центральное»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24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FA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FF48E7" w:rsidRDefault="00697F4C" w:rsidP="00FF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7B79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4" w:type="dxa"/>
          </w:tcPr>
          <w:p w:rsidR="00697F4C" w:rsidRPr="007B7945" w:rsidRDefault="00697F4C" w:rsidP="00676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3A10">
              <w:rPr>
                <w:rFonts w:ascii="Times New Roman" w:hAnsi="Times New Roman" w:cs="Times New Roman"/>
                <w:sz w:val="24"/>
                <w:szCs w:val="24"/>
              </w:rPr>
              <w:t xml:space="preserve">емонт детских игровых и спортивных площадок,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53A10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«Ленинградское» 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6E0F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7B7945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94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7B7945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1F3B2C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697F4C" w:rsidRPr="00B115F1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7B7945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7B7945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353A10" w:rsidRDefault="00697F4C" w:rsidP="00FF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7B79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24" w:type="dxa"/>
          </w:tcPr>
          <w:p w:rsidR="00697F4C" w:rsidRPr="007B7945" w:rsidRDefault="00697F4C" w:rsidP="00676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3A10">
              <w:rPr>
                <w:rFonts w:ascii="Times New Roman" w:hAnsi="Times New Roman" w:cs="Times New Roman"/>
                <w:sz w:val="24"/>
                <w:szCs w:val="24"/>
              </w:rPr>
              <w:t xml:space="preserve">емонт детских игровых и спортивных площадок,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53A10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«Московское» 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6E0F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7B7945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94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7B7945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1F3B2C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697F4C" w:rsidRPr="00B115F1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7B7945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7B7945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BF1006">
        <w:trPr>
          <w:cantSplit/>
        </w:trPr>
        <w:tc>
          <w:tcPr>
            <w:tcW w:w="959" w:type="dxa"/>
          </w:tcPr>
          <w:p w:rsidR="00697F4C" w:rsidRPr="00BF1006" w:rsidRDefault="00697F4C" w:rsidP="00FF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5.3.2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24" w:type="dxa"/>
          </w:tcPr>
          <w:p w:rsidR="00697F4C" w:rsidRPr="00BF1006" w:rsidRDefault="00697F4C" w:rsidP="00676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емонт детских игровых и спортивных площадок,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«Центральное» </w:t>
            </w:r>
          </w:p>
        </w:tc>
        <w:tc>
          <w:tcPr>
            <w:tcW w:w="2013" w:type="dxa"/>
            <w:gridSpan w:val="2"/>
          </w:tcPr>
          <w:p w:rsidR="00697F4C" w:rsidRPr="00BF1006" w:rsidRDefault="00697F4C" w:rsidP="006E0F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BF1006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BF1006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BF1006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697F4C" w:rsidRPr="00BF1006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BF1006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BF1006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BF1006">
        <w:trPr>
          <w:cantSplit/>
        </w:trPr>
        <w:tc>
          <w:tcPr>
            <w:tcW w:w="959" w:type="dxa"/>
          </w:tcPr>
          <w:p w:rsidR="00697F4C" w:rsidRPr="00BF1006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5.3.21</w:t>
            </w:r>
          </w:p>
        </w:tc>
        <w:tc>
          <w:tcPr>
            <w:tcW w:w="4224" w:type="dxa"/>
          </w:tcPr>
          <w:p w:rsidR="00697F4C" w:rsidRPr="00BF1006" w:rsidRDefault="00697F4C" w:rsidP="00D20A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емонт путей эвакуации,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«Московское», </w:t>
            </w:r>
          </w:p>
          <w:p w:rsidR="00697F4C" w:rsidRDefault="00697F4C" w:rsidP="006760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ПК «Молодежный центр </w:t>
            </w:r>
          </w:p>
          <w:p w:rsidR="00697F4C" w:rsidRPr="00BF1006" w:rsidRDefault="00697F4C" w:rsidP="006760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пос. Прибрежный»</w:t>
            </w:r>
          </w:p>
        </w:tc>
        <w:tc>
          <w:tcPr>
            <w:tcW w:w="2013" w:type="dxa"/>
            <w:gridSpan w:val="2"/>
          </w:tcPr>
          <w:p w:rsidR="00697F4C" w:rsidRPr="00BF1006" w:rsidRDefault="00697F4C" w:rsidP="00D20A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BF1006">
        <w:trPr>
          <w:cantSplit/>
        </w:trPr>
        <w:tc>
          <w:tcPr>
            <w:tcW w:w="959" w:type="dxa"/>
          </w:tcPr>
          <w:p w:rsidR="00697F4C" w:rsidRPr="00BF1006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5.3.22</w:t>
            </w:r>
          </w:p>
        </w:tc>
        <w:tc>
          <w:tcPr>
            <w:tcW w:w="4224" w:type="dxa"/>
          </w:tcPr>
          <w:p w:rsidR="00697F4C" w:rsidRPr="00BF1006" w:rsidRDefault="00697F4C" w:rsidP="00D20A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емонт спортивного зала,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«Московское», </w:t>
            </w:r>
          </w:p>
          <w:p w:rsidR="00697F4C" w:rsidRDefault="00697F4C" w:rsidP="006760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ПК «Молодежный центр </w:t>
            </w:r>
          </w:p>
          <w:p w:rsidR="00697F4C" w:rsidRPr="00BF1006" w:rsidRDefault="00697F4C" w:rsidP="006760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пос. Прибрежный»</w:t>
            </w:r>
          </w:p>
        </w:tc>
        <w:tc>
          <w:tcPr>
            <w:tcW w:w="2013" w:type="dxa"/>
            <w:gridSpan w:val="2"/>
          </w:tcPr>
          <w:p w:rsidR="00697F4C" w:rsidRPr="00BF1006" w:rsidRDefault="00697F4C" w:rsidP="00D20A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BF1006">
        <w:trPr>
          <w:cantSplit/>
        </w:trPr>
        <w:tc>
          <w:tcPr>
            <w:tcW w:w="959" w:type="dxa"/>
          </w:tcPr>
          <w:p w:rsidR="00697F4C" w:rsidRPr="00BF1006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5.3.23</w:t>
            </w:r>
          </w:p>
        </w:tc>
        <w:tc>
          <w:tcPr>
            <w:tcW w:w="4224" w:type="dxa"/>
          </w:tcPr>
          <w:p w:rsidR="00697F4C" w:rsidRPr="00BF1006" w:rsidRDefault="00697F4C" w:rsidP="00D20A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емонт санузлов,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«Московское», </w:t>
            </w:r>
          </w:p>
          <w:p w:rsidR="00697F4C" w:rsidRDefault="00697F4C" w:rsidP="006760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ПК «Молодежный центр </w:t>
            </w:r>
          </w:p>
          <w:p w:rsidR="00697F4C" w:rsidRPr="00BF1006" w:rsidRDefault="00697F4C" w:rsidP="006760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пос. Прибрежный»</w:t>
            </w:r>
          </w:p>
        </w:tc>
        <w:tc>
          <w:tcPr>
            <w:tcW w:w="2013" w:type="dxa"/>
            <w:gridSpan w:val="2"/>
          </w:tcPr>
          <w:p w:rsidR="00697F4C" w:rsidRPr="00BF1006" w:rsidRDefault="00697F4C" w:rsidP="00D20A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BF1006">
        <w:trPr>
          <w:cantSplit/>
        </w:trPr>
        <w:tc>
          <w:tcPr>
            <w:tcW w:w="959" w:type="dxa"/>
          </w:tcPr>
          <w:p w:rsidR="00697F4C" w:rsidRPr="00BF1006" w:rsidRDefault="00697F4C" w:rsidP="006E0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5.3.24</w:t>
            </w:r>
          </w:p>
        </w:tc>
        <w:tc>
          <w:tcPr>
            <w:tcW w:w="4224" w:type="dxa"/>
          </w:tcPr>
          <w:p w:rsidR="00697F4C" w:rsidRPr="00BF1006" w:rsidRDefault="00697F4C" w:rsidP="00D20A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, строительный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МАУ «ОПК «Московское», </w:t>
            </w:r>
          </w:p>
          <w:p w:rsidR="00697F4C" w:rsidRDefault="00697F4C" w:rsidP="006760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 xml:space="preserve">ПК «Молодежный центр </w:t>
            </w:r>
          </w:p>
          <w:p w:rsidR="00697F4C" w:rsidRPr="00BF1006" w:rsidRDefault="00697F4C" w:rsidP="006760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пос. Прибрежный»</w:t>
            </w:r>
          </w:p>
        </w:tc>
        <w:tc>
          <w:tcPr>
            <w:tcW w:w="2013" w:type="dxa"/>
            <w:gridSpan w:val="2"/>
          </w:tcPr>
          <w:p w:rsidR="00697F4C" w:rsidRPr="00BF1006" w:rsidRDefault="00697F4C" w:rsidP="00D20A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BF1006" w:rsidRDefault="00697F4C" w:rsidP="00D2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Merge w:val="restart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237" w:type="dxa"/>
            <w:gridSpan w:val="3"/>
          </w:tcPr>
          <w:p w:rsidR="00697F4C" w:rsidRPr="00BA2AA4" w:rsidRDefault="00697F4C" w:rsidP="00F22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AA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сооружений физической культ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уры и спорта в городском округе</w:t>
            </w:r>
            <w:r w:rsidRPr="00BA2AA4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BA2AA4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2A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417" w:type="dxa"/>
          </w:tcPr>
          <w:p w:rsidR="00697F4C" w:rsidRPr="00174E71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275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Merge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:rsidR="00697F4C" w:rsidRPr="00221A10" w:rsidRDefault="00697F4C" w:rsidP="00F22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 спортивны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залов</w:t>
            </w:r>
          </w:p>
        </w:tc>
        <w:tc>
          <w:tcPr>
            <w:tcW w:w="1417" w:type="dxa"/>
          </w:tcPr>
          <w:p w:rsidR="00697F4C" w:rsidRPr="00174E71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275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Merge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:rsidR="00697F4C" w:rsidRPr="00221A10" w:rsidRDefault="00697F4C" w:rsidP="00F22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 плоскостны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7" w:type="dxa"/>
          </w:tcPr>
          <w:p w:rsidR="00697F4C" w:rsidRPr="00174E71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275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7F4C" w:rsidRPr="00221A10">
        <w:trPr>
          <w:cantSplit/>
        </w:trPr>
        <w:tc>
          <w:tcPr>
            <w:tcW w:w="959" w:type="dxa"/>
            <w:vMerge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:rsidR="00697F4C" w:rsidRPr="00221A10" w:rsidRDefault="00697F4C" w:rsidP="00F22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 плавательны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 бассейн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697F4C" w:rsidRPr="00174E71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75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</w:tcPr>
          <w:p w:rsidR="00697F4C" w:rsidRPr="00174E71" w:rsidRDefault="00697F4C" w:rsidP="00F52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E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5.4.1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и рабочей документации по объекту «Реконструкция тренировочной площадки на стадионе «Локомотив», г. Калининград, ул. Аллея смелых, 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br/>
              <w:t>д. 22/а»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Комплект документов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5.4.2</w:t>
            </w:r>
          </w:p>
        </w:tc>
        <w:tc>
          <w:tcPr>
            <w:tcW w:w="4224" w:type="dxa"/>
          </w:tcPr>
          <w:p w:rsidR="00697F4C" w:rsidRPr="00221A10" w:rsidRDefault="00697F4C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тренировочной площадки на стадионе «Локомотив», г. Калининград, ул. Аллея смелых, </w:t>
            </w:r>
            <w:r w:rsidRPr="00221A10">
              <w:rPr>
                <w:rFonts w:ascii="Times New Roman" w:hAnsi="Times New Roman" w:cs="Times New Roman"/>
                <w:sz w:val="24"/>
                <w:szCs w:val="24"/>
              </w:rPr>
              <w:br/>
              <w:t>д. 22/а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5.4.3</w:t>
            </w:r>
          </w:p>
        </w:tc>
        <w:tc>
          <w:tcPr>
            <w:tcW w:w="4224" w:type="dxa"/>
          </w:tcPr>
          <w:p w:rsidR="00697F4C" w:rsidRPr="00221A10" w:rsidRDefault="00697F4C" w:rsidP="00F93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по объекту «Реконструкция тренировочной площадки на стадионе «Пионер», г. Калининград, просп. Мира, д. 134»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Комплект документов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F4C" w:rsidRPr="00221A10">
        <w:trPr>
          <w:cantSplit/>
        </w:trPr>
        <w:tc>
          <w:tcPr>
            <w:tcW w:w="959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5.4.4</w:t>
            </w:r>
          </w:p>
        </w:tc>
        <w:tc>
          <w:tcPr>
            <w:tcW w:w="4224" w:type="dxa"/>
          </w:tcPr>
          <w:p w:rsidR="00697F4C" w:rsidRPr="00221A10" w:rsidRDefault="00697F4C" w:rsidP="00F93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Реконструкция тренировочной площадки на стадионе «Пионер», г. Калининград, просп. Мира, д. 134</w:t>
            </w:r>
          </w:p>
        </w:tc>
        <w:tc>
          <w:tcPr>
            <w:tcW w:w="2013" w:type="dxa"/>
            <w:gridSpan w:val="2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7F4C" w:rsidRPr="00221A10" w:rsidRDefault="00697F4C" w:rsidP="00713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97F4C" w:rsidRPr="00221A10" w:rsidRDefault="00697F4C" w:rsidP="00A419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7F4C" w:rsidRPr="00221A10" w:rsidSect="003D7DB1">
      <w:headerReference w:type="default" r:id="rId6"/>
      <w:pgSz w:w="16838" w:h="11906" w:orient="landscape" w:code="9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F4C" w:rsidRDefault="00697F4C" w:rsidP="00F560DA">
      <w:pPr>
        <w:spacing w:after="0" w:line="240" w:lineRule="auto"/>
      </w:pPr>
      <w:r>
        <w:separator/>
      </w:r>
    </w:p>
  </w:endnote>
  <w:endnote w:type="continuationSeparator" w:id="0">
    <w:p w:rsidR="00697F4C" w:rsidRDefault="00697F4C" w:rsidP="00F56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F4C" w:rsidRDefault="00697F4C" w:rsidP="00F560DA">
      <w:pPr>
        <w:spacing w:after="0" w:line="240" w:lineRule="auto"/>
      </w:pPr>
      <w:r>
        <w:separator/>
      </w:r>
    </w:p>
  </w:footnote>
  <w:footnote w:type="continuationSeparator" w:id="0">
    <w:p w:rsidR="00697F4C" w:rsidRDefault="00697F4C" w:rsidP="00F56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F4C" w:rsidRDefault="00697F4C" w:rsidP="00792ED1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:rsidR="00697F4C" w:rsidRPr="00F560DA" w:rsidRDefault="00697F4C" w:rsidP="00792ED1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F560DA">
      <w:rPr>
        <w:rFonts w:ascii="Times New Roman" w:hAnsi="Times New Roman" w:cs="Times New Roman"/>
        <w:sz w:val="24"/>
        <w:szCs w:val="24"/>
      </w:rPr>
      <w:fldChar w:fldCharType="begin"/>
    </w:r>
    <w:r w:rsidRPr="00F560DA">
      <w:rPr>
        <w:rFonts w:ascii="Times New Roman" w:hAnsi="Times New Roman" w:cs="Times New Roman"/>
        <w:sz w:val="24"/>
        <w:szCs w:val="24"/>
      </w:rPr>
      <w:instrText>PAGE   \* MERGEFORMAT</w:instrText>
    </w:r>
    <w:r w:rsidRPr="00F560DA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12</w:t>
    </w:r>
    <w:r w:rsidRPr="00F560DA">
      <w:rPr>
        <w:rFonts w:ascii="Times New Roman" w:hAnsi="Times New Roman" w:cs="Times New Roman"/>
        <w:sz w:val="24"/>
        <w:szCs w:val="24"/>
      </w:rPr>
      <w:fldChar w:fldCharType="end"/>
    </w:r>
  </w:p>
  <w:p w:rsidR="00697F4C" w:rsidRDefault="00697F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F27"/>
    <w:rsid w:val="0000515C"/>
    <w:rsid w:val="000070B2"/>
    <w:rsid w:val="00007D7C"/>
    <w:rsid w:val="0001066E"/>
    <w:rsid w:val="0001221E"/>
    <w:rsid w:val="0001631A"/>
    <w:rsid w:val="00021279"/>
    <w:rsid w:val="00030753"/>
    <w:rsid w:val="000328EA"/>
    <w:rsid w:val="00033C4E"/>
    <w:rsid w:val="00033F58"/>
    <w:rsid w:val="00042505"/>
    <w:rsid w:val="00045D1E"/>
    <w:rsid w:val="00046643"/>
    <w:rsid w:val="00047DCF"/>
    <w:rsid w:val="000550BA"/>
    <w:rsid w:val="00061586"/>
    <w:rsid w:val="00062FEB"/>
    <w:rsid w:val="00070C3B"/>
    <w:rsid w:val="0007267F"/>
    <w:rsid w:val="00072E12"/>
    <w:rsid w:val="0008401C"/>
    <w:rsid w:val="000856F2"/>
    <w:rsid w:val="000911C4"/>
    <w:rsid w:val="00094DEE"/>
    <w:rsid w:val="000A0CD8"/>
    <w:rsid w:val="000B18C4"/>
    <w:rsid w:val="000C0852"/>
    <w:rsid w:val="000D469B"/>
    <w:rsid w:val="000F64B4"/>
    <w:rsid w:val="0010441B"/>
    <w:rsid w:val="001057EC"/>
    <w:rsid w:val="00114043"/>
    <w:rsid w:val="00131B09"/>
    <w:rsid w:val="0014027C"/>
    <w:rsid w:val="00142FF9"/>
    <w:rsid w:val="00147790"/>
    <w:rsid w:val="001607CF"/>
    <w:rsid w:val="001701F8"/>
    <w:rsid w:val="001711C0"/>
    <w:rsid w:val="00174E71"/>
    <w:rsid w:val="00180AB4"/>
    <w:rsid w:val="001836F0"/>
    <w:rsid w:val="001849BF"/>
    <w:rsid w:val="00186207"/>
    <w:rsid w:val="00186BF2"/>
    <w:rsid w:val="00186CB3"/>
    <w:rsid w:val="00186F3C"/>
    <w:rsid w:val="00191961"/>
    <w:rsid w:val="00195A67"/>
    <w:rsid w:val="001A189D"/>
    <w:rsid w:val="001A2C90"/>
    <w:rsid w:val="001A41F7"/>
    <w:rsid w:val="001B2B75"/>
    <w:rsid w:val="001B3720"/>
    <w:rsid w:val="001B576C"/>
    <w:rsid w:val="001C3502"/>
    <w:rsid w:val="001D21C3"/>
    <w:rsid w:val="001D47BE"/>
    <w:rsid w:val="001D77DD"/>
    <w:rsid w:val="001E2DBF"/>
    <w:rsid w:val="001F0C6F"/>
    <w:rsid w:val="001F2919"/>
    <w:rsid w:val="001F3B2C"/>
    <w:rsid w:val="001F4A20"/>
    <w:rsid w:val="00200A17"/>
    <w:rsid w:val="0020152C"/>
    <w:rsid w:val="00201EB4"/>
    <w:rsid w:val="00206E3F"/>
    <w:rsid w:val="00212A77"/>
    <w:rsid w:val="00213DBC"/>
    <w:rsid w:val="0022122A"/>
    <w:rsid w:val="00221A10"/>
    <w:rsid w:val="00222837"/>
    <w:rsid w:val="00230FF6"/>
    <w:rsid w:val="00235198"/>
    <w:rsid w:val="00240E1D"/>
    <w:rsid w:val="00240EB2"/>
    <w:rsid w:val="00242304"/>
    <w:rsid w:val="002436D7"/>
    <w:rsid w:val="00246D56"/>
    <w:rsid w:val="002500AA"/>
    <w:rsid w:val="00272FFB"/>
    <w:rsid w:val="0027318F"/>
    <w:rsid w:val="00281993"/>
    <w:rsid w:val="00285957"/>
    <w:rsid w:val="00285F4B"/>
    <w:rsid w:val="0029115F"/>
    <w:rsid w:val="00292095"/>
    <w:rsid w:val="002A0B8A"/>
    <w:rsid w:val="002B018F"/>
    <w:rsid w:val="002B1C0E"/>
    <w:rsid w:val="002B519C"/>
    <w:rsid w:val="002B55FE"/>
    <w:rsid w:val="002C13E1"/>
    <w:rsid w:val="002C6921"/>
    <w:rsid w:val="002C6D80"/>
    <w:rsid w:val="002C7905"/>
    <w:rsid w:val="002D2224"/>
    <w:rsid w:val="002D27F5"/>
    <w:rsid w:val="002D6D85"/>
    <w:rsid w:val="002E16B8"/>
    <w:rsid w:val="002F0900"/>
    <w:rsid w:val="002F5BAE"/>
    <w:rsid w:val="0030043B"/>
    <w:rsid w:val="00301565"/>
    <w:rsid w:val="00301DF6"/>
    <w:rsid w:val="00302B9F"/>
    <w:rsid w:val="00304E02"/>
    <w:rsid w:val="003067F8"/>
    <w:rsid w:val="00307AAA"/>
    <w:rsid w:val="00310F27"/>
    <w:rsid w:val="00314BC8"/>
    <w:rsid w:val="0032280E"/>
    <w:rsid w:val="003437C7"/>
    <w:rsid w:val="00344E56"/>
    <w:rsid w:val="00351A4A"/>
    <w:rsid w:val="0035273E"/>
    <w:rsid w:val="00353A10"/>
    <w:rsid w:val="00355DF4"/>
    <w:rsid w:val="00356ADB"/>
    <w:rsid w:val="00360221"/>
    <w:rsid w:val="00373447"/>
    <w:rsid w:val="003737B0"/>
    <w:rsid w:val="00375E5F"/>
    <w:rsid w:val="00383B50"/>
    <w:rsid w:val="00384E31"/>
    <w:rsid w:val="00386934"/>
    <w:rsid w:val="00394007"/>
    <w:rsid w:val="00396882"/>
    <w:rsid w:val="003A2C5E"/>
    <w:rsid w:val="003B57C1"/>
    <w:rsid w:val="003C09AA"/>
    <w:rsid w:val="003C129E"/>
    <w:rsid w:val="003C2072"/>
    <w:rsid w:val="003C4541"/>
    <w:rsid w:val="003C4941"/>
    <w:rsid w:val="003C4E85"/>
    <w:rsid w:val="003C6948"/>
    <w:rsid w:val="003C6E26"/>
    <w:rsid w:val="003D0C96"/>
    <w:rsid w:val="003D2494"/>
    <w:rsid w:val="003D3590"/>
    <w:rsid w:val="003D3E15"/>
    <w:rsid w:val="003D43ED"/>
    <w:rsid w:val="003D613D"/>
    <w:rsid w:val="003D7DB1"/>
    <w:rsid w:val="003E1067"/>
    <w:rsid w:val="003E1E92"/>
    <w:rsid w:val="003E28A9"/>
    <w:rsid w:val="003E5DFF"/>
    <w:rsid w:val="003F52EE"/>
    <w:rsid w:val="00402AB5"/>
    <w:rsid w:val="00403FC1"/>
    <w:rsid w:val="00404AF2"/>
    <w:rsid w:val="004066C4"/>
    <w:rsid w:val="00411623"/>
    <w:rsid w:val="0041477C"/>
    <w:rsid w:val="00414899"/>
    <w:rsid w:val="00414C44"/>
    <w:rsid w:val="00420DE6"/>
    <w:rsid w:val="00431053"/>
    <w:rsid w:val="00433E7B"/>
    <w:rsid w:val="004355A5"/>
    <w:rsid w:val="00440362"/>
    <w:rsid w:val="00440E35"/>
    <w:rsid w:val="00445BA9"/>
    <w:rsid w:val="00445D4E"/>
    <w:rsid w:val="0045547C"/>
    <w:rsid w:val="004650DA"/>
    <w:rsid w:val="00470451"/>
    <w:rsid w:val="00472B65"/>
    <w:rsid w:val="00474F04"/>
    <w:rsid w:val="004804EF"/>
    <w:rsid w:val="00493847"/>
    <w:rsid w:val="004A00C2"/>
    <w:rsid w:val="004A1EE9"/>
    <w:rsid w:val="004A7EAD"/>
    <w:rsid w:val="004B0311"/>
    <w:rsid w:val="004B4532"/>
    <w:rsid w:val="004B4BD0"/>
    <w:rsid w:val="004B5961"/>
    <w:rsid w:val="004C3C0E"/>
    <w:rsid w:val="004C4BC0"/>
    <w:rsid w:val="004D37DD"/>
    <w:rsid w:val="004D55D7"/>
    <w:rsid w:val="004D70F0"/>
    <w:rsid w:val="004E3EDC"/>
    <w:rsid w:val="004F0BE8"/>
    <w:rsid w:val="004F41A8"/>
    <w:rsid w:val="00502D15"/>
    <w:rsid w:val="00504639"/>
    <w:rsid w:val="00521D4F"/>
    <w:rsid w:val="00527744"/>
    <w:rsid w:val="00527977"/>
    <w:rsid w:val="005315F0"/>
    <w:rsid w:val="00531F8D"/>
    <w:rsid w:val="0053487C"/>
    <w:rsid w:val="00544289"/>
    <w:rsid w:val="0055271D"/>
    <w:rsid w:val="00552CC2"/>
    <w:rsid w:val="00564690"/>
    <w:rsid w:val="00566755"/>
    <w:rsid w:val="00571BEA"/>
    <w:rsid w:val="00576862"/>
    <w:rsid w:val="00576F83"/>
    <w:rsid w:val="00580275"/>
    <w:rsid w:val="005839AE"/>
    <w:rsid w:val="00594982"/>
    <w:rsid w:val="00595CFA"/>
    <w:rsid w:val="005A083F"/>
    <w:rsid w:val="005A2136"/>
    <w:rsid w:val="005A2934"/>
    <w:rsid w:val="005A6E31"/>
    <w:rsid w:val="005B6CDC"/>
    <w:rsid w:val="005C3B4E"/>
    <w:rsid w:val="005C561C"/>
    <w:rsid w:val="005C73FC"/>
    <w:rsid w:val="005D5FE7"/>
    <w:rsid w:val="005E270D"/>
    <w:rsid w:val="005F0A3E"/>
    <w:rsid w:val="006005BC"/>
    <w:rsid w:val="00601EA0"/>
    <w:rsid w:val="006052CE"/>
    <w:rsid w:val="00607656"/>
    <w:rsid w:val="006139A1"/>
    <w:rsid w:val="00613FC7"/>
    <w:rsid w:val="00620E21"/>
    <w:rsid w:val="006215DD"/>
    <w:rsid w:val="00623AFC"/>
    <w:rsid w:val="00623DDA"/>
    <w:rsid w:val="006306AB"/>
    <w:rsid w:val="00636822"/>
    <w:rsid w:val="006370A9"/>
    <w:rsid w:val="00640424"/>
    <w:rsid w:val="00641205"/>
    <w:rsid w:val="00645809"/>
    <w:rsid w:val="00645FF2"/>
    <w:rsid w:val="00646111"/>
    <w:rsid w:val="00650376"/>
    <w:rsid w:val="00650B85"/>
    <w:rsid w:val="00651696"/>
    <w:rsid w:val="00651C5F"/>
    <w:rsid w:val="006606E8"/>
    <w:rsid w:val="00664340"/>
    <w:rsid w:val="00664E30"/>
    <w:rsid w:val="00672ADF"/>
    <w:rsid w:val="00673FC1"/>
    <w:rsid w:val="00675A19"/>
    <w:rsid w:val="006760A1"/>
    <w:rsid w:val="00677CAF"/>
    <w:rsid w:val="0068202C"/>
    <w:rsid w:val="00692E2F"/>
    <w:rsid w:val="00693449"/>
    <w:rsid w:val="00693554"/>
    <w:rsid w:val="00697F4C"/>
    <w:rsid w:val="006A0A69"/>
    <w:rsid w:val="006A0BB3"/>
    <w:rsid w:val="006A0DF4"/>
    <w:rsid w:val="006A1046"/>
    <w:rsid w:val="006A1DFE"/>
    <w:rsid w:val="006A4788"/>
    <w:rsid w:val="006A4A0B"/>
    <w:rsid w:val="006B18C3"/>
    <w:rsid w:val="006B399E"/>
    <w:rsid w:val="006B4523"/>
    <w:rsid w:val="006B4EE7"/>
    <w:rsid w:val="006B5770"/>
    <w:rsid w:val="006B5D63"/>
    <w:rsid w:val="006B6CDA"/>
    <w:rsid w:val="006C32B3"/>
    <w:rsid w:val="006C35C1"/>
    <w:rsid w:val="006C4251"/>
    <w:rsid w:val="006D0917"/>
    <w:rsid w:val="006D6CB0"/>
    <w:rsid w:val="006E0F58"/>
    <w:rsid w:val="006E181E"/>
    <w:rsid w:val="006E4A4A"/>
    <w:rsid w:val="006E6DB8"/>
    <w:rsid w:val="006F0173"/>
    <w:rsid w:val="00704BD7"/>
    <w:rsid w:val="00705974"/>
    <w:rsid w:val="00706D60"/>
    <w:rsid w:val="00713C29"/>
    <w:rsid w:val="007264B1"/>
    <w:rsid w:val="00730322"/>
    <w:rsid w:val="00732100"/>
    <w:rsid w:val="007344AA"/>
    <w:rsid w:val="007445A5"/>
    <w:rsid w:val="007456D6"/>
    <w:rsid w:val="00751664"/>
    <w:rsid w:val="00755A3C"/>
    <w:rsid w:val="00760BD1"/>
    <w:rsid w:val="00761557"/>
    <w:rsid w:val="00762D47"/>
    <w:rsid w:val="00776A2D"/>
    <w:rsid w:val="00792ED1"/>
    <w:rsid w:val="00792EE1"/>
    <w:rsid w:val="007962BE"/>
    <w:rsid w:val="007976FA"/>
    <w:rsid w:val="007976FE"/>
    <w:rsid w:val="00797EC6"/>
    <w:rsid w:val="007A11E0"/>
    <w:rsid w:val="007A2B6D"/>
    <w:rsid w:val="007A3709"/>
    <w:rsid w:val="007A77AC"/>
    <w:rsid w:val="007B0517"/>
    <w:rsid w:val="007B7945"/>
    <w:rsid w:val="007C07BD"/>
    <w:rsid w:val="007C4BF9"/>
    <w:rsid w:val="007D254A"/>
    <w:rsid w:val="007D74B4"/>
    <w:rsid w:val="007E4BA8"/>
    <w:rsid w:val="00805FBF"/>
    <w:rsid w:val="008065E5"/>
    <w:rsid w:val="00810EDE"/>
    <w:rsid w:val="00814201"/>
    <w:rsid w:val="00815C8B"/>
    <w:rsid w:val="00833175"/>
    <w:rsid w:val="008331D8"/>
    <w:rsid w:val="00834938"/>
    <w:rsid w:val="00842943"/>
    <w:rsid w:val="008460D8"/>
    <w:rsid w:val="00855BBA"/>
    <w:rsid w:val="00872E51"/>
    <w:rsid w:val="0088436F"/>
    <w:rsid w:val="0088558B"/>
    <w:rsid w:val="00887205"/>
    <w:rsid w:val="0089296F"/>
    <w:rsid w:val="0089400E"/>
    <w:rsid w:val="008945AE"/>
    <w:rsid w:val="0089489F"/>
    <w:rsid w:val="008A1B1B"/>
    <w:rsid w:val="008A1D3A"/>
    <w:rsid w:val="008B1F65"/>
    <w:rsid w:val="008C0D4B"/>
    <w:rsid w:val="008C781F"/>
    <w:rsid w:val="008D4375"/>
    <w:rsid w:val="008D4E30"/>
    <w:rsid w:val="008E1CC2"/>
    <w:rsid w:val="008E3189"/>
    <w:rsid w:val="008F66FD"/>
    <w:rsid w:val="008F680C"/>
    <w:rsid w:val="008F71AC"/>
    <w:rsid w:val="00902750"/>
    <w:rsid w:val="009055D9"/>
    <w:rsid w:val="009109ED"/>
    <w:rsid w:val="0091106E"/>
    <w:rsid w:val="00911154"/>
    <w:rsid w:val="00912AC3"/>
    <w:rsid w:val="00913FBD"/>
    <w:rsid w:val="00923548"/>
    <w:rsid w:val="009279E9"/>
    <w:rsid w:val="00933236"/>
    <w:rsid w:val="009377F7"/>
    <w:rsid w:val="00941A56"/>
    <w:rsid w:val="009470D9"/>
    <w:rsid w:val="00957654"/>
    <w:rsid w:val="009616D8"/>
    <w:rsid w:val="0096257C"/>
    <w:rsid w:val="009723C6"/>
    <w:rsid w:val="0097334E"/>
    <w:rsid w:val="00974369"/>
    <w:rsid w:val="00980A0F"/>
    <w:rsid w:val="00980A7A"/>
    <w:rsid w:val="00981EFB"/>
    <w:rsid w:val="00987F97"/>
    <w:rsid w:val="00992CBF"/>
    <w:rsid w:val="0099646D"/>
    <w:rsid w:val="009A0E1C"/>
    <w:rsid w:val="009A262B"/>
    <w:rsid w:val="009A3AA4"/>
    <w:rsid w:val="009A4F3F"/>
    <w:rsid w:val="009A4FBD"/>
    <w:rsid w:val="009B66B6"/>
    <w:rsid w:val="009B7122"/>
    <w:rsid w:val="009C2F6A"/>
    <w:rsid w:val="009C552B"/>
    <w:rsid w:val="009C578F"/>
    <w:rsid w:val="009C62CA"/>
    <w:rsid w:val="009D7B2C"/>
    <w:rsid w:val="009E1B11"/>
    <w:rsid w:val="009F0D65"/>
    <w:rsid w:val="009F40B1"/>
    <w:rsid w:val="009F63D8"/>
    <w:rsid w:val="00A0233F"/>
    <w:rsid w:val="00A045B5"/>
    <w:rsid w:val="00A074F4"/>
    <w:rsid w:val="00A07BD8"/>
    <w:rsid w:val="00A10299"/>
    <w:rsid w:val="00A1332B"/>
    <w:rsid w:val="00A25846"/>
    <w:rsid w:val="00A41997"/>
    <w:rsid w:val="00A41D78"/>
    <w:rsid w:val="00A41E9A"/>
    <w:rsid w:val="00A43A78"/>
    <w:rsid w:val="00A47228"/>
    <w:rsid w:val="00A5397F"/>
    <w:rsid w:val="00A616A5"/>
    <w:rsid w:val="00A61B9E"/>
    <w:rsid w:val="00A64FA7"/>
    <w:rsid w:val="00A659ED"/>
    <w:rsid w:val="00A66ED5"/>
    <w:rsid w:val="00A70983"/>
    <w:rsid w:val="00A718CC"/>
    <w:rsid w:val="00A8143F"/>
    <w:rsid w:val="00A81686"/>
    <w:rsid w:val="00A83C9E"/>
    <w:rsid w:val="00A84BC8"/>
    <w:rsid w:val="00A9130D"/>
    <w:rsid w:val="00A94AD7"/>
    <w:rsid w:val="00A9735C"/>
    <w:rsid w:val="00AA05E4"/>
    <w:rsid w:val="00AA118C"/>
    <w:rsid w:val="00AA3168"/>
    <w:rsid w:val="00AA473F"/>
    <w:rsid w:val="00AB1260"/>
    <w:rsid w:val="00AB2732"/>
    <w:rsid w:val="00AC308D"/>
    <w:rsid w:val="00AC39BC"/>
    <w:rsid w:val="00AD2728"/>
    <w:rsid w:val="00AD4394"/>
    <w:rsid w:val="00AE76A2"/>
    <w:rsid w:val="00AF2F13"/>
    <w:rsid w:val="00B0037F"/>
    <w:rsid w:val="00B0456C"/>
    <w:rsid w:val="00B06929"/>
    <w:rsid w:val="00B079C7"/>
    <w:rsid w:val="00B115F1"/>
    <w:rsid w:val="00B13470"/>
    <w:rsid w:val="00B16A16"/>
    <w:rsid w:val="00B24BC5"/>
    <w:rsid w:val="00B24D34"/>
    <w:rsid w:val="00B25D87"/>
    <w:rsid w:val="00B31724"/>
    <w:rsid w:val="00B33E9A"/>
    <w:rsid w:val="00B413FB"/>
    <w:rsid w:val="00B47376"/>
    <w:rsid w:val="00B52912"/>
    <w:rsid w:val="00B5340A"/>
    <w:rsid w:val="00B62FBD"/>
    <w:rsid w:val="00B6400B"/>
    <w:rsid w:val="00B65AAD"/>
    <w:rsid w:val="00B67D7B"/>
    <w:rsid w:val="00B74ADE"/>
    <w:rsid w:val="00B75C36"/>
    <w:rsid w:val="00B77B4D"/>
    <w:rsid w:val="00B81352"/>
    <w:rsid w:val="00B85789"/>
    <w:rsid w:val="00B85CBB"/>
    <w:rsid w:val="00B86E0C"/>
    <w:rsid w:val="00B9140A"/>
    <w:rsid w:val="00B95D6D"/>
    <w:rsid w:val="00B97752"/>
    <w:rsid w:val="00BA0618"/>
    <w:rsid w:val="00BA27FE"/>
    <w:rsid w:val="00BA2AA4"/>
    <w:rsid w:val="00BA7807"/>
    <w:rsid w:val="00BC1D50"/>
    <w:rsid w:val="00BC3A68"/>
    <w:rsid w:val="00BD1011"/>
    <w:rsid w:val="00BD3032"/>
    <w:rsid w:val="00BD40D7"/>
    <w:rsid w:val="00BD7990"/>
    <w:rsid w:val="00BE0A3D"/>
    <w:rsid w:val="00BE3B63"/>
    <w:rsid w:val="00BF1006"/>
    <w:rsid w:val="00BF36B9"/>
    <w:rsid w:val="00BF68E2"/>
    <w:rsid w:val="00C1227C"/>
    <w:rsid w:val="00C15CCD"/>
    <w:rsid w:val="00C16E3A"/>
    <w:rsid w:val="00C16E78"/>
    <w:rsid w:val="00C25C4C"/>
    <w:rsid w:val="00C26C17"/>
    <w:rsid w:val="00C32E44"/>
    <w:rsid w:val="00C33FEB"/>
    <w:rsid w:val="00C41983"/>
    <w:rsid w:val="00C4292C"/>
    <w:rsid w:val="00C460E0"/>
    <w:rsid w:val="00C461E0"/>
    <w:rsid w:val="00C4736E"/>
    <w:rsid w:val="00C479EE"/>
    <w:rsid w:val="00C5097C"/>
    <w:rsid w:val="00C54394"/>
    <w:rsid w:val="00C55A52"/>
    <w:rsid w:val="00C64B88"/>
    <w:rsid w:val="00C64F44"/>
    <w:rsid w:val="00C65CE6"/>
    <w:rsid w:val="00C65D19"/>
    <w:rsid w:val="00C712AF"/>
    <w:rsid w:val="00C81CD4"/>
    <w:rsid w:val="00C87A40"/>
    <w:rsid w:val="00C906AE"/>
    <w:rsid w:val="00C912E1"/>
    <w:rsid w:val="00C93CE6"/>
    <w:rsid w:val="00C94A6D"/>
    <w:rsid w:val="00C97B42"/>
    <w:rsid w:val="00CA4858"/>
    <w:rsid w:val="00CB24DA"/>
    <w:rsid w:val="00CB56C4"/>
    <w:rsid w:val="00CB6C26"/>
    <w:rsid w:val="00CB6F64"/>
    <w:rsid w:val="00CB73EF"/>
    <w:rsid w:val="00CB7B6D"/>
    <w:rsid w:val="00CC08F9"/>
    <w:rsid w:val="00CD0880"/>
    <w:rsid w:val="00CD1D93"/>
    <w:rsid w:val="00CD1EDA"/>
    <w:rsid w:val="00CD1F5C"/>
    <w:rsid w:val="00CD4936"/>
    <w:rsid w:val="00CD4E62"/>
    <w:rsid w:val="00CE3FD4"/>
    <w:rsid w:val="00CF40AE"/>
    <w:rsid w:val="00CF4C96"/>
    <w:rsid w:val="00CF65E4"/>
    <w:rsid w:val="00D00197"/>
    <w:rsid w:val="00D006FD"/>
    <w:rsid w:val="00D059C2"/>
    <w:rsid w:val="00D20A28"/>
    <w:rsid w:val="00D20AD3"/>
    <w:rsid w:val="00D218B0"/>
    <w:rsid w:val="00D238E9"/>
    <w:rsid w:val="00D2775D"/>
    <w:rsid w:val="00D30FD2"/>
    <w:rsid w:val="00D31679"/>
    <w:rsid w:val="00D31F15"/>
    <w:rsid w:val="00D33C25"/>
    <w:rsid w:val="00D3425F"/>
    <w:rsid w:val="00D365B7"/>
    <w:rsid w:val="00D36CF9"/>
    <w:rsid w:val="00D36FF6"/>
    <w:rsid w:val="00D42CBE"/>
    <w:rsid w:val="00D447C6"/>
    <w:rsid w:val="00D4752F"/>
    <w:rsid w:val="00D501DC"/>
    <w:rsid w:val="00D609B1"/>
    <w:rsid w:val="00D662D5"/>
    <w:rsid w:val="00D711FB"/>
    <w:rsid w:val="00D736CC"/>
    <w:rsid w:val="00D76E26"/>
    <w:rsid w:val="00D776A3"/>
    <w:rsid w:val="00D82D78"/>
    <w:rsid w:val="00D84E85"/>
    <w:rsid w:val="00D92CA0"/>
    <w:rsid w:val="00DA4A66"/>
    <w:rsid w:val="00DA4EE5"/>
    <w:rsid w:val="00DB1199"/>
    <w:rsid w:val="00DB3322"/>
    <w:rsid w:val="00DB5B3B"/>
    <w:rsid w:val="00DC3731"/>
    <w:rsid w:val="00DC5DB8"/>
    <w:rsid w:val="00DD2A16"/>
    <w:rsid w:val="00DD4587"/>
    <w:rsid w:val="00DD4F32"/>
    <w:rsid w:val="00DE0934"/>
    <w:rsid w:val="00DE3F45"/>
    <w:rsid w:val="00DE7A61"/>
    <w:rsid w:val="00DF198B"/>
    <w:rsid w:val="00DF1C3C"/>
    <w:rsid w:val="00DF5FF3"/>
    <w:rsid w:val="00E10076"/>
    <w:rsid w:val="00E1304C"/>
    <w:rsid w:val="00E1618A"/>
    <w:rsid w:val="00E21DDE"/>
    <w:rsid w:val="00E25A54"/>
    <w:rsid w:val="00E25E43"/>
    <w:rsid w:val="00E30D1B"/>
    <w:rsid w:val="00E33254"/>
    <w:rsid w:val="00E43907"/>
    <w:rsid w:val="00E50B14"/>
    <w:rsid w:val="00E50FA8"/>
    <w:rsid w:val="00E536AD"/>
    <w:rsid w:val="00E564F4"/>
    <w:rsid w:val="00E62857"/>
    <w:rsid w:val="00E74BDE"/>
    <w:rsid w:val="00E76A19"/>
    <w:rsid w:val="00E77B75"/>
    <w:rsid w:val="00E83997"/>
    <w:rsid w:val="00E85397"/>
    <w:rsid w:val="00E9075B"/>
    <w:rsid w:val="00E9135E"/>
    <w:rsid w:val="00E929B5"/>
    <w:rsid w:val="00E9475D"/>
    <w:rsid w:val="00E94A3A"/>
    <w:rsid w:val="00E95A29"/>
    <w:rsid w:val="00EA1298"/>
    <w:rsid w:val="00EA60B2"/>
    <w:rsid w:val="00EA7554"/>
    <w:rsid w:val="00EA7B3F"/>
    <w:rsid w:val="00EB3D6D"/>
    <w:rsid w:val="00EC1FB8"/>
    <w:rsid w:val="00EC2AAA"/>
    <w:rsid w:val="00EC5F1A"/>
    <w:rsid w:val="00ED7AC5"/>
    <w:rsid w:val="00EE1360"/>
    <w:rsid w:val="00EE649F"/>
    <w:rsid w:val="00EF2395"/>
    <w:rsid w:val="00EF2398"/>
    <w:rsid w:val="00EF2C07"/>
    <w:rsid w:val="00EF3444"/>
    <w:rsid w:val="00EF7EEC"/>
    <w:rsid w:val="00F0022B"/>
    <w:rsid w:val="00F009F5"/>
    <w:rsid w:val="00F0140C"/>
    <w:rsid w:val="00F02B7D"/>
    <w:rsid w:val="00F02C54"/>
    <w:rsid w:val="00F120B5"/>
    <w:rsid w:val="00F22B12"/>
    <w:rsid w:val="00F23488"/>
    <w:rsid w:val="00F242DF"/>
    <w:rsid w:val="00F26F55"/>
    <w:rsid w:val="00F528F4"/>
    <w:rsid w:val="00F52F35"/>
    <w:rsid w:val="00F53D6B"/>
    <w:rsid w:val="00F560DA"/>
    <w:rsid w:val="00F608A2"/>
    <w:rsid w:val="00F70068"/>
    <w:rsid w:val="00F7523C"/>
    <w:rsid w:val="00F80055"/>
    <w:rsid w:val="00F80218"/>
    <w:rsid w:val="00F873C6"/>
    <w:rsid w:val="00F90A9B"/>
    <w:rsid w:val="00F934EE"/>
    <w:rsid w:val="00F93679"/>
    <w:rsid w:val="00F93EC7"/>
    <w:rsid w:val="00F97107"/>
    <w:rsid w:val="00FA0085"/>
    <w:rsid w:val="00FA0BFE"/>
    <w:rsid w:val="00FA134D"/>
    <w:rsid w:val="00FA14BA"/>
    <w:rsid w:val="00FA5377"/>
    <w:rsid w:val="00FB08F8"/>
    <w:rsid w:val="00FC040B"/>
    <w:rsid w:val="00FC093A"/>
    <w:rsid w:val="00FC192C"/>
    <w:rsid w:val="00FC2263"/>
    <w:rsid w:val="00FC544F"/>
    <w:rsid w:val="00FD2B21"/>
    <w:rsid w:val="00FD2D92"/>
    <w:rsid w:val="00FD593F"/>
    <w:rsid w:val="00FE5699"/>
    <w:rsid w:val="00FF09F2"/>
    <w:rsid w:val="00FF13FC"/>
    <w:rsid w:val="00FF1AB2"/>
    <w:rsid w:val="00FF2F21"/>
    <w:rsid w:val="00FF48E7"/>
    <w:rsid w:val="00FF5EC3"/>
    <w:rsid w:val="00FF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12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10F2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310F27"/>
    <w:pPr>
      <w:widowControl w:val="0"/>
      <w:autoSpaceDE w:val="0"/>
      <w:autoSpaceDN w:val="0"/>
      <w:adjustRightInd w:val="0"/>
    </w:pPr>
    <w:rPr>
      <w:rFonts w:cs="Calibri"/>
    </w:rPr>
  </w:style>
  <w:style w:type="character" w:styleId="CommentReference">
    <w:name w:val="annotation reference"/>
    <w:basedOn w:val="DefaultParagraphFont"/>
    <w:uiPriority w:val="99"/>
    <w:semiHidden/>
    <w:rsid w:val="00310F27"/>
    <w:rPr>
      <w:sz w:val="16"/>
      <w:szCs w:val="16"/>
    </w:rPr>
  </w:style>
  <w:style w:type="character" w:styleId="Emphasis">
    <w:name w:val="Emphasis"/>
    <w:basedOn w:val="DefaultParagraphFont"/>
    <w:uiPriority w:val="99"/>
    <w:qFormat/>
    <w:rsid w:val="00310F27"/>
    <w:rPr>
      <w:i/>
      <w:iCs/>
    </w:rPr>
  </w:style>
  <w:style w:type="paragraph" w:customStyle="1" w:styleId="ConsPlusNonformat">
    <w:name w:val="ConsPlusNonformat"/>
    <w:uiPriority w:val="99"/>
    <w:rsid w:val="00310F2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310F27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10F2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310F27"/>
    <w:pPr>
      <w:spacing w:after="0" w:line="240" w:lineRule="auto"/>
    </w:pPr>
    <w:rPr>
      <w:rFonts w:ascii="Wingdings" w:hAnsi="Wingdings" w:cs="Wingdings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310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0F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56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560DA"/>
  </w:style>
  <w:style w:type="paragraph" w:styleId="Footer">
    <w:name w:val="footer"/>
    <w:basedOn w:val="Normal"/>
    <w:link w:val="FooterChar"/>
    <w:uiPriority w:val="99"/>
    <w:rsid w:val="00F56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560D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2750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02750"/>
    <w:rPr>
      <w:b/>
      <w:bCs/>
    </w:rPr>
  </w:style>
  <w:style w:type="table" w:styleId="TableGrid">
    <w:name w:val="Table Grid"/>
    <w:basedOn w:val="TableNormal"/>
    <w:uiPriority w:val="99"/>
    <w:rsid w:val="00ED7A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C460E0"/>
    <w:rPr>
      <w:color w:val="0000FF"/>
      <w:u w:val="single"/>
    </w:rPr>
  </w:style>
  <w:style w:type="paragraph" w:styleId="NoSpacing">
    <w:name w:val="No Spacing"/>
    <w:uiPriority w:val="99"/>
    <w:qFormat/>
    <w:rsid w:val="00493847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8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12</Pages>
  <Words>1926</Words>
  <Characters>10983</Characters>
  <Application>Microsoft Office Outlook</Application>
  <DocSecurity>0</DocSecurity>
  <Lines>0</Lines>
  <Paragraphs>0</Paragraphs>
  <ScaleCrop>false</ScaleCrop>
  <Company>КЭФ и 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Раткевич Елена Владимировна</dc:creator>
  <cp:keywords/>
  <dc:description/>
  <cp:lastModifiedBy>Наташа</cp:lastModifiedBy>
  <cp:revision>5</cp:revision>
  <cp:lastPrinted>2015-08-20T09:11:00Z</cp:lastPrinted>
  <dcterms:created xsi:type="dcterms:W3CDTF">2015-08-18T09:43:00Z</dcterms:created>
  <dcterms:modified xsi:type="dcterms:W3CDTF">2015-09-04T12:55:00Z</dcterms:modified>
</cp:coreProperties>
</file>