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7"/>
        <w:gridCol w:w="4961"/>
      </w:tblGrid>
      <w:tr w:rsidR="009770F9" w:rsidRPr="00630DE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770F9" w:rsidRPr="00630DEF" w:rsidRDefault="009770F9" w:rsidP="00F572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770F9" w:rsidRPr="00630DEF" w:rsidRDefault="009770F9" w:rsidP="00F57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DE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770F9" w:rsidRPr="00630DEF" w:rsidRDefault="009770F9" w:rsidP="00F572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30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постановлению главы городского округа «Город Калининград» </w:t>
            </w:r>
          </w:p>
          <w:p w:rsidR="009770F9" w:rsidRPr="00630DEF" w:rsidRDefault="009770F9" w:rsidP="00FF49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09 февраля </w:t>
            </w:r>
            <w:r w:rsidRPr="00630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630D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</w:tbl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о Совете по молодежной политике 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при главе городского округа «Город Калининград»</w:t>
      </w:r>
    </w:p>
    <w:p w:rsidR="009770F9" w:rsidRPr="00727F80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AC6D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основные </w:t>
      </w:r>
      <w:r>
        <w:rPr>
          <w:rFonts w:ascii="Times New Roman" w:hAnsi="Times New Roman" w:cs="Times New Roman"/>
          <w:sz w:val="28"/>
          <w:szCs w:val="28"/>
        </w:rPr>
        <w:t xml:space="preserve">цели, задачи и порядок </w:t>
      </w:r>
      <w:r w:rsidRPr="00727F80">
        <w:rPr>
          <w:rFonts w:ascii="Times New Roman" w:hAnsi="Times New Roman" w:cs="Times New Roman"/>
          <w:sz w:val="28"/>
          <w:szCs w:val="28"/>
        </w:rPr>
        <w:t xml:space="preserve"> работы Совета по молодежной политике при главе городского округа «Город Калининград» (далее – Совет), деятельность которого направлена на решение вопросов, связанных с формированием и реализацией молодежной политики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727F80">
        <w:rPr>
          <w:rFonts w:ascii="Times New Roman" w:hAnsi="Times New Roman" w:cs="Times New Roman"/>
          <w:sz w:val="28"/>
          <w:szCs w:val="28"/>
        </w:rPr>
        <w:t>ородской округ «Город Калининград».</w:t>
      </w:r>
    </w:p>
    <w:p w:rsidR="009770F9" w:rsidRPr="00727F80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1.1. Совет имеет статус общественного координаци</w:t>
      </w:r>
      <w:r>
        <w:rPr>
          <w:rFonts w:ascii="Times New Roman" w:hAnsi="Times New Roman" w:cs="Times New Roman"/>
          <w:sz w:val="28"/>
          <w:szCs w:val="28"/>
        </w:rPr>
        <w:t xml:space="preserve">онного коллегиального </w:t>
      </w:r>
      <w:r w:rsidRPr="00727F80">
        <w:rPr>
          <w:rFonts w:ascii="Times New Roman" w:hAnsi="Times New Roman" w:cs="Times New Roman"/>
          <w:sz w:val="28"/>
          <w:szCs w:val="28"/>
        </w:rPr>
        <w:t>консультат</w:t>
      </w:r>
      <w:r>
        <w:rPr>
          <w:rFonts w:ascii="Times New Roman" w:hAnsi="Times New Roman" w:cs="Times New Roman"/>
          <w:sz w:val="28"/>
          <w:szCs w:val="28"/>
        </w:rPr>
        <w:t>ивного органа по молодежной политике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при главе городского округа «Город Калининград».</w:t>
      </w:r>
    </w:p>
    <w:p w:rsidR="009770F9" w:rsidRPr="00727F80" w:rsidRDefault="009770F9" w:rsidP="00E35B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1.2. Совет правомочен рассматривать </w:t>
      </w:r>
      <w:r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Pr="00727F80">
        <w:rPr>
          <w:rFonts w:ascii="Times New Roman" w:hAnsi="Times New Roman" w:cs="Times New Roman"/>
          <w:sz w:val="28"/>
          <w:szCs w:val="28"/>
        </w:rPr>
        <w:t>затрагивающие законные интересы и права молодежи города Калининграда.</w:t>
      </w:r>
    </w:p>
    <w:p w:rsidR="009770F9" w:rsidRPr="00727F80" w:rsidRDefault="009770F9" w:rsidP="0021063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27F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Совет разрабатывает регламент работы, который утверждается на его заседании.</w:t>
      </w:r>
    </w:p>
    <w:p w:rsidR="009770F9" w:rsidRPr="00727F80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Цель, задачи и направления деятельности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BA6F7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Целью деятельности Совета является с</w:t>
      </w:r>
      <w:r w:rsidRPr="00727F80">
        <w:rPr>
          <w:rFonts w:ascii="Times New Roman" w:hAnsi="Times New Roman" w:cs="Times New Roman"/>
          <w:sz w:val="28"/>
          <w:szCs w:val="28"/>
        </w:rPr>
        <w:t>оздание условий для самореализации, интеллектуального, физического и духовного развит</w:t>
      </w:r>
      <w:r>
        <w:rPr>
          <w:rFonts w:ascii="Times New Roman" w:hAnsi="Times New Roman" w:cs="Times New Roman"/>
          <w:sz w:val="28"/>
          <w:szCs w:val="28"/>
        </w:rPr>
        <w:t>ия молодежи города Калининграда.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2.2. Задачами Совета являются: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 Содействие созданию условий</w:t>
      </w:r>
      <w:r w:rsidRPr="00727F80">
        <w:rPr>
          <w:rFonts w:ascii="Times New Roman" w:hAnsi="Times New Roman" w:cs="Times New Roman"/>
          <w:sz w:val="28"/>
          <w:szCs w:val="28"/>
        </w:rPr>
        <w:t xml:space="preserve"> для самореализац</w:t>
      </w:r>
      <w:r>
        <w:rPr>
          <w:rFonts w:ascii="Times New Roman" w:hAnsi="Times New Roman" w:cs="Times New Roman"/>
          <w:sz w:val="28"/>
          <w:szCs w:val="28"/>
        </w:rPr>
        <w:t>ии молодежи города Калининграда.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 Выдвижение и поддержка молодежных инициатив, направленных на реализацию конституционных прав, свобод и интересов молодежи города Калининграда.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2.2.3. </w:t>
      </w:r>
      <w:r>
        <w:rPr>
          <w:rFonts w:ascii="Times New Roman" w:hAnsi="Times New Roman" w:cs="Times New Roman"/>
          <w:sz w:val="28"/>
          <w:szCs w:val="28"/>
        </w:rPr>
        <w:t>Оказание информационной, методической поддержки молодежным общественным объединениям города Калининграда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Совет осуществляет </w:t>
      </w:r>
      <w:r w:rsidRPr="00727F80">
        <w:rPr>
          <w:rFonts w:ascii="Times New Roman" w:hAnsi="Times New Roman" w:cs="Times New Roman"/>
          <w:sz w:val="28"/>
          <w:szCs w:val="28"/>
        </w:rPr>
        <w:t>деятельность по следующим направлениям: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2.3.1. Координация деятельности органов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727F80">
        <w:rPr>
          <w:rFonts w:ascii="Times New Roman" w:hAnsi="Times New Roman" w:cs="Times New Roman"/>
          <w:sz w:val="28"/>
          <w:szCs w:val="28"/>
        </w:rPr>
        <w:t>ородской округ «Город Калининград», общественных объединений, иных организаций, предприятий и учреждений, задействованных в разработке и реализаци</w:t>
      </w:r>
      <w:r>
        <w:rPr>
          <w:rFonts w:ascii="Times New Roman" w:hAnsi="Times New Roman" w:cs="Times New Roman"/>
          <w:sz w:val="28"/>
          <w:szCs w:val="28"/>
        </w:rPr>
        <w:t>и городской молодежной политики.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2.3.2. Сб</w:t>
      </w:r>
      <w:r>
        <w:rPr>
          <w:rFonts w:ascii="Times New Roman" w:hAnsi="Times New Roman" w:cs="Times New Roman"/>
          <w:sz w:val="28"/>
          <w:szCs w:val="28"/>
        </w:rPr>
        <w:t>ор и анализ информации по молоде</w:t>
      </w:r>
      <w:r w:rsidRPr="00727F80">
        <w:rPr>
          <w:rFonts w:ascii="Times New Roman" w:hAnsi="Times New Roman" w:cs="Times New Roman"/>
          <w:sz w:val="28"/>
          <w:szCs w:val="28"/>
        </w:rPr>
        <w:t xml:space="preserve">жной проблематике, подготовка предложений по вопросам реализации молодежной политики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727F80">
        <w:rPr>
          <w:rFonts w:ascii="Times New Roman" w:hAnsi="Times New Roman" w:cs="Times New Roman"/>
          <w:sz w:val="28"/>
          <w:szCs w:val="28"/>
        </w:rPr>
        <w:t>оро</w:t>
      </w:r>
      <w:r>
        <w:rPr>
          <w:rFonts w:ascii="Times New Roman" w:hAnsi="Times New Roman" w:cs="Times New Roman"/>
          <w:sz w:val="28"/>
          <w:szCs w:val="28"/>
        </w:rPr>
        <w:t>дской округ «Город Калининград».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 xml:space="preserve">2.3.3.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27F80">
        <w:rPr>
          <w:rFonts w:ascii="Times New Roman" w:hAnsi="Times New Roman" w:cs="Times New Roman"/>
          <w:sz w:val="28"/>
          <w:szCs w:val="28"/>
        </w:rPr>
        <w:t xml:space="preserve">ценка проектов и программ, </w:t>
      </w:r>
      <w:r>
        <w:rPr>
          <w:rFonts w:ascii="Times New Roman" w:hAnsi="Times New Roman" w:cs="Times New Roman"/>
          <w:sz w:val="28"/>
          <w:szCs w:val="28"/>
        </w:rPr>
        <w:t>направленных на развитие молодежных инициатив</w:t>
      </w:r>
      <w:r w:rsidRPr="00727F80">
        <w:rPr>
          <w:rFonts w:ascii="Times New Roman" w:hAnsi="Times New Roman" w:cs="Times New Roman"/>
          <w:sz w:val="28"/>
          <w:szCs w:val="28"/>
        </w:rPr>
        <w:t>, претендующих на финансовую поддержку из средств бюдж</w:t>
      </w:r>
      <w:r>
        <w:rPr>
          <w:rFonts w:ascii="Times New Roman" w:hAnsi="Times New Roman" w:cs="Times New Roman"/>
          <w:sz w:val="28"/>
          <w:szCs w:val="28"/>
        </w:rPr>
        <w:t>ета муниципального образования «Г</w:t>
      </w:r>
      <w:r w:rsidRPr="00727F80">
        <w:rPr>
          <w:rFonts w:ascii="Times New Roman" w:hAnsi="Times New Roman" w:cs="Times New Roman"/>
          <w:sz w:val="28"/>
          <w:szCs w:val="28"/>
        </w:rPr>
        <w:t>ородской округ «Город Калини</w:t>
      </w:r>
      <w:r>
        <w:rPr>
          <w:rFonts w:ascii="Times New Roman" w:hAnsi="Times New Roman" w:cs="Times New Roman"/>
          <w:sz w:val="28"/>
          <w:szCs w:val="28"/>
        </w:rPr>
        <w:t>нград».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80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7F80">
        <w:rPr>
          <w:rFonts w:ascii="Times New Roman" w:hAnsi="Times New Roman" w:cs="Times New Roman"/>
          <w:sz w:val="28"/>
          <w:szCs w:val="28"/>
        </w:rPr>
        <w:t xml:space="preserve">. Заслушивание </w:t>
      </w:r>
      <w:r>
        <w:rPr>
          <w:rFonts w:ascii="Times New Roman" w:hAnsi="Times New Roman" w:cs="Times New Roman"/>
          <w:sz w:val="28"/>
          <w:szCs w:val="28"/>
        </w:rPr>
        <w:t>проектов и предложений должностных лиц комитета по социальной политике администрации городского округа «Город Калининград» по вопросам реализации молодежной политики.</w:t>
      </w:r>
    </w:p>
    <w:p w:rsidR="009770F9" w:rsidRPr="000B01CD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7F80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27F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Подготовка предложений для рассмотрения на заседаниях</w:t>
      </w:r>
      <w:r w:rsidRPr="003B2BF7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Калининграда и</w:t>
      </w:r>
      <w:r>
        <w:rPr>
          <w:rFonts w:ascii="Times New Roman" w:hAnsi="Times New Roman" w:cs="Times New Roman"/>
          <w:sz w:val="28"/>
          <w:szCs w:val="28"/>
        </w:rPr>
        <w:t xml:space="preserve"> совещаниях</w:t>
      </w:r>
      <w:r w:rsidRPr="003B2BF7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по вопросам, относящимся к реализации городской молодежной политики.</w:t>
      </w:r>
    </w:p>
    <w:p w:rsidR="009770F9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C106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Регламент Совета</w:t>
      </w:r>
    </w:p>
    <w:p w:rsidR="009770F9" w:rsidRDefault="009770F9" w:rsidP="00C10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C106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Регламентом Совета устанавливаются:</w:t>
      </w:r>
    </w:p>
    <w:p w:rsidR="009770F9" w:rsidRDefault="009770F9" w:rsidP="00C106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Порядок участия членов Совета в его деятельности.</w:t>
      </w:r>
    </w:p>
    <w:p w:rsidR="009770F9" w:rsidRDefault="009770F9" w:rsidP="00C106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Сроки и порядок проведения заседаний Совета.</w:t>
      </w:r>
    </w:p>
    <w:p w:rsidR="009770F9" w:rsidRDefault="009770F9" w:rsidP="00C106E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3.1.3. Формы и порядок принятия решений Совета.</w:t>
      </w:r>
    </w:p>
    <w:p w:rsidR="009770F9" w:rsidRDefault="009770F9" w:rsidP="00BA6F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Решения Совета об утверждении Регламента, внесении в него изменений и дополнений принимаются большинством голосов от установленного числа членов Совета.</w:t>
      </w:r>
    </w:p>
    <w:p w:rsidR="009770F9" w:rsidRPr="00727F80" w:rsidRDefault="009770F9" w:rsidP="00BA6F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Состав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с</w:t>
      </w:r>
      <w:r w:rsidRPr="00727F80">
        <w:rPr>
          <w:rFonts w:ascii="Times New Roman" w:hAnsi="Times New Roman" w:cs="Times New Roman"/>
          <w:sz w:val="28"/>
          <w:szCs w:val="28"/>
        </w:rPr>
        <w:t>остав Совета входят: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7F80">
        <w:rPr>
          <w:rFonts w:ascii="Times New Roman" w:hAnsi="Times New Roman" w:cs="Times New Roman"/>
          <w:sz w:val="28"/>
          <w:szCs w:val="28"/>
        </w:rPr>
        <w:t xml:space="preserve">.1.1. </w:t>
      </w: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Pr="003B2BF7">
        <w:rPr>
          <w:rFonts w:ascii="Times New Roman" w:hAnsi="Times New Roman" w:cs="Times New Roman"/>
          <w:sz w:val="28"/>
          <w:szCs w:val="28"/>
        </w:rPr>
        <w:t xml:space="preserve"> управления </w:t>
      </w:r>
      <w:r>
        <w:rPr>
          <w:rFonts w:ascii="Times New Roman" w:hAnsi="Times New Roman" w:cs="Times New Roman"/>
          <w:sz w:val="28"/>
          <w:szCs w:val="28"/>
        </w:rPr>
        <w:t>спорта и молодежной политики</w:t>
      </w:r>
      <w:r w:rsidRPr="003B2BF7">
        <w:rPr>
          <w:rFonts w:ascii="Times New Roman" w:hAnsi="Times New Roman" w:cs="Times New Roman"/>
          <w:sz w:val="28"/>
          <w:szCs w:val="28"/>
        </w:rPr>
        <w:t xml:space="preserve"> комитета по </w:t>
      </w:r>
      <w:r>
        <w:rPr>
          <w:rFonts w:ascii="Times New Roman" w:hAnsi="Times New Roman" w:cs="Times New Roman"/>
          <w:sz w:val="28"/>
          <w:szCs w:val="28"/>
        </w:rPr>
        <w:t>социальной политике</w:t>
      </w:r>
      <w:r w:rsidRPr="003B2BF7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</w:t>
      </w:r>
      <w:r w:rsidRPr="00727F80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 человека).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27F80">
        <w:rPr>
          <w:rFonts w:ascii="Times New Roman" w:hAnsi="Times New Roman" w:cs="Times New Roman"/>
          <w:sz w:val="28"/>
          <w:szCs w:val="28"/>
        </w:rPr>
        <w:t xml:space="preserve">.1.2.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Представители образовательных учреждений среднего и высшего профессионального образования, </w:t>
      </w:r>
      <w:r w:rsidRPr="00AB7CE4">
        <w:rPr>
          <w:rFonts w:ascii="Times New Roman" w:hAnsi="Times New Roman" w:cs="Times New Roman"/>
          <w:sz w:val="28"/>
          <w:szCs w:val="28"/>
        </w:rPr>
        <w:t xml:space="preserve">зарегистрированных в установленном порядке и действующих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AB7CE4">
        <w:rPr>
          <w:rFonts w:ascii="Times New Roman" w:hAnsi="Times New Roman" w:cs="Times New Roman"/>
          <w:sz w:val="28"/>
          <w:szCs w:val="28"/>
        </w:rPr>
        <w:t>ородской округ «Город Калининград»</w:t>
      </w:r>
      <w:r>
        <w:rPr>
          <w:rFonts w:ascii="Times New Roman" w:hAnsi="Times New Roman" w:cs="Times New Roman"/>
          <w:sz w:val="28"/>
          <w:szCs w:val="28"/>
        </w:rPr>
        <w:t>, в возрасте до 30 лет (24 человека).</w:t>
      </w:r>
    </w:p>
    <w:p w:rsidR="009770F9" w:rsidRDefault="009770F9" w:rsidP="001F1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формирования Совета</w:t>
      </w: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4A2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Управление спорта и молодежной политики комитета по социальной политике администрации городского округа «Город Калининград» по результатам запросов в образовательные учреждения среднего и высшего профессионального образования, зарегистрированные</w:t>
      </w:r>
      <w:r w:rsidRPr="00AB7CE4">
        <w:rPr>
          <w:rFonts w:ascii="Times New Roman" w:hAnsi="Times New Roman" w:cs="Times New Roman"/>
          <w:sz w:val="28"/>
          <w:szCs w:val="28"/>
        </w:rPr>
        <w:t xml:space="preserve"> в уст</w:t>
      </w:r>
      <w:r>
        <w:rPr>
          <w:rFonts w:ascii="Times New Roman" w:hAnsi="Times New Roman" w:cs="Times New Roman"/>
          <w:sz w:val="28"/>
          <w:szCs w:val="28"/>
        </w:rPr>
        <w:t>ановленном порядке и действующие</w:t>
      </w:r>
      <w:r w:rsidRPr="00AB7CE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«Г</w:t>
      </w:r>
      <w:r w:rsidRPr="00AB7CE4">
        <w:rPr>
          <w:rFonts w:ascii="Times New Roman" w:hAnsi="Times New Roman" w:cs="Times New Roman"/>
          <w:sz w:val="28"/>
          <w:szCs w:val="28"/>
        </w:rPr>
        <w:t>ородской округ «Город Калининград»</w:t>
      </w:r>
      <w:r>
        <w:rPr>
          <w:rFonts w:ascii="Times New Roman" w:hAnsi="Times New Roman" w:cs="Times New Roman"/>
          <w:sz w:val="28"/>
          <w:szCs w:val="28"/>
        </w:rPr>
        <w:t>, о предоставлении кандидатур в Совет формирует предварительный список членов Совета.</w:t>
      </w:r>
    </w:p>
    <w:p w:rsidR="009770F9" w:rsidRDefault="009770F9" w:rsidP="004A2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Кандидаты в члены Совета в течение 14 дней с момента их выдвижения образовательным учреждением письменно уведомляют управление спорта и молодежной политики комитета по социальной политике администрации городского округа «Город Калининград» о своем согласии либо об отказе войти в состав Совета.</w:t>
      </w:r>
    </w:p>
    <w:p w:rsidR="009770F9" w:rsidRDefault="009770F9" w:rsidP="004A2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Управление спорта и молодежной политики комитета по социальной политике администрации городского округа «Город Калининград» в течение 10 дней после получения письменных согласий от кандидатов в Совет формирует состав Совета.</w:t>
      </w:r>
    </w:p>
    <w:p w:rsidR="009770F9" w:rsidRDefault="009770F9" w:rsidP="004A2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Состав Совета утверждается приказом комитета по социальной политике администрации городского округа «Город Калининград».</w:t>
      </w:r>
    </w:p>
    <w:p w:rsidR="009770F9" w:rsidRDefault="009770F9" w:rsidP="004A25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Первое пленарное заседание Совета должно быть проведено в срок не более 30 дней со дня формирования состава Совета. </w:t>
      </w:r>
    </w:p>
    <w:p w:rsidR="009770F9" w:rsidRPr="00727F80" w:rsidRDefault="009770F9" w:rsidP="00B030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За пять месяцев до истечения срока полномочий членов Совета управление спорта и молодежной политики комитета по социальной политике администрации городского округа «Город Калининград» инициирует процедуру формирования нового состава Совета, установленную частями      5.1-5.3 настоящего положения.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F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Члены Совета на первом пленарном заседании избирают председателя Совета, заместителя председателя Совета и секретаря Совета.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Совет вправе образовывать рабочие группы.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Порядок избрания председателя Совета, заместителя председателя Совета и секретаря Совета, порядок формирования рабочих групп Совета, компетенция, порядок работы и прекращение полномочий </w:t>
      </w:r>
      <w:r w:rsidRPr="00770AD8">
        <w:rPr>
          <w:rFonts w:ascii="Times New Roman" w:hAnsi="Times New Roman" w:cs="Times New Roman"/>
          <w:sz w:val="28"/>
          <w:szCs w:val="28"/>
        </w:rPr>
        <w:t>рабочих групп Совета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Регламентом Совета.</w:t>
      </w:r>
    </w:p>
    <w:p w:rsidR="009770F9" w:rsidRPr="00727F80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Члены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27F80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Членом Совета может быть постоянно проживающий на территории городского округа «Город Калининград» гражданин Российской Федерации в возрасте от 16 до 30 лет.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727F80">
        <w:rPr>
          <w:rFonts w:ascii="Times New Roman" w:hAnsi="Times New Roman" w:cs="Times New Roman"/>
          <w:sz w:val="28"/>
          <w:szCs w:val="28"/>
        </w:rPr>
        <w:t>Члены Совета имеют равные п</w:t>
      </w:r>
      <w:r>
        <w:rPr>
          <w:rFonts w:ascii="Times New Roman" w:hAnsi="Times New Roman" w:cs="Times New Roman"/>
          <w:sz w:val="28"/>
          <w:szCs w:val="28"/>
        </w:rPr>
        <w:t>рава и обязанности.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Членами Совета не могут быть: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признанные недееспособными на основании решения суда, вступившего в законную силу;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имеющие непогашенную или неснятую судимость.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Срок полномочий члена Совета составляет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два года со дня первого пленарного заседания.</w:t>
      </w:r>
    </w:p>
    <w:p w:rsidR="009770F9" w:rsidRDefault="009770F9" w:rsidP="006820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Члены Совета принимают личное участие в пленарных заседаниях Совета, работе рабочих групп Совета.</w:t>
      </w:r>
    </w:p>
    <w:p w:rsidR="009770F9" w:rsidRDefault="009770F9" w:rsidP="006820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6820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6820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Прекращение и приостановление полномочий члена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Полномочия члена Совета прекращаются в случае: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7.1.1. Истечения срока полномочий.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7.1.2. Подачи заявления о выходе из состава Совета.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7.1.3. Неспособности по состоянию здоровья участвовать в работе Совета.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7.1.4. Вступления в законную силу вынесенного в отношении него обвинительного приговора суда.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7.1.5. Признания его недееспособным, безвестно отсутствующим или умершим на основании решения суда, вступившего в законную силу.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7.1.6. Переезда на постоянное место жительства за пределы городского округа «Город Калининград».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7.1.7. Отсутствия без уважительных причин на двух и более заседаниях Совета подряд.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7.1.8. Неисполнения или исполнения ненадлежащим образом обязанностей, возложенных в рамках работы Совета.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D769E1">
        <w:rPr>
          <w:rFonts w:ascii="Times New Roman" w:hAnsi="Times New Roman" w:cs="Times New Roman"/>
          <w:sz w:val="28"/>
          <w:szCs w:val="28"/>
        </w:rPr>
        <w:t xml:space="preserve">Полномочия члена Совета </w:t>
      </w:r>
      <w:r>
        <w:rPr>
          <w:rFonts w:ascii="Times New Roman" w:hAnsi="Times New Roman" w:cs="Times New Roman"/>
          <w:sz w:val="28"/>
          <w:szCs w:val="28"/>
        </w:rPr>
        <w:t>приостанавливаются</w:t>
      </w:r>
      <w:r w:rsidRPr="00D769E1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7.2.1. Предъявления ему в порядке, установленном уголовно- процессуальным законодательством Российской Федерации, обвинения в совершении преступления.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7.2.2. Назначения ему административного наказания в виде административного ареста.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DF15CA">
      <w:pPr>
        <w:tabs>
          <w:tab w:val="left" w:pos="324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Основные формы работы Совета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Основными формами работы Совета являются пленарные заседания Совета, заседания рабочих групп Совета.</w:t>
      </w:r>
    </w:p>
    <w:p w:rsidR="009770F9" w:rsidRDefault="009770F9" w:rsidP="005C3B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Пленарные заседания Совета проводятся не реже одного раза в квартал. По решению председателя Совета может быть проведено внеочередное заседание Совета. </w:t>
      </w:r>
    </w:p>
    <w:p w:rsidR="009770F9" w:rsidRPr="00727F80" w:rsidRDefault="009770F9" w:rsidP="005C3B6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Заседание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Совета считается правомочным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27F80">
        <w:rPr>
          <w:rFonts w:ascii="Times New Roman" w:hAnsi="Times New Roman" w:cs="Times New Roman"/>
          <w:sz w:val="28"/>
          <w:szCs w:val="28"/>
        </w:rPr>
        <w:t xml:space="preserve">, если на нем присутствуют </w:t>
      </w:r>
      <w:r>
        <w:rPr>
          <w:rFonts w:ascii="Times New Roman" w:hAnsi="Times New Roman" w:cs="Times New Roman"/>
          <w:sz w:val="28"/>
          <w:szCs w:val="28"/>
        </w:rPr>
        <w:t>не менее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двух </w:t>
      </w:r>
      <w:r>
        <w:rPr>
          <w:rFonts w:ascii="Times New Roman" w:hAnsi="Times New Roman" w:cs="Times New Roman"/>
          <w:sz w:val="28"/>
          <w:szCs w:val="28"/>
        </w:rPr>
        <w:t>третей списочного состава</w:t>
      </w:r>
      <w:r w:rsidRPr="00727F80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:rsidR="009770F9" w:rsidRPr="00727F80" w:rsidRDefault="009770F9" w:rsidP="00CF1ED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27F80">
        <w:rPr>
          <w:rFonts w:ascii="Times New Roman" w:hAnsi="Times New Roman" w:cs="Times New Roman"/>
          <w:sz w:val="28"/>
          <w:szCs w:val="28"/>
        </w:rPr>
        <w:t>. Заседания Совета проводя</w:t>
      </w:r>
      <w:r>
        <w:rPr>
          <w:rFonts w:ascii="Times New Roman" w:hAnsi="Times New Roman" w:cs="Times New Roman"/>
          <w:sz w:val="28"/>
          <w:szCs w:val="28"/>
        </w:rPr>
        <w:t>тся в соответствии с настоящим положением и Р</w:t>
      </w:r>
      <w:r w:rsidRPr="00727F80">
        <w:rPr>
          <w:rFonts w:ascii="Times New Roman" w:hAnsi="Times New Roman" w:cs="Times New Roman"/>
          <w:sz w:val="28"/>
          <w:szCs w:val="28"/>
        </w:rPr>
        <w:t>егламентом</w:t>
      </w:r>
      <w:r>
        <w:rPr>
          <w:rFonts w:ascii="Times New Roman" w:hAnsi="Times New Roman" w:cs="Times New Roman"/>
          <w:sz w:val="28"/>
          <w:szCs w:val="28"/>
        </w:rPr>
        <w:t xml:space="preserve"> Совета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Управление спорта и молодежной политики комитета по социальной политике администрации</w:t>
      </w:r>
      <w:r w:rsidRPr="00617100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</w:t>
      </w:r>
      <w:r>
        <w:rPr>
          <w:rFonts w:ascii="Times New Roman" w:hAnsi="Times New Roman" w:cs="Times New Roman"/>
          <w:sz w:val="28"/>
          <w:szCs w:val="28"/>
        </w:rPr>
        <w:t>нинград» оказывает содействие проведению заседаний Совета</w:t>
      </w:r>
      <w:r w:rsidRPr="00617100">
        <w:rPr>
          <w:rFonts w:ascii="Times New Roman" w:hAnsi="Times New Roman" w:cs="Times New Roman"/>
          <w:sz w:val="28"/>
          <w:szCs w:val="28"/>
        </w:rPr>
        <w:t xml:space="preserve"> в пределах полномочий, установленных законодательством.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Pr="00775CA8">
        <w:rPr>
          <w:rFonts w:ascii="Times New Roman" w:hAnsi="Times New Roman" w:cs="Times New Roman"/>
          <w:sz w:val="28"/>
          <w:szCs w:val="28"/>
        </w:rPr>
        <w:t xml:space="preserve">Глава городского округа «Город Калининград», представители подразделений администрации городского округа «Город Калининград» принимают участие в </w:t>
      </w:r>
      <w:r>
        <w:rPr>
          <w:rFonts w:ascii="Times New Roman" w:hAnsi="Times New Roman" w:cs="Times New Roman"/>
          <w:sz w:val="28"/>
          <w:szCs w:val="28"/>
        </w:rPr>
        <w:t>заседаниях Совета по приглашению председателя Совета</w:t>
      </w:r>
      <w:r w:rsidRPr="00775CA8">
        <w:rPr>
          <w:rFonts w:ascii="Times New Roman" w:hAnsi="Times New Roman" w:cs="Times New Roman"/>
          <w:sz w:val="28"/>
          <w:szCs w:val="28"/>
        </w:rPr>
        <w:t>.</w:t>
      </w:r>
    </w:p>
    <w:p w:rsidR="009770F9" w:rsidRPr="00727F80" w:rsidRDefault="009770F9" w:rsidP="00687AE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27F80">
        <w:rPr>
          <w:rFonts w:ascii="Times New Roman" w:hAnsi="Times New Roman" w:cs="Times New Roman"/>
          <w:sz w:val="28"/>
          <w:szCs w:val="28"/>
        </w:rPr>
        <w:t>.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учреждений среднего и высшего профессионального образования</w:t>
      </w:r>
      <w:r w:rsidRPr="00727F8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CE4">
        <w:rPr>
          <w:rFonts w:ascii="Times New Roman" w:hAnsi="Times New Roman" w:cs="Times New Roman"/>
          <w:sz w:val="28"/>
          <w:szCs w:val="28"/>
        </w:rPr>
        <w:t>зарегистрированных в установленном порядке и действующих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 «Г</w:t>
      </w:r>
      <w:r w:rsidRPr="00AB7CE4">
        <w:rPr>
          <w:rFonts w:ascii="Times New Roman" w:hAnsi="Times New Roman" w:cs="Times New Roman"/>
          <w:sz w:val="28"/>
          <w:szCs w:val="28"/>
        </w:rPr>
        <w:t>ородской округ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27F80">
        <w:rPr>
          <w:rFonts w:ascii="Times New Roman" w:hAnsi="Times New Roman" w:cs="Times New Roman"/>
          <w:sz w:val="28"/>
          <w:szCs w:val="28"/>
        </w:rPr>
        <w:t>не являющиеся членами Совета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7F80">
        <w:rPr>
          <w:rFonts w:ascii="Times New Roman" w:hAnsi="Times New Roman" w:cs="Times New Roman"/>
          <w:sz w:val="28"/>
          <w:szCs w:val="28"/>
        </w:rPr>
        <w:t xml:space="preserve"> молодежных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и</w:t>
      </w:r>
      <w:r w:rsidRPr="00727F80">
        <w:rPr>
          <w:rFonts w:ascii="Times New Roman" w:hAnsi="Times New Roman" w:cs="Times New Roman"/>
          <w:sz w:val="28"/>
          <w:szCs w:val="28"/>
        </w:rPr>
        <w:t xml:space="preserve"> объединений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27F80">
        <w:rPr>
          <w:rFonts w:ascii="Times New Roman" w:hAnsi="Times New Roman" w:cs="Times New Roman"/>
          <w:sz w:val="28"/>
          <w:szCs w:val="28"/>
        </w:rPr>
        <w:t xml:space="preserve"> присутствующие на заседаниях Совет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727F80">
        <w:rPr>
          <w:rFonts w:ascii="Times New Roman" w:hAnsi="Times New Roman" w:cs="Times New Roman"/>
          <w:sz w:val="28"/>
          <w:szCs w:val="28"/>
        </w:rPr>
        <w:t xml:space="preserve"> имею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27F80">
        <w:rPr>
          <w:rFonts w:ascii="Times New Roman" w:hAnsi="Times New Roman" w:cs="Times New Roman"/>
          <w:sz w:val="28"/>
          <w:szCs w:val="28"/>
        </w:rPr>
        <w:t xml:space="preserve"> право </w:t>
      </w:r>
      <w:r>
        <w:rPr>
          <w:rFonts w:ascii="Times New Roman" w:hAnsi="Times New Roman" w:cs="Times New Roman"/>
          <w:sz w:val="28"/>
          <w:szCs w:val="28"/>
        </w:rPr>
        <w:t>участвовать в обсуждении</w:t>
      </w:r>
      <w:r w:rsidRPr="00727F80">
        <w:rPr>
          <w:rFonts w:ascii="Times New Roman" w:hAnsi="Times New Roman" w:cs="Times New Roman"/>
          <w:sz w:val="28"/>
          <w:szCs w:val="28"/>
        </w:rPr>
        <w:t xml:space="preserve"> и вносить предло</w:t>
      </w:r>
      <w:r>
        <w:rPr>
          <w:rFonts w:ascii="Times New Roman" w:hAnsi="Times New Roman" w:cs="Times New Roman"/>
          <w:sz w:val="28"/>
          <w:szCs w:val="28"/>
        </w:rPr>
        <w:t>жения по вопросам повестки</w:t>
      </w:r>
      <w:r w:rsidRPr="00727F80">
        <w:rPr>
          <w:rFonts w:ascii="Times New Roman" w:hAnsi="Times New Roman" w:cs="Times New Roman"/>
          <w:sz w:val="28"/>
          <w:szCs w:val="28"/>
        </w:rPr>
        <w:t xml:space="preserve"> дня заседания Совета.</w:t>
      </w: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Решения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Pr="00817923">
        <w:rPr>
          <w:rFonts w:ascii="Times New Roman" w:hAnsi="Times New Roman" w:cs="Times New Roman"/>
          <w:sz w:val="28"/>
          <w:szCs w:val="28"/>
        </w:rPr>
        <w:t xml:space="preserve">Решения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817923">
        <w:rPr>
          <w:rFonts w:ascii="Times New Roman" w:hAnsi="Times New Roman" w:cs="Times New Roman"/>
          <w:sz w:val="28"/>
          <w:szCs w:val="28"/>
        </w:rPr>
        <w:t xml:space="preserve"> принима</w:t>
      </w:r>
      <w:r>
        <w:rPr>
          <w:rFonts w:ascii="Times New Roman" w:hAnsi="Times New Roman" w:cs="Times New Roman"/>
          <w:sz w:val="28"/>
          <w:szCs w:val="28"/>
        </w:rPr>
        <w:t xml:space="preserve">ются в форме </w:t>
      </w:r>
      <w:r w:rsidRPr="00817923">
        <w:rPr>
          <w:rFonts w:ascii="Times New Roman" w:hAnsi="Times New Roman" w:cs="Times New Roman"/>
          <w:sz w:val="28"/>
          <w:szCs w:val="28"/>
        </w:rPr>
        <w:t>предложений и обращений и носят рекомендательный характер</w:t>
      </w:r>
      <w:r>
        <w:rPr>
          <w:rFonts w:ascii="Times New Roman" w:hAnsi="Times New Roman" w:cs="Times New Roman"/>
          <w:sz w:val="28"/>
          <w:szCs w:val="28"/>
        </w:rPr>
        <w:t xml:space="preserve"> для органов власти </w:t>
      </w:r>
      <w:r w:rsidRPr="004227C5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«Город Калининград»</w:t>
      </w:r>
      <w:r w:rsidRPr="00817923">
        <w:rPr>
          <w:rFonts w:ascii="Times New Roman" w:hAnsi="Times New Roman" w:cs="Times New Roman"/>
          <w:sz w:val="28"/>
          <w:szCs w:val="28"/>
        </w:rPr>
        <w:t>.</w:t>
      </w: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Pr="00727F80">
        <w:rPr>
          <w:rFonts w:ascii="Times New Roman" w:hAnsi="Times New Roman" w:cs="Times New Roman"/>
          <w:sz w:val="28"/>
          <w:szCs w:val="28"/>
        </w:rPr>
        <w:t xml:space="preserve">Решения по всем вопросам, </w:t>
      </w:r>
      <w:r>
        <w:rPr>
          <w:rFonts w:ascii="Times New Roman" w:hAnsi="Times New Roman" w:cs="Times New Roman"/>
          <w:sz w:val="28"/>
          <w:szCs w:val="28"/>
        </w:rPr>
        <w:t>включая избрание и досрочное прекращение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27F80">
        <w:rPr>
          <w:rFonts w:ascii="Times New Roman" w:hAnsi="Times New Roman" w:cs="Times New Roman"/>
          <w:sz w:val="28"/>
          <w:szCs w:val="28"/>
        </w:rPr>
        <w:t>редседателя Совета, заместителя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Совета</w:t>
      </w:r>
      <w:r w:rsidRPr="00727F80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внесение</w:t>
      </w:r>
      <w:r w:rsidRPr="00727F80">
        <w:rPr>
          <w:rFonts w:ascii="Times New Roman" w:hAnsi="Times New Roman" w:cs="Times New Roman"/>
          <w:sz w:val="28"/>
          <w:szCs w:val="28"/>
        </w:rPr>
        <w:t xml:space="preserve"> изменений и дополнений в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27F80">
        <w:rPr>
          <w:rFonts w:ascii="Times New Roman" w:hAnsi="Times New Roman" w:cs="Times New Roman"/>
          <w:sz w:val="28"/>
          <w:szCs w:val="28"/>
        </w:rPr>
        <w:t xml:space="preserve">оложение, считаются принятыми, если за них проголосовало более </w:t>
      </w:r>
      <w:r>
        <w:rPr>
          <w:rFonts w:ascii="Times New Roman" w:hAnsi="Times New Roman" w:cs="Times New Roman"/>
          <w:sz w:val="28"/>
          <w:szCs w:val="28"/>
        </w:rPr>
        <w:t>двух третей</w:t>
      </w:r>
      <w:r w:rsidRPr="00727F80">
        <w:rPr>
          <w:rFonts w:ascii="Times New Roman" w:hAnsi="Times New Roman" w:cs="Times New Roman"/>
          <w:sz w:val="28"/>
          <w:szCs w:val="28"/>
        </w:rPr>
        <w:t xml:space="preserve"> от числа членов Совета, присутствующих на заседании Совета, при наличии кворума.</w:t>
      </w:r>
    </w:p>
    <w:p w:rsidR="009770F9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27F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727F80">
        <w:rPr>
          <w:rFonts w:ascii="Times New Roman" w:hAnsi="Times New Roman" w:cs="Times New Roman"/>
          <w:sz w:val="28"/>
          <w:szCs w:val="28"/>
        </w:rPr>
        <w:t xml:space="preserve"> При равном количестве голосов мнение председательствующего выражается открыто и является решающим.</w:t>
      </w:r>
    </w:p>
    <w:p w:rsidR="009770F9" w:rsidRPr="00727F80" w:rsidRDefault="009770F9" w:rsidP="00AC6D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70F9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Прекращение деятельности Совета</w:t>
      </w:r>
    </w:p>
    <w:p w:rsidR="009770F9" w:rsidRPr="00727F80" w:rsidRDefault="009770F9" w:rsidP="00AC6D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70F9" w:rsidRPr="00727F80" w:rsidRDefault="009770F9" w:rsidP="00AC6D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27F80">
        <w:rPr>
          <w:rFonts w:ascii="Times New Roman" w:hAnsi="Times New Roman" w:cs="Times New Roman"/>
          <w:sz w:val="28"/>
          <w:szCs w:val="28"/>
        </w:rPr>
        <w:t xml:space="preserve">.1. Деятельность Совета может быть прекращена </w:t>
      </w:r>
      <w:r>
        <w:rPr>
          <w:rFonts w:ascii="Times New Roman" w:hAnsi="Times New Roman" w:cs="Times New Roman"/>
          <w:sz w:val="28"/>
          <w:szCs w:val="28"/>
        </w:rPr>
        <w:t>главой</w:t>
      </w:r>
      <w:r w:rsidRPr="00727F80">
        <w:rPr>
          <w:rFonts w:ascii="Times New Roman" w:hAnsi="Times New Roman" w:cs="Times New Roman"/>
          <w:sz w:val="28"/>
          <w:szCs w:val="28"/>
        </w:rPr>
        <w:t xml:space="preserve"> городс</w:t>
      </w:r>
      <w:r>
        <w:rPr>
          <w:rFonts w:ascii="Times New Roman" w:hAnsi="Times New Roman" w:cs="Times New Roman"/>
          <w:sz w:val="28"/>
          <w:szCs w:val="28"/>
        </w:rPr>
        <w:t>кого округа «Город Калининград» либо на основании решения Совета, принятого на пленарном заседании не менее чем двумя третями голосов от общего состава Совета.</w:t>
      </w: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770F9" w:rsidRDefault="009770F9" w:rsidP="008F764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9770F9" w:rsidSect="00DE6C5B">
      <w:headerReference w:type="default" r:id="rId7"/>
      <w:footerReference w:type="default" r:id="rId8"/>
      <w:pgSz w:w="11906" w:h="16838"/>
      <w:pgMar w:top="851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0F9" w:rsidRDefault="009770F9">
      <w:r>
        <w:separator/>
      </w:r>
    </w:p>
  </w:endnote>
  <w:endnote w:type="continuationSeparator" w:id="0">
    <w:p w:rsidR="009770F9" w:rsidRDefault="0097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0F9" w:rsidRDefault="009770F9">
    <w:pPr>
      <w:pStyle w:val="Footer"/>
      <w:jc w:val="center"/>
    </w:pPr>
  </w:p>
  <w:p w:rsidR="009770F9" w:rsidRDefault="009770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0F9" w:rsidRDefault="009770F9">
      <w:r>
        <w:separator/>
      </w:r>
    </w:p>
  </w:footnote>
  <w:footnote w:type="continuationSeparator" w:id="0">
    <w:p w:rsidR="009770F9" w:rsidRDefault="0097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0F9" w:rsidRDefault="009770F9">
    <w:pPr>
      <w:pStyle w:val="Header"/>
      <w:jc w:val="center"/>
    </w:pPr>
    <w:fldSimple w:instr=" PAGE   \* MERGEFORMAT ">
      <w:r>
        <w:rPr>
          <w:noProof/>
        </w:rPr>
        <w:t>5</w:t>
      </w:r>
    </w:fldSimple>
  </w:p>
  <w:p w:rsidR="009770F9" w:rsidRPr="00E04BDB" w:rsidRDefault="009770F9" w:rsidP="00F45885">
    <w:pPr>
      <w:pStyle w:val="Header"/>
      <w:ind w:right="360"/>
      <w:rPr>
        <w:rFonts w:ascii="Tahoma" w:hAnsi="Tahoma" w:cs="Tahoma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82C04"/>
    <w:multiLevelType w:val="hybridMultilevel"/>
    <w:tmpl w:val="81484DD0"/>
    <w:lvl w:ilvl="0" w:tplc="A3E6354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885"/>
    <w:rsid w:val="00002BE6"/>
    <w:rsid w:val="000216DA"/>
    <w:rsid w:val="00027A8D"/>
    <w:rsid w:val="00031F1A"/>
    <w:rsid w:val="0003341A"/>
    <w:rsid w:val="0003704B"/>
    <w:rsid w:val="00041EF1"/>
    <w:rsid w:val="000441AC"/>
    <w:rsid w:val="00052EA5"/>
    <w:rsid w:val="00057F85"/>
    <w:rsid w:val="00063B80"/>
    <w:rsid w:val="00064BEB"/>
    <w:rsid w:val="0006556A"/>
    <w:rsid w:val="00066C92"/>
    <w:rsid w:val="00080C2B"/>
    <w:rsid w:val="00085434"/>
    <w:rsid w:val="00086779"/>
    <w:rsid w:val="00093250"/>
    <w:rsid w:val="000943BB"/>
    <w:rsid w:val="00095DFD"/>
    <w:rsid w:val="000B01CD"/>
    <w:rsid w:val="000C0AF9"/>
    <w:rsid w:val="000C4032"/>
    <w:rsid w:val="000C5646"/>
    <w:rsid w:val="000C58EF"/>
    <w:rsid w:val="000C7C40"/>
    <w:rsid w:val="000D6786"/>
    <w:rsid w:val="000F0FDA"/>
    <w:rsid w:val="00120773"/>
    <w:rsid w:val="001212AA"/>
    <w:rsid w:val="00124438"/>
    <w:rsid w:val="00125E05"/>
    <w:rsid w:val="0014520B"/>
    <w:rsid w:val="00150281"/>
    <w:rsid w:val="001605F7"/>
    <w:rsid w:val="00167509"/>
    <w:rsid w:val="00167F82"/>
    <w:rsid w:val="00176361"/>
    <w:rsid w:val="00180C19"/>
    <w:rsid w:val="001838A3"/>
    <w:rsid w:val="00193F45"/>
    <w:rsid w:val="001A4AE2"/>
    <w:rsid w:val="001A57F3"/>
    <w:rsid w:val="001B03BF"/>
    <w:rsid w:val="001B227D"/>
    <w:rsid w:val="001B22A0"/>
    <w:rsid w:val="001B6D79"/>
    <w:rsid w:val="001C0F23"/>
    <w:rsid w:val="001C6C0A"/>
    <w:rsid w:val="001C6C6B"/>
    <w:rsid w:val="001D0708"/>
    <w:rsid w:val="001D2E8F"/>
    <w:rsid w:val="001D3733"/>
    <w:rsid w:val="001D633D"/>
    <w:rsid w:val="001D651B"/>
    <w:rsid w:val="001E1862"/>
    <w:rsid w:val="001E6186"/>
    <w:rsid w:val="001E6427"/>
    <w:rsid w:val="001F1110"/>
    <w:rsid w:val="001F73EB"/>
    <w:rsid w:val="002008E6"/>
    <w:rsid w:val="0020636E"/>
    <w:rsid w:val="00207824"/>
    <w:rsid w:val="00210635"/>
    <w:rsid w:val="00212DF2"/>
    <w:rsid w:val="002130CB"/>
    <w:rsid w:val="0022149A"/>
    <w:rsid w:val="00224F23"/>
    <w:rsid w:val="00230E54"/>
    <w:rsid w:val="00231DB5"/>
    <w:rsid w:val="00232EE5"/>
    <w:rsid w:val="00233604"/>
    <w:rsid w:val="00242FF7"/>
    <w:rsid w:val="00251758"/>
    <w:rsid w:val="002556A7"/>
    <w:rsid w:val="00256963"/>
    <w:rsid w:val="00261D55"/>
    <w:rsid w:val="002638B7"/>
    <w:rsid w:val="00264CFD"/>
    <w:rsid w:val="0027113E"/>
    <w:rsid w:val="00271AE1"/>
    <w:rsid w:val="0027354F"/>
    <w:rsid w:val="00275090"/>
    <w:rsid w:val="0028368A"/>
    <w:rsid w:val="00293725"/>
    <w:rsid w:val="002A401C"/>
    <w:rsid w:val="002A4C22"/>
    <w:rsid w:val="002B017D"/>
    <w:rsid w:val="002B0945"/>
    <w:rsid w:val="002B2D29"/>
    <w:rsid w:val="002B40F7"/>
    <w:rsid w:val="002B4478"/>
    <w:rsid w:val="002B58CA"/>
    <w:rsid w:val="002B5A92"/>
    <w:rsid w:val="002C328A"/>
    <w:rsid w:val="002C61A2"/>
    <w:rsid w:val="002D3EA2"/>
    <w:rsid w:val="002D46F7"/>
    <w:rsid w:val="002D521A"/>
    <w:rsid w:val="002E089B"/>
    <w:rsid w:val="002E7F4A"/>
    <w:rsid w:val="002F505B"/>
    <w:rsid w:val="002F50A0"/>
    <w:rsid w:val="00302DD3"/>
    <w:rsid w:val="00304D64"/>
    <w:rsid w:val="00313404"/>
    <w:rsid w:val="003215B0"/>
    <w:rsid w:val="00323E02"/>
    <w:rsid w:val="003260E7"/>
    <w:rsid w:val="00335745"/>
    <w:rsid w:val="0033682C"/>
    <w:rsid w:val="00341358"/>
    <w:rsid w:val="003468B5"/>
    <w:rsid w:val="00350CCB"/>
    <w:rsid w:val="00351687"/>
    <w:rsid w:val="0035444A"/>
    <w:rsid w:val="00364521"/>
    <w:rsid w:val="003746F3"/>
    <w:rsid w:val="00383E9A"/>
    <w:rsid w:val="0038572E"/>
    <w:rsid w:val="00386BB3"/>
    <w:rsid w:val="00386C8E"/>
    <w:rsid w:val="0039210C"/>
    <w:rsid w:val="003962E3"/>
    <w:rsid w:val="003A1B30"/>
    <w:rsid w:val="003A738D"/>
    <w:rsid w:val="003B2BF7"/>
    <w:rsid w:val="003B4B83"/>
    <w:rsid w:val="003B4D2B"/>
    <w:rsid w:val="003C0A5A"/>
    <w:rsid w:val="003D12E6"/>
    <w:rsid w:val="003D1A03"/>
    <w:rsid w:val="003D65B9"/>
    <w:rsid w:val="003D7CC5"/>
    <w:rsid w:val="003F55EC"/>
    <w:rsid w:val="003F5AB7"/>
    <w:rsid w:val="003F6681"/>
    <w:rsid w:val="00402722"/>
    <w:rsid w:val="0040288B"/>
    <w:rsid w:val="00403DD8"/>
    <w:rsid w:val="0040674C"/>
    <w:rsid w:val="00406934"/>
    <w:rsid w:val="00414D5B"/>
    <w:rsid w:val="00414E10"/>
    <w:rsid w:val="004227C5"/>
    <w:rsid w:val="0042280F"/>
    <w:rsid w:val="004376B0"/>
    <w:rsid w:val="00444502"/>
    <w:rsid w:val="00445857"/>
    <w:rsid w:val="004471E7"/>
    <w:rsid w:val="004516FC"/>
    <w:rsid w:val="00457F76"/>
    <w:rsid w:val="0046015F"/>
    <w:rsid w:val="00463DCC"/>
    <w:rsid w:val="00465948"/>
    <w:rsid w:val="00466053"/>
    <w:rsid w:val="00472BDF"/>
    <w:rsid w:val="00473CF9"/>
    <w:rsid w:val="004753E5"/>
    <w:rsid w:val="004809D2"/>
    <w:rsid w:val="00483DF3"/>
    <w:rsid w:val="00487C22"/>
    <w:rsid w:val="00491CCE"/>
    <w:rsid w:val="004A2535"/>
    <w:rsid w:val="004B0C2A"/>
    <w:rsid w:val="004B7230"/>
    <w:rsid w:val="004B7886"/>
    <w:rsid w:val="004C2BE8"/>
    <w:rsid w:val="004C3238"/>
    <w:rsid w:val="004D1C6F"/>
    <w:rsid w:val="004D3D58"/>
    <w:rsid w:val="004D3EF2"/>
    <w:rsid w:val="004D6DA3"/>
    <w:rsid w:val="004E5F80"/>
    <w:rsid w:val="004E68B1"/>
    <w:rsid w:val="00506312"/>
    <w:rsid w:val="00510D1E"/>
    <w:rsid w:val="00511AE9"/>
    <w:rsid w:val="00511DA2"/>
    <w:rsid w:val="00513D3C"/>
    <w:rsid w:val="00516393"/>
    <w:rsid w:val="00526111"/>
    <w:rsid w:val="00531127"/>
    <w:rsid w:val="00535C1E"/>
    <w:rsid w:val="00540C66"/>
    <w:rsid w:val="00542207"/>
    <w:rsid w:val="00542614"/>
    <w:rsid w:val="005440EC"/>
    <w:rsid w:val="00567048"/>
    <w:rsid w:val="0057115F"/>
    <w:rsid w:val="00584CEE"/>
    <w:rsid w:val="00587FAE"/>
    <w:rsid w:val="005900F7"/>
    <w:rsid w:val="00590A8D"/>
    <w:rsid w:val="00597816"/>
    <w:rsid w:val="005A3482"/>
    <w:rsid w:val="005A42BD"/>
    <w:rsid w:val="005A7B5A"/>
    <w:rsid w:val="005B17E1"/>
    <w:rsid w:val="005B2229"/>
    <w:rsid w:val="005B50B8"/>
    <w:rsid w:val="005B64C3"/>
    <w:rsid w:val="005C3B62"/>
    <w:rsid w:val="005C50FF"/>
    <w:rsid w:val="005C5174"/>
    <w:rsid w:val="005C7362"/>
    <w:rsid w:val="005E5BEE"/>
    <w:rsid w:val="005F038C"/>
    <w:rsid w:val="005F35D1"/>
    <w:rsid w:val="005F5BA0"/>
    <w:rsid w:val="005F77DD"/>
    <w:rsid w:val="00606CA8"/>
    <w:rsid w:val="0060705A"/>
    <w:rsid w:val="006114F2"/>
    <w:rsid w:val="006158D7"/>
    <w:rsid w:val="00617100"/>
    <w:rsid w:val="00624105"/>
    <w:rsid w:val="006264C6"/>
    <w:rsid w:val="00630DEF"/>
    <w:rsid w:val="00633F09"/>
    <w:rsid w:val="006422BA"/>
    <w:rsid w:val="00642332"/>
    <w:rsid w:val="0064425A"/>
    <w:rsid w:val="006468E3"/>
    <w:rsid w:val="006470D1"/>
    <w:rsid w:val="00647CE4"/>
    <w:rsid w:val="00650067"/>
    <w:rsid w:val="00651120"/>
    <w:rsid w:val="0066512A"/>
    <w:rsid w:val="00666848"/>
    <w:rsid w:val="00673D35"/>
    <w:rsid w:val="006820FD"/>
    <w:rsid w:val="0068443F"/>
    <w:rsid w:val="00687AE6"/>
    <w:rsid w:val="0069323E"/>
    <w:rsid w:val="00694BE7"/>
    <w:rsid w:val="006A6B30"/>
    <w:rsid w:val="006B4CAB"/>
    <w:rsid w:val="006C018A"/>
    <w:rsid w:val="006E357E"/>
    <w:rsid w:val="006F3081"/>
    <w:rsid w:val="006F347F"/>
    <w:rsid w:val="006F5BFB"/>
    <w:rsid w:val="006F766D"/>
    <w:rsid w:val="0070091C"/>
    <w:rsid w:val="007014A8"/>
    <w:rsid w:val="0070445B"/>
    <w:rsid w:val="00705462"/>
    <w:rsid w:val="00715CF6"/>
    <w:rsid w:val="00715D2B"/>
    <w:rsid w:val="007200A1"/>
    <w:rsid w:val="00721BBF"/>
    <w:rsid w:val="00727F80"/>
    <w:rsid w:val="0073041F"/>
    <w:rsid w:val="00731F26"/>
    <w:rsid w:val="007352DA"/>
    <w:rsid w:val="00735BC4"/>
    <w:rsid w:val="00736A4F"/>
    <w:rsid w:val="00741107"/>
    <w:rsid w:val="0074153A"/>
    <w:rsid w:val="00741E49"/>
    <w:rsid w:val="00744806"/>
    <w:rsid w:val="00745C55"/>
    <w:rsid w:val="00750443"/>
    <w:rsid w:val="00751B1A"/>
    <w:rsid w:val="0075332C"/>
    <w:rsid w:val="00756BB7"/>
    <w:rsid w:val="00766BE0"/>
    <w:rsid w:val="0076713A"/>
    <w:rsid w:val="00770AD8"/>
    <w:rsid w:val="00775CA8"/>
    <w:rsid w:val="0077688A"/>
    <w:rsid w:val="00787407"/>
    <w:rsid w:val="00793279"/>
    <w:rsid w:val="007A26B2"/>
    <w:rsid w:val="007A2B9D"/>
    <w:rsid w:val="007A5424"/>
    <w:rsid w:val="007B333B"/>
    <w:rsid w:val="007B4760"/>
    <w:rsid w:val="007B5E0A"/>
    <w:rsid w:val="007D05A5"/>
    <w:rsid w:val="007D2B80"/>
    <w:rsid w:val="007D5AD1"/>
    <w:rsid w:val="007E0058"/>
    <w:rsid w:val="007E2C2F"/>
    <w:rsid w:val="00802463"/>
    <w:rsid w:val="00803894"/>
    <w:rsid w:val="00814045"/>
    <w:rsid w:val="00814539"/>
    <w:rsid w:val="00816533"/>
    <w:rsid w:val="00817923"/>
    <w:rsid w:val="00827454"/>
    <w:rsid w:val="00830D2C"/>
    <w:rsid w:val="00834CF8"/>
    <w:rsid w:val="00841E79"/>
    <w:rsid w:val="0085751D"/>
    <w:rsid w:val="00860AAC"/>
    <w:rsid w:val="00860D1D"/>
    <w:rsid w:val="008634EB"/>
    <w:rsid w:val="00866B0D"/>
    <w:rsid w:val="00870AF6"/>
    <w:rsid w:val="008767E6"/>
    <w:rsid w:val="008804F9"/>
    <w:rsid w:val="008846E2"/>
    <w:rsid w:val="008910C8"/>
    <w:rsid w:val="008A4CDC"/>
    <w:rsid w:val="008A512F"/>
    <w:rsid w:val="008A529F"/>
    <w:rsid w:val="008B0561"/>
    <w:rsid w:val="008B1AB8"/>
    <w:rsid w:val="008B3A6F"/>
    <w:rsid w:val="008B47A3"/>
    <w:rsid w:val="008B501C"/>
    <w:rsid w:val="008B5CEB"/>
    <w:rsid w:val="008C5200"/>
    <w:rsid w:val="008C6FDD"/>
    <w:rsid w:val="008D0D65"/>
    <w:rsid w:val="008E109C"/>
    <w:rsid w:val="008E2EF1"/>
    <w:rsid w:val="008F17D7"/>
    <w:rsid w:val="008F3E57"/>
    <w:rsid w:val="008F6B1E"/>
    <w:rsid w:val="008F7645"/>
    <w:rsid w:val="0090019E"/>
    <w:rsid w:val="00903429"/>
    <w:rsid w:val="009036BE"/>
    <w:rsid w:val="009041A9"/>
    <w:rsid w:val="00911F6F"/>
    <w:rsid w:val="00912D37"/>
    <w:rsid w:val="00916275"/>
    <w:rsid w:val="0091698E"/>
    <w:rsid w:val="0092052D"/>
    <w:rsid w:val="0093281D"/>
    <w:rsid w:val="00936A5B"/>
    <w:rsid w:val="009421DA"/>
    <w:rsid w:val="00944807"/>
    <w:rsid w:val="00947F28"/>
    <w:rsid w:val="00955833"/>
    <w:rsid w:val="00971618"/>
    <w:rsid w:val="009770F9"/>
    <w:rsid w:val="009773BF"/>
    <w:rsid w:val="009819A1"/>
    <w:rsid w:val="00991FFB"/>
    <w:rsid w:val="009950DC"/>
    <w:rsid w:val="00996588"/>
    <w:rsid w:val="00997B04"/>
    <w:rsid w:val="009A64CA"/>
    <w:rsid w:val="009B0E43"/>
    <w:rsid w:val="009B2C8D"/>
    <w:rsid w:val="009B3773"/>
    <w:rsid w:val="009C040E"/>
    <w:rsid w:val="009C09A4"/>
    <w:rsid w:val="009C70FB"/>
    <w:rsid w:val="009D07B3"/>
    <w:rsid w:val="009D3688"/>
    <w:rsid w:val="009D5D07"/>
    <w:rsid w:val="009D6458"/>
    <w:rsid w:val="009D6FA3"/>
    <w:rsid w:val="009E4ADF"/>
    <w:rsid w:val="009F1DF7"/>
    <w:rsid w:val="009F3497"/>
    <w:rsid w:val="009F6F03"/>
    <w:rsid w:val="009F729A"/>
    <w:rsid w:val="00A00FC6"/>
    <w:rsid w:val="00A03219"/>
    <w:rsid w:val="00A117DB"/>
    <w:rsid w:val="00A13A7A"/>
    <w:rsid w:val="00A1587D"/>
    <w:rsid w:val="00A2138A"/>
    <w:rsid w:val="00A21953"/>
    <w:rsid w:val="00A24569"/>
    <w:rsid w:val="00A330B0"/>
    <w:rsid w:val="00A347C6"/>
    <w:rsid w:val="00A426F5"/>
    <w:rsid w:val="00A50DC3"/>
    <w:rsid w:val="00A54789"/>
    <w:rsid w:val="00A55377"/>
    <w:rsid w:val="00A73155"/>
    <w:rsid w:val="00A77268"/>
    <w:rsid w:val="00A773CF"/>
    <w:rsid w:val="00A818B9"/>
    <w:rsid w:val="00A82840"/>
    <w:rsid w:val="00A83100"/>
    <w:rsid w:val="00A84B96"/>
    <w:rsid w:val="00AA128F"/>
    <w:rsid w:val="00AB2F2D"/>
    <w:rsid w:val="00AB5930"/>
    <w:rsid w:val="00AB7CE4"/>
    <w:rsid w:val="00AC6D93"/>
    <w:rsid w:val="00AC7BC6"/>
    <w:rsid w:val="00AD138B"/>
    <w:rsid w:val="00AD33D8"/>
    <w:rsid w:val="00AD3BF6"/>
    <w:rsid w:val="00AD483C"/>
    <w:rsid w:val="00AE33F4"/>
    <w:rsid w:val="00AE55FA"/>
    <w:rsid w:val="00B03074"/>
    <w:rsid w:val="00B1267B"/>
    <w:rsid w:val="00B16695"/>
    <w:rsid w:val="00B25BB7"/>
    <w:rsid w:val="00B25DC7"/>
    <w:rsid w:val="00B26ABA"/>
    <w:rsid w:val="00B3375E"/>
    <w:rsid w:val="00B3437E"/>
    <w:rsid w:val="00B35A83"/>
    <w:rsid w:val="00B50201"/>
    <w:rsid w:val="00B5031C"/>
    <w:rsid w:val="00B5679E"/>
    <w:rsid w:val="00B56B10"/>
    <w:rsid w:val="00B7065C"/>
    <w:rsid w:val="00B72FDD"/>
    <w:rsid w:val="00B74C52"/>
    <w:rsid w:val="00B762EC"/>
    <w:rsid w:val="00B817C2"/>
    <w:rsid w:val="00B81A62"/>
    <w:rsid w:val="00B832F3"/>
    <w:rsid w:val="00B85ED3"/>
    <w:rsid w:val="00B85FAA"/>
    <w:rsid w:val="00B9344C"/>
    <w:rsid w:val="00B9527C"/>
    <w:rsid w:val="00B97043"/>
    <w:rsid w:val="00BA0102"/>
    <w:rsid w:val="00BA6F75"/>
    <w:rsid w:val="00BB0FF7"/>
    <w:rsid w:val="00BB2E3B"/>
    <w:rsid w:val="00BB3DFE"/>
    <w:rsid w:val="00BC0401"/>
    <w:rsid w:val="00BC136A"/>
    <w:rsid w:val="00BC1AB3"/>
    <w:rsid w:val="00BC3FC3"/>
    <w:rsid w:val="00BD308A"/>
    <w:rsid w:val="00BD4531"/>
    <w:rsid w:val="00BD65CB"/>
    <w:rsid w:val="00BD67C6"/>
    <w:rsid w:val="00BE279D"/>
    <w:rsid w:val="00BE36A2"/>
    <w:rsid w:val="00BE5803"/>
    <w:rsid w:val="00BE5AAF"/>
    <w:rsid w:val="00BE60EC"/>
    <w:rsid w:val="00BE7EE3"/>
    <w:rsid w:val="00BF0D67"/>
    <w:rsid w:val="00BF2A48"/>
    <w:rsid w:val="00C03C53"/>
    <w:rsid w:val="00C106E9"/>
    <w:rsid w:val="00C13CF3"/>
    <w:rsid w:val="00C16400"/>
    <w:rsid w:val="00C2039B"/>
    <w:rsid w:val="00C2519F"/>
    <w:rsid w:val="00C30545"/>
    <w:rsid w:val="00C3131B"/>
    <w:rsid w:val="00C320C8"/>
    <w:rsid w:val="00C41B8F"/>
    <w:rsid w:val="00C508B4"/>
    <w:rsid w:val="00C540CD"/>
    <w:rsid w:val="00C65DA5"/>
    <w:rsid w:val="00C81187"/>
    <w:rsid w:val="00C848C9"/>
    <w:rsid w:val="00C84FFE"/>
    <w:rsid w:val="00C856EE"/>
    <w:rsid w:val="00C94711"/>
    <w:rsid w:val="00C9501F"/>
    <w:rsid w:val="00C95DE2"/>
    <w:rsid w:val="00CA027A"/>
    <w:rsid w:val="00CA03C0"/>
    <w:rsid w:val="00CA0A16"/>
    <w:rsid w:val="00CC09EA"/>
    <w:rsid w:val="00CC181A"/>
    <w:rsid w:val="00CD0349"/>
    <w:rsid w:val="00CD1CAA"/>
    <w:rsid w:val="00CD1E97"/>
    <w:rsid w:val="00CE0E69"/>
    <w:rsid w:val="00CF1EDA"/>
    <w:rsid w:val="00CF3651"/>
    <w:rsid w:val="00CF5CEE"/>
    <w:rsid w:val="00CF67CB"/>
    <w:rsid w:val="00D01595"/>
    <w:rsid w:val="00D046A1"/>
    <w:rsid w:val="00D077FC"/>
    <w:rsid w:val="00D12845"/>
    <w:rsid w:val="00D15DCE"/>
    <w:rsid w:val="00D161F4"/>
    <w:rsid w:val="00D24C7A"/>
    <w:rsid w:val="00D34308"/>
    <w:rsid w:val="00D42996"/>
    <w:rsid w:val="00D42F01"/>
    <w:rsid w:val="00D5083D"/>
    <w:rsid w:val="00D5175C"/>
    <w:rsid w:val="00D5406F"/>
    <w:rsid w:val="00D54ACB"/>
    <w:rsid w:val="00D63114"/>
    <w:rsid w:val="00D63A1A"/>
    <w:rsid w:val="00D67A59"/>
    <w:rsid w:val="00D73AE7"/>
    <w:rsid w:val="00D769E1"/>
    <w:rsid w:val="00D773E6"/>
    <w:rsid w:val="00D843B4"/>
    <w:rsid w:val="00D92D80"/>
    <w:rsid w:val="00D94004"/>
    <w:rsid w:val="00D9412E"/>
    <w:rsid w:val="00D960D0"/>
    <w:rsid w:val="00DA3E78"/>
    <w:rsid w:val="00DB640D"/>
    <w:rsid w:val="00DB7E97"/>
    <w:rsid w:val="00DC05CE"/>
    <w:rsid w:val="00DC1497"/>
    <w:rsid w:val="00DD7C17"/>
    <w:rsid w:val="00DE0B72"/>
    <w:rsid w:val="00DE21E5"/>
    <w:rsid w:val="00DE6C5B"/>
    <w:rsid w:val="00DE75ED"/>
    <w:rsid w:val="00DF15CA"/>
    <w:rsid w:val="00E00FFE"/>
    <w:rsid w:val="00E01DE2"/>
    <w:rsid w:val="00E04BDB"/>
    <w:rsid w:val="00E06E43"/>
    <w:rsid w:val="00E13F6A"/>
    <w:rsid w:val="00E208C8"/>
    <w:rsid w:val="00E260A7"/>
    <w:rsid w:val="00E34143"/>
    <w:rsid w:val="00E35B32"/>
    <w:rsid w:val="00E50F28"/>
    <w:rsid w:val="00E51CCE"/>
    <w:rsid w:val="00E63E8B"/>
    <w:rsid w:val="00E64259"/>
    <w:rsid w:val="00E67A82"/>
    <w:rsid w:val="00E72CA9"/>
    <w:rsid w:val="00E743B0"/>
    <w:rsid w:val="00E809F2"/>
    <w:rsid w:val="00E914D4"/>
    <w:rsid w:val="00E92EFB"/>
    <w:rsid w:val="00E94838"/>
    <w:rsid w:val="00E95F92"/>
    <w:rsid w:val="00E960B5"/>
    <w:rsid w:val="00E974D7"/>
    <w:rsid w:val="00E97821"/>
    <w:rsid w:val="00EA7283"/>
    <w:rsid w:val="00EC2814"/>
    <w:rsid w:val="00EC2C37"/>
    <w:rsid w:val="00EC7A9C"/>
    <w:rsid w:val="00ED22ED"/>
    <w:rsid w:val="00ED265E"/>
    <w:rsid w:val="00ED4BC6"/>
    <w:rsid w:val="00EE3056"/>
    <w:rsid w:val="00EE3CCA"/>
    <w:rsid w:val="00EF6BB0"/>
    <w:rsid w:val="00F01C8C"/>
    <w:rsid w:val="00F025A8"/>
    <w:rsid w:val="00F14080"/>
    <w:rsid w:val="00F15260"/>
    <w:rsid w:val="00F17567"/>
    <w:rsid w:val="00F21688"/>
    <w:rsid w:val="00F250FF"/>
    <w:rsid w:val="00F25265"/>
    <w:rsid w:val="00F25811"/>
    <w:rsid w:val="00F30903"/>
    <w:rsid w:val="00F34959"/>
    <w:rsid w:val="00F353CE"/>
    <w:rsid w:val="00F40508"/>
    <w:rsid w:val="00F40CFC"/>
    <w:rsid w:val="00F44D78"/>
    <w:rsid w:val="00F45374"/>
    <w:rsid w:val="00F45885"/>
    <w:rsid w:val="00F548CD"/>
    <w:rsid w:val="00F5725E"/>
    <w:rsid w:val="00F6133F"/>
    <w:rsid w:val="00F6501A"/>
    <w:rsid w:val="00F66510"/>
    <w:rsid w:val="00F77F1B"/>
    <w:rsid w:val="00F844AE"/>
    <w:rsid w:val="00FA08B8"/>
    <w:rsid w:val="00FA55B1"/>
    <w:rsid w:val="00FA79BB"/>
    <w:rsid w:val="00FB0232"/>
    <w:rsid w:val="00FB51C6"/>
    <w:rsid w:val="00FC0608"/>
    <w:rsid w:val="00FC2153"/>
    <w:rsid w:val="00FC4466"/>
    <w:rsid w:val="00FC599B"/>
    <w:rsid w:val="00FC6F6B"/>
    <w:rsid w:val="00FC77D6"/>
    <w:rsid w:val="00FD4BDC"/>
    <w:rsid w:val="00FE2FD6"/>
    <w:rsid w:val="00FF1F2F"/>
    <w:rsid w:val="00FF4949"/>
    <w:rsid w:val="00FF62AD"/>
    <w:rsid w:val="00FF708B"/>
    <w:rsid w:val="00FF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45885"/>
    <w:pPr>
      <w:spacing w:after="200" w:line="276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9"/>
    <w:qFormat/>
    <w:rsid w:val="001E1862"/>
    <w:pPr>
      <w:spacing w:before="100" w:beforeAutospacing="1" w:after="100" w:afterAutospacing="1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F45885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45885"/>
    <w:rPr>
      <w:sz w:val="26"/>
      <w:szCs w:val="26"/>
      <w:lang w:val="ru-RU" w:eastAsia="ru-RU"/>
    </w:rPr>
  </w:style>
  <w:style w:type="character" w:styleId="PageNumber">
    <w:name w:val="page number"/>
    <w:basedOn w:val="DefaultParagraphFont"/>
    <w:uiPriority w:val="99"/>
    <w:rsid w:val="00F45885"/>
  </w:style>
  <w:style w:type="paragraph" w:styleId="NormalWeb">
    <w:name w:val="Normal (Web)"/>
    <w:basedOn w:val="Normal"/>
    <w:uiPriority w:val="99"/>
    <w:rsid w:val="001E186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E1862"/>
    <w:rPr>
      <w:color w:val="0000FF"/>
      <w:u w:val="single"/>
    </w:rPr>
  </w:style>
  <w:style w:type="character" w:customStyle="1" w:styleId="apple-style-span">
    <w:name w:val="apple-style-span"/>
    <w:uiPriority w:val="99"/>
    <w:rsid w:val="00B7065C"/>
  </w:style>
  <w:style w:type="table" w:styleId="TableGrid">
    <w:name w:val="Table Grid"/>
    <w:basedOn w:val="TableNormal"/>
    <w:uiPriority w:val="99"/>
    <w:rsid w:val="00B7065C"/>
    <w:pPr>
      <w:spacing w:after="200" w:line="276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6264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64C6"/>
    <w:rPr>
      <w:rFonts w:ascii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B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47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736</TotalTime>
  <Pages>5</Pages>
  <Words>1420</Words>
  <Characters>8100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Customer</dc:creator>
  <cp:keywords/>
  <dc:description/>
  <cp:lastModifiedBy>Наташа</cp:lastModifiedBy>
  <cp:revision>356</cp:revision>
  <cp:lastPrinted>2016-02-04T10:27:00Z</cp:lastPrinted>
  <dcterms:created xsi:type="dcterms:W3CDTF">2012-05-17T09:31:00Z</dcterms:created>
  <dcterms:modified xsi:type="dcterms:W3CDTF">2016-02-10T13:04:00Z</dcterms:modified>
</cp:coreProperties>
</file>