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83" w:rsidRDefault="00126183" w:rsidP="00D875DC">
      <w:pPr>
        <w:ind w:left="5580"/>
        <w:rPr>
          <w:sz w:val="28"/>
          <w:szCs w:val="28"/>
        </w:rPr>
      </w:pPr>
      <w:r w:rsidRPr="00595BE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126183" w:rsidRPr="00595BE4" w:rsidRDefault="00126183" w:rsidP="00D875DC">
      <w:pPr>
        <w:ind w:left="5580"/>
        <w:rPr>
          <w:sz w:val="28"/>
          <w:szCs w:val="28"/>
        </w:rPr>
      </w:pPr>
      <w:r w:rsidRPr="00595BE4">
        <w:rPr>
          <w:sz w:val="28"/>
          <w:szCs w:val="28"/>
        </w:rPr>
        <w:t xml:space="preserve">к постановлению администрации городского округа «Город Калининград» </w:t>
      </w:r>
    </w:p>
    <w:p w:rsidR="00126183" w:rsidRPr="00595BE4" w:rsidRDefault="00126183" w:rsidP="00D875DC">
      <w:pPr>
        <w:ind w:left="5580"/>
        <w:rPr>
          <w:sz w:val="28"/>
          <w:szCs w:val="28"/>
        </w:rPr>
      </w:pPr>
      <w:r w:rsidRPr="00595BE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 мая </w:t>
      </w:r>
      <w:r w:rsidRPr="00595BE4">
        <w:rPr>
          <w:sz w:val="28"/>
          <w:szCs w:val="28"/>
        </w:rPr>
        <w:t>201</w:t>
      </w:r>
      <w:r>
        <w:rPr>
          <w:sz w:val="28"/>
          <w:szCs w:val="28"/>
        </w:rPr>
        <w:t>6 г. № 737</w:t>
      </w:r>
    </w:p>
    <w:p w:rsidR="00126183" w:rsidRDefault="00126183" w:rsidP="00D875DC">
      <w:pPr>
        <w:ind w:left="5580"/>
        <w:rPr>
          <w:sz w:val="28"/>
          <w:szCs w:val="28"/>
        </w:rPr>
      </w:pPr>
    </w:p>
    <w:p w:rsidR="00126183" w:rsidRPr="00BF0637" w:rsidRDefault="00126183" w:rsidP="00D875DC">
      <w:pPr>
        <w:pStyle w:val="ConsPlusNonformat"/>
        <w:ind w:left="-540" w:right="-3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Договор</w:t>
      </w:r>
      <w:r w:rsidRPr="00BF0637">
        <w:rPr>
          <w:rFonts w:ascii="Times New Roman" w:hAnsi="Times New Roman" w:cs="Times New Roman"/>
          <w:sz w:val="28"/>
          <w:szCs w:val="28"/>
        </w:rPr>
        <w:t xml:space="preserve"> № ________</w:t>
      </w:r>
    </w:p>
    <w:p w:rsidR="00126183" w:rsidRDefault="00126183" w:rsidP="00D875DC">
      <w:pPr>
        <w:pStyle w:val="ConsPlusNonformat"/>
        <w:ind w:left="-540" w:right="-365"/>
        <w:jc w:val="center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183" w:rsidRPr="00BF0637" w:rsidRDefault="00126183" w:rsidP="00D875DC">
      <w:pPr>
        <w:pStyle w:val="ConsPlusNonformat"/>
        <w:ind w:left="-540" w:right="-3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ярмарке для местных товаропроизводителей</w:t>
      </w:r>
    </w:p>
    <w:p w:rsidR="00126183" w:rsidRPr="00BF0637" w:rsidRDefault="00126183" w:rsidP="00D875DC">
      <w:pPr>
        <w:pStyle w:val="ConsPlusNonformat"/>
        <w:ind w:left="-540"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F063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F0637">
        <w:rPr>
          <w:rFonts w:ascii="Times New Roman" w:hAnsi="Times New Roman" w:cs="Times New Roman"/>
          <w:sz w:val="28"/>
          <w:szCs w:val="28"/>
        </w:rPr>
        <w:t>» ___________ 20___ г.</w:t>
      </w:r>
    </w:p>
    <w:p w:rsidR="00126183" w:rsidRPr="00BF0637" w:rsidRDefault="00126183" w:rsidP="00D875DC">
      <w:pPr>
        <w:pStyle w:val="ConsPlusNonformat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AA662F">
        <w:rPr>
          <w:rFonts w:ascii="Times New Roman" w:hAnsi="Times New Roman" w:cs="Times New Roman"/>
          <w:sz w:val="28"/>
          <w:szCs w:val="28"/>
        </w:rPr>
        <w:t>городского округа «Г</w:t>
      </w:r>
      <w:r w:rsidRPr="00BF0637">
        <w:rPr>
          <w:rFonts w:ascii="Times New Roman" w:hAnsi="Times New Roman" w:cs="Times New Roman"/>
          <w:sz w:val="28"/>
          <w:szCs w:val="28"/>
        </w:rPr>
        <w:t xml:space="preserve">ород Калининград»,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0637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0637">
        <w:rPr>
          <w:rFonts w:ascii="Times New Roman" w:hAnsi="Times New Roman" w:cs="Times New Roman"/>
          <w:sz w:val="28"/>
          <w:szCs w:val="28"/>
        </w:rPr>
        <w:t>, в ли</w:t>
      </w:r>
      <w:r>
        <w:rPr>
          <w:rFonts w:ascii="Times New Roman" w:hAnsi="Times New Roman" w:cs="Times New Roman"/>
          <w:sz w:val="28"/>
          <w:szCs w:val="28"/>
        </w:rPr>
        <w:t>це ____________________________</w:t>
      </w:r>
      <w:r w:rsidRPr="00BF06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действующего</w:t>
      </w:r>
      <w:r w:rsidRPr="00BF0637">
        <w:rPr>
          <w:rFonts w:ascii="Times New Roman" w:hAnsi="Times New Roman" w:cs="Times New Roman"/>
          <w:sz w:val="28"/>
          <w:szCs w:val="28"/>
        </w:rPr>
        <w:t>(ей) на основании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BF0637">
        <w:rPr>
          <w:rFonts w:ascii="Times New Roman" w:hAnsi="Times New Roman" w:cs="Times New Roman"/>
          <w:sz w:val="28"/>
          <w:szCs w:val="28"/>
        </w:rPr>
        <w:t>, с одной стороны и 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BF0637">
        <w:rPr>
          <w:rFonts w:ascii="Times New Roman" w:hAnsi="Times New Roman" w:cs="Times New Roman"/>
          <w:sz w:val="28"/>
          <w:szCs w:val="28"/>
        </w:rPr>
        <w:t xml:space="preserve">, именуемое(ая/ый) в дальнейшем </w:t>
      </w:r>
      <w:r>
        <w:rPr>
          <w:rFonts w:ascii="Times New Roman" w:hAnsi="Times New Roman" w:cs="Times New Roman"/>
          <w:sz w:val="28"/>
          <w:szCs w:val="28"/>
        </w:rPr>
        <w:t>«участник ярмарки»</w:t>
      </w:r>
      <w:r w:rsidRPr="00BF0637">
        <w:rPr>
          <w:rFonts w:ascii="Times New Roman" w:hAnsi="Times New Roman" w:cs="Times New Roman"/>
          <w:sz w:val="28"/>
          <w:szCs w:val="28"/>
        </w:rPr>
        <w:t>, в лице 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BF0637">
        <w:rPr>
          <w:rFonts w:ascii="Times New Roman" w:hAnsi="Times New Roman" w:cs="Times New Roman"/>
          <w:sz w:val="28"/>
          <w:szCs w:val="28"/>
        </w:rPr>
        <w:t>, действующ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BF063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F0637">
        <w:rPr>
          <w:rFonts w:ascii="Times New Roman" w:hAnsi="Times New Roman" w:cs="Times New Roman"/>
          <w:sz w:val="28"/>
          <w:szCs w:val="28"/>
        </w:rPr>
        <w:t xml:space="preserve">) на основании __________________________________, с другой стороны заключили настоящий договор (далее </w:t>
      </w:r>
      <w:r>
        <w:rPr>
          <w:sz w:val="28"/>
          <w:szCs w:val="28"/>
        </w:rPr>
        <w:t>–</w:t>
      </w:r>
      <w:r w:rsidRPr="00BF0637">
        <w:rPr>
          <w:rFonts w:ascii="Times New Roman" w:hAnsi="Times New Roman" w:cs="Times New Roman"/>
          <w:sz w:val="28"/>
          <w:szCs w:val="28"/>
        </w:rPr>
        <w:t xml:space="preserve"> Договор) о нижеследующем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3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1. Предмет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126183" w:rsidRPr="00BF0637" w:rsidRDefault="00126183" w:rsidP="00D875DC">
      <w:pPr>
        <w:pStyle w:val="ConsPlusNonformat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0637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0637">
        <w:rPr>
          <w:rFonts w:ascii="Times New Roman" w:hAnsi="Times New Roman" w:cs="Times New Roman"/>
          <w:sz w:val="28"/>
          <w:szCs w:val="28"/>
        </w:rPr>
        <w:t xml:space="preserve"> Уполномоченный орган предоставляет </w:t>
      </w:r>
      <w:r>
        <w:rPr>
          <w:rFonts w:ascii="Times New Roman" w:hAnsi="Times New Roman" w:cs="Times New Roman"/>
          <w:sz w:val="28"/>
          <w:szCs w:val="28"/>
        </w:rPr>
        <w:t>участнику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право размещать нестационарный торговый объект</w:t>
      </w:r>
      <w:r>
        <w:rPr>
          <w:rFonts w:ascii="Times New Roman" w:hAnsi="Times New Roman" w:cs="Times New Roman"/>
          <w:sz w:val="28"/>
          <w:szCs w:val="28"/>
        </w:rPr>
        <w:t xml:space="preserve"> (специализированное транспортное средство, лоток)</w:t>
      </w:r>
      <w:r w:rsidRPr="00BF0637">
        <w:rPr>
          <w:rFonts w:ascii="Times New Roman" w:hAnsi="Times New Roman" w:cs="Times New Roman"/>
          <w:sz w:val="28"/>
          <w:szCs w:val="28"/>
        </w:rPr>
        <w:t xml:space="preserve"> площадью ___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BF0637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месте, расположенном по адресу</w:t>
      </w:r>
      <w:r w:rsidRPr="00BF0637">
        <w:rPr>
          <w:rFonts w:ascii="Times New Roman" w:hAnsi="Times New Roman" w:cs="Times New Roman"/>
          <w:sz w:val="28"/>
          <w:szCs w:val="28"/>
        </w:rPr>
        <w:t xml:space="preserve"> г. Калининград,</w:t>
      </w:r>
      <w:r>
        <w:rPr>
          <w:rFonts w:ascii="Times New Roman" w:hAnsi="Times New Roman" w:cs="Times New Roman"/>
          <w:sz w:val="28"/>
          <w:szCs w:val="28"/>
        </w:rPr>
        <w:t xml:space="preserve"> ул. __________________________, </w:t>
      </w:r>
      <w:r w:rsidRPr="00BF0637">
        <w:rPr>
          <w:rFonts w:ascii="Times New Roman" w:hAnsi="Times New Roman" w:cs="Times New Roman"/>
          <w:sz w:val="28"/>
          <w:szCs w:val="28"/>
        </w:rPr>
        <w:t>ориентир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_________, для реализации производимых участником ярмарки товаров.</w:t>
      </w:r>
    </w:p>
    <w:p w:rsidR="00126183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Срок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063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0637">
        <w:rPr>
          <w:rFonts w:ascii="Times New Roman" w:hAnsi="Times New Roman" w:cs="Times New Roman"/>
          <w:sz w:val="28"/>
          <w:szCs w:val="28"/>
        </w:rPr>
        <w:t xml:space="preserve"> Срок действия настоящего Договора устанавливает</w:t>
      </w:r>
      <w:r>
        <w:rPr>
          <w:rFonts w:ascii="Times New Roman" w:hAnsi="Times New Roman" w:cs="Times New Roman"/>
          <w:sz w:val="28"/>
          <w:szCs w:val="28"/>
        </w:rPr>
        <w:t>ся с __________  по ___________.</w:t>
      </w:r>
    </w:p>
    <w:p w:rsidR="00126183" w:rsidRPr="00225587" w:rsidRDefault="00126183" w:rsidP="00D875DC">
      <w:pPr>
        <w:pStyle w:val="ConsPlusNonformat"/>
        <w:jc w:val="both"/>
        <w:rPr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2.2.</w:t>
      </w:r>
      <w:r w:rsidRPr="00492C0B">
        <w:rPr>
          <w:lang w:eastAsia="en-US"/>
        </w:rPr>
        <w:t xml:space="preserve"> </w:t>
      </w:r>
      <w:r w:rsidRPr="00722C67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 </w:t>
      </w:r>
      <w:r>
        <w:rPr>
          <w:rFonts w:ascii="Times New Roman" w:hAnsi="Times New Roman" w:cs="Times New Roman"/>
          <w:sz w:val="28"/>
          <w:szCs w:val="28"/>
          <w:lang w:eastAsia="en-US"/>
        </w:rPr>
        <w:t>считается</w:t>
      </w:r>
      <w:r w:rsidRPr="00722C67">
        <w:rPr>
          <w:rFonts w:ascii="Times New Roman" w:hAnsi="Times New Roman" w:cs="Times New Roman"/>
          <w:sz w:val="28"/>
          <w:szCs w:val="28"/>
          <w:lang w:eastAsia="en-US"/>
        </w:rPr>
        <w:t xml:space="preserve"> заключенным с момента его подписания сторонами 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214F5">
        <w:rPr>
          <w:rFonts w:ascii="Times New Roman" w:hAnsi="Times New Roman" w:cs="Times New Roman"/>
          <w:sz w:val="28"/>
          <w:szCs w:val="28"/>
          <w:lang w:eastAsia="en-US"/>
        </w:rPr>
        <w:t>действует до окончания срока Договора (</w:t>
      </w:r>
      <w:hyperlink r:id="rId6" w:history="1">
        <w:r w:rsidRPr="005A2F13">
          <w:rPr>
            <w:rFonts w:ascii="Times New Roman" w:hAnsi="Times New Roman" w:cs="Times New Roman"/>
            <w:sz w:val="28"/>
            <w:szCs w:val="28"/>
            <w:lang w:eastAsia="en-US"/>
          </w:rPr>
          <w:t>п. 2.1</w:t>
        </w:r>
      </w:hyperlink>
      <w:r w:rsidRPr="00E214F5">
        <w:rPr>
          <w:rFonts w:ascii="Times New Roman" w:hAnsi="Times New Roman" w:cs="Times New Roman"/>
          <w:sz w:val="28"/>
          <w:szCs w:val="28"/>
          <w:lang w:eastAsia="en-US"/>
        </w:rPr>
        <w:t xml:space="preserve"> Договора) или досрочного его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A2F13">
        <w:rPr>
          <w:rFonts w:ascii="Times New Roman" w:hAnsi="Times New Roman" w:cs="Times New Roman"/>
          <w:sz w:val="28"/>
          <w:szCs w:val="28"/>
          <w:lang w:eastAsia="en-US"/>
        </w:rPr>
        <w:t>расторжения на основании действующего законодательства РФ или условий настоящего Договора.</w:t>
      </w:r>
    </w:p>
    <w:p w:rsidR="00126183" w:rsidRPr="00225587" w:rsidRDefault="00126183" w:rsidP="00D875DC">
      <w:pPr>
        <w:pStyle w:val="ConsPlusNonformat"/>
        <w:ind w:right="-81"/>
        <w:rPr>
          <w:rFonts w:ascii="Times New Roman" w:hAnsi="Times New Roman" w:cs="Times New Roman"/>
          <w:b/>
          <w:bCs/>
          <w:sz w:val="28"/>
          <w:szCs w:val="28"/>
        </w:rPr>
      </w:pPr>
    </w:p>
    <w:p w:rsidR="00126183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3. Условия размещения </w:t>
      </w:r>
      <w:r w:rsidRPr="008574FD">
        <w:rPr>
          <w:rFonts w:ascii="Times New Roman" w:hAnsi="Times New Roman" w:cs="Times New Roman"/>
          <w:b/>
          <w:bCs/>
          <w:sz w:val="28"/>
          <w:szCs w:val="28"/>
        </w:rPr>
        <w:t>нестационарного торгового объекта</w:t>
      </w: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183" w:rsidRPr="00BF0637" w:rsidRDefault="00126183" w:rsidP="00D875DC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3.1.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обязан использовать место размещения нестационарного торгового объекта для целей, обозначенных в п. 1.1 настоящего Договора.</w:t>
      </w:r>
    </w:p>
    <w:p w:rsidR="00126183" w:rsidRDefault="00126183" w:rsidP="00D875DC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F0637">
        <w:rPr>
          <w:rFonts w:ascii="Times New Roman" w:hAnsi="Times New Roman" w:cs="Times New Roman"/>
          <w:sz w:val="28"/>
          <w:szCs w:val="28"/>
        </w:rPr>
        <w:t xml:space="preserve">3.2. Настоящий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F0637">
        <w:rPr>
          <w:rFonts w:ascii="Times New Roman" w:hAnsi="Times New Roman" w:cs="Times New Roman"/>
          <w:sz w:val="28"/>
          <w:szCs w:val="28"/>
        </w:rPr>
        <w:t>оговор является подтверждением права на осуществление</w:t>
      </w:r>
    </w:p>
    <w:p w:rsidR="00126183" w:rsidRDefault="00126183" w:rsidP="00D875DC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Pr="009D44B9" w:rsidRDefault="00126183" w:rsidP="00D875DC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D44B9">
        <w:rPr>
          <w:rFonts w:ascii="Times New Roman" w:hAnsi="Times New Roman" w:cs="Times New Roman"/>
          <w:sz w:val="24"/>
          <w:szCs w:val="24"/>
        </w:rPr>
        <w:t>2</w:t>
      </w:r>
    </w:p>
    <w:p w:rsidR="00126183" w:rsidRPr="00BF0637" w:rsidRDefault="00126183" w:rsidP="00D875DC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участником ярмарки </w:t>
      </w:r>
      <w:r w:rsidRPr="00BF0637">
        <w:rPr>
          <w:rFonts w:ascii="Times New Roman" w:hAnsi="Times New Roman" w:cs="Times New Roman"/>
          <w:sz w:val="28"/>
          <w:szCs w:val="28"/>
        </w:rPr>
        <w:t xml:space="preserve">от своего имени торговой деятельности в месте, предусмотренном в пункте 1.1 Договора.      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3.3. Ответственность за эксплуатацию (содержание) нестационарного торгового объекта и места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 xml:space="preserve">размещения несет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>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4. Плата и порядок платежей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4.1. </w:t>
      </w:r>
      <w:r>
        <w:rPr>
          <w:rFonts w:ascii="Times New Roman" w:hAnsi="Times New Roman" w:cs="Times New Roman"/>
          <w:sz w:val="28"/>
          <w:szCs w:val="28"/>
        </w:rPr>
        <w:t>Плата за размещение</w:t>
      </w:r>
      <w:r w:rsidRPr="00BF0637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</w:t>
      </w:r>
      <w:r>
        <w:rPr>
          <w:rFonts w:ascii="Times New Roman" w:hAnsi="Times New Roman" w:cs="Times New Roman"/>
          <w:sz w:val="28"/>
          <w:szCs w:val="28"/>
        </w:rPr>
        <w:t>не взимается.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5. Права и обязанности </w:t>
      </w:r>
      <w:r w:rsidRPr="00883D29">
        <w:rPr>
          <w:rFonts w:ascii="Times New Roman" w:hAnsi="Times New Roman" w:cs="Times New Roman"/>
          <w:b/>
          <w:bCs/>
          <w:sz w:val="28"/>
          <w:szCs w:val="28"/>
        </w:rPr>
        <w:t>участника ярмарки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5.1.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5.1.1. Использовать место для размещения нестационарного торгового объекта на условиях, установленных Договором. 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5.2.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>5.2.1. Осуществлять размещение нестационарного торгового объекта, его эксплуатацию в соответствии с установленными нормами, правилами и требованиями.</w:t>
      </w:r>
    </w:p>
    <w:p w:rsidR="00126183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F06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Заключить договор на уборку территории и вывоз твердых коммунальных отходов со специализированной организацией.</w:t>
      </w:r>
      <w:r w:rsidRPr="00BF0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183" w:rsidRPr="00BF0637" w:rsidRDefault="00126183" w:rsidP="00D875DC">
      <w:pPr>
        <w:pStyle w:val="ConsPlusNonformat"/>
        <w:ind w:right="-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F0637">
        <w:rPr>
          <w:rFonts w:ascii="Times New Roman" w:hAnsi="Times New Roman" w:cs="Times New Roman"/>
          <w:sz w:val="28"/>
          <w:szCs w:val="28"/>
        </w:rPr>
        <w:t>. Содержать нестационарн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0637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0637">
        <w:rPr>
          <w:rFonts w:ascii="Times New Roman" w:hAnsi="Times New Roman" w:cs="Times New Roman"/>
          <w:sz w:val="28"/>
          <w:szCs w:val="28"/>
        </w:rPr>
        <w:t xml:space="preserve"> объект и прилегающую к нему территорию в чистоте и порядке, производить уборку прилегающей к объекту территории в соответствии с </w:t>
      </w:r>
      <w:r>
        <w:rPr>
          <w:rFonts w:ascii="Times New Roman" w:hAnsi="Times New Roman" w:cs="Times New Roman"/>
          <w:sz w:val="28"/>
          <w:szCs w:val="28"/>
        </w:rPr>
        <w:t>Правилами благоустройства территории городского округа «Город Калининград»</w:t>
      </w:r>
      <w:r w:rsidRPr="00BF0637">
        <w:rPr>
          <w:rFonts w:ascii="Times New Roman" w:hAnsi="Times New Roman" w:cs="Times New Roman"/>
          <w:sz w:val="28"/>
          <w:szCs w:val="28"/>
        </w:rPr>
        <w:t>.</w:t>
      </w:r>
    </w:p>
    <w:p w:rsidR="00126183" w:rsidRPr="00BF0637" w:rsidRDefault="00126183" w:rsidP="00D875DC">
      <w:pPr>
        <w:pStyle w:val="ConsPlusNonformat"/>
        <w:ind w:right="-8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5.2.4. </w:t>
      </w:r>
      <w:r w:rsidRPr="00BF063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блюдать требования Федерального законодательства, в том числе санитарные нормы и правила</w:t>
      </w:r>
      <w:r w:rsidRPr="00BF0637">
        <w:rPr>
          <w:rFonts w:ascii="Times New Roman" w:hAnsi="Times New Roman" w:cs="Times New Roman"/>
          <w:sz w:val="28"/>
          <w:szCs w:val="28"/>
        </w:rPr>
        <w:t>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0637">
        <w:rPr>
          <w:rFonts w:ascii="Times New Roman" w:hAnsi="Times New Roman" w:cs="Times New Roman"/>
          <w:sz w:val="28"/>
          <w:szCs w:val="28"/>
        </w:rPr>
        <w:t>. Не нарушать права землепользователей.</w:t>
      </w:r>
    </w:p>
    <w:p w:rsidR="00126183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 xml:space="preserve"> 5.2.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F0637">
        <w:rPr>
          <w:rFonts w:ascii="Times New Roman" w:hAnsi="Times New Roman" w:cs="Times New Roman"/>
          <w:sz w:val="28"/>
          <w:szCs w:val="28"/>
        </w:rPr>
        <w:t>. Обеспечивать беспрепятственный доступ на место представителям Уполномоченного органа для проверки его использования и соблюдения условий Договора.</w:t>
      </w:r>
    </w:p>
    <w:p w:rsidR="00126183" w:rsidRPr="00BF0637" w:rsidRDefault="00126183" w:rsidP="00D875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5.2.7. По окончании периода проведения</w:t>
      </w:r>
      <w:bookmarkStart w:id="0" w:name="_GoBack"/>
      <w:bookmarkEnd w:id="0"/>
      <w:r>
        <w:rPr>
          <w:sz w:val="28"/>
          <w:szCs w:val="28"/>
        </w:rPr>
        <w:t xml:space="preserve"> ярмарки демонтировать либо вывезти торговые объекты, освободить и привести в надлежащее санитарно-техническое состояние площадку ярмарки.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6. Права и обязанности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полномоченного органа</w:t>
      </w: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183" w:rsidRDefault="00126183" w:rsidP="00D875DC">
      <w:pPr>
        <w:pStyle w:val="ConsPlusNonformat"/>
        <w:ind w:right="-81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 6.1. Уполномоченный орган имеет право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6.1.1. К</w:t>
      </w:r>
      <w:r w:rsidRPr="00BF0637">
        <w:rPr>
          <w:rFonts w:ascii="Times New Roman" w:hAnsi="Times New Roman" w:cs="Times New Roman"/>
          <w:sz w:val="28"/>
          <w:szCs w:val="28"/>
        </w:rPr>
        <w:t xml:space="preserve">онтролировать соблюдение </w:t>
      </w:r>
      <w:r>
        <w:rPr>
          <w:rFonts w:ascii="Times New Roman" w:hAnsi="Times New Roman" w:cs="Times New Roman"/>
          <w:sz w:val="28"/>
          <w:szCs w:val="28"/>
        </w:rPr>
        <w:t>участником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условий 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F0637">
        <w:rPr>
          <w:rFonts w:ascii="Times New Roman" w:hAnsi="Times New Roman" w:cs="Times New Roman"/>
          <w:sz w:val="28"/>
          <w:szCs w:val="28"/>
        </w:rPr>
        <w:t>оговора.</w:t>
      </w:r>
    </w:p>
    <w:p w:rsidR="00126183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6.2. Уполномоченный орган обязан: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6.2.1. Не нарушать прав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 ярмарки</w:t>
      </w:r>
      <w:r w:rsidRPr="00BF0637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F0637">
        <w:rPr>
          <w:rFonts w:ascii="Times New Roman" w:hAnsi="Times New Roman" w:cs="Times New Roman"/>
          <w:sz w:val="28"/>
          <w:szCs w:val="28"/>
        </w:rPr>
        <w:t xml:space="preserve"> законодательством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и настоящим Договором.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F0637">
        <w:rPr>
          <w:rFonts w:ascii="Times New Roman" w:hAnsi="Times New Roman" w:cs="Times New Roman"/>
          <w:sz w:val="28"/>
          <w:szCs w:val="28"/>
        </w:rPr>
        <w:t xml:space="preserve"> 6.2.2. Выполнять в полном объеме все условия Договора.</w:t>
      </w:r>
    </w:p>
    <w:p w:rsidR="00126183" w:rsidRPr="00E16992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sz w:val="24"/>
          <w:szCs w:val="24"/>
        </w:rPr>
      </w:pPr>
      <w:r w:rsidRPr="00E16992">
        <w:rPr>
          <w:rFonts w:ascii="Times New Roman" w:hAnsi="Times New Roman" w:cs="Times New Roman"/>
          <w:sz w:val="24"/>
          <w:szCs w:val="24"/>
        </w:rPr>
        <w:t>3</w:t>
      </w:r>
    </w:p>
    <w:p w:rsidR="00126183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7. Ответственность сторон</w:t>
      </w: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7.1. За нарушение условий настоящего Договора стороны несут ответственность, предусмотренную действующим законодательством РФ и условиями настоящего Договора.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7.2. Ответственность сторон за нарушение обязательств по Договору, вызванное действием обстоятельств непреодолимой силы, регулируется действующим законодательством РФ.</w:t>
      </w: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126183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8. Порядок урегулирования споров</w:t>
      </w: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8.1. Споры сторон, вытекающие из исполнения условий настоящего Договора, разрешаются в претензионном порядке, а в случае неурегулирования спорных вопросов </w:t>
      </w:r>
      <w:r>
        <w:rPr>
          <w:sz w:val="28"/>
          <w:szCs w:val="28"/>
        </w:rPr>
        <w:t xml:space="preserve">– </w:t>
      </w:r>
      <w:r w:rsidRPr="00BF0637">
        <w:rPr>
          <w:rFonts w:ascii="Times New Roman" w:hAnsi="Times New Roman" w:cs="Times New Roman"/>
          <w:sz w:val="28"/>
          <w:szCs w:val="28"/>
        </w:rPr>
        <w:t>в судебном порядке.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9. Расторжение и прекращение действия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126183" w:rsidRPr="00BF0637" w:rsidRDefault="00126183" w:rsidP="00D875DC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9.1. Договор может быть досрочно расторгнут:</w:t>
      </w:r>
    </w:p>
    <w:p w:rsidR="00126183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F0637">
        <w:rPr>
          <w:rFonts w:ascii="Times New Roman" w:hAnsi="Times New Roman" w:cs="Times New Roman"/>
          <w:sz w:val="28"/>
          <w:szCs w:val="28"/>
        </w:rPr>
        <w:t xml:space="preserve">9.1.1. В случае использования </w:t>
      </w:r>
      <w:r>
        <w:rPr>
          <w:rFonts w:ascii="Times New Roman" w:hAnsi="Times New Roman" w:cs="Times New Roman"/>
          <w:sz w:val="28"/>
          <w:szCs w:val="28"/>
        </w:rPr>
        <w:t>участником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места размещения нестационарн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0637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0637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637">
        <w:rPr>
          <w:rFonts w:ascii="Times New Roman" w:hAnsi="Times New Roman" w:cs="Times New Roman"/>
          <w:sz w:val="28"/>
          <w:szCs w:val="28"/>
        </w:rPr>
        <w:t xml:space="preserve"> не по целевому назначению, указанному в п. 1.1 настоящего Договора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1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9.1.2. В случае установления фактов нарушения действующего законодательства.</w:t>
      </w:r>
    </w:p>
    <w:p w:rsidR="00126183" w:rsidRPr="00BF0637" w:rsidRDefault="00126183" w:rsidP="00D875DC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9.1.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F0637">
        <w:rPr>
          <w:rFonts w:ascii="Times New Roman" w:hAnsi="Times New Roman" w:cs="Times New Roman"/>
          <w:sz w:val="28"/>
          <w:szCs w:val="28"/>
        </w:rPr>
        <w:t>. По соглашению сторон.</w:t>
      </w:r>
    </w:p>
    <w:p w:rsidR="00126183" w:rsidRDefault="00126183" w:rsidP="00D875DC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9.2. Договор прекращает свое действие в случае прекращения правоспособности </w:t>
      </w:r>
      <w:r>
        <w:rPr>
          <w:rFonts w:ascii="Times New Roman" w:hAnsi="Times New Roman" w:cs="Times New Roman"/>
          <w:sz w:val="28"/>
          <w:szCs w:val="28"/>
        </w:rPr>
        <w:t>участника ярмарки</w:t>
      </w:r>
      <w:r w:rsidRPr="00BF0637">
        <w:rPr>
          <w:rFonts w:ascii="Times New Roman" w:hAnsi="Times New Roman" w:cs="Times New Roman"/>
          <w:sz w:val="28"/>
          <w:szCs w:val="28"/>
        </w:rPr>
        <w:t>.</w:t>
      </w:r>
    </w:p>
    <w:p w:rsidR="00126183" w:rsidRPr="00BF0637" w:rsidRDefault="00126183" w:rsidP="00D875DC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Default="00126183" w:rsidP="00D875DC">
      <w:pPr>
        <w:pStyle w:val="ConsPlusNonformat"/>
        <w:ind w:right="-3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10. Заключительные положения</w:t>
      </w:r>
    </w:p>
    <w:p w:rsidR="00126183" w:rsidRPr="00BF0637" w:rsidRDefault="00126183" w:rsidP="00D875DC">
      <w:pPr>
        <w:pStyle w:val="ConsPlusNonformat"/>
        <w:ind w:right="-3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183" w:rsidRPr="00BF0637" w:rsidRDefault="00126183" w:rsidP="00D875DC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10.1.</w:t>
      </w:r>
      <w:r w:rsidRPr="00BF0637">
        <w:rPr>
          <w:rFonts w:ascii="Times New Roman" w:hAnsi="Times New Roman" w:cs="Times New Roman"/>
          <w:sz w:val="28"/>
          <w:szCs w:val="28"/>
        </w:rPr>
        <w:t xml:space="preserve"> Настоящий Договор составлен и подписан в двух экземплярах, имеющих одинаковую юридическую силу, по одному экземпляру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BF0637">
        <w:rPr>
          <w:rFonts w:ascii="Times New Roman" w:hAnsi="Times New Roman" w:cs="Times New Roman"/>
          <w:sz w:val="28"/>
          <w:szCs w:val="28"/>
        </w:rPr>
        <w:t xml:space="preserve"> каждой из сторон.</w:t>
      </w:r>
    </w:p>
    <w:p w:rsidR="00126183" w:rsidRPr="00BF0637" w:rsidRDefault="00126183" w:rsidP="00D875DC">
      <w:pPr>
        <w:pStyle w:val="ConsPlusNonformat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126183" w:rsidRDefault="00126183" w:rsidP="00D875DC">
      <w:pPr>
        <w:pStyle w:val="ConsPlusNonformat"/>
        <w:ind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11. Юридические адреса сторон:</w:t>
      </w:r>
    </w:p>
    <w:p w:rsidR="00126183" w:rsidRPr="00BF0637" w:rsidRDefault="00126183" w:rsidP="00D875DC">
      <w:pPr>
        <w:pStyle w:val="ConsPlusNonformat"/>
        <w:ind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1"/>
        <w:gridCol w:w="4249"/>
      </w:tblGrid>
      <w:tr w:rsidR="00126183" w:rsidRPr="00BF0637">
        <w:trPr>
          <w:trHeight w:val="1924"/>
        </w:trPr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126183" w:rsidRPr="00BF0637" w:rsidRDefault="00126183" w:rsidP="00647DB8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       Уполномоченный орган: </w:t>
            </w:r>
          </w:p>
          <w:p w:rsidR="00126183" w:rsidRDefault="00126183" w:rsidP="00647DB8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Комитет экономики, финансов и контроля  администрации городского округа </w:t>
            </w:r>
          </w:p>
          <w:p w:rsidR="00126183" w:rsidRPr="00BF0637" w:rsidRDefault="00126183" w:rsidP="00647DB8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>«Город Калининград»</w:t>
            </w:r>
          </w:p>
          <w:p w:rsidR="00126183" w:rsidRPr="00BF0637" w:rsidRDefault="00126183" w:rsidP="00647DB8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>2360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, г. Калининград, пл. Победы, 1 </w:t>
            </w:r>
          </w:p>
          <w:p w:rsidR="00126183" w:rsidRPr="00BF0637" w:rsidRDefault="00126183" w:rsidP="00647DB8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администрации,     </w:t>
            </w:r>
          </w:p>
          <w:p w:rsidR="00126183" w:rsidRDefault="00126183" w:rsidP="00647DB8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  <w:p w:rsidR="00126183" w:rsidRPr="00BF0637" w:rsidRDefault="00126183" w:rsidP="00647DB8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    Н.А. Дмитриева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</w:tcPr>
          <w:p w:rsidR="00126183" w:rsidRPr="00225587" w:rsidRDefault="00126183" w:rsidP="00647DB8">
            <w:pPr>
              <w:ind w:right="-3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 ярмарки:</w:t>
            </w:r>
          </w:p>
        </w:tc>
      </w:tr>
    </w:tbl>
    <w:p w:rsidR="00126183" w:rsidRDefault="00126183"/>
    <w:sectPr w:rsidR="00126183" w:rsidSect="00E16992">
      <w:head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183" w:rsidRDefault="00126183" w:rsidP="003B7E8C">
      <w:r>
        <w:separator/>
      </w:r>
    </w:p>
  </w:endnote>
  <w:endnote w:type="continuationSeparator" w:id="0">
    <w:p w:rsidR="00126183" w:rsidRDefault="00126183" w:rsidP="003B7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183" w:rsidRDefault="00126183" w:rsidP="003B7E8C">
      <w:r>
        <w:separator/>
      </w:r>
    </w:p>
  </w:footnote>
  <w:footnote w:type="continuationSeparator" w:id="0">
    <w:p w:rsidR="00126183" w:rsidRDefault="00126183" w:rsidP="003B7E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183" w:rsidRDefault="00126183">
    <w:pPr>
      <w:pStyle w:val="Header"/>
      <w:jc w:val="center"/>
    </w:pPr>
  </w:p>
  <w:p w:rsidR="00126183" w:rsidRDefault="001261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5DC"/>
    <w:rsid w:val="000A3C55"/>
    <w:rsid w:val="000E38BB"/>
    <w:rsid w:val="00126183"/>
    <w:rsid w:val="00225587"/>
    <w:rsid w:val="003B7E8C"/>
    <w:rsid w:val="003D2829"/>
    <w:rsid w:val="00492C0B"/>
    <w:rsid w:val="004B0C52"/>
    <w:rsid w:val="00595BE4"/>
    <w:rsid w:val="005A2F13"/>
    <w:rsid w:val="00612B96"/>
    <w:rsid w:val="00647DB8"/>
    <w:rsid w:val="006E27BA"/>
    <w:rsid w:val="00722C67"/>
    <w:rsid w:val="008574FD"/>
    <w:rsid w:val="00883D29"/>
    <w:rsid w:val="009D44B9"/>
    <w:rsid w:val="00AA662F"/>
    <w:rsid w:val="00BF0637"/>
    <w:rsid w:val="00D875DC"/>
    <w:rsid w:val="00E16992"/>
    <w:rsid w:val="00E214F5"/>
    <w:rsid w:val="00E81A7E"/>
    <w:rsid w:val="00F31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5DC"/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75D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D875D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875DC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4EBC92CD2E323BF11DFB4B47F0517CD5921C4273F06F6C01877551B2B0CC8F5E539BE462DB7B839EF6EDg7P2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842</Words>
  <Characters>4803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Аникушина</dc:creator>
  <cp:keywords/>
  <dc:description/>
  <cp:lastModifiedBy>Наташа</cp:lastModifiedBy>
  <cp:revision>2</cp:revision>
  <dcterms:created xsi:type="dcterms:W3CDTF">2016-05-04T07:09:00Z</dcterms:created>
  <dcterms:modified xsi:type="dcterms:W3CDTF">2016-06-01T08:11:00Z</dcterms:modified>
</cp:coreProperties>
</file>