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F15" w:rsidRPr="004A047C" w:rsidRDefault="000F0F15" w:rsidP="004A047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Pr="004A047C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0F0F15" w:rsidRPr="004A047C" w:rsidRDefault="000F0F15" w:rsidP="004A047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к по</w:t>
      </w:r>
      <w:r w:rsidRPr="004A047C">
        <w:rPr>
          <w:rFonts w:ascii="Times New Roman" w:hAnsi="Times New Roman" w:cs="Times New Roman"/>
          <w:sz w:val="28"/>
          <w:szCs w:val="28"/>
        </w:rPr>
        <w:t>становлению  администрации</w:t>
      </w:r>
    </w:p>
    <w:p w:rsidR="000F0F15" w:rsidRDefault="000F0F15" w:rsidP="00D81F07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Pr="004A047C">
        <w:rPr>
          <w:rFonts w:ascii="Times New Roman" w:hAnsi="Times New Roman" w:cs="Times New Roman"/>
          <w:sz w:val="28"/>
          <w:szCs w:val="28"/>
        </w:rPr>
        <w:t>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«Город Калининград»  </w:t>
      </w:r>
    </w:p>
    <w:p w:rsidR="000F0F15" w:rsidRPr="004A047C" w:rsidRDefault="000F0F15" w:rsidP="004A047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от 03 марта  2016г. № 247</w:t>
      </w:r>
    </w:p>
    <w:p w:rsidR="000F0F15" w:rsidRDefault="000F0F15" w:rsidP="004A047C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4A047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</w:p>
    <w:p w:rsidR="000F0F15" w:rsidRPr="004A047C" w:rsidRDefault="000F0F15" w:rsidP="004A047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</w:t>
      </w:r>
      <w:r w:rsidRPr="004A047C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0F0F15" w:rsidRPr="004A047C" w:rsidRDefault="000F0F15" w:rsidP="004A047C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4A047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4A047C">
        <w:rPr>
          <w:rFonts w:ascii="Times New Roman" w:hAnsi="Times New Roman" w:cs="Times New Roman"/>
          <w:sz w:val="28"/>
          <w:szCs w:val="28"/>
        </w:rPr>
        <w:t>к Порядку</w:t>
      </w:r>
    </w:p>
    <w:p w:rsidR="000F0F15" w:rsidRPr="004A047C" w:rsidRDefault="000F0F15" w:rsidP="004A047C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0F0F15" w:rsidRPr="004A047C" w:rsidRDefault="000F0F15" w:rsidP="004A047C">
      <w:pPr>
        <w:pStyle w:val="NoSpacing"/>
        <w:rPr>
          <w:rFonts w:ascii="Times New Roman" w:hAnsi="Times New Roman" w:cs="Times New Roman"/>
        </w:rPr>
      </w:pPr>
      <w:r w:rsidRPr="004A047C">
        <w:rPr>
          <w:rFonts w:ascii="Times New Roman" w:hAnsi="Times New Roman" w:cs="Times New Roman"/>
        </w:rPr>
        <w:t>УТВЕРЖДАЮ</w:t>
      </w:r>
      <w:r w:rsidRPr="004A047C">
        <w:rPr>
          <w:rFonts w:ascii="Times New Roman" w:hAnsi="Times New Roman" w:cs="Times New Roman"/>
        </w:rPr>
        <w:tab/>
      </w:r>
    </w:p>
    <w:p w:rsidR="000F0F15" w:rsidRPr="004A047C" w:rsidRDefault="000F0F15" w:rsidP="004A047C">
      <w:pPr>
        <w:pStyle w:val="NoSpacing"/>
        <w:rPr>
          <w:rFonts w:ascii="Times New Roman" w:hAnsi="Times New Roman" w:cs="Times New Roman"/>
        </w:rPr>
      </w:pPr>
      <w:r w:rsidRPr="004A047C">
        <w:rPr>
          <w:rFonts w:ascii="Times New Roman" w:hAnsi="Times New Roman" w:cs="Times New Roman"/>
        </w:rPr>
        <w:t>Председатель комитета</w:t>
      </w:r>
    </w:p>
    <w:p w:rsidR="000F0F15" w:rsidRPr="004A047C" w:rsidRDefault="000F0F15" w:rsidP="004A047C">
      <w:pPr>
        <w:pStyle w:val="NoSpacing"/>
        <w:rPr>
          <w:rFonts w:ascii="Times New Roman" w:hAnsi="Times New Roman" w:cs="Times New Roman"/>
        </w:rPr>
      </w:pPr>
      <w:r w:rsidRPr="004A047C">
        <w:rPr>
          <w:rFonts w:ascii="Times New Roman" w:hAnsi="Times New Roman" w:cs="Times New Roman"/>
        </w:rPr>
        <w:t>городского хозяйства</w:t>
      </w:r>
    </w:p>
    <w:p w:rsidR="000F0F15" w:rsidRPr="004A047C" w:rsidRDefault="000F0F15" w:rsidP="004A047C">
      <w:pPr>
        <w:pStyle w:val="NoSpacing"/>
        <w:rPr>
          <w:rFonts w:ascii="Times New Roman" w:hAnsi="Times New Roman" w:cs="Times New Roman"/>
        </w:rPr>
      </w:pPr>
      <w:r w:rsidRPr="004A047C">
        <w:rPr>
          <w:rFonts w:ascii="Times New Roman" w:hAnsi="Times New Roman" w:cs="Times New Roman"/>
        </w:rPr>
        <w:t>администрации городского округа</w:t>
      </w:r>
    </w:p>
    <w:p w:rsidR="000F0F15" w:rsidRPr="004A047C" w:rsidRDefault="000F0F15" w:rsidP="004A047C">
      <w:pPr>
        <w:pStyle w:val="NoSpacing"/>
        <w:rPr>
          <w:rFonts w:ascii="Times New Roman" w:hAnsi="Times New Roman" w:cs="Times New Roman"/>
        </w:rPr>
      </w:pPr>
      <w:r w:rsidRPr="004A047C">
        <w:rPr>
          <w:rFonts w:ascii="Times New Roman" w:hAnsi="Times New Roman" w:cs="Times New Roman"/>
        </w:rPr>
        <w:t>«Город Калининград»</w:t>
      </w:r>
    </w:p>
    <w:p w:rsidR="000F0F15" w:rsidRPr="004A047C" w:rsidRDefault="000F0F15" w:rsidP="004A047C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4A047C">
        <w:rPr>
          <w:rFonts w:ascii="Times New Roman" w:hAnsi="Times New Roman" w:cs="Times New Roman"/>
        </w:rPr>
        <w:t>__________________________</w:t>
      </w:r>
    </w:p>
    <w:p w:rsidR="000F0F15" w:rsidRPr="004A047C" w:rsidRDefault="000F0F15" w:rsidP="004A047C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0F0F15" w:rsidRPr="004A047C" w:rsidRDefault="000F0F15" w:rsidP="004A047C">
      <w:pPr>
        <w:pStyle w:val="NoSpacing"/>
        <w:jc w:val="center"/>
        <w:rPr>
          <w:rFonts w:ascii="Times New Roman" w:hAnsi="Times New Roman" w:cs="Times New Roman"/>
        </w:rPr>
      </w:pPr>
      <w:r w:rsidRPr="004A047C">
        <w:rPr>
          <w:rFonts w:ascii="Times New Roman" w:hAnsi="Times New Roman" w:cs="Times New Roman"/>
        </w:rPr>
        <w:t>ОТЧЕТ</w:t>
      </w:r>
    </w:p>
    <w:p w:rsidR="000F0F15" w:rsidRPr="004A047C" w:rsidRDefault="000F0F15" w:rsidP="004A047C">
      <w:pPr>
        <w:pStyle w:val="NoSpacing"/>
        <w:jc w:val="both"/>
        <w:rPr>
          <w:rFonts w:ascii="Times New Roman" w:hAnsi="Times New Roman" w:cs="Times New Roman"/>
        </w:rPr>
      </w:pPr>
      <w:r w:rsidRPr="004A047C">
        <w:rPr>
          <w:rFonts w:ascii="Times New Roman" w:hAnsi="Times New Roman" w:cs="Times New Roman"/>
        </w:rPr>
        <w:t xml:space="preserve"> о затратах управляющей организации, ТСЖ, жилищного или иного специализированного потребительского кооператива на коммунальные услуги, содержание и ремонт общего имущества многоквартирных домов, о затратах ресурсоснабжающей организации на установку общедомовых приборов учета коммунальных ресурсов, подлежащих возмещению из бюджета городского округа</w:t>
      </w:r>
    </w:p>
    <w:p w:rsidR="000F0F15" w:rsidRPr="004A047C" w:rsidRDefault="000F0F15" w:rsidP="004A047C">
      <w:pPr>
        <w:pStyle w:val="NoSpacing"/>
        <w:rPr>
          <w:rFonts w:ascii="Times New Roman" w:hAnsi="Times New Roman" w:cs="Times New Roman"/>
        </w:rPr>
      </w:pPr>
      <w:r w:rsidRPr="004A047C">
        <w:rPr>
          <w:rFonts w:ascii="Times New Roman" w:hAnsi="Times New Roman" w:cs="Times New Roman"/>
        </w:rPr>
        <w:t>____________________________________________________________________________</w:t>
      </w:r>
    </w:p>
    <w:p w:rsidR="000F0F15" w:rsidRPr="004A047C" w:rsidRDefault="000F0F15" w:rsidP="004A047C">
      <w:pPr>
        <w:pStyle w:val="NoSpacing"/>
        <w:jc w:val="center"/>
        <w:rPr>
          <w:rFonts w:ascii="Times New Roman" w:hAnsi="Times New Roman" w:cs="Times New Roman"/>
        </w:rPr>
      </w:pPr>
      <w:r w:rsidRPr="004A047C">
        <w:rPr>
          <w:rFonts w:ascii="Times New Roman" w:hAnsi="Times New Roman" w:cs="Times New Roman"/>
        </w:rPr>
        <w:t>(указывается полное наименование организации)</w:t>
      </w:r>
    </w:p>
    <w:p w:rsidR="000F0F15" w:rsidRPr="004A047C" w:rsidRDefault="000F0F15" w:rsidP="004A047C">
      <w:pPr>
        <w:pStyle w:val="NoSpacing"/>
        <w:jc w:val="center"/>
        <w:rPr>
          <w:rFonts w:ascii="Times New Roman" w:hAnsi="Times New Roman" w:cs="Times New Roman"/>
        </w:rPr>
      </w:pPr>
    </w:p>
    <w:p w:rsidR="000F0F15" w:rsidRPr="004A047C" w:rsidRDefault="000F0F15" w:rsidP="004A047C">
      <w:pPr>
        <w:pStyle w:val="NoSpacing"/>
        <w:jc w:val="center"/>
        <w:rPr>
          <w:rFonts w:ascii="Times New Roman" w:hAnsi="Times New Roman" w:cs="Times New Roman"/>
        </w:rPr>
      </w:pPr>
      <w:r w:rsidRPr="004A047C">
        <w:rPr>
          <w:rFonts w:ascii="Times New Roman" w:hAnsi="Times New Roman" w:cs="Times New Roman"/>
        </w:rPr>
        <w:t>за ______________ месяц  20___ г.</w:t>
      </w:r>
    </w:p>
    <w:p w:rsidR="000F0F15" w:rsidRPr="004A047C" w:rsidRDefault="000F0F15" w:rsidP="004A047C">
      <w:pPr>
        <w:pStyle w:val="NoSpacing"/>
        <w:jc w:val="center"/>
        <w:rPr>
          <w:rFonts w:ascii="Times New Roman" w:hAnsi="Times New Roman" w:cs="Times New Roman"/>
        </w:rPr>
      </w:pPr>
    </w:p>
    <w:p w:rsidR="000F0F15" w:rsidRPr="004A047C" w:rsidRDefault="000F0F15" w:rsidP="004A047C">
      <w:pPr>
        <w:pStyle w:val="NoSpacing"/>
        <w:jc w:val="center"/>
        <w:rPr>
          <w:rFonts w:ascii="Times New Roman" w:hAnsi="Times New Roman" w:cs="Times New Roman"/>
        </w:rPr>
      </w:pPr>
      <w:r w:rsidRPr="004A047C">
        <w:rPr>
          <w:rFonts w:ascii="Times New Roman" w:hAnsi="Times New Roman" w:cs="Times New Roman"/>
        </w:rPr>
        <w:t>согласно договору от «___</w:t>
      </w:r>
      <w:r>
        <w:rPr>
          <w:rFonts w:ascii="Times New Roman" w:hAnsi="Times New Roman" w:cs="Times New Roman"/>
        </w:rPr>
        <w:t>_</w:t>
      </w:r>
      <w:r w:rsidRPr="004A047C">
        <w:rPr>
          <w:rFonts w:ascii="Times New Roman" w:hAnsi="Times New Roman" w:cs="Times New Roman"/>
        </w:rPr>
        <w:t>» ___________ 20__</w:t>
      </w:r>
      <w:r>
        <w:rPr>
          <w:rFonts w:ascii="Times New Roman" w:hAnsi="Times New Roman" w:cs="Times New Roman"/>
        </w:rPr>
        <w:t>_</w:t>
      </w:r>
      <w:r w:rsidRPr="004A047C">
        <w:rPr>
          <w:rFonts w:ascii="Times New Roman" w:hAnsi="Times New Roman" w:cs="Times New Roman"/>
        </w:rPr>
        <w:t xml:space="preserve"> г.  №_____</w:t>
      </w:r>
    </w:p>
    <w:p w:rsidR="000F0F15" w:rsidRPr="004A047C" w:rsidRDefault="000F0F15" w:rsidP="004A047C">
      <w:pPr>
        <w:pStyle w:val="NoSpacing"/>
        <w:jc w:val="center"/>
        <w:rPr>
          <w:rFonts w:ascii="Times New Roman" w:hAnsi="Times New Roman" w:cs="Times New Roman"/>
        </w:rPr>
      </w:pPr>
    </w:p>
    <w:tbl>
      <w:tblPr>
        <w:tblW w:w="9600" w:type="dxa"/>
        <w:tblInd w:w="-73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499"/>
        <w:gridCol w:w="917"/>
        <w:gridCol w:w="681"/>
        <w:gridCol w:w="1019"/>
        <w:gridCol w:w="992"/>
        <w:gridCol w:w="1134"/>
        <w:gridCol w:w="1134"/>
        <w:gridCol w:w="1421"/>
        <w:gridCol w:w="1103"/>
        <w:gridCol w:w="700"/>
      </w:tblGrid>
      <w:tr w:rsidR="000F0F15" w:rsidRPr="00D93A30">
        <w:trPr>
          <w:trHeight w:val="800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15" w:rsidRPr="00D93A30" w:rsidRDefault="000F0F15" w:rsidP="004A047C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D93A30">
              <w:rPr>
                <w:rFonts w:ascii="Times New Roman" w:hAnsi="Times New Roman" w:cs="Times New Roman"/>
                <w:sz w:val="18"/>
                <w:szCs w:val="18"/>
              </w:rPr>
              <w:t xml:space="preserve"> №</w:t>
            </w:r>
            <w:r w:rsidRPr="00D93A30">
              <w:rPr>
                <w:rFonts w:ascii="Times New Roman" w:hAnsi="Times New Roman" w:cs="Times New Roman"/>
                <w:sz w:val="18"/>
                <w:szCs w:val="18"/>
              </w:rPr>
              <w:br/>
              <w:t>п/п</w:t>
            </w:r>
          </w:p>
        </w:tc>
        <w:tc>
          <w:tcPr>
            <w:tcW w:w="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15" w:rsidRPr="00D93A30" w:rsidRDefault="000F0F15" w:rsidP="004A047C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30">
              <w:rPr>
                <w:rFonts w:ascii="Times New Roman" w:hAnsi="Times New Roman" w:cs="Times New Roman"/>
                <w:sz w:val="18"/>
                <w:szCs w:val="18"/>
              </w:rPr>
              <w:t>Наиме-</w:t>
            </w:r>
            <w:r w:rsidRPr="00D93A30">
              <w:rPr>
                <w:rFonts w:ascii="Times New Roman" w:hAnsi="Times New Roman" w:cs="Times New Roman"/>
                <w:sz w:val="18"/>
                <w:szCs w:val="18"/>
              </w:rPr>
              <w:br/>
              <w:t>нование</w:t>
            </w:r>
            <w:r w:rsidRPr="00D93A30">
              <w:rPr>
                <w:rFonts w:ascii="Times New Roman" w:hAnsi="Times New Roman" w:cs="Times New Roman"/>
                <w:sz w:val="18"/>
                <w:szCs w:val="18"/>
              </w:rPr>
              <w:br/>
              <w:t>объекта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15" w:rsidRPr="00D93A30" w:rsidRDefault="000F0F15" w:rsidP="004A047C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30">
              <w:rPr>
                <w:rFonts w:ascii="Times New Roman" w:hAnsi="Times New Roman" w:cs="Times New Roman"/>
                <w:sz w:val="18"/>
                <w:szCs w:val="18"/>
              </w:rPr>
              <w:t>Общая площадь</w:t>
            </w:r>
            <w:r w:rsidRPr="00D93A30">
              <w:rPr>
                <w:rFonts w:ascii="Times New Roman" w:hAnsi="Times New Roman" w:cs="Times New Roman"/>
                <w:sz w:val="18"/>
                <w:szCs w:val="18"/>
              </w:rPr>
              <w:br/>
              <w:t>муниципальных</w:t>
            </w:r>
            <w:r w:rsidRPr="00D93A3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 помещений  </w:t>
            </w:r>
            <w:r w:rsidRPr="00D93A3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  (кв.м)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15" w:rsidRPr="00D93A30" w:rsidRDefault="000F0F15" w:rsidP="004A047C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30">
              <w:rPr>
                <w:rFonts w:ascii="Times New Roman" w:hAnsi="Times New Roman" w:cs="Times New Roman"/>
                <w:sz w:val="18"/>
                <w:szCs w:val="18"/>
              </w:rPr>
              <w:t xml:space="preserve">Размер </w:t>
            </w:r>
            <w:r w:rsidRPr="00D93A3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 платы </w:t>
            </w:r>
            <w:r w:rsidRPr="00D93A30">
              <w:rPr>
                <w:rFonts w:ascii="Times New Roman" w:hAnsi="Times New Roman" w:cs="Times New Roman"/>
                <w:sz w:val="18"/>
                <w:szCs w:val="18"/>
              </w:rPr>
              <w:br/>
              <w:t>за жилое</w:t>
            </w:r>
            <w:r w:rsidRPr="00D93A30">
              <w:rPr>
                <w:rFonts w:ascii="Times New Roman" w:hAnsi="Times New Roman" w:cs="Times New Roman"/>
                <w:sz w:val="18"/>
                <w:szCs w:val="18"/>
              </w:rPr>
              <w:br/>
              <w:t>помеще-</w:t>
            </w:r>
            <w:r w:rsidRPr="00D93A3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ние по </w:t>
            </w:r>
            <w:r w:rsidRPr="00D93A30">
              <w:rPr>
                <w:rFonts w:ascii="Times New Roman" w:hAnsi="Times New Roman" w:cs="Times New Roman"/>
                <w:sz w:val="18"/>
                <w:szCs w:val="18"/>
              </w:rPr>
              <w:br/>
              <w:t>договору</w:t>
            </w:r>
            <w:r w:rsidRPr="00D93A30">
              <w:rPr>
                <w:rFonts w:ascii="Times New Roman" w:hAnsi="Times New Roman" w:cs="Times New Roman"/>
                <w:sz w:val="18"/>
                <w:szCs w:val="18"/>
              </w:rPr>
              <w:br/>
              <w:t>управле-</w:t>
            </w:r>
            <w:r w:rsidRPr="00D93A30">
              <w:rPr>
                <w:rFonts w:ascii="Times New Roman" w:hAnsi="Times New Roman" w:cs="Times New Roman"/>
                <w:sz w:val="18"/>
                <w:szCs w:val="18"/>
              </w:rPr>
              <w:br/>
              <w:t>ния</w:t>
            </w:r>
            <w:r w:rsidRPr="00D93A3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(руб./м2)</w:t>
            </w:r>
            <w:r w:rsidRPr="00D93A30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15" w:rsidRPr="004A047C" w:rsidRDefault="000F0F15" w:rsidP="004A047C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30">
              <w:rPr>
                <w:rFonts w:ascii="Times New Roman" w:hAnsi="Times New Roman" w:cs="Times New Roman"/>
                <w:sz w:val="18"/>
                <w:szCs w:val="18"/>
              </w:rPr>
              <w:t xml:space="preserve">Размер </w:t>
            </w:r>
            <w:r w:rsidRPr="00D93A3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 платы  </w:t>
            </w:r>
            <w:r w:rsidRPr="00D93A3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за жилое</w:t>
            </w:r>
            <w:r w:rsidRPr="00D93A30">
              <w:rPr>
                <w:rFonts w:ascii="Times New Roman" w:hAnsi="Times New Roman" w:cs="Times New Roman"/>
                <w:sz w:val="18"/>
                <w:szCs w:val="18"/>
              </w:rPr>
              <w:br/>
              <w:t>помеще-</w:t>
            </w:r>
            <w:r w:rsidRPr="00D93A3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ние,  </w:t>
            </w:r>
            <w:r w:rsidRPr="00D93A30">
              <w:rPr>
                <w:rFonts w:ascii="Times New Roman" w:hAnsi="Times New Roman" w:cs="Times New Roman"/>
                <w:sz w:val="18"/>
                <w:szCs w:val="18"/>
              </w:rPr>
              <w:br/>
              <w:t>установ-</w:t>
            </w:r>
            <w:r w:rsidRPr="00D93A3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 ленный </w:t>
            </w:r>
            <w:r w:rsidRPr="00D93A3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  для   </w:t>
            </w:r>
            <w:r w:rsidRPr="00D93A30">
              <w:rPr>
                <w:rFonts w:ascii="Times New Roman" w:hAnsi="Times New Roman" w:cs="Times New Roman"/>
                <w:sz w:val="18"/>
                <w:szCs w:val="18"/>
              </w:rPr>
              <w:br/>
              <w:t>нанима-</w:t>
            </w:r>
          </w:p>
          <w:p w:rsidR="000F0F15" w:rsidRPr="00D93A30" w:rsidRDefault="000F0F15" w:rsidP="004A047C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30">
              <w:rPr>
                <w:rFonts w:ascii="Times New Roman" w:hAnsi="Times New Roman" w:cs="Times New Roman"/>
                <w:sz w:val="18"/>
                <w:szCs w:val="18"/>
              </w:rPr>
              <w:t xml:space="preserve">теля </w:t>
            </w:r>
            <w:hyperlink r:id="rId4" w:anchor="Par270" w:history="1">
              <w:r w:rsidRPr="00D93A30">
                <w:rPr>
                  <w:rStyle w:val="Hyperlink"/>
                  <w:rFonts w:ascii="Times New Roman" w:hAnsi="Times New Roman" w:cs="Times New Roman"/>
                  <w:sz w:val="18"/>
                  <w:szCs w:val="18"/>
                </w:rPr>
                <w:t>*</w:t>
              </w:r>
            </w:hyperlink>
            <w:r w:rsidRPr="00D93A30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D93A30">
              <w:rPr>
                <w:rFonts w:ascii="Times New Roman" w:hAnsi="Times New Roman" w:cs="Times New Roman"/>
                <w:sz w:val="18"/>
                <w:szCs w:val="18"/>
              </w:rPr>
              <w:br/>
              <w:t>(руб./м2)</w:t>
            </w:r>
          </w:p>
        </w:tc>
        <w:tc>
          <w:tcPr>
            <w:tcW w:w="4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15" w:rsidRPr="00D93A30" w:rsidRDefault="000F0F15" w:rsidP="004A047C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30">
              <w:rPr>
                <w:rFonts w:ascii="Times New Roman" w:hAnsi="Times New Roman" w:cs="Times New Roman"/>
                <w:sz w:val="18"/>
                <w:szCs w:val="18"/>
              </w:rPr>
              <w:t xml:space="preserve">Подлежит возмещению из бюджета     </w:t>
            </w:r>
            <w:r w:rsidRPr="00D93A3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          городского округа            </w:t>
            </w:r>
            <w:r w:rsidRPr="00D93A3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                (руб.)</w:t>
            </w:r>
          </w:p>
        </w:tc>
      </w:tr>
      <w:tr w:rsidR="000F0F15" w:rsidRPr="00D93A30">
        <w:trPr>
          <w:trHeight w:val="2146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F15" w:rsidRPr="00D93A30" w:rsidRDefault="000F0F15" w:rsidP="004A047C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F15" w:rsidRPr="00D93A30" w:rsidRDefault="000F0F15" w:rsidP="004A047C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15" w:rsidRPr="00D93A30" w:rsidRDefault="000F0F15" w:rsidP="004A047C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30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15" w:rsidRPr="00D93A30" w:rsidRDefault="000F0F15" w:rsidP="004A047C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30">
              <w:rPr>
                <w:rFonts w:ascii="Times New Roman" w:hAnsi="Times New Roman" w:cs="Times New Roman"/>
                <w:sz w:val="18"/>
                <w:szCs w:val="18"/>
              </w:rPr>
              <w:t xml:space="preserve">в том </w:t>
            </w:r>
            <w:r w:rsidRPr="00D93A3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числе </w:t>
            </w:r>
            <w:r w:rsidRPr="00D93A30">
              <w:rPr>
                <w:rFonts w:ascii="Times New Roman" w:hAnsi="Times New Roman" w:cs="Times New Roman"/>
                <w:sz w:val="18"/>
                <w:szCs w:val="18"/>
              </w:rPr>
              <w:br/>
              <w:t>незасе-</w:t>
            </w:r>
            <w:r w:rsidRPr="00D93A30">
              <w:rPr>
                <w:rFonts w:ascii="Times New Roman" w:hAnsi="Times New Roman" w:cs="Times New Roman"/>
                <w:sz w:val="18"/>
                <w:szCs w:val="18"/>
              </w:rPr>
              <w:br/>
              <w:t>ленных/</w:t>
            </w:r>
            <w:r w:rsidRPr="00D93A30">
              <w:rPr>
                <w:rFonts w:ascii="Times New Roman" w:hAnsi="Times New Roman" w:cs="Times New Roman"/>
                <w:sz w:val="18"/>
                <w:szCs w:val="18"/>
              </w:rPr>
              <w:br/>
              <w:t>нежилых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F15" w:rsidRPr="00D93A30" w:rsidRDefault="000F0F15" w:rsidP="004A047C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F15" w:rsidRPr="00D93A30" w:rsidRDefault="000F0F15" w:rsidP="004A047C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15" w:rsidRPr="00D93A30" w:rsidRDefault="000F0F15" w:rsidP="004A047C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30">
              <w:rPr>
                <w:rFonts w:ascii="Times New Roman" w:hAnsi="Times New Roman" w:cs="Times New Roman"/>
                <w:sz w:val="18"/>
                <w:szCs w:val="18"/>
              </w:rPr>
              <w:t xml:space="preserve">Разница  </w:t>
            </w:r>
            <w:r w:rsidRPr="00D93A3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  между   </w:t>
            </w:r>
            <w:r w:rsidRPr="00D93A3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 размером </w:t>
            </w:r>
            <w:r w:rsidRPr="00D93A3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 платы за </w:t>
            </w:r>
            <w:r w:rsidRPr="00D93A3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  жилое   </w:t>
            </w:r>
            <w:r w:rsidRPr="00D93A3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помещение </w:t>
            </w:r>
            <w:r w:rsidRPr="00D93A30">
              <w:rPr>
                <w:rFonts w:ascii="Times New Roman" w:hAnsi="Times New Roman" w:cs="Times New Roman"/>
                <w:sz w:val="18"/>
                <w:szCs w:val="18"/>
              </w:rPr>
              <w:br/>
              <w:t>по договору</w:t>
            </w:r>
            <w:r w:rsidRPr="00D93A30">
              <w:rPr>
                <w:rFonts w:ascii="Times New Roman" w:hAnsi="Times New Roman" w:cs="Times New Roman"/>
                <w:sz w:val="18"/>
                <w:szCs w:val="18"/>
              </w:rPr>
              <w:br/>
              <w:t>управления</w:t>
            </w:r>
            <w:r w:rsidRPr="00D93A3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и платежом</w:t>
            </w:r>
            <w:r w:rsidRPr="00D93A30">
              <w:rPr>
                <w:rFonts w:ascii="Times New Roman" w:hAnsi="Times New Roman" w:cs="Times New Roman"/>
                <w:sz w:val="18"/>
                <w:szCs w:val="18"/>
              </w:rPr>
              <w:br/>
              <w:t>нанимателя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15" w:rsidRPr="004A047C" w:rsidRDefault="000F0F15" w:rsidP="004A047C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30">
              <w:rPr>
                <w:rFonts w:ascii="Times New Roman" w:hAnsi="Times New Roman" w:cs="Times New Roman"/>
                <w:sz w:val="18"/>
                <w:szCs w:val="18"/>
              </w:rPr>
              <w:t>Начислено за</w:t>
            </w:r>
            <w:r w:rsidRPr="00D93A30">
              <w:rPr>
                <w:rFonts w:ascii="Times New Roman" w:hAnsi="Times New Roman" w:cs="Times New Roman"/>
                <w:sz w:val="18"/>
                <w:szCs w:val="18"/>
              </w:rPr>
              <w:br/>
              <w:t>коммунальные</w:t>
            </w:r>
            <w:r w:rsidRPr="00D93A30">
              <w:rPr>
                <w:rFonts w:ascii="Times New Roman" w:hAnsi="Times New Roman" w:cs="Times New Roman"/>
                <w:sz w:val="18"/>
                <w:szCs w:val="18"/>
              </w:rPr>
              <w:br/>
              <w:t>услуги по не</w:t>
            </w:r>
            <w:r w:rsidRPr="00D93A30">
              <w:rPr>
                <w:rFonts w:ascii="Times New Roman" w:hAnsi="Times New Roman" w:cs="Times New Roman"/>
                <w:sz w:val="18"/>
                <w:szCs w:val="18"/>
              </w:rPr>
              <w:br/>
              <w:t>переданным в</w:t>
            </w:r>
            <w:r w:rsidRPr="00D93A3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наем жилым </w:t>
            </w:r>
            <w:r w:rsidRPr="00D93A30">
              <w:rPr>
                <w:rFonts w:ascii="Times New Roman" w:hAnsi="Times New Roman" w:cs="Times New Roman"/>
                <w:sz w:val="18"/>
                <w:szCs w:val="18"/>
              </w:rPr>
              <w:br/>
              <w:t>помещениям и</w:t>
            </w:r>
            <w:r w:rsidRPr="00D93A3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  нежилым  </w:t>
            </w:r>
            <w:r w:rsidRPr="00D93A30">
              <w:rPr>
                <w:rFonts w:ascii="Times New Roman" w:hAnsi="Times New Roman" w:cs="Times New Roman"/>
                <w:sz w:val="18"/>
                <w:szCs w:val="18"/>
              </w:rPr>
              <w:br/>
              <w:t>помеще-</w:t>
            </w:r>
          </w:p>
          <w:p w:rsidR="000F0F15" w:rsidRPr="00D93A30" w:rsidRDefault="000F0F15" w:rsidP="004A047C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30">
              <w:rPr>
                <w:rFonts w:ascii="Times New Roman" w:hAnsi="Times New Roman" w:cs="Times New Roman"/>
                <w:sz w:val="18"/>
                <w:szCs w:val="18"/>
              </w:rPr>
              <w:t>ниям</w:t>
            </w:r>
            <w:hyperlink r:id="rId5" w:anchor="Par273" w:history="1">
              <w:r w:rsidRPr="00D93A30">
                <w:rPr>
                  <w:rStyle w:val="Hyperlink"/>
                  <w:rFonts w:ascii="Times New Roman" w:hAnsi="Times New Roman" w:cs="Times New Roman"/>
                  <w:sz w:val="18"/>
                  <w:szCs w:val="18"/>
                </w:rPr>
                <w:t>**</w:t>
              </w:r>
            </w:hyperlink>
            <w:r w:rsidRPr="00D93A30">
              <w:rPr>
                <w:rFonts w:ascii="Times New Roman" w:hAnsi="Times New Roman" w:cs="Times New Roman"/>
                <w:sz w:val="18"/>
                <w:szCs w:val="18"/>
              </w:rPr>
              <w:t xml:space="preserve">)  </w:t>
            </w:r>
            <w:r w:rsidRPr="00D93A30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15" w:rsidRPr="00D93A30" w:rsidRDefault="000F0F15" w:rsidP="004A047C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30">
              <w:rPr>
                <w:rFonts w:ascii="Times New Roman" w:hAnsi="Times New Roman" w:cs="Times New Roman"/>
                <w:sz w:val="18"/>
                <w:szCs w:val="18"/>
              </w:rPr>
              <w:t>Начислено</w:t>
            </w:r>
            <w:r w:rsidRPr="00D93A3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за капи-</w:t>
            </w:r>
            <w:r w:rsidRPr="00D93A30">
              <w:rPr>
                <w:rFonts w:ascii="Times New Roman" w:hAnsi="Times New Roman" w:cs="Times New Roman"/>
                <w:sz w:val="18"/>
                <w:szCs w:val="18"/>
              </w:rPr>
              <w:br/>
              <w:t>тальный</w:t>
            </w:r>
            <w:r w:rsidRPr="00D93A3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ремонт в</w:t>
            </w:r>
            <w:r w:rsidRPr="00D93A3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соотв. с</w:t>
            </w:r>
            <w:r w:rsidRPr="00D93A3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решением</w:t>
            </w:r>
            <w:r w:rsidRPr="00D93A3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 общего </w:t>
            </w:r>
            <w:r w:rsidRPr="00D93A3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собрания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15" w:rsidRPr="00D93A30" w:rsidRDefault="000F0F15" w:rsidP="004A047C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D93A30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0F0F15" w:rsidRPr="00D93A30"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15" w:rsidRPr="00D93A30" w:rsidRDefault="000F0F15" w:rsidP="004A047C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D93A3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15" w:rsidRPr="00D93A30" w:rsidRDefault="000F0F15" w:rsidP="004A047C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D93A3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15" w:rsidRPr="00D93A30" w:rsidRDefault="000F0F15" w:rsidP="004A047C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D93A3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15" w:rsidRPr="00D93A30" w:rsidRDefault="000F0F15" w:rsidP="004A047C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D93A3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15" w:rsidRPr="00D93A30" w:rsidRDefault="000F0F15" w:rsidP="004A047C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D93A3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15" w:rsidRPr="00D93A30" w:rsidRDefault="000F0F15" w:rsidP="004A047C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D93A3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15" w:rsidRPr="00D93A30" w:rsidRDefault="000F0F15" w:rsidP="004A047C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D93A30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15" w:rsidRPr="00D93A30" w:rsidRDefault="000F0F15" w:rsidP="004A047C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D93A30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15" w:rsidRPr="00D93A30" w:rsidRDefault="000F0F15" w:rsidP="004A047C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D93A3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15" w:rsidRPr="00D93A30" w:rsidRDefault="000F0F15" w:rsidP="004A047C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D93A3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0F0F15" w:rsidRPr="00D93A30"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15" w:rsidRPr="00D93A30" w:rsidRDefault="000F0F15" w:rsidP="004A047C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15" w:rsidRPr="00D93A30" w:rsidRDefault="000F0F15" w:rsidP="004A047C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15" w:rsidRPr="00D93A30" w:rsidRDefault="000F0F15" w:rsidP="004A047C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15" w:rsidRPr="00D93A30" w:rsidRDefault="000F0F15" w:rsidP="004A047C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15" w:rsidRPr="00D93A30" w:rsidRDefault="000F0F15" w:rsidP="004A047C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15" w:rsidRPr="00D93A30" w:rsidRDefault="000F0F15" w:rsidP="004A047C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15" w:rsidRPr="00D93A30" w:rsidRDefault="000F0F15" w:rsidP="004A047C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15" w:rsidRPr="00D93A30" w:rsidRDefault="000F0F15" w:rsidP="004A047C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15" w:rsidRPr="00D93A30" w:rsidRDefault="000F0F15" w:rsidP="004A047C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15" w:rsidRPr="00D93A30" w:rsidRDefault="000F0F15" w:rsidP="004A047C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F15" w:rsidRPr="00D93A30"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15" w:rsidRPr="00D93A30" w:rsidRDefault="000F0F15" w:rsidP="004A047C">
            <w:pPr>
              <w:pStyle w:val="NoSpacing"/>
              <w:rPr>
                <w:rFonts w:ascii="Times New Roman" w:hAnsi="Times New Roman" w:cs="Times New Roman"/>
              </w:rPr>
            </w:pPr>
            <w:r w:rsidRPr="00D93A30">
              <w:rPr>
                <w:rFonts w:ascii="Times New Roman" w:hAnsi="Times New Roman" w:cs="Times New Roman"/>
              </w:rPr>
              <w:t xml:space="preserve">    Итого  </w:t>
            </w:r>
          </w:p>
        </w:tc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15" w:rsidRPr="00D93A30" w:rsidRDefault="000F0F15" w:rsidP="004A047C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15" w:rsidRPr="00D93A30" w:rsidRDefault="000F0F15" w:rsidP="004A047C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15" w:rsidRPr="00D93A30" w:rsidRDefault="000F0F15" w:rsidP="004A047C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15" w:rsidRPr="00D93A30" w:rsidRDefault="000F0F15" w:rsidP="004A047C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15" w:rsidRPr="00D93A30" w:rsidRDefault="000F0F15" w:rsidP="004A047C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15" w:rsidRPr="00D93A30" w:rsidRDefault="000F0F15" w:rsidP="004A047C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15" w:rsidRPr="00D93A30" w:rsidRDefault="000F0F15" w:rsidP="004A047C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15" w:rsidRPr="00D93A30" w:rsidRDefault="000F0F15" w:rsidP="004A047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</w:tbl>
    <w:p w:rsidR="000F0F15" w:rsidRPr="004A047C" w:rsidRDefault="000F0F15" w:rsidP="004A047C">
      <w:pPr>
        <w:pStyle w:val="NoSpacing"/>
        <w:rPr>
          <w:rFonts w:ascii="Times New Roman" w:hAnsi="Times New Roman" w:cs="Times New Roman"/>
          <w:sz w:val="18"/>
          <w:szCs w:val="18"/>
        </w:rPr>
      </w:pPr>
      <w:r w:rsidRPr="004A047C">
        <w:rPr>
          <w:rFonts w:ascii="Times New Roman" w:hAnsi="Times New Roman" w:cs="Times New Roman"/>
          <w:sz w:val="18"/>
          <w:szCs w:val="18"/>
        </w:rPr>
        <w:t>*) по  жилым  помещениям,  не  переданным  в наем, и нежилым помещениям</w:t>
      </w:r>
    </w:p>
    <w:p w:rsidR="000F0F15" w:rsidRPr="004A047C" w:rsidRDefault="000F0F15" w:rsidP="004A047C">
      <w:pPr>
        <w:pStyle w:val="NoSpacing"/>
        <w:rPr>
          <w:rFonts w:ascii="Times New Roman" w:hAnsi="Times New Roman" w:cs="Times New Roman"/>
          <w:sz w:val="18"/>
          <w:szCs w:val="18"/>
        </w:rPr>
      </w:pPr>
      <w:r w:rsidRPr="004A047C">
        <w:rPr>
          <w:rFonts w:ascii="Times New Roman" w:hAnsi="Times New Roman" w:cs="Times New Roman"/>
          <w:sz w:val="18"/>
          <w:szCs w:val="18"/>
        </w:rPr>
        <w:t>размер платы равен нулю.</w:t>
      </w:r>
    </w:p>
    <w:p w:rsidR="000F0F15" w:rsidRPr="004A047C" w:rsidRDefault="000F0F15" w:rsidP="004A047C">
      <w:pPr>
        <w:pStyle w:val="NoSpacing"/>
        <w:rPr>
          <w:rFonts w:ascii="Times New Roman" w:hAnsi="Times New Roman" w:cs="Times New Roman"/>
          <w:sz w:val="18"/>
          <w:szCs w:val="18"/>
        </w:rPr>
      </w:pPr>
      <w:r w:rsidRPr="004A047C">
        <w:rPr>
          <w:rFonts w:ascii="Times New Roman" w:hAnsi="Times New Roman" w:cs="Times New Roman"/>
          <w:sz w:val="18"/>
          <w:szCs w:val="18"/>
        </w:rPr>
        <w:t xml:space="preserve"> **) при  наличии  договора с ресурсоснабжающей организацией.</w:t>
      </w:r>
    </w:p>
    <w:p w:rsidR="000F0F15" w:rsidRPr="004A047C" w:rsidRDefault="000F0F15" w:rsidP="004A047C">
      <w:pPr>
        <w:pStyle w:val="NoSpacing"/>
        <w:rPr>
          <w:rFonts w:ascii="Times New Roman" w:hAnsi="Times New Roman" w:cs="Times New Roman"/>
          <w:sz w:val="18"/>
          <w:szCs w:val="18"/>
        </w:rPr>
      </w:pPr>
    </w:p>
    <w:p w:rsidR="000F0F15" w:rsidRPr="004A047C" w:rsidRDefault="000F0F15" w:rsidP="004A047C">
      <w:pPr>
        <w:pStyle w:val="NoSpacing"/>
        <w:rPr>
          <w:rFonts w:ascii="Times New Roman" w:hAnsi="Times New Roman" w:cs="Times New Roman"/>
        </w:rPr>
      </w:pPr>
      <w:r w:rsidRPr="007B6FF4">
        <w:rPr>
          <w:rFonts w:ascii="Times New Roman" w:hAnsi="Times New Roman" w:cs="Times New Roman"/>
          <w:sz w:val="20"/>
          <w:szCs w:val="20"/>
        </w:rPr>
        <w:t>Руководитель организации</w:t>
      </w:r>
      <w:r w:rsidRPr="004A047C">
        <w:rPr>
          <w:rFonts w:ascii="Times New Roman" w:hAnsi="Times New Roman" w:cs="Times New Roman"/>
        </w:rPr>
        <w:t xml:space="preserve">      ___________________               ______________________</w:t>
      </w:r>
    </w:p>
    <w:p w:rsidR="000F0F15" w:rsidRPr="004A047C" w:rsidRDefault="000F0F15" w:rsidP="004A047C">
      <w:pPr>
        <w:pStyle w:val="NoSpacing"/>
        <w:rPr>
          <w:rFonts w:ascii="Times New Roman" w:hAnsi="Times New Roman" w:cs="Times New Roman"/>
          <w:sz w:val="18"/>
          <w:szCs w:val="18"/>
        </w:rPr>
      </w:pPr>
      <w:r w:rsidRPr="004A047C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(подпись)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</w:t>
      </w:r>
      <w:r w:rsidRPr="004A047C">
        <w:rPr>
          <w:rFonts w:ascii="Times New Roman" w:hAnsi="Times New Roman" w:cs="Times New Roman"/>
          <w:sz w:val="18"/>
          <w:szCs w:val="18"/>
        </w:rPr>
        <w:t>(расшифровка подписи)</w:t>
      </w:r>
    </w:p>
    <w:p w:rsidR="000F0F15" w:rsidRPr="004A047C" w:rsidRDefault="000F0F15" w:rsidP="004A047C">
      <w:pPr>
        <w:pStyle w:val="NoSpacing"/>
        <w:rPr>
          <w:rFonts w:ascii="Times New Roman" w:hAnsi="Times New Roman" w:cs="Times New Roman"/>
          <w:sz w:val="18"/>
          <w:szCs w:val="18"/>
        </w:rPr>
      </w:pPr>
    </w:p>
    <w:p w:rsidR="000F0F15" w:rsidRPr="004A047C" w:rsidRDefault="000F0F15" w:rsidP="004A047C">
      <w:pPr>
        <w:pStyle w:val="NoSpacing"/>
        <w:rPr>
          <w:rFonts w:ascii="Times New Roman" w:hAnsi="Times New Roman" w:cs="Times New Roman"/>
          <w:sz w:val="18"/>
          <w:szCs w:val="18"/>
        </w:rPr>
      </w:pPr>
      <w:r w:rsidRPr="007B6FF4">
        <w:rPr>
          <w:rFonts w:ascii="Times New Roman" w:hAnsi="Times New Roman" w:cs="Times New Roman"/>
          <w:sz w:val="20"/>
          <w:szCs w:val="20"/>
        </w:rPr>
        <w:t>Главный бухгалтер</w:t>
      </w:r>
      <w:r w:rsidRPr="004A047C">
        <w:rPr>
          <w:rFonts w:ascii="Times New Roman" w:hAnsi="Times New Roman" w:cs="Times New Roman"/>
          <w:sz w:val="18"/>
          <w:szCs w:val="18"/>
        </w:rPr>
        <w:t xml:space="preserve">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</w:t>
      </w:r>
      <w:r w:rsidRPr="004A047C">
        <w:rPr>
          <w:rFonts w:ascii="Times New Roman" w:hAnsi="Times New Roman" w:cs="Times New Roman"/>
          <w:sz w:val="18"/>
          <w:szCs w:val="18"/>
        </w:rPr>
        <w:t>___________________                ______________________</w:t>
      </w:r>
      <w:r>
        <w:rPr>
          <w:rFonts w:ascii="Times New Roman" w:hAnsi="Times New Roman" w:cs="Times New Roman"/>
          <w:sz w:val="18"/>
          <w:szCs w:val="18"/>
        </w:rPr>
        <w:t>___</w:t>
      </w:r>
    </w:p>
    <w:p w:rsidR="000F0F15" w:rsidRPr="004A047C" w:rsidRDefault="000F0F15" w:rsidP="004A047C">
      <w:pPr>
        <w:pStyle w:val="NoSpacing"/>
        <w:rPr>
          <w:rFonts w:ascii="Times New Roman" w:hAnsi="Times New Roman" w:cs="Times New Roman"/>
          <w:sz w:val="18"/>
          <w:szCs w:val="18"/>
        </w:rPr>
      </w:pPr>
      <w:r w:rsidRPr="004A047C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</w:t>
      </w:r>
      <w:r w:rsidRPr="004A047C">
        <w:rPr>
          <w:rFonts w:ascii="Times New Roman" w:hAnsi="Times New Roman" w:cs="Times New Roman"/>
          <w:sz w:val="18"/>
          <w:szCs w:val="18"/>
        </w:rPr>
        <w:t xml:space="preserve"> (подпись)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(</w:t>
      </w:r>
      <w:r w:rsidRPr="004A047C">
        <w:rPr>
          <w:rFonts w:ascii="Times New Roman" w:hAnsi="Times New Roman" w:cs="Times New Roman"/>
          <w:sz w:val="18"/>
          <w:szCs w:val="18"/>
        </w:rPr>
        <w:t>расшифровка подписи)</w:t>
      </w:r>
    </w:p>
    <w:p w:rsidR="000F0F15" w:rsidRPr="004A047C" w:rsidRDefault="000F0F15" w:rsidP="004A047C">
      <w:pPr>
        <w:pStyle w:val="NoSpacing"/>
        <w:rPr>
          <w:rFonts w:ascii="Times New Roman" w:hAnsi="Times New Roman" w:cs="Times New Roman"/>
          <w:sz w:val="18"/>
          <w:szCs w:val="18"/>
        </w:rPr>
      </w:pPr>
      <w:r w:rsidRPr="004A047C">
        <w:rPr>
          <w:rFonts w:ascii="Times New Roman" w:hAnsi="Times New Roman" w:cs="Times New Roman"/>
          <w:sz w:val="18"/>
          <w:szCs w:val="18"/>
        </w:rPr>
        <w:t>М.П.</w:t>
      </w:r>
    </w:p>
    <w:p w:rsidR="000F0F15" w:rsidRDefault="000F0F15" w:rsidP="004A047C">
      <w:pPr>
        <w:pStyle w:val="NoSpacing"/>
        <w:rPr>
          <w:rFonts w:ascii="Times New Roman" w:hAnsi="Times New Roman" w:cs="Times New Roman"/>
          <w:sz w:val="18"/>
          <w:szCs w:val="18"/>
        </w:rPr>
      </w:pPr>
    </w:p>
    <w:p w:rsidR="000F0F15" w:rsidRDefault="000F0F15" w:rsidP="004A047C">
      <w:pPr>
        <w:pStyle w:val="NoSpacing"/>
        <w:rPr>
          <w:rFonts w:ascii="Times New Roman" w:hAnsi="Times New Roman" w:cs="Times New Roman"/>
          <w:sz w:val="18"/>
          <w:szCs w:val="18"/>
        </w:rPr>
      </w:pPr>
    </w:p>
    <w:p w:rsidR="000F0F15" w:rsidRPr="004A047C" w:rsidRDefault="000F0F15" w:rsidP="004A047C">
      <w:pPr>
        <w:pStyle w:val="NoSpacing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Р</w:t>
      </w:r>
      <w:r w:rsidRPr="004A047C">
        <w:rPr>
          <w:rFonts w:ascii="Times New Roman" w:hAnsi="Times New Roman" w:cs="Times New Roman"/>
          <w:sz w:val="18"/>
          <w:szCs w:val="18"/>
        </w:rPr>
        <w:t>асчеты проверил              _______________________            __________________________</w:t>
      </w:r>
    </w:p>
    <w:p w:rsidR="000F0F15" w:rsidRPr="004A047C" w:rsidRDefault="000F0F15" w:rsidP="004A047C">
      <w:pPr>
        <w:pStyle w:val="NoSpacing"/>
        <w:rPr>
          <w:rFonts w:ascii="Times New Roman" w:hAnsi="Times New Roman" w:cs="Times New Roman"/>
          <w:sz w:val="18"/>
          <w:szCs w:val="18"/>
        </w:rPr>
      </w:pPr>
      <w:r w:rsidRPr="004A047C">
        <w:rPr>
          <w:rFonts w:ascii="Times New Roman" w:hAnsi="Times New Roman" w:cs="Times New Roman"/>
          <w:sz w:val="18"/>
          <w:szCs w:val="18"/>
        </w:rPr>
        <w:t xml:space="preserve">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</w:t>
      </w:r>
      <w:r w:rsidRPr="004A047C">
        <w:rPr>
          <w:rFonts w:ascii="Times New Roman" w:hAnsi="Times New Roman" w:cs="Times New Roman"/>
          <w:sz w:val="18"/>
          <w:szCs w:val="18"/>
        </w:rPr>
        <w:t xml:space="preserve"> (подпись)                                  (расшифровка подписи)</w:t>
      </w:r>
    </w:p>
    <w:p w:rsidR="000F0F15" w:rsidRDefault="000F0F15" w:rsidP="004A047C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4A047C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:rsidR="000F0F15" w:rsidRPr="004A047C" w:rsidRDefault="000F0F15" w:rsidP="004A047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Pr="004A047C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0F0F15" w:rsidRPr="004A047C" w:rsidRDefault="000F0F15" w:rsidP="004A047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Pr="004A047C">
        <w:rPr>
          <w:rFonts w:ascii="Times New Roman" w:hAnsi="Times New Roman" w:cs="Times New Roman"/>
          <w:sz w:val="28"/>
          <w:szCs w:val="28"/>
        </w:rPr>
        <w:t>к постановлению  администрации</w:t>
      </w:r>
    </w:p>
    <w:p w:rsidR="000F0F15" w:rsidRPr="004A047C" w:rsidRDefault="000F0F15" w:rsidP="004A047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Pr="004A047C">
        <w:rPr>
          <w:rFonts w:ascii="Times New Roman" w:hAnsi="Times New Roman" w:cs="Times New Roman"/>
          <w:sz w:val="28"/>
          <w:szCs w:val="28"/>
        </w:rPr>
        <w:t>городского округа «Город Калининград»</w:t>
      </w:r>
    </w:p>
    <w:p w:rsidR="000F0F15" w:rsidRPr="004A047C" w:rsidRDefault="000F0F15" w:rsidP="004A047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от 03 марта  2016г. № 247</w:t>
      </w:r>
    </w:p>
    <w:p w:rsidR="000F0F15" w:rsidRPr="004A047C" w:rsidRDefault="000F0F15" w:rsidP="004A047C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4A047C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0F0F15" w:rsidRPr="004A047C" w:rsidRDefault="000F0F15" w:rsidP="004A047C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0F0F15" w:rsidRPr="004A047C" w:rsidRDefault="000F0F15" w:rsidP="004A047C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4A047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Приложение № 4</w:t>
      </w:r>
    </w:p>
    <w:p w:rsidR="000F0F15" w:rsidRPr="004A047C" w:rsidRDefault="000F0F15" w:rsidP="004A047C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4A047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4A047C">
        <w:rPr>
          <w:rFonts w:ascii="Times New Roman" w:hAnsi="Times New Roman" w:cs="Times New Roman"/>
          <w:sz w:val="28"/>
          <w:szCs w:val="28"/>
        </w:rPr>
        <w:t xml:space="preserve"> к Порядку</w:t>
      </w:r>
    </w:p>
    <w:p w:rsidR="000F0F15" w:rsidRPr="004A047C" w:rsidRDefault="000F0F15" w:rsidP="004A047C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4A04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0F15" w:rsidRPr="004A047C" w:rsidRDefault="000F0F15" w:rsidP="004A047C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  <w:r w:rsidRPr="004A047C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0F0F15" w:rsidRPr="00D81F07" w:rsidRDefault="000F0F15" w:rsidP="004A047C">
      <w:pPr>
        <w:pStyle w:val="NoSpacing"/>
        <w:rPr>
          <w:rFonts w:ascii="Times New Roman" w:hAnsi="Times New Roman" w:cs="Times New Roman"/>
        </w:rPr>
      </w:pPr>
      <w:r w:rsidRPr="00D81F07">
        <w:rPr>
          <w:rFonts w:ascii="Times New Roman" w:hAnsi="Times New Roman" w:cs="Times New Roman"/>
        </w:rPr>
        <w:t>УТВЕРЖДАЮ</w:t>
      </w:r>
      <w:r w:rsidRPr="00D81F07">
        <w:rPr>
          <w:rFonts w:ascii="Times New Roman" w:hAnsi="Times New Roman" w:cs="Times New Roman"/>
        </w:rPr>
        <w:tab/>
      </w:r>
    </w:p>
    <w:p w:rsidR="000F0F15" w:rsidRPr="00D81F07" w:rsidRDefault="000F0F15" w:rsidP="004A047C">
      <w:pPr>
        <w:pStyle w:val="NoSpacing"/>
        <w:rPr>
          <w:rFonts w:ascii="Times New Roman" w:hAnsi="Times New Roman" w:cs="Times New Roman"/>
        </w:rPr>
      </w:pPr>
      <w:r w:rsidRPr="00D81F07">
        <w:rPr>
          <w:rFonts w:ascii="Times New Roman" w:hAnsi="Times New Roman" w:cs="Times New Roman"/>
        </w:rPr>
        <w:t>Председатель комитета</w:t>
      </w:r>
    </w:p>
    <w:p w:rsidR="000F0F15" w:rsidRPr="00D81F07" w:rsidRDefault="000F0F15" w:rsidP="004A047C">
      <w:pPr>
        <w:pStyle w:val="NoSpacing"/>
        <w:rPr>
          <w:rFonts w:ascii="Times New Roman" w:hAnsi="Times New Roman" w:cs="Times New Roman"/>
        </w:rPr>
      </w:pPr>
      <w:r w:rsidRPr="00D81F07">
        <w:rPr>
          <w:rFonts w:ascii="Times New Roman" w:hAnsi="Times New Roman" w:cs="Times New Roman"/>
        </w:rPr>
        <w:t>городского хозяйства</w:t>
      </w:r>
    </w:p>
    <w:p w:rsidR="000F0F15" w:rsidRPr="00D81F07" w:rsidRDefault="000F0F15" w:rsidP="004A047C">
      <w:pPr>
        <w:pStyle w:val="NoSpacing"/>
        <w:rPr>
          <w:rFonts w:ascii="Times New Roman" w:hAnsi="Times New Roman" w:cs="Times New Roman"/>
        </w:rPr>
      </w:pPr>
      <w:r w:rsidRPr="00D81F07">
        <w:rPr>
          <w:rFonts w:ascii="Times New Roman" w:hAnsi="Times New Roman" w:cs="Times New Roman"/>
        </w:rPr>
        <w:t>администрации городского округа</w:t>
      </w:r>
    </w:p>
    <w:p w:rsidR="000F0F15" w:rsidRPr="00D81F07" w:rsidRDefault="000F0F15" w:rsidP="004A047C">
      <w:pPr>
        <w:pStyle w:val="NoSpacing"/>
        <w:rPr>
          <w:rFonts w:ascii="Times New Roman" w:hAnsi="Times New Roman" w:cs="Times New Roman"/>
        </w:rPr>
      </w:pPr>
      <w:r w:rsidRPr="00D81F07">
        <w:rPr>
          <w:rFonts w:ascii="Times New Roman" w:hAnsi="Times New Roman" w:cs="Times New Roman"/>
        </w:rPr>
        <w:t>«Город Калининград»</w:t>
      </w:r>
    </w:p>
    <w:p w:rsidR="000F0F15" w:rsidRPr="00D81F07" w:rsidRDefault="000F0F15" w:rsidP="004A047C">
      <w:pPr>
        <w:pStyle w:val="NoSpacing"/>
        <w:rPr>
          <w:rFonts w:ascii="Times New Roman" w:hAnsi="Times New Roman" w:cs="Times New Roman"/>
        </w:rPr>
      </w:pPr>
      <w:r w:rsidRPr="00D81F07">
        <w:rPr>
          <w:rFonts w:ascii="Times New Roman" w:hAnsi="Times New Roman" w:cs="Times New Roman"/>
        </w:rPr>
        <w:t>__________________________</w:t>
      </w:r>
    </w:p>
    <w:p w:rsidR="000F0F15" w:rsidRPr="00D81F07" w:rsidRDefault="000F0F15" w:rsidP="004A047C">
      <w:pPr>
        <w:pStyle w:val="NoSpacing"/>
        <w:rPr>
          <w:rFonts w:ascii="Times New Roman" w:hAnsi="Times New Roman" w:cs="Times New Roman"/>
          <w:color w:val="000000"/>
        </w:rPr>
      </w:pPr>
    </w:p>
    <w:p w:rsidR="000F0F15" w:rsidRPr="00D81F07" w:rsidRDefault="000F0F15" w:rsidP="004A047C">
      <w:pPr>
        <w:pStyle w:val="NoSpacing"/>
        <w:rPr>
          <w:rFonts w:ascii="Times New Roman" w:hAnsi="Times New Roman" w:cs="Times New Roman"/>
          <w:color w:val="000000"/>
        </w:rPr>
      </w:pPr>
    </w:p>
    <w:p w:rsidR="000F0F15" w:rsidRPr="00D81F07" w:rsidRDefault="000F0F15" w:rsidP="00D81F07">
      <w:pPr>
        <w:pStyle w:val="NoSpacing"/>
        <w:jc w:val="center"/>
        <w:rPr>
          <w:rFonts w:ascii="Times New Roman" w:hAnsi="Times New Roman" w:cs="Times New Roman"/>
          <w:color w:val="000000"/>
        </w:rPr>
      </w:pPr>
      <w:r w:rsidRPr="00D81F07">
        <w:rPr>
          <w:rFonts w:ascii="Times New Roman" w:hAnsi="Times New Roman" w:cs="Times New Roman"/>
          <w:color w:val="000000"/>
        </w:rPr>
        <w:t>Отчет</w:t>
      </w:r>
    </w:p>
    <w:p w:rsidR="000F0F15" w:rsidRDefault="000F0F15" w:rsidP="00D81F07">
      <w:pPr>
        <w:pStyle w:val="NoSpacing"/>
        <w:jc w:val="center"/>
        <w:rPr>
          <w:rFonts w:ascii="Times New Roman" w:hAnsi="Times New Roman" w:cs="Times New Roman"/>
          <w:color w:val="000000"/>
        </w:rPr>
      </w:pPr>
      <w:r w:rsidRPr="00D81F07">
        <w:rPr>
          <w:rFonts w:ascii="Times New Roman" w:hAnsi="Times New Roman" w:cs="Times New Roman"/>
          <w:color w:val="000000"/>
        </w:rPr>
        <w:t>о фактически понесенных затратах, связанных  с выполнением работ по установке индивидуальных</w:t>
      </w:r>
      <w:r>
        <w:rPr>
          <w:rFonts w:ascii="Times New Roman" w:hAnsi="Times New Roman" w:cs="Times New Roman"/>
          <w:color w:val="000000"/>
        </w:rPr>
        <w:t xml:space="preserve"> п</w:t>
      </w:r>
      <w:r w:rsidRPr="00D81F07">
        <w:rPr>
          <w:rFonts w:ascii="Times New Roman" w:hAnsi="Times New Roman" w:cs="Times New Roman"/>
          <w:color w:val="000000"/>
        </w:rPr>
        <w:t xml:space="preserve">риборов учета коммунальных ресурсов в муниципальном </w:t>
      </w:r>
    </w:p>
    <w:p w:rsidR="000F0F15" w:rsidRPr="00D81F07" w:rsidRDefault="000F0F15" w:rsidP="00D81F07">
      <w:pPr>
        <w:pStyle w:val="NoSpacing"/>
        <w:jc w:val="center"/>
        <w:rPr>
          <w:rFonts w:ascii="Times New Roman" w:hAnsi="Times New Roman" w:cs="Times New Roman"/>
          <w:color w:val="000000"/>
        </w:rPr>
      </w:pPr>
      <w:r w:rsidRPr="00D81F07">
        <w:rPr>
          <w:rFonts w:ascii="Times New Roman" w:hAnsi="Times New Roman" w:cs="Times New Roman"/>
          <w:color w:val="000000"/>
        </w:rPr>
        <w:t>жилищном фонде</w:t>
      </w:r>
      <w:r>
        <w:rPr>
          <w:rFonts w:ascii="Times New Roman" w:hAnsi="Times New Roman" w:cs="Times New Roman"/>
          <w:color w:val="000000"/>
        </w:rPr>
        <w:t xml:space="preserve"> </w:t>
      </w:r>
      <w:r w:rsidRPr="00D81F07">
        <w:rPr>
          <w:rFonts w:ascii="Times New Roman" w:hAnsi="Times New Roman" w:cs="Times New Roman"/>
          <w:color w:val="000000"/>
        </w:rPr>
        <w:t>городского округа «Город Калининград»</w:t>
      </w:r>
    </w:p>
    <w:p w:rsidR="000F0F15" w:rsidRPr="00D81F07" w:rsidRDefault="000F0F15" w:rsidP="00D81F07">
      <w:pPr>
        <w:pStyle w:val="NoSpacing"/>
        <w:jc w:val="center"/>
        <w:rPr>
          <w:rFonts w:ascii="Times New Roman" w:hAnsi="Times New Roman" w:cs="Times New Roman"/>
          <w:color w:val="000000"/>
        </w:rPr>
      </w:pPr>
      <w:r w:rsidRPr="00D81F07">
        <w:rPr>
          <w:rFonts w:ascii="Times New Roman" w:hAnsi="Times New Roman" w:cs="Times New Roman"/>
          <w:color w:val="000000"/>
        </w:rPr>
        <w:t>за ___________________ 20__</w:t>
      </w:r>
      <w:r>
        <w:rPr>
          <w:rFonts w:ascii="Times New Roman" w:hAnsi="Times New Roman" w:cs="Times New Roman"/>
          <w:color w:val="000000"/>
        </w:rPr>
        <w:t>_</w:t>
      </w:r>
      <w:r w:rsidRPr="00D81F07">
        <w:rPr>
          <w:rFonts w:ascii="Times New Roman" w:hAnsi="Times New Roman" w:cs="Times New Roman"/>
          <w:color w:val="000000"/>
        </w:rPr>
        <w:t xml:space="preserve"> года</w:t>
      </w:r>
    </w:p>
    <w:p w:rsidR="000F0F15" w:rsidRPr="00D81F07" w:rsidRDefault="000F0F15" w:rsidP="00D81F07">
      <w:pPr>
        <w:pStyle w:val="NoSpacing"/>
        <w:jc w:val="center"/>
        <w:rPr>
          <w:rFonts w:ascii="Times New Roman" w:hAnsi="Times New Roman" w:cs="Times New Roman"/>
          <w:color w:val="000000"/>
        </w:rPr>
      </w:pPr>
      <w:r w:rsidRPr="00D81F07">
        <w:rPr>
          <w:rFonts w:ascii="Times New Roman" w:hAnsi="Times New Roman" w:cs="Times New Roman"/>
          <w:color w:val="000000"/>
        </w:rPr>
        <w:t>по ______________________________________</w:t>
      </w:r>
    </w:p>
    <w:p w:rsidR="000F0F15" w:rsidRPr="00D81F07" w:rsidRDefault="000F0F15" w:rsidP="00D81F07">
      <w:pPr>
        <w:pStyle w:val="NoSpacing"/>
        <w:jc w:val="center"/>
        <w:rPr>
          <w:rFonts w:ascii="Times New Roman" w:hAnsi="Times New Roman" w:cs="Times New Roman"/>
          <w:color w:val="000000"/>
        </w:rPr>
      </w:pPr>
      <w:r w:rsidRPr="00D81F07">
        <w:rPr>
          <w:rFonts w:ascii="Times New Roman" w:hAnsi="Times New Roman" w:cs="Times New Roman"/>
          <w:color w:val="000000"/>
        </w:rPr>
        <w:t>(наименование ресурсоснабжающей  организации)</w:t>
      </w:r>
    </w:p>
    <w:tbl>
      <w:tblPr>
        <w:tblW w:w="985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73"/>
        <w:gridCol w:w="1522"/>
        <w:gridCol w:w="1357"/>
        <w:gridCol w:w="1276"/>
        <w:gridCol w:w="1134"/>
        <w:gridCol w:w="1134"/>
        <w:gridCol w:w="1134"/>
        <w:gridCol w:w="1524"/>
      </w:tblGrid>
      <w:tr w:rsidR="000F0F15" w:rsidRPr="00D93A30">
        <w:tc>
          <w:tcPr>
            <w:tcW w:w="773" w:type="dxa"/>
            <w:vMerge w:val="restart"/>
          </w:tcPr>
          <w:p w:rsidR="000F0F15" w:rsidRPr="00D93A30" w:rsidRDefault="000F0F15" w:rsidP="00D93A30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F15" w:rsidRPr="00D93A30" w:rsidRDefault="000F0F15" w:rsidP="00D93A30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F15" w:rsidRPr="00D93A30" w:rsidRDefault="000F0F15" w:rsidP="00D93A30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30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1522" w:type="dxa"/>
            <w:vMerge w:val="restart"/>
          </w:tcPr>
          <w:p w:rsidR="000F0F15" w:rsidRPr="00D93A30" w:rsidRDefault="000F0F15" w:rsidP="00D93A30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F15" w:rsidRPr="00D93A30" w:rsidRDefault="000F0F15" w:rsidP="00D93A30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F15" w:rsidRPr="00D93A30" w:rsidRDefault="000F0F15" w:rsidP="00D93A30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30">
              <w:rPr>
                <w:rFonts w:ascii="Times New Roman" w:hAnsi="Times New Roman" w:cs="Times New Roman"/>
                <w:sz w:val="18"/>
                <w:szCs w:val="18"/>
              </w:rPr>
              <w:t>Адрес</w:t>
            </w:r>
          </w:p>
        </w:tc>
        <w:tc>
          <w:tcPr>
            <w:tcW w:w="1357" w:type="dxa"/>
            <w:vMerge w:val="restart"/>
          </w:tcPr>
          <w:p w:rsidR="000F0F15" w:rsidRPr="00D93A30" w:rsidRDefault="000F0F15" w:rsidP="00D93A30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F15" w:rsidRPr="00D93A30" w:rsidRDefault="000F0F15" w:rsidP="00D93A30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30">
              <w:rPr>
                <w:rFonts w:ascii="Times New Roman" w:hAnsi="Times New Roman" w:cs="Times New Roman"/>
                <w:sz w:val="18"/>
                <w:szCs w:val="18"/>
              </w:rPr>
              <w:t>Площадь муниципаль-ного помещения (кв.м)</w:t>
            </w:r>
          </w:p>
        </w:tc>
        <w:tc>
          <w:tcPr>
            <w:tcW w:w="1276" w:type="dxa"/>
            <w:vMerge w:val="restart"/>
          </w:tcPr>
          <w:p w:rsidR="000F0F15" w:rsidRPr="00D93A30" w:rsidRDefault="000F0F15" w:rsidP="00D93A30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F15" w:rsidRPr="00D93A30" w:rsidRDefault="000F0F15" w:rsidP="00D93A30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30">
              <w:rPr>
                <w:rFonts w:ascii="Times New Roman" w:hAnsi="Times New Roman" w:cs="Times New Roman"/>
                <w:sz w:val="18"/>
                <w:szCs w:val="18"/>
              </w:rPr>
              <w:t>Наимено-</w:t>
            </w:r>
          </w:p>
          <w:p w:rsidR="000F0F15" w:rsidRPr="00D93A30" w:rsidRDefault="000F0F15" w:rsidP="00D93A30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30">
              <w:rPr>
                <w:rFonts w:ascii="Times New Roman" w:hAnsi="Times New Roman" w:cs="Times New Roman"/>
                <w:sz w:val="18"/>
                <w:szCs w:val="18"/>
              </w:rPr>
              <w:t>вание произведен-ных затрат</w:t>
            </w:r>
          </w:p>
        </w:tc>
        <w:tc>
          <w:tcPr>
            <w:tcW w:w="3402" w:type="dxa"/>
            <w:gridSpan w:val="3"/>
          </w:tcPr>
          <w:p w:rsidR="000F0F15" w:rsidRPr="00D93A30" w:rsidRDefault="000F0F15" w:rsidP="00D93A30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30">
              <w:rPr>
                <w:rFonts w:ascii="Times New Roman" w:hAnsi="Times New Roman" w:cs="Times New Roman"/>
                <w:sz w:val="18"/>
                <w:szCs w:val="18"/>
              </w:rPr>
              <w:t>Стоимость выполненных работ по акту (руб.)</w:t>
            </w:r>
          </w:p>
        </w:tc>
        <w:tc>
          <w:tcPr>
            <w:tcW w:w="1524" w:type="dxa"/>
            <w:vMerge w:val="restart"/>
          </w:tcPr>
          <w:p w:rsidR="000F0F15" w:rsidRPr="00D93A30" w:rsidRDefault="000F0F15" w:rsidP="00D93A30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30">
              <w:rPr>
                <w:rFonts w:ascii="Times New Roman" w:hAnsi="Times New Roman" w:cs="Times New Roman"/>
                <w:sz w:val="18"/>
                <w:szCs w:val="18"/>
              </w:rPr>
              <w:t>Подлежит возмещению из бюджета (руб.)</w:t>
            </w:r>
          </w:p>
        </w:tc>
      </w:tr>
      <w:tr w:rsidR="000F0F15" w:rsidRPr="00D93A30">
        <w:tc>
          <w:tcPr>
            <w:tcW w:w="773" w:type="dxa"/>
            <w:vMerge/>
            <w:vAlign w:val="center"/>
          </w:tcPr>
          <w:p w:rsidR="000F0F15" w:rsidRPr="00D93A30" w:rsidRDefault="000F0F15" w:rsidP="00D93A30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2" w:type="dxa"/>
            <w:vMerge/>
            <w:vAlign w:val="center"/>
          </w:tcPr>
          <w:p w:rsidR="000F0F15" w:rsidRPr="00D93A30" w:rsidRDefault="000F0F15" w:rsidP="00D93A30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7" w:type="dxa"/>
            <w:vMerge/>
            <w:vAlign w:val="center"/>
          </w:tcPr>
          <w:p w:rsidR="000F0F15" w:rsidRPr="00D93A30" w:rsidRDefault="000F0F15" w:rsidP="00D93A30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0F0F15" w:rsidRPr="00D93A30" w:rsidRDefault="000F0F15" w:rsidP="00D93A30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F0F15" w:rsidRPr="00D93A30" w:rsidRDefault="000F0F15" w:rsidP="00D93A30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30">
              <w:rPr>
                <w:rFonts w:ascii="Times New Roman" w:hAnsi="Times New Roman" w:cs="Times New Roman"/>
                <w:sz w:val="18"/>
                <w:szCs w:val="18"/>
              </w:rPr>
              <w:t>Стоимость прибора учета (руб.)</w:t>
            </w:r>
          </w:p>
        </w:tc>
        <w:tc>
          <w:tcPr>
            <w:tcW w:w="1134" w:type="dxa"/>
          </w:tcPr>
          <w:p w:rsidR="000F0F15" w:rsidRPr="00D93A30" w:rsidRDefault="000F0F15" w:rsidP="00D93A30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30">
              <w:rPr>
                <w:rFonts w:ascii="Times New Roman" w:hAnsi="Times New Roman" w:cs="Times New Roman"/>
                <w:sz w:val="18"/>
                <w:szCs w:val="18"/>
              </w:rPr>
              <w:t>Стоимость услуг по монтажу (руб.)</w:t>
            </w:r>
          </w:p>
        </w:tc>
        <w:tc>
          <w:tcPr>
            <w:tcW w:w="1134" w:type="dxa"/>
          </w:tcPr>
          <w:p w:rsidR="000F0F15" w:rsidRPr="00D93A30" w:rsidRDefault="000F0F15" w:rsidP="00D93A30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30">
              <w:rPr>
                <w:rFonts w:ascii="Times New Roman" w:hAnsi="Times New Roman" w:cs="Times New Roman"/>
                <w:sz w:val="18"/>
                <w:szCs w:val="18"/>
              </w:rPr>
              <w:t>Итоговая стоимость (руб.)</w:t>
            </w:r>
          </w:p>
        </w:tc>
        <w:tc>
          <w:tcPr>
            <w:tcW w:w="1524" w:type="dxa"/>
            <w:vMerge/>
            <w:vAlign w:val="center"/>
          </w:tcPr>
          <w:p w:rsidR="000F0F15" w:rsidRPr="00D93A30" w:rsidRDefault="000F0F15" w:rsidP="00D93A30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F15" w:rsidRPr="00D93A30">
        <w:tc>
          <w:tcPr>
            <w:tcW w:w="773" w:type="dxa"/>
          </w:tcPr>
          <w:p w:rsidR="000F0F15" w:rsidRPr="00D93A30" w:rsidRDefault="000F0F15" w:rsidP="00D93A30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3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22" w:type="dxa"/>
          </w:tcPr>
          <w:p w:rsidR="000F0F15" w:rsidRPr="00D93A30" w:rsidRDefault="000F0F15" w:rsidP="00D93A30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3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57" w:type="dxa"/>
          </w:tcPr>
          <w:p w:rsidR="000F0F15" w:rsidRPr="00D93A30" w:rsidRDefault="000F0F15" w:rsidP="00D93A30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3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:rsidR="000F0F15" w:rsidRPr="00D93A30" w:rsidRDefault="000F0F15" w:rsidP="00D93A30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3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</w:tcPr>
          <w:p w:rsidR="000F0F15" w:rsidRPr="00D93A30" w:rsidRDefault="000F0F15" w:rsidP="00D93A30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3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</w:tcPr>
          <w:p w:rsidR="000F0F15" w:rsidRPr="00D93A30" w:rsidRDefault="000F0F15" w:rsidP="00D93A30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3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4" w:type="dxa"/>
          </w:tcPr>
          <w:p w:rsidR="000F0F15" w:rsidRPr="00D93A30" w:rsidRDefault="000F0F15" w:rsidP="00D93A30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30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524" w:type="dxa"/>
          </w:tcPr>
          <w:p w:rsidR="000F0F15" w:rsidRPr="00D93A30" w:rsidRDefault="000F0F15" w:rsidP="00D93A30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30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0F0F15" w:rsidRPr="00D93A30">
        <w:tc>
          <w:tcPr>
            <w:tcW w:w="773" w:type="dxa"/>
          </w:tcPr>
          <w:p w:rsidR="000F0F15" w:rsidRPr="00D93A30" w:rsidRDefault="000F0F15" w:rsidP="004A047C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D93A30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522" w:type="dxa"/>
          </w:tcPr>
          <w:p w:rsidR="000F0F15" w:rsidRPr="00D93A30" w:rsidRDefault="000F0F15" w:rsidP="004A047C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7" w:type="dxa"/>
          </w:tcPr>
          <w:p w:rsidR="000F0F15" w:rsidRPr="00D93A30" w:rsidRDefault="000F0F15" w:rsidP="004A047C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F0F15" w:rsidRPr="00D93A30" w:rsidRDefault="000F0F15" w:rsidP="004A047C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F0F15" w:rsidRPr="00D93A30" w:rsidRDefault="000F0F15" w:rsidP="004A047C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F0F15" w:rsidRPr="00D93A30" w:rsidRDefault="000F0F15" w:rsidP="004A047C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F0F15" w:rsidRPr="00D93A30" w:rsidRDefault="000F0F15" w:rsidP="004A047C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</w:tcPr>
          <w:p w:rsidR="000F0F15" w:rsidRPr="00D93A30" w:rsidRDefault="000F0F15" w:rsidP="004A047C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F15" w:rsidRPr="00D93A30">
        <w:tc>
          <w:tcPr>
            <w:tcW w:w="773" w:type="dxa"/>
          </w:tcPr>
          <w:p w:rsidR="000F0F15" w:rsidRPr="00D93A30" w:rsidRDefault="000F0F15" w:rsidP="004A047C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D93A30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522" w:type="dxa"/>
          </w:tcPr>
          <w:p w:rsidR="000F0F15" w:rsidRPr="00D93A30" w:rsidRDefault="000F0F15" w:rsidP="004A047C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7" w:type="dxa"/>
          </w:tcPr>
          <w:p w:rsidR="000F0F15" w:rsidRPr="00D93A30" w:rsidRDefault="000F0F15" w:rsidP="004A047C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F0F15" w:rsidRPr="00D93A30" w:rsidRDefault="000F0F15" w:rsidP="004A047C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F0F15" w:rsidRPr="00D93A30" w:rsidRDefault="000F0F15" w:rsidP="004A047C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F0F15" w:rsidRPr="00D93A30" w:rsidRDefault="000F0F15" w:rsidP="004A047C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F0F15" w:rsidRPr="00D93A30" w:rsidRDefault="000F0F15" w:rsidP="004A047C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</w:tcPr>
          <w:p w:rsidR="000F0F15" w:rsidRPr="00D93A30" w:rsidRDefault="000F0F15" w:rsidP="004A047C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F15" w:rsidRPr="00D93A30">
        <w:tc>
          <w:tcPr>
            <w:tcW w:w="773" w:type="dxa"/>
          </w:tcPr>
          <w:p w:rsidR="000F0F15" w:rsidRPr="00D93A30" w:rsidRDefault="000F0F15" w:rsidP="004A047C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D93A30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1522" w:type="dxa"/>
          </w:tcPr>
          <w:p w:rsidR="000F0F15" w:rsidRPr="00D93A30" w:rsidRDefault="000F0F15" w:rsidP="004A047C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7" w:type="dxa"/>
          </w:tcPr>
          <w:p w:rsidR="000F0F15" w:rsidRPr="00D93A30" w:rsidRDefault="000F0F15" w:rsidP="004A047C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F0F15" w:rsidRPr="00D93A30" w:rsidRDefault="000F0F15" w:rsidP="004A047C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F0F15" w:rsidRPr="00D93A30" w:rsidRDefault="000F0F15" w:rsidP="004A047C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F0F15" w:rsidRPr="00D93A30" w:rsidRDefault="000F0F15" w:rsidP="004A047C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F0F15" w:rsidRPr="00D93A30" w:rsidRDefault="000F0F15" w:rsidP="004A047C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</w:tcPr>
          <w:p w:rsidR="000F0F15" w:rsidRPr="00D93A30" w:rsidRDefault="000F0F15" w:rsidP="004A047C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F0F15" w:rsidRPr="00D81F07" w:rsidRDefault="000F0F15" w:rsidP="004A047C">
      <w:pPr>
        <w:pStyle w:val="NoSpacing"/>
        <w:rPr>
          <w:rFonts w:ascii="Times New Roman" w:hAnsi="Times New Roman" w:cs="Times New Roman"/>
          <w:sz w:val="18"/>
          <w:szCs w:val="18"/>
        </w:rPr>
      </w:pPr>
    </w:p>
    <w:p w:rsidR="000F0F15" w:rsidRPr="00D81F07" w:rsidRDefault="000F0F15" w:rsidP="004A047C">
      <w:pPr>
        <w:pStyle w:val="NoSpacing"/>
        <w:rPr>
          <w:rFonts w:ascii="Times New Roman" w:hAnsi="Times New Roman" w:cs="Times New Roman"/>
          <w:sz w:val="18"/>
          <w:szCs w:val="18"/>
        </w:rPr>
      </w:pPr>
      <w:r w:rsidRPr="007B6FF4">
        <w:rPr>
          <w:rFonts w:ascii="Times New Roman" w:hAnsi="Times New Roman" w:cs="Times New Roman"/>
          <w:sz w:val="20"/>
          <w:szCs w:val="20"/>
        </w:rPr>
        <w:t xml:space="preserve">Директор ресурсоснабжающей  организации      </w:t>
      </w:r>
      <w:r w:rsidRPr="00D81F07">
        <w:rPr>
          <w:rFonts w:ascii="Times New Roman" w:hAnsi="Times New Roman" w:cs="Times New Roman"/>
          <w:sz w:val="18"/>
          <w:szCs w:val="18"/>
        </w:rPr>
        <w:t xml:space="preserve">           ___________________          ____________________</w:t>
      </w:r>
      <w:r>
        <w:rPr>
          <w:rFonts w:ascii="Times New Roman" w:hAnsi="Times New Roman" w:cs="Times New Roman"/>
          <w:sz w:val="18"/>
          <w:szCs w:val="18"/>
        </w:rPr>
        <w:t>__</w:t>
      </w:r>
    </w:p>
    <w:p w:rsidR="000F0F15" w:rsidRPr="00D81F07" w:rsidRDefault="000F0F15" w:rsidP="004A047C">
      <w:pPr>
        <w:pStyle w:val="NoSpacing"/>
        <w:rPr>
          <w:rFonts w:ascii="Times New Roman" w:hAnsi="Times New Roman" w:cs="Times New Roman"/>
          <w:sz w:val="18"/>
          <w:szCs w:val="18"/>
        </w:rPr>
      </w:pPr>
      <w:r w:rsidRPr="00D81F07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</w:t>
      </w:r>
      <w:r w:rsidRPr="00D81F07">
        <w:rPr>
          <w:rFonts w:ascii="Times New Roman" w:hAnsi="Times New Roman" w:cs="Times New Roman"/>
          <w:sz w:val="18"/>
          <w:szCs w:val="18"/>
        </w:rPr>
        <w:t xml:space="preserve"> (подпись)                    </w:t>
      </w:r>
      <w:r>
        <w:rPr>
          <w:rFonts w:ascii="Times New Roman" w:hAnsi="Times New Roman" w:cs="Times New Roman"/>
          <w:sz w:val="18"/>
          <w:szCs w:val="18"/>
        </w:rPr>
        <w:t xml:space="preserve">  </w:t>
      </w:r>
      <w:r w:rsidRPr="00D81F07">
        <w:rPr>
          <w:rFonts w:ascii="Times New Roman" w:hAnsi="Times New Roman" w:cs="Times New Roman"/>
          <w:sz w:val="18"/>
          <w:szCs w:val="18"/>
        </w:rPr>
        <w:t xml:space="preserve"> (расшифровка подписи)</w:t>
      </w:r>
    </w:p>
    <w:p w:rsidR="000F0F15" w:rsidRPr="00D81F07" w:rsidRDefault="000F0F15" w:rsidP="004A047C">
      <w:pPr>
        <w:pStyle w:val="NoSpacing"/>
        <w:rPr>
          <w:rFonts w:ascii="Times New Roman" w:hAnsi="Times New Roman" w:cs="Times New Roman"/>
          <w:sz w:val="18"/>
          <w:szCs w:val="18"/>
        </w:rPr>
      </w:pPr>
      <w:r w:rsidRPr="007B6FF4">
        <w:rPr>
          <w:rFonts w:ascii="Times New Roman" w:hAnsi="Times New Roman" w:cs="Times New Roman"/>
          <w:sz w:val="20"/>
          <w:szCs w:val="20"/>
        </w:rPr>
        <w:t>Главный бухгалтер</w:t>
      </w:r>
      <w:r w:rsidRPr="00D81F07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____________________         _____________________</w:t>
      </w:r>
      <w:r>
        <w:rPr>
          <w:rFonts w:ascii="Times New Roman" w:hAnsi="Times New Roman" w:cs="Times New Roman"/>
          <w:sz w:val="18"/>
          <w:szCs w:val="18"/>
        </w:rPr>
        <w:t>___</w:t>
      </w:r>
    </w:p>
    <w:p w:rsidR="000F0F15" w:rsidRPr="00D81F07" w:rsidRDefault="000F0F15" w:rsidP="004A047C">
      <w:pPr>
        <w:pStyle w:val="NoSpacing"/>
        <w:rPr>
          <w:rFonts w:ascii="Times New Roman" w:hAnsi="Times New Roman" w:cs="Times New Roman"/>
          <w:sz w:val="18"/>
          <w:szCs w:val="18"/>
        </w:rPr>
      </w:pPr>
      <w:r w:rsidRPr="00D81F07">
        <w:rPr>
          <w:rFonts w:ascii="Times New Roman" w:hAnsi="Times New Roman" w:cs="Times New Roman"/>
          <w:sz w:val="18"/>
          <w:szCs w:val="18"/>
        </w:rPr>
        <w:tab/>
        <w:t xml:space="preserve">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</w:t>
      </w:r>
      <w:r w:rsidRPr="00D81F07">
        <w:rPr>
          <w:rFonts w:ascii="Times New Roman" w:hAnsi="Times New Roman" w:cs="Times New Roman"/>
          <w:sz w:val="18"/>
          <w:szCs w:val="18"/>
        </w:rPr>
        <w:t xml:space="preserve">(подпись)                   </w:t>
      </w:r>
      <w:r>
        <w:rPr>
          <w:rFonts w:ascii="Times New Roman" w:hAnsi="Times New Roman" w:cs="Times New Roman"/>
          <w:sz w:val="18"/>
          <w:szCs w:val="18"/>
        </w:rPr>
        <w:t xml:space="preserve">    </w:t>
      </w:r>
      <w:r w:rsidRPr="00D81F07">
        <w:rPr>
          <w:rFonts w:ascii="Times New Roman" w:hAnsi="Times New Roman" w:cs="Times New Roman"/>
          <w:sz w:val="18"/>
          <w:szCs w:val="18"/>
        </w:rPr>
        <w:t xml:space="preserve"> (расшифровка подписи)</w:t>
      </w:r>
    </w:p>
    <w:p w:rsidR="000F0F15" w:rsidRPr="00D81F07" w:rsidRDefault="000F0F15" w:rsidP="004A047C">
      <w:pPr>
        <w:pStyle w:val="NoSpacing"/>
        <w:rPr>
          <w:rFonts w:ascii="Times New Roman" w:hAnsi="Times New Roman" w:cs="Times New Roman"/>
          <w:sz w:val="18"/>
          <w:szCs w:val="18"/>
        </w:rPr>
      </w:pPr>
    </w:p>
    <w:p w:rsidR="000F0F15" w:rsidRPr="00D81F07" w:rsidRDefault="000F0F15" w:rsidP="004A047C">
      <w:pPr>
        <w:pStyle w:val="NoSpacing"/>
        <w:rPr>
          <w:rFonts w:ascii="Times New Roman" w:hAnsi="Times New Roman" w:cs="Times New Roman"/>
          <w:sz w:val="18"/>
          <w:szCs w:val="18"/>
        </w:rPr>
      </w:pPr>
      <w:r w:rsidRPr="00D81F07">
        <w:rPr>
          <w:rFonts w:ascii="Times New Roman" w:hAnsi="Times New Roman" w:cs="Times New Roman"/>
          <w:sz w:val="18"/>
          <w:szCs w:val="18"/>
        </w:rPr>
        <w:t>М.П.</w:t>
      </w:r>
    </w:p>
    <w:p w:rsidR="000F0F15" w:rsidRPr="00D81F07" w:rsidRDefault="000F0F15" w:rsidP="004A047C">
      <w:pPr>
        <w:pStyle w:val="NoSpacing"/>
        <w:rPr>
          <w:rFonts w:ascii="Times New Roman" w:hAnsi="Times New Roman" w:cs="Times New Roman"/>
          <w:sz w:val="18"/>
          <w:szCs w:val="18"/>
        </w:rPr>
      </w:pPr>
    </w:p>
    <w:p w:rsidR="000F0F15" w:rsidRPr="00D81F07" w:rsidRDefault="000F0F15" w:rsidP="004A047C">
      <w:pPr>
        <w:pStyle w:val="NoSpacing"/>
        <w:rPr>
          <w:rFonts w:ascii="Times New Roman" w:hAnsi="Times New Roman" w:cs="Times New Roman"/>
          <w:sz w:val="18"/>
          <w:szCs w:val="18"/>
        </w:rPr>
      </w:pPr>
    </w:p>
    <w:p w:rsidR="000F0F15" w:rsidRPr="00D81F07" w:rsidRDefault="000F0F15" w:rsidP="004A047C">
      <w:pPr>
        <w:pStyle w:val="NoSpacing"/>
        <w:rPr>
          <w:rFonts w:ascii="Times New Roman" w:hAnsi="Times New Roman" w:cs="Times New Roman"/>
          <w:sz w:val="18"/>
          <w:szCs w:val="18"/>
        </w:rPr>
      </w:pPr>
    </w:p>
    <w:p w:rsidR="000F0F15" w:rsidRPr="00D81F07" w:rsidRDefault="000F0F15" w:rsidP="004A047C">
      <w:pPr>
        <w:pStyle w:val="NoSpacing"/>
        <w:rPr>
          <w:rFonts w:ascii="Times New Roman" w:hAnsi="Times New Roman" w:cs="Times New Roman"/>
          <w:sz w:val="18"/>
          <w:szCs w:val="18"/>
        </w:rPr>
      </w:pPr>
      <w:r w:rsidRPr="007B6FF4">
        <w:rPr>
          <w:rFonts w:ascii="Times New Roman" w:hAnsi="Times New Roman" w:cs="Times New Roman"/>
          <w:sz w:val="20"/>
          <w:szCs w:val="20"/>
        </w:rPr>
        <w:t>Расчеты проверил</w:t>
      </w:r>
      <w:r w:rsidRPr="00D81F07">
        <w:rPr>
          <w:rFonts w:ascii="Times New Roman" w:hAnsi="Times New Roman" w:cs="Times New Roman"/>
          <w:sz w:val="18"/>
          <w:szCs w:val="18"/>
        </w:rPr>
        <w:t xml:space="preserve">     _____________________         ____________________</w:t>
      </w:r>
      <w:r>
        <w:rPr>
          <w:rFonts w:ascii="Times New Roman" w:hAnsi="Times New Roman" w:cs="Times New Roman"/>
          <w:sz w:val="18"/>
          <w:szCs w:val="18"/>
        </w:rPr>
        <w:t>___</w:t>
      </w:r>
    </w:p>
    <w:p w:rsidR="000F0F15" w:rsidRPr="00D81F07" w:rsidRDefault="000F0F15" w:rsidP="004A047C">
      <w:pPr>
        <w:pStyle w:val="NoSpacing"/>
        <w:rPr>
          <w:rFonts w:ascii="Times New Roman" w:hAnsi="Times New Roman" w:cs="Times New Roman"/>
          <w:sz w:val="18"/>
          <w:szCs w:val="18"/>
        </w:rPr>
      </w:pPr>
      <w:r w:rsidRPr="00D81F07">
        <w:rPr>
          <w:rFonts w:ascii="Times New Roman" w:hAnsi="Times New Roman" w:cs="Times New Roman"/>
          <w:sz w:val="18"/>
          <w:szCs w:val="18"/>
        </w:rPr>
        <w:t xml:space="preserve">                                               (подпись)</w:t>
      </w:r>
      <w:r w:rsidRPr="00D81F07">
        <w:rPr>
          <w:rFonts w:ascii="Times New Roman" w:hAnsi="Times New Roman" w:cs="Times New Roman"/>
          <w:sz w:val="18"/>
          <w:szCs w:val="18"/>
        </w:rPr>
        <w:tab/>
        <w:t xml:space="preserve">             </w:t>
      </w:r>
      <w:r>
        <w:rPr>
          <w:rFonts w:ascii="Times New Roman" w:hAnsi="Times New Roman" w:cs="Times New Roman"/>
          <w:sz w:val="18"/>
          <w:szCs w:val="18"/>
        </w:rPr>
        <w:t xml:space="preserve">  </w:t>
      </w:r>
      <w:r w:rsidRPr="00D81F07">
        <w:rPr>
          <w:rFonts w:ascii="Times New Roman" w:hAnsi="Times New Roman" w:cs="Times New Roman"/>
          <w:sz w:val="18"/>
          <w:szCs w:val="18"/>
        </w:rPr>
        <w:t>(расшифровка подписи)</w:t>
      </w:r>
    </w:p>
    <w:p w:rsidR="000F0F15" w:rsidRPr="00D81F07" w:rsidRDefault="000F0F15" w:rsidP="004A047C">
      <w:pPr>
        <w:pStyle w:val="NoSpacing"/>
        <w:rPr>
          <w:rFonts w:ascii="Times New Roman" w:hAnsi="Times New Roman" w:cs="Times New Roman"/>
          <w:sz w:val="18"/>
          <w:szCs w:val="18"/>
        </w:rPr>
      </w:pPr>
    </w:p>
    <w:p w:rsidR="000F0F15" w:rsidRPr="00D81F07" w:rsidRDefault="000F0F15" w:rsidP="004A047C">
      <w:pPr>
        <w:pStyle w:val="NoSpacing"/>
        <w:rPr>
          <w:rFonts w:ascii="Times New Roman" w:hAnsi="Times New Roman" w:cs="Times New Roman"/>
          <w:sz w:val="18"/>
          <w:szCs w:val="18"/>
        </w:rPr>
      </w:pPr>
    </w:p>
    <w:sectPr w:rsidR="000F0F15" w:rsidRPr="00D81F07" w:rsidSect="00D032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047C"/>
    <w:rsid w:val="000F0F15"/>
    <w:rsid w:val="001E4CAB"/>
    <w:rsid w:val="002A1E9E"/>
    <w:rsid w:val="002D438E"/>
    <w:rsid w:val="00446780"/>
    <w:rsid w:val="004A047C"/>
    <w:rsid w:val="006618FB"/>
    <w:rsid w:val="007B6FF4"/>
    <w:rsid w:val="007D5343"/>
    <w:rsid w:val="00980C3B"/>
    <w:rsid w:val="009D5A4D"/>
    <w:rsid w:val="00AD4A49"/>
    <w:rsid w:val="00C35556"/>
    <w:rsid w:val="00D03271"/>
    <w:rsid w:val="00D81F07"/>
    <w:rsid w:val="00D93A30"/>
    <w:rsid w:val="00FD3E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3271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4A047C"/>
    <w:rPr>
      <w:color w:val="0000FF"/>
      <w:u w:val="single"/>
    </w:rPr>
  </w:style>
  <w:style w:type="table" w:styleId="TableGrid">
    <w:name w:val="Table Grid"/>
    <w:basedOn w:val="TableNormal"/>
    <w:uiPriority w:val="99"/>
    <w:rsid w:val="004A047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4A047C"/>
    <w:rPr>
      <w:rFonts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1248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C:\Documents%20and%20Settings\&#1055;&#1072;&#1096;&#1082;&#1086;&#1074;&#1072;\&#1052;&#1086;&#1080;%20&#1076;&#1086;&#1082;&#1091;&#1084;&#1077;&#1085;&#1090;&#1099;\&#1052;&#1086;&#1080;%20&#1076;&#1086;&#1082;&#1091;&#1084;&#1077;&#1085;&#1090;&#1099;%20&#1050;&#1043;&#1061;\&#1048;&#1079;&#1084;&#1077;&#1085;.%20&#1074;%20&#1087;&#1086;&#1089;&#1090;%201389%20&#1086;&#1090;%2010.09.14\&#1087;&#1086;&#1089;&#1090;.1389%20&#1086;&#1090;%2010.09.14%20%20&#1058;&#1045;&#1050;&#1057;&#1058;\&#1055;&#1086;&#1088;&#1103;&#1076;&#1086;&#1082;,%20&#1087;&#1088;&#1080;&#1083;&#1086;&#1078;.%20%20&#1082;%20&#1087;&#1086;&#1089;&#1090;&#1072;&#1085;&#1086;&#1074;&#1083;&#1077;&#1085;&#1080;&#1102;.docx" TargetMode="External"/><Relationship Id="rId4" Type="http://schemas.openxmlformats.org/officeDocument/2006/relationships/hyperlink" Target="file:///C:\Documents%20and%20Settings\&#1055;&#1072;&#1096;&#1082;&#1086;&#1074;&#1072;\&#1052;&#1086;&#1080;%20&#1076;&#1086;&#1082;&#1091;&#1084;&#1077;&#1085;&#1090;&#1099;\&#1052;&#1086;&#1080;%20&#1076;&#1086;&#1082;&#1091;&#1084;&#1077;&#1085;&#1090;&#1099;%20&#1050;&#1043;&#1061;\&#1048;&#1079;&#1084;&#1077;&#1085;.%20&#1074;%20&#1087;&#1086;&#1089;&#1090;%201389%20&#1086;&#1090;%2010.09.14\&#1087;&#1086;&#1089;&#1090;.1389%20&#1086;&#1090;%2010.09.14%20%20&#1058;&#1045;&#1050;&#1057;&#1058;\&#1055;&#1086;&#1088;&#1103;&#1076;&#1086;&#1082;,%20&#1087;&#1088;&#1080;&#1083;&#1086;&#1078;.%20%20&#1082;%20&#1087;&#1086;&#1089;&#1090;&#1072;&#1085;&#1086;&#1074;&#1083;&#1077;&#1085;&#1080;&#1102;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850</Words>
  <Characters>4849</Characters>
  <Application>Microsoft Office Outlook</Application>
  <DocSecurity>0</DocSecurity>
  <Lines>0</Lines>
  <Paragraphs>0</Paragraphs>
  <ScaleCrop>false</ScaleCrop>
  <Company>Администрация Ленинградского р-на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Приложение № 1</dc:title>
  <dc:subject/>
  <dc:creator>Пашкова Татьяна Васильевна (458KGH458T4 - Пашкова)</dc:creator>
  <cp:keywords/>
  <dc:description/>
  <cp:lastModifiedBy>Наташа</cp:lastModifiedBy>
  <cp:revision>3</cp:revision>
  <cp:lastPrinted>2016-02-25T08:47:00Z</cp:lastPrinted>
  <dcterms:created xsi:type="dcterms:W3CDTF">2016-03-11T08:53:00Z</dcterms:created>
  <dcterms:modified xsi:type="dcterms:W3CDTF">2016-03-11T08:53:00Z</dcterms:modified>
</cp:coreProperties>
</file>