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BBA" w:rsidRPr="00BD6DE9" w:rsidRDefault="00C01BBA" w:rsidP="00AF36D7">
      <w:pPr>
        <w:pStyle w:val="Title"/>
        <w:ind w:left="4962"/>
        <w:jc w:val="left"/>
        <w:rPr>
          <w:bCs/>
          <w:szCs w:val="28"/>
        </w:rPr>
      </w:pPr>
      <w:r w:rsidRPr="00BD6DE9">
        <w:rPr>
          <w:bCs/>
          <w:szCs w:val="28"/>
        </w:rPr>
        <w:t>Приложение № 3</w:t>
      </w:r>
    </w:p>
    <w:p w:rsidR="00C01BBA" w:rsidRPr="00BD6DE9" w:rsidRDefault="00C01BBA" w:rsidP="00AF36D7">
      <w:pPr>
        <w:ind w:left="4962"/>
        <w:rPr>
          <w:sz w:val="28"/>
          <w:szCs w:val="28"/>
        </w:rPr>
      </w:pPr>
      <w:r w:rsidRPr="00BD6DE9">
        <w:rPr>
          <w:sz w:val="28"/>
          <w:szCs w:val="28"/>
        </w:rPr>
        <w:t>к Программе</w:t>
      </w:r>
    </w:p>
    <w:p w:rsidR="00C01BBA" w:rsidRPr="00BD6DE9" w:rsidRDefault="00C01BBA" w:rsidP="00AF36D7">
      <w:pPr>
        <w:ind w:firstLine="798"/>
        <w:jc w:val="center"/>
        <w:rPr>
          <w:sz w:val="28"/>
          <w:szCs w:val="28"/>
        </w:rPr>
      </w:pPr>
    </w:p>
    <w:p w:rsidR="00C01BBA" w:rsidRPr="00BD6DE9" w:rsidRDefault="00C01BBA" w:rsidP="00AF36D7">
      <w:pPr>
        <w:ind w:firstLine="798"/>
        <w:jc w:val="center"/>
        <w:rPr>
          <w:sz w:val="28"/>
          <w:szCs w:val="28"/>
        </w:rPr>
      </w:pPr>
    </w:p>
    <w:p w:rsidR="00C01BBA" w:rsidRPr="00BD6DE9" w:rsidRDefault="00C01BBA" w:rsidP="00AF36D7">
      <w:pPr>
        <w:ind w:firstLine="798"/>
        <w:jc w:val="center"/>
        <w:rPr>
          <w:sz w:val="28"/>
          <w:szCs w:val="28"/>
        </w:rPr>
      </w:pPr>
      <w:r w:rsidRPr="00BD6DE9">
        <w:rPr>
          <w:sz w:val="28"/>
          <w:szCs w:val="28"/>
        </w:rPr>
        <w:t>Перечень мероприятий, направленных на повышение безопасности дорожного движени</w:t>
      </w:r>
      <w:bookmarkStart w:id="0" w:name="_GoBack"/>
      <w:bookmarkEnd w:id="0"/>
      <w:r w:rsidRPr="00BD6DE9">
        <w:rPr>
          <w:sz w:val="28"/>
          <w:szCs w:val="28"/>
        </w:rPr>
        <w:t>я на улично-дорожной сети</w:t>
      </w:r>
    </w:p>
    <w:p w:rsidR="00C01BBA" w:rsidRPr="00BD6DE9" w:rsidRDefault="00C01BBA" w:rsidP="00AF36D7">
      <w:pPr>
        <w:ind w:firstLine="798"/>
        <w:jc w:val="center"/>
        <w:rPr>
          <w:sz w:val="28"/>
          <w:szCs w:val="28"/>
        </w:rPr>
      </w:pPr>
      <w:r w:rsidRPr="00BD6DE9">
        <w:rPr>
          <w:sz w:val="28"/>
          <w:szCs w:val="28"/>
        </w:rPr>
        <w:t xml:space="preserve"> города Калининграда</w:t>
      </w:r>
    </w:p>
    <w:p w:rsidR="00C01BBA" w:rsidRPr="00BD6DE9" w:rsidRDefault="00C01BBA" w:rsidP="00AF36D7">
      <w:pPr>
        <w:ind w:firstLine="798"/>
        <w:jc w:val="center"/>
        <w:rPr>
          <w:sz w:val="28"/>
          <w:szCs w:val="28"/>
        </w:rPr>
      </w:pPr>
    </w:p>
    <w:p w:rsidR="00C01BBA" w:rsidRPr="00BD6DE9" w:rsidRDefault="00C01BBA" w:rsidP="001F2DD3">
      <w:pPr>
        <w:jc w:val="center"/>
        <w:rPr>
          <w:sz w:val="28"/>
          <w:szCs w:val="28"/>
        </w:rPr>
      </w:pPr>
      <w:r w:rsidRPr="00BD6DE9">
        <w:rPr>
          <w:sz w:val="28"/>
          <w:szCs w:val="28"/>
        </w:rPr>
        <w:t xml:space="preserve">Установка </w:t>
      </w:r>
      <w:r>
        <w:rPr>
          <w:sz w:val="28"/>
          <w:szCs w:val="28"/>
        </w:rPr>
        <w:t xml:space="preserve">и модернизация </w:t>
      </w:r>
      <w:r w:rsidRPr="00BD6DE9">
        <w:rPr>
          <w:sz w:val="28"/>
          <w:szCs w:val="28"/>
        </w:rPr>
        <w:t>светофорных объектов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6"/>
        <w:gridCol w:w="6457"/>
        <w:gridCol w:w="2447"/>
      </w:tblGrid>
      <w:tr w:rsidR="00C01BBA" w:rsidRPr="00BD6DE9" w:rsidTr="00C53E43">
        <w:trPr>
          <w:trHeight w:val="594"/>
        </w:trPr>
        <w:tc>
          <w:tcPr>
            <w:tcW w:w="666" w:type="dxa"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№ п/п</w:t>
            </w:r>
          </w:p>
        </w:tc>
        <w:tc>
          <w:tcPr>
            <w:tcW w:w="6457" w:type="dxa"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Место установки</w:t>
            </w:r>
          </w:p>
        </w:tc>
        <w:tc>
          <w:tcPr>
            <w:tcW w:w="2447" w:type="dxa"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Срок исполнения</w:t>
            </w:r>
          </w:p>
        </w:tc>
      </w:tr>
      <w:tr w:rsidR="00C01BBA" w:rsidRPr="00BD6DE9" w:rsidTr="00C53E43">
        <w:tc>
          <w:tcPr>
            <w:tcW w:w="666" w:type="dxa"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6457" w:type="dxa"/>
            <w:vAlign w:val="center"/>
          </w:tcPr>
          <w:p w:rsidR="00C01BBA" w:rsidRPr="00BD6DE9" w:rsidRDefault="00C01BBA" w:rsidP="005F0E72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проспект Советский</w:t>
            </w:r>
            <w:r w:rsidRPr="00BD6DE9">
              <w:rPr>
                <w:b/>
                <w:sz w:val="28"/>
                <w:szCs w:val="28"/>
              </w:rPr>
              <w:t xml:space="preserve">, </w:t>
            </w:r>
            <w:r w:rsidRPr="00BD6DE9">
              <w:rPr>
                <w:sz w:val="28"/>
                <w:szCs w:val="28"/>
              </w:rPr>
              <w:t>в районе дома № 3</w:t>
            </w:r>
          </w:p>
        </w:tc>
        <w:tc>
          <w:tcPr>
            <w:tcW w:w="2447" w:type="dxa"/>
            <w:vMerge w:val="restart"/>
            <w:vAlign w:val="center"/>
          </w:tcPr>
          <w:p w:rsidR="00C01BBA" w:rsidRPr="00BD6DE9" w:rsidRDefault="00C01BBA" w:rsidP="00BC487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2015 г.</w:t>
            </w:r>
          </w:p>
        </w:tc>
      </w:tr>
      <w:tr w:rsidR="00C01BBA" w:rsidRPr="00BD6DE9" w:rsidTr="00C53E43">
        <w:tc>
          <w:tcPr>
            <w:tcW w:w="666" w:type="dxa"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6457" w:type="dxa"/>
            <w:vAlign w:val="center"/>
          </w:tcPr>
          <w:p w:rsidR="00C01BBA" w:rsidRPr="00BD6DE9" w:rsidRDefault="00C01BBA" w:rsidP="00413FC3">
            <w:pPr>
              <w:shd w:val="clear" w:color="auto" w:fill="FFFFFF"/>
              <w:jc w:val="center"/>
              <w:rPr>
                <w:spacing w:val="-5"/>
                <w:sz w:val="28"/>
                <w:szCs w:val="28"/>
              </w:rPr>
            </w:pPr>
            <w:r w:rsidRPr="00BD6DE9">
              <w:rPr>
                <w:spacing w:val="-5"/>
                <w:sz w:val="28"/>
                <w:szCs w:val="28"/>
              </w:rPr>
              <w:t>ул. Батальная – пер. Батальный</w:t>
            </w:r>
          </w:p>
        </w:tc>
        <w:tc>
          <w:tcPr>
            <w:tcW w:w="2447" w:type="dxa"/>
            <w:vMerge/>
            <w:vAlign w:val="center"/>
          </w:tcPr>
          <w:p w:rsidR="00C01BBA" w:rsidRPr="00BD6DE9" w:rsidRDefault="00C01BBA" w:rsidP="00C53E43">
            <w:pPr>
              <w:jc w:val="center"/>
              <w:rPr>
                <w:sz w:val="28"/>
                <w:szCs w:val="28"/>
              </w:rPr>
            </w:pPr>
          </w:p>
        </w:tc>
      </w:tr>
      <w:tr w:rsidR="00C01BBA" w:rsidRPr="00BD6DE9" w:rsidTr="00C53E43">
        <w:tc>
          <w:tcPr>
            <w:tcW w:w="666" w:type="dxa"/>
            <w:vAlign w:val="center"/>
          </w:tcPr>
          <w:p w:rsidR="00C01BBA" w:rsidRPr="00BD6DE9" w:rsidRDefault="00C01BBA" w:rsidP="001E690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6457" w:type="dxa"/>
            <w:vAlign w:val="center"/>
          </w:tcPr>
          <w:p w:rsidR="00C01BBA" w:rsidRPr="00BD6DE9" w:rsidRDefault="00C01BBA" w:rsidP="00C53E43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BD6DE9">
              <w:rPr>
                <w:spacing w:val="-1"/>
                <w:sz w:val="28"/>
                <w:szCs w:val="28"/>
              </w:rPr>
              <w:t>ул. А. Суворова – ул. Камская</w:t>
            </w:r>
          </w:p>
        </w:tc>
        <w:tc>
          <w:tcPr>
            <w:tcW w:w="2447" w:type="dxa"/>
            <w:vMerge/>
            <w:vAlign w:val="center"/>
          </w:tcPr>
          <w:p w:rsidR="00C01BBA" w:rsidRPr="00BD6DE9" w:rsidRDefault="00C01BBA" w:rsidP="00BC4871">
            <w:pPr>
              <w:jc w:val="center"/>
              <w:rPr>
                <w:sz w:val="28"/>
                <w:szCs w:val="28"/>
              </w:rPr>
            </w:pPr>
          </w:p>
        </w:tc>
      </w:tr>
      <w:tr w:rsidR="00C01BBA" w:rsidRPr="00BD6DE9" w:rsidTr="00C53E43">
        <w:tc>
          <w:tcPr>
            <w:tcW w:w="666" w:type="dxa"/>
            <w:vAlign w:val="center"/>
          </w:tcPr>
          <w:p w:rsidR="00C01BBA" w:rsidRPr="00BD6DE9" w:rsidRDefault="00C01BBA" w:rsidP="001E690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</w:p>
        </w:tc>
        <w:tc>
          <w:tcPr>
            <w:tcW w:w="6457" w:type="dxa"/>
            <w:vAlign w:val="center"/>
          </w:tcPr>
          <w:p w:rsidR="00C01BBA" w:rsidRPr="006701B0" w:rsidRDefault="00C01BBA" w:rsidP="00C53E43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6701B0">
              <w:rPr>
                <w:spacing w:val="-1"/>
                <w:sz w:val="28"/>
                <w:szCs w:val="28"/>
              </w:rPr>
              <w:t xml:space="preserve">АСУДД  ул. 9 Апреля – ул. А. Невского –                    ул. Черняховского – ул. Литовский вал                                                            </w:t>
            </w:r>
          </w:p>
        </w:tc>
        <w:tc>
          <w:tcPr>
            <w:tcW w:w="2447" w:type="dxa"/>
            <w:vMerge/>
            <w:vAlign w:val="center"/>
          </w:tcPr>
          <w:p w:rsidR="00C01BBA" w:rsidRPr="00BD6DE9" w:rsidRDefault="00C01BBA" w:rsidP="00BC4871">
            <w:pPr>
              <w:jc w:val="center"/>
              <w:rPr>
                <w:sz w:val="28"/>
                <w:szCs w:val="28"/>
              </w:rPr>
            </w:pPr>
          </w:p>
        </w:tc>
      </w:tr>
      <w:tr w:rsidR="00C01BBA" w:rsidRPr="00BD6DE9" w:rsidTr="00C53E43">
        <w:tc>
          <w:tcPr>
            <w:tcW w:w="666" w:type="dxa"/>
            <w:vAlign w:val="center"/>
          </w:tcPr>
          <w:p w:rsidR="00C01BBA" w:rsidRPr="00BD6DE9" w:rsidRDefault="00C01BBA" w:rsidP="001E690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</w:tc>
        <w:tc>
          <w:tcPr>
            <w:tcW w:w="6457" w:type="dxa"/>
            <w:vAlign w:val="center"/>
          </w:tcPr>
          <w:p w:rsidR="00C01BBA" w:rsidRPr="006701B0" w:rsidRDefault="00C01BBA" w:rsidP="00BC4871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6701B0">
              <w:rPr>
                <w:spacing w:val="-1"/>
                <w:sz w:val="28"/>
                <w:szCs w:val="28"/>
              </w:rPr>
              <w:t>АСУДД  ул. 9 Апреля  – ул. Нерчинская</w:t>
            </w:r>
          </w:p>
        </w:tc>
        <w:tc>
          <w:tcPr>
            <w:tcW w:w="2447" w:type="dxa"/>
            <w:vMerge/>
            <w:vAlign w:val="center"/>
          </w:tcPr>
          <w:p w:rsidR="00C01BBA" w:rsidRPr="00BD6DE9" w:rsidRDefault="00C01BBA" w:rsidP="00BC4871">
            <w:pPr>
              <w:jc w:val="center"/>
              <w:rPr>
                <w:sz w:val="28"/>
                <w:szCs w:val="28"/>
              </w:rPr>
            </w:pPr>
          </w:p>
        </w:tc>
      </w:tr>
      <w:tr w:rsidR="00C01BBA" w:rsidRPr="00BD6DE9" w:rsidTr="00C53E43">
        <w:tc>
          <w:tcPr>
            <w:tcW w:w="666" w:type="dxa"/>
            <w:vAlign w:val="center"/>
          </w:tcPr>
          <w:p w:rsidR="00C01BBA" w:rsidRPr="00BD6DE9" w:rsidRDefault="00C01BBA" w:rsidP="001E690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</w:p>
        </w:tc>
        <w:tc>
          <w:tcPr>
            <w:tcW w:w="6457" w:type="dxa"/>
            <w:vAlign w:val="center"/>
          </w:tcPr>
          <w:p w:rsidR="00C01BBA" w:rsidRPr="006701B0" w:rsidRDefault="00C01BBA" w:rsidP="00BC4871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6701B0">
              <w:rPr>
                <w:spacing w:val="-1"/>
                <w:sz w:val="28"/>
                <w:szCs w:val="28"/>
              </w:rPr>
              <w:t>АСУДД  ул. А. Невского – ул. Куйбышева</w:t>
            </w:r>
          </w:p>
        </w:tc>
        <w:tc>
          <w:tcPr>
            <w:tcW w:w="2447" w:type="dxa"/>
            <w:vMerge/>
            <w:vAlign w:val="center"/>
          </w:tcPr>
          <w:p w:rsidR="00C01BBA" w:rsidRPr="00BD6DE9" w:rsidRDefault="00C01BBA" w:rsidP="00BC4871">
            <w:pPr>
              <w:jc w:val="center"/>
              <w:rPr>
                <w:sz w:val="28"/>
                <w:szCs w:val="28"/>
              </w:rPr>
            </w:pPr>
          </w:p>
        </w:tc>
      </w:tr>
      <w:tr w:rsidR="00C01BBA" w:rsidRPr="00BD6DE9" w:rsidTr="00C53E43">
        <w:tc>
          <w:tcPr>
            <w:tcW w:w="666" w:type="dxa"/>
            <w:vAlign w:val="center"/>
          </w:tcPr>
          <w:p w:rsidR="00C01BBA" w:rsidRPr="00BD6DE9" w:rsidRDefault="00C01BBA" w:rsidP="001E690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</w:p>
        </w:tc>
        <w:tc>
          <w:tcPr>
            <w:tcW w:w="6457" w:type="dxa"/>
            <w:vAlign w:val="center"/>
          </w:tcPr>
          <w:p w:rsidR="00C01BBA" w:rsidRPr="00BD6DE9" w:rsidRDefault="00C01BBA" w:rsidP="00BC4871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BD6DE9">
              <w:rPr>
                <w:spacing w:val="-1"/>
                <w:sz w:val="28"/>
                <w:szCs w:val="28"/>
              </w:rPr>
              <w:t>ул. Согласия</w:t>
            </w:r>
            <w:r w:rsidRPr="00BD6DE9">
              <w:rPr>
                <w:b/>
                <w:sz w:val="28"/>
                <w:szCs w:val="28"/>
              </w:rPr>
              <w:t xml:space="preserve">, </w:t>
            </w:r>
            <w:r w:rsidRPr="00BD6DE9">
              <w:rPr>
                <w:sz w:val="28"/>
                <w:szCs w:val="28"/>
              </w:rPr>
              <w:t xml:space="preserve">в районе дома № </w:t>
            </w:r>
            <w:r w:rsidRPr="00BD6DE9">
              <w:rPr>
                <w:spacing w:val="-1"/>
                <w:sz w:val="28"/>
                <w:szCs w:val="28"/>
              </w:rPr>
              <w:t>15</w:t>
            </w:r>
          </w:p>
        </w:tc>
        <w:tc>
          <w:tcPr>
            <w:tcW w:w="2447" w:type="dxa"/>
            <w:vMerge w:val="restart"/>
            <w:vAlign w:val="center"/>
          </w:tcPr>
          <w:p w:rsidR="00C01BBA" w:rsidRPr="00BD6DE9" w:rsidRDefault="00C01BBA" w:rsidP="00BC487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2016 г.</w:t>
            </w:r>
          </w:p>
        </w:tc>
      </w:tr>
      <w:tr w:rsidR="00C01BBA" w:rsidRPr="00BD6DE9" w:rsidTr="00C53E43">
        <w:tc>
          <w:tcPr>
            <w:tcW w:w="666" w:type="dxa"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8</w:t>
            </w:r>
          </w:p>
        </w:tc>
        <w:tc>
          <w:tcPr>
            <w:tcW w:w="6457" w:type="dxa"/>
            <w:vAlign w:val="center"/>
          </w:tcPr>
          <w:p w:rsidR="00C01BBA" w:rsidRPr="00BD6DE9" w:rsidRDefault="00C01BBA" w:rsidP="00C53E43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BD6DE9">
              <w:rPr>
                <w:spacing w:val="-1"/>
                <w:sz w:val="28"/>
                <w:szCs w:val="28"/>
              </w:rPr>
              <w:t>ул. Гайдара</w:t>
            </w:r>
            <w:r w:rsidRPr="00BD6DE9">
              <w:rPr>
                <w:b/>
                <w:sz w:val="28"/>
                <w:szCs w:val="28"/>
              </w:rPr>
              <w:t xml:space="preserve">, </w:t>
            </w:r>
            <w:r w:rsidRPr="00BD6DE9">
              <w:rPr>
                <w:sz w:val="28"/>
                <w:szCs w:val="28"/>
              </w:rPr>
              <w:t xml:space="preserve">в районе дома № </w:t>
            </w:r>
            <w:r w:rsidRPr="00BD6DE9">
              <w:rPr>
                <w:spacing w:val="-1"/>
                <w:sz w:val="28"/>
                <w:szCs w:val="28"/>
              </w:rPr>
              <w:t>15</w:t>
            </w:r>
          </w:p>
        </w:tc>
        <w:tc>
          <w:tcPr>
            <w:tcW w:w="2447" w:type="dxa"/>
            <w:vMerge/>
            <w:vAlign w:val="center"/>
          </w:tcPr>
          <w:p w:rsidR="00C01BBA" w:rsidRPr="00BD6DE9" w:rsidRDefault="00C01BBA" w:rsidP="00C53E43">
            <w:pPr>
              <w:jc w:val="center"/>
              <w:rPr>
                <w:sz w:val="28"/>
                <w:szCs w:val="28"/>
              </w:rPr>
            </w:pPr>
          </w:p>
        </w:tc>
      </w:tr>
      <w:tr w:rsidR="00C01BBA" w:rsidRPr="00BD6DE9" w:rsidTr="00C53E43">
        <w:tc>
          <w:tcPr>
            <w:tcW w:w="666" w:type="dxa"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</w:p>
        </w:tc>
        <w:tc>
          <w:tcPr>
            <w:tcW w:w="6457" w:type="dxa"/>
            <w:vAlign w:val="center"/>
          </w:tcPr>
          <w:p w:rsidR="00C01BBA" w:rsidRPr="00BD6DE9" w:rsidRDefault="00C01BBA" w:rsidP="00C53E43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BD6DE9">
              <w:rPr>
                <w:spacing w:val="-1"/>
                <w:sz w:val="28"/>
                <w:szCs w:val="28"/>
              </w:rPr>
              <w:t>ул. Гайдара – ул. Нарвская</w:t>
            </w:r>
          </w:p>
        </w:tc>
        <w:tc>
          <w:tcPr>
            <w:tcW w:w="2447" w:type="dxa"/>
            <w:vMerge/>
            <w:vAlign w:val="center"/>
          </w:tcPr>
          <w:p w:rsidR="00C01BBA" w:rsidRPr="00BD6DE9" w:rsidRDefault="00C01BBA" w:rsidP="00C53E43">
            <w:pPr>
              <w:jc w:val="center"/>
              <w:rPr>
                <w:sz w:val="28"/>
                <w:szCs w:val="28"/>
              </w:rPr>
            </w:pPr>
          </w:p>
        </w:tc>
      </w:tr>
      <w:tr w:rsidR="00C01BBA" w:rsidRPr="00BD6DE9" w:rsidTr="00C53E43">
        <w:tc>
          <w:tcPr>
            <w:tcW w:w="666" w:type="dxa"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10</w:t>
            </w:r>
          </w:p>
        </w:tc>
        <w:tc>
          <w:tcPr>
            <w:tcW w:w="6457" w:type="dxa"/>
            <w:vAlign w:val="center"/>
          </w:tcPr>
          <w:p w:rsidR="00C01BBA" w:rsidRPr="00BD6DE9" w:rsidRDefault="00C01BBA" w:rsidP="00806F8D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BD6DE9">
              <w:rPr>
                <w:spacing w:val="-1"/>
                <w:sz w:val="28"/>
                <w:szCs w:val="28"/>
              </w:rPr>
              <w:t>ул. Гайдара – ул. Горького</w:t>
            </w:r>
          </w:p>
        </w:tc>
        <w:tc>
          <w:tcPr>
            <w:tcW w:w="2447" w:type="dxa"/>
            <w:vMerge w:val="restart"/>
            <w:vAlign w:val="center"/>
          </w:tcPr>
          <w:p w:rsidR="00C01BBA" w:rsidRPr="00BD6DE9" w:rsidRDefault="00C01BBA" w:rsidP="00C53E43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2017 г.</w:t>
            </w:r>
          </w:p>
        </w:tc>
      </w:tr>
      <w:tr w:rsidR="00C01BBA" w:rsidRPr="00BD6DE9" w:rsidTr="00C53E43">
        <w:tc>
          <w:tcPr>
            <w:tcW w:w="666" w:type="dxa"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11</w:t>
            </w:r>
          </w:p>
        </w:tc>
        <w:tc>
          <w:tcPr>
            <w:tcW w:w="6457" w:type="dxa"/>
            <w:vAlign w:val="center"/>
          </w:tcPr>
          <w:p w:rsidR="00C01BBA" w:rsidRPr="00BD6DE9" w:rsidRDefault="00C01BBA" w:rsidP="00C53E43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BD6DE9">
              <w:rPr>
                <w:spacing w:val="-1"/>
                <w:sz w:val="28"/>
                <w:szCs w:val="28"/>
              </w:rPr>
              <w:t>ул. Интернациональная – ул. О. Кошевого</w:t>
            </w:r>
          </w:p>
        </w:tc>
        <w:tc>
          <w:tcPr>
            <w:tcW w:w="2447" w:type="dxa"/>
            <w:vMerge/>
            <w:vAlign w:val="center"/>
          </w:tcPr>
          <w:p w:rsidR="00C01BBA" w:rsidRPr="00BD6DE9" w:rsidRDefault="00C01BBA" w:rsidP="00C53E43">
            <w:pPr>
              <w:jc w:val="center"/>
              <w:rPr>
                <w:sz w:val="28"/>
                <w:szCs w:val="28"/>
              </w:rPr>
            </w:pPr>
          </w:p>
        </w:tc>
      </w:tr>
      <w:tr w:rsidR="00C01BBA" w:rsidRPr="00BD6DE9" w:rsidTr="00C53E43">
        <w:tc>
          <w:tcPr>
            <w:tcW w:w="666" w:type="dxa"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12</w:t>
            </w:r>
          </w:p>
        </w:tc>
        <w:tc>
          <w:tcPr>
            <w:tcW w:w="6457" w:type="dxa"/>
            <w:vAlign w:val="center"/>
          </w:tcPr>
          <w:p w:rsidR="00C01BBA" w:rsidRPr="00BD6DE9" w:rsidRDefault="00C01BBA" w:rsidP="00C53E43">
            <w:pPr>
              <w:shd w:val="clear" w:color="auto" w:fill="FFFFFF"/>
              <w:jc w:val="center"/>
              <w:rPr>
                <w:spacing w:val="-1"/>
                <w:sz w:val="28"/>
                <w:szCs w:val="28"/>
              </w:rPr>
            </w:pPr>
            <w:r w:rsidRPr="00BD6DE9">
              <w:rPr>
                <w:spacing w:val="-1"/>
                <w:sz w:val="28"/>
                <w:szCs w:val="28"/>
              </w:rPr>
              <w:t>ул. Интернациональная – ул. У. Громовой</w:t>
            </w:r>
          </w:p>
        </w:tc>
        <w:tc>
          <w:tcPr>
            <w:tcW w:w="2447" w:type="dxa"/>
            <w:vMerge/>
            <w:vAlign w:val="center"/>
          </w:tcPr>
          <w:p w:rsidR="00C01BBA" w:rsidRPr="00BD6DE9" w:rsidRDefault="00C01BBA" w:rsidP="00C53E43">
            <w:pPr>
              <w:jc w:val="center"/>
              <w:rPr>
                <w:sz w:val="28"/>
                <w:szCs w:val="28"/>
              </w:rPr>
            </w:pPr>
          </w:p>
        </w:tc>
      </w:tr>
    </w:tbl>
    <w:p w:rsidR="00C01BBA" w:rsidRPr="00BD6DE9" w:rsidRDefault="00C01BBA" w:rsidP="003D756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01BBA" w:rsidRPr="00BD6DE9" w:rsidRDefault="00C01BBA" w:rsidP="00D20AF4">
      <w:pPr>
        <w:jc w:val="center"/>
        <w:rPr>
          <w:sz w:val="28"/>
          <w:szCs w:val="28"/>
        </w:rPr>
      </w:pPr>
      <w:r w:rsidRPr="00BD6DE9">
        <w:rPr>
          <w:sz w:val="28"/>
          <w:szCs w:val="28"/>
        </w:rPr>
        <w:t>Установка остановочных павильонов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8"/>
        <w:gridCol w:w="3762"/>
        <w:gridCol w:w="3392"/>
        <w:gridCol w:w="1768"/>
      </w:tblGrid>
      <w:tr w:rsidR="00C01BBA" w:rsidRPr="00BD6DE9" w:rsidTr="00D02419">
        <w:tc>
          <w:tcPr>
            <w:tcW w:w="648" w:type="dxa"/>
            <w:vAlign w:val="center"/>
          </w:tcPr>
          <w:p w:rsidR="00C01BBA" w:rsidRPr="00BD6DE9" w:rsidRDefault="00C01BBA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№ п/п</w:t>
            </w:r>
          </w:p>
        </w:tc>
        <w:tc>
          <w:tcPr>
            <w:tcW w:w="3762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Место установки</w:t>
            </w:r>
          </w:p>
        </w:tc>
        <w:tc>
          <w:tcPr>
            <w:tcW w:w="3392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Название остановки</w:t>
            </w:r>
          </w:p>
        </w:tc>
        <w:tc>
          <w:tcPr>
            <w:tcW w:w="1768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срок выполнения</w:t>
            </w:r>
          </w:p>
        </w:tc>
      </w:tr>
      <w:tr w:rsidR="00C01BBA" w:rsidRPr="00BD6DE9" w:rsidTr="00D02419">
        <w:tc>
          <w:tcPr>
            <w:tcW w:w="648" w:type="dxa"/>
            <w:vAlign w:val="center"/>
          </w:tcPr>
          <w:p w:rsidR="00C01BBA" w:rsidRPr="00BD6DE9" w:rsidRDefault="00C01BBA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3762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Красная, нечетная сторона</w:t>
            </w:r>
          </w:p>
        </w:tc>
        <w:tc>
          <w:tcPr>
            <w:tcW w:w="3392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Захарова</w:t>
            </w:r>
          </w:p>
        </w:tc>
        <w:tc>
          <w:tcPr>
            <w:tcW w:w="1768" w:type="dxa"/>
            <w:vMerge w:val="restart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2015 г.</w:t>
            </w:r>
          </w:p>
        </w:tc>
      </w:tr>
      <w:tr w:rsidR="00C01BBA" w:rsidRPr="00BD6DE9" w:rsidTr="00D02419">
        <w:tc>
          <w:tcPr>
            <w:tcW w:w="648" w:type="dxa"/>
            <w:vAlign w:val="center"/>
          </w:tcPr>
          <w:p w:rsidR="00C01BBA" w:rsidRPr="00BD6DE9" w:rsidRDefault="00C01BBA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762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Артиллерийская, нечетная сторона</w:t>
            </w:r>
          </w:p>
        </w:tc>
        <w:tc>
          <w:tcPr>
            <w:tcW w:w="3392" w:type="dxa"/>
            <w:vAlign w:val="center"/>
          </w:tcPr>
          <w:p w:rsidR="00C01BBA" w:rsidRPr="00BD6DE9" w:rsidRDefault="00C01BBA" w:rsidP="00586CB3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 xml:space="preserve">ул. Артиллерийская </w:t>
            </w:r>
          </w:p>
        </w:tc>
        <w:tc>
          <w:tcPr>
            <w:tcW w:w="1768" w:type="dxa"/>
            <w:vMerge/>
          </w:tcPr>
          <w:p w:rsidR="00C01BBA" w:rsidRPr="00BD6DE9" w:rsidRDefault="00C01BBA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C01BBA" w:rsidRPr="00BD6DE9" w:rsidTr="00D02419">
        <w:tc>
          <w:tcPr>
            <w:tcW w:w="648" w:type="dxa"/>
            <w:vAlign w:val="center"/>
          </w:tcPr>
          <w:p w:rsidR="00C01BBA" w:rsidRPr="00BD6DE9" w:rsidRDefault="00C01BBA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3762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Коммунистическая, нечетная сторона</w:t>
            </w:r>
          </w:p>
        </w:tc>
        <w:tc>
          <w:tcPr>
            <w:tcW w:w="3392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Коммунистическая</w:t>
            </w:r>
          </w:p>
        </w:tc>
        <w:tc>
          <w:tcPr>
            <w:tcW w:w="1768" w:type="dxa"/>
            <w:vMerge/>
          </w:tcPr>
          <w:p w:rsidR="00C01BBA" w:rsidRPr="00BD6DE9" w:rsidRDefault="00C01BBA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C01BBA" w:rsidRPr="00BD6DE9" w:rsidTr="00D02419">
        <w:tc>
          <w:tcPr>
            <w:tcW w:w="648" w:type="dxa"/>
            <w:vAlign w:val="center"/>
          </w:tcPr>
          <w:p w:rsidR="00C01BBA" w:rsidRPr="00BD6DE9" w:rsidRDefault="00C01BBA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</w:p>
        </w:tc>
        <w:tc>
          <w:tcPr>
            <w:tcW w:w="3762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Суворова, нечетная сторона</w:t>
            </w:r>
          </w:p>
        </w:tc>
        <w:tc>
          <w:tcPr>
            <w:tcW w:w="3392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пер. Ладушкина</w:t>
            </w:r>
          </w:p>
        </w:tc>
        <w:tc>
          <w:tcPr>
            <w:tcW w:w="1768" w:type="dxa"/>
            <w:vMerge/>
          </w:tcPr>
          <w:p w:rsidR="00C01BBA" w:rsidRPr="00BD6DE9" w:rsidRDefault="00C01BBA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C01BBA" w:rsidRPr="00BD6DE9" w:rsidTr="00D02419">
        <w:tc>
          <w:tcPr>
            <w:tcW w:w="648" w:type="dxa"/>
            <w:vAlign w:val="center"/>
          </w:tcPr>
          <w:p w:rsidR="00C01BBA" w:rsidRPr="00BD6DE9" w:rsidRDefault="00C01BBA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</w:tc>
        <w:tc>
          <w:tcPr>
            <w:tcW w:w="3762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Молодой гвардии, нечетная сторона</w:t>
            </w:r>
          </w:p>
        </w:tc>
        <w:tc>
          <w:tcPr>
            <w:tcW w:w="3392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Молодой гвардии</w:t>
            </w:r>
          </w:p>
        </w:tc>
        <w:tc>
          <w:tcPr>
            <w:tcW w:w="1768" w:type="dxa"/>
            <w:vMerge/>
          </w:tcPr>
          <w:p w:rsidR="00C01BBA" w:rsidRPr="00BD6DE9" w:rsidRDefault="00C01BBA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C01BBA" w:rsidRPr="00BD6DE9" w:rsidTr="00D02419">
        <w:tc>
          <w:tcPr>
            <w:tcW w:w="648" w:type="dxa"/>
            <w:vAlign w:val="center"/>
          </w:tcPr>
          <w:p w:rsidR="00C01BBA" w:rsidRPr="00BD6DE9" w:rsidRDefault="00C01BBA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</w:p>
        </w:tc>
        <w:tc>
          <w:tcPr>
            <w:tcW w:w="3762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 xml:space="preserve">ул. Октябрьская, нечетная сторона </w:t>
            </w:r>
          </w:p>
        </w:tc>
        <w:tc>
          <w:tcPr>
            <w:tcW w:w="3392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наб. Ветеранов</w:t>
            </w:r>
          </w:p>
        </w:tc>
        <w:tc>
          <w:tcPr>
            <w:tcW w:w="1768" w:type="dxa"/>
            <w:vMerge/>
          </w:tcPr>
          <w:p w:rsidR="00C01BBA" w:rsidRPr="00BD6DE9" w:rsidRDefault="00C01BBA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C01BBA" w:rsidRPr="00BD6DE9" w:rsidTr="00D02419">
        <w:tc>
          <w:tcPr>
            <w:tcW w:w="648" w:type="dxa"/>
            <w:vAlign w:val="center"/>
          </w:tcPr>
          <w:p w:rsidR="00C01BBA" w:rsidRPr="00BD6DE9" w:rsidRDefault="00C01BBA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</w:p>
        </w:tc>
        <w:tc>
          <w:tcPr>
            <w:tcW w:w="3762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Октябрьская, четная сторона</w:t>
            </w:r>
          </w:p>
        </w:tc>
        <w:tc>
          <w:tcPr>
            <w:tcW w:w="3392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наб. Ветеранов</w:t>
            </w:r>
          </w:p>
        </w:tc>
        <w:tc>
          <w:tcPr>
            <w:tcW w:w="1768" w:type="dxa"/>
            <w:vMerge/>
          </w:tcPr>
          <w:p w:rsidR="00C01BBA" w:rsidRPr="00BD6DE9" w:rsidRDefault="00C01BBA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C01BBA" w:rsidRPr="00BD6DE9" w:rsidTr="00D02419">
        <w:tc>
          <w:tcPr>
            <w:tcW w:w="648" w:type="dxa"/>
            <w:vAlign w:val="center"/>
          </w:tcPr>
          <w:p w:rsidR="00C01BBA" w:rsidRPr="00BD6DE9" w:rsidRDefault="00C01BBA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8</w:t>
            </w:r>
          </w:p>
        </w:tc>
        <w:tc>
          <w:tcPr>
            <w:tcW w:w="3762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Янтарная, нечетная сторона</w:t>
            </w:r>
          </w:p>
        </w:tc>
        <w:tc>
          <w:tcPr>
            <w:tcW w:w="3392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садовое общество «Искра» (по требованию)</w:t>
            </w:r>
          </w:p>
        </w:tc>
        <w:tc>
          <w:tcPr>
            <w:tcW w:w="1768" w:type="dxa"/>
            <w:vMerge/>
          </w:tcPr>
          <w:p w:rsidR="00C01BBA" w:rsidRPr="00BD6DE9" w:rsidRDefault="00C01BBA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C01BBA" w:rsidRPr="00BD6DE9" w:rsidTr="00D02419">
        <w:tc>
          <w:tcPr>
            <w:tcW w:w="648" w:type="dxa"/>
            <w:vAlign w:val="center"/>
          </w:tcPr>
          <w:p w:rsidR="00C01BBA" w:rsidRPr="00BD6DE9" w:rsidRDefault="00C01BBA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</w:p>
        </w:tc>
        <w:tc>
          <w:tcPr>
            <w:tcW w:w="3762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А. Суворова, четная сторона</w:t>
            </w:r>
          </w:p>
        </w:tc>
        <w:tc>
          <w:tcPr>
            <w:tcW w:w="3392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А. Суворова</w:t>
            </w:r>
          </w:p>
        </w:tc>
        <w:tc>
          <w:tcPr>
            <w:tcW w:w="1768" w:type="dxa"/>
            <w:vMerge/>
          </w:tcPr>
          <w:p w:rsidR="00C01BBA" w:rsidRPr="00BD6DE9" w:rsidRDefault="00C01BBA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C01BBA" w:rsidRPr="00BD6DE9" w:rsidTr="00D02419">
        <w:tc>
          <w:tcPr>
            <w:tcW w:w="648" w:type="dxa"/>
            <w:vAlign w:val="center"/>
          </w:tcPr>
          <w:p w:rsidR="00C01BBA" w:rsidRPr="00BD6DE9" w:rsidRDefault="00C01BBA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10</w:t>
            </w:r>
          </w:p>
        </w:tc>
        <w:tc>
          <w:tcPr>
            <w:tcW w:w="3762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А. Суворова, нечетная сторона</w:t>
            </w:r>
          </w:p>
        </w:tc>
        <w:tc>
          <w:tcPr>
            <w:tcW w:w="3392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А. Суворова</w:t>
            </w:r>
          </w:p>
        </w:tc>
        <w:tc>
          <w:tcPr>
            <w:tcW w:w="1768" w:type="dxa"/>
            <w:vMerge/>
          </w:tcPr>
          <w:p w:rsidR="00C01BBA" w:rsidRPr="00BD6DE9" w:rsidRDefault="00C01BBA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C01BBA" w:rsidRPr="00BD6DE9" w:rsidTr="00D02419">
        <w:tc>
          <w:tcPr>
            <w:tcW w:w="648" w:type="dxa"/>
            <w:vAlign w:val="center"/>
          </w:tcPr>
          <w:p w:rsidR="00C01BBA" w:rsidRPr="00BD6DE9" w:rsidRDefault="00C01BBA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11</w:t>
            </w:r>
          </w:p>
        </w:tc>
        <w:tc>
          <w:tcPr>
            <w:tcW w:w="3762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Дзержинского, нечетная сторона</w:t>
            </w:r>
          </w:p>
        </w:tc>
        <w:tc>
          <w:tcPr>
            <w:tcW w:w="3392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Озеро Шенфлиз</w:t>
            </w:r>
          </w:p>
        </w:tc>
        <w:tc>
          <w:tcPr>
            <w:tcW w:w="1768" w:type="dxa"/>
            <w:vMerge w:val="restart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2016 г.</w:t>
            </w:r>
          </w:p>
        </w:tc>
      </w:tr>
      <w:tr w:rsidR="00C01BBA" w:rsidRPr="00BD6DE9" w:rsidTr="00D02419">
        <w:tc>
          <w:tcPr>
            <w:tcW w:w="648" w:type="dxa"/>
            <w:vAlign w:val="center"/>
          </w:tcPr>
          <w:p w:rsidR="00C01BBA" w:rsidRPr="00BD6DE9" w:rsidRDefault="00C01BBA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12</w:t>
            </w:r>
          </w:p>
        </w:tc>
        <w:tc>
          <w:tcPr>
            <w:tcW w:w="3762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Краснокаменная, нечетная сторона</w:t>
            </w:r>
          </w:p>
        </w:tc>
        <w:tc>
          <w:tcPr>
            <w:tcW w:w="3392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«Аортатранс»</w:t>
            </w:r>
          </w:p>
        </w:tc>
        <w:tc>
          <w:tcPr>
            <w:tcW w:w="1768" w:type="dxa"/>
            <w:vMerge/>
          </w:tcPr>
          <w:p w:rsidR="00C01BBA" w:rsidRPr="00BD6DE9" w:rsidRDefault="00C01BBA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C01BBA" w:rsidRPr="00BD6DE9" w:rsidTr="00D02419">
        <w:tc>
          <w:tcPr>
            <w:tcW w:w="648" w:type="dxa"/>
            <w:vAlign w:val="center"/>
          </w:tcPr>
          <w:p w:rsidR="00C01BBA" w:rsidRPr="00BD6DE9" w:rsidRDefault="00C01BBA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13</w:t>
            </w:r>
          </w:p>
        </w:tc>
        <w:tc>
          <w:tcPr>
            <w:tcW w:w="3762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А. Суворова, четная сторона</w:t>
            </w:r>
          </w:p>
        </w:tc>
        <w:tc>
          <w:tcPr>
            <w:tcW w:w="3392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Нансена</w:t>
            </w:r>
          </w:p>
        </w:tc>
        <w:tc>
          <w:tcPr>
            <w:tcW w:w="1768" w:type="dxa"/>
            <w:vMerge/>
          </w:tcPr>
          <w:p w:rsidR="00C01BBA" w:rsidRPr="00BD6DE9" w:rsidRDefault="00C01BBA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C01BBA" w:rsidRPr="00BD6DE9" w:rsidTr="00D02419">
        <w:tc>
          <w:tcPr>
            <w:tcW w:w="648" w:type="dxa"/>
            <w:vAlign w:val="center"/>
          </w:tcPr>
          <w:p w:rsidR="00C01BBA" w:rsidRPr="00BD6DE9" w:rsidRDefault="00C01BBA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14</w:t>
            </w:r>
          </w:p>
        </w:tc>
        <w:tc>
          <w:tcPr>
            <w:tcW w:w="3762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Черняховского, нечетная сторона</w:t>
            </w:r>
          </w:p>
        </w:tc>
        <w:tc>
          <w:tcPr>
            <w:tcW w:w="3392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Пролетарского</w:t>
            </w:r>
          </w:p>
        </w:tc>
        <w:tc>
          <w:tcPr>
            <w:tcW w:w="1768" w:type="dxa"/>
            <w:vMerge/>
          </w:tcPr>
          <w:p w:rsidR="00C01BBA" w:rsidRPr="00BD6DE9" w:rsidRDefault="00C01BBA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C01BBA" w:rsidRPr="00BD6DE9" w:rsidTr="00D02419">
        <w:tc>
          <w:tcPr>
            <w:tcW w:w="648" w:type="dxa"/>
            <w:vAlign w:val="center"/>
          </w:tcPr>
          <w:p w:rsidR="00C01BBA" w:rsidRPr="00BD6DE9" w:rsidRDefault="00C01BBA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15</w:t>
            </w:r>
          </w:p>
        </w:tc>
        <w:tc>
          <w:tcPr>
            <w:tcW w:w="3762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Черняховского, нечетная сторона</w:t>
            </w:r>
          </w:p>
        </w:tc>
        <w:tc>
          <w:tcPr>
            <w:tcW w:w="3392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Центральный рынок</w:t>
            </w:r>
          </w:p>
        </w:tc>
        <w:tc>
          <w:tcPr>
            <w:tcW w:w="1768" w:type="dxa"/>
            <w:vMerge/>
          </w:tcPr>
          <w:p w:rsidR="00C01BBA" w:rsidRPr="00BD6DE9" w:rsidRDefault="00C01BBA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C01BBA" w:rsidRPr="00BD6DE9" w:rsidTr="00D02419">
        <w:tc>
          <w:tcPr>
            <w:tcW w:w="648" w:type="dxa"/>
            <w:vAlign w:val="center"/>
          </w:tcPr>
          <w:p w:rsidR="00C01BBA" w:rsidRPr="00BD6DE9" w:rsidRDefault="00C01BBA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16</w:t>
            </w:r>
          </w:p>
        </w:tc>
        <w:tc>
          <w:tcPr>
            <w:tcW w:w="3762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А. Суворова, нечетная сторона</w:t>
            </w:r>
          </w:p>
        </w:tc>
        <w:tc>
          <w:tcPr>
            <w:tcW w:w="3392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Транспортная</w:t>
            </w:r>
          </w:p>
        </w:tc>
        <w:tc>
          <w:tcPr>
            <w:tcW w:w="1768" w:type="dxa"/>
            <w:vMerge/>
          </w:tcPr>
          <w:p w:rsidR="00C01BBA" w:rsidRPr="00BD6DE9" w:rsidRDefault="00C01BBA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C01BBA" w:rsidRPr="00BD6DE9" w:rsidTr="00D02419">
        <w:tc>
          <w:tcPr>
            <w:tcW w:w="648" w:type="dxa"/>
            <w:vAlign w:val="center"/>
          </w:tcPr>
          <w:p w:rsidR="00C01BBA" w:rsidRPr="00BD6DE9" w:rsidRDefault="00C01BBA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17</w:t>
            </w:r>
          </w:p>
        </w:tc>
        <w:tc>
          <w:tcPr>
            <w:tcW w:w="3762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 xml:space="preserve">проспект Московский, четная сторона </w:t>
            </w:r>
          </w:p>
        </w:tc>
        <w:tc>
          <w:tcPr>
            <w:tcW w:w="3392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Кутаисская</w:t>
            </w:r>
          </w:p>
        </w:tc>
        <w:tc>
          <w:tcPr>
            <w:tcW w:w="1768" w:type="dxa"/>
            <w:vMerge/>
          </w:tcPr>
          <w:p w:rsidR="00C01BBA" w:rsidRPr="00BD6DE9" w:rsidRDefault="00C01BBA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C01BBA" w:rsidRPr="00BD6DE9" w:rsidTr="00D02419">
        <w:tc>
          <w:tcPr>
            <w:tcW w:w="648" w:type="dxa"/>
            <w:vAlign w:val="center"/>
          </w:tcPr>
          <w:p w:rsidR="00C01BBA" w:rsidRPr="00BD6DE9" w:rsidRDefault="00C01BBA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18</w:t>
            </w:r>
          </w:p>
        </w:tc>
        <w:tc>
          <w:tcPr>
            <w:tcW w:w="3762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проспект Московский, нечетная сторона</w:t>
            </w:r>
          </w:p>
        </w:tc>
        <w:tc>
          <w:tcPr>
            <w:tcW w:w="3392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Кутаисская</w:t>
            </w:r>
          </w:p>
        </w:tc>
        <w:tc>
          <w:tcPr>
            <w:tcW w:w="1768" w:type="dxa"/>
            <w:vMerge/>
          </w:tcPr>
          <w:p w:rsidR="00C01BBA" w:rsidRPr="00BD6DE9" w:rsidRDefault="00C01BBA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C01BBA" w:rsidRPr="00BD6DE9" w:rsidTr="00D02419">
        <w:tc>
          <w:tcPr>
            <w:tcW w:w="648" w:type="dxa"/>
            <w:vAlign w:val="center"/>
          </w:tcPr>
          <w:p w:rsidR="00C01BBA" w:rsidRPr="00BD6DE9" w:rsidRDefault="00C01BBA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19</w:t>
            </w:r>
          </w:p>
        </w:tc>
        <w:tc>
          <w:tcPr>
            <w:tcW w:w="3762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 xml:space="preserve">проспект Московский, четная сторона </w:t>
            </w:r>
          </w:p>
        </w:tc>
        <w:tc>
          <w:tcPr>
            <w:tcW w:w="3392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Ялтинская</w:t>
            </w:r>
          </w:p>
        </w:tc>
        <w:tc>
          <w:tcPr>
            <w:tcW w:w="1768" w:type="dxa"/>
            <w:vMerge/>
          </w:tcPr>
          <w:p w:rsidR="00C01BBA" w:rsidRPr="00BD6DE9" w:rsidRDefault="00C01BBA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C01BBA" w:rsidRPr="00BD6DE9" w:rsidTr="00D02419">
        <w:tc>
          <w:tcPr>
            <w:tcW w:w="648" w:type="dxa"/>
            <w:vAlign w:val="center"/>
          </w:tcPr>
          <w:p w:rsidR="00C01BBA" w:rsidRPr="00BD6DE9" w:rsidRDefault="00C01BBA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20</w:t>
            </w:r>
          </w:p>
        </w:tc>
        <w:tc>
          <w:tcPr>
            <w:tcW w:w="3762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проспект Московский,  четная сторона</w:t>
            </w:r>
          </w:p>
        </w:tc>
        <w:tc>
          <w:tcPr>
            <w:tcW w:w="3392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Миклухо-Маклая</w:t>
            </w:r>
          </w:p>
        </w:tc>
        <w:tc>
          <w:tcPr>
            <w:tcW w:w="1768" w:type="dxa"/>
            <w:vMerge/>
          </w:tcPr>
          <w:p w:rsidR="00C01BBA" w:rsidRPr="00BD6DE9" w:rsidRDefault="00C01BBA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C01BBA" w:rsidRPr="00BD6DE9" w:rsidTr="00D02419">
        <w:tc>
          <w:tcPr>
            <w:tcW w:w="648" w:type="dxa"/>
            <w:vAlign w:val="center"/>
          </w:tcPr>
          <w:p w:rsidR="00C01BBA" w:rsidRPr="00BD6DE9" w:rsidRDefault="00C01BBA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21</w:t>
            </w:r>
          </w:p>
        </w:tc>
        <w:tc>
          <w:tcPr>
            <w:tcW w:w="3762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Батальная, нечетная сторона</w:t>
            </w:r>
          </w:p>
        </w:tc>
        <w:tc>
          <w:tcPr>
            <w:tcW w:w="3392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Батальная</w:t>
            </w:r>
          </w:p>
        </w:tc>
        <w:tc>
          <w:tcPr>
            <w:tcW w:w="1768" w:type="dxa"/>
            <w:vMerge w:val="restart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2017 г.</w:t>
            </w:r>
          </w:p>
        </w:tc>
      </w:tr>
      <w:tr w:rsidR="00C01BBA" w:rsidRPr="00BD6DE9" w:rsidTr="00D02419">
        <w:tc>
          <w:tcPr>
            <w:tcW w:w="648" w:type="dxa"/>
            <w:vAlign w:val="center"/>
          </w:tcPr>
          <w:p w:rsidR="00C01BBA" w:rsidRPr="00BD6DE9" w:rsidRDefault="00C01BBA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22</w:t>
            </w:r>
          </w:p>
        </w:tc>
        <w:tc>
          <w:tcPr>
            <w:tcW w:w="3762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Проспект Мира, нечетная сторона</w:t>
            </w:r>
          </w:p>
        </w:tc>
        <w:tc>
          <w:tcPr>
            <w:tcW w:w="3392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Менделеева</w:t>
            </w:r>
          </w:p>
        </w:tc>
        <w:tc>
          <w:tcPr>
            <w:tcW w:w="1768" w:type="dxa"/>
            <w:vMerge/>
          </w:tcPr>
          <w:p w:rsidR="00C01BBA" w:rsidRPr="00BD6DE9" w:rsidRDefault="00C01BBA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C01BBA" w:rsidRPr="00BD6DE9" w:rsidTr="00D02419">
        <w:tc>
          <w:tcPr>
            <w:tcW w:w="648" w:type="dxa"/>
            <w:vAlign w:val="center"/>
          </w:tcPr>
          <w:p w:rsidR="00C01BBA" w:rsidRPr="00BD6DE9" w:rsidRDefault="00C01BBA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23</w:t>
            </w:r>
          </w:p>
        </w:tc>
        <w:tc>
          <w:tcPr>
            <w:tcW w:w="3762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Проспект Мира,  четная сторона</w:t>
            </w:r>
          </w:p>
        </w:tc>
        <w:tc>
          <w:tcPr>
            <w:tcW w:w="3392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Менделеева</w:t>
            </w:r>
          </w:p>
        </w:tc>
        <w:tc>
          <w:tcPr>
            <w:tcW w:w="1768" w:type="dxa"/>
            <w:vMerge/>
          </w:tcPr>
          <w:p w:rsidR="00C01BBA" w:rsidRPr="00BD6DE9" w:rsidRDefault="00C01BBA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C01BBA" w:rsidRPr="00BD6DE9" w:rsidTr="00D02419">
        <w:tc>
          <w:tcPr>
            <w:tcW w:w="648" w:type="dxa"/>
            <w:vAlign w:val="center"/>
          </w:tcPr>
          <w:p w:rsidR="00C01BBA" w:rsidRPr="00BD6DE9" w:rsidRDefault="00C01BBA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24</w:t>
            </w:r>
          </w:p>
        </w:tc>
        <w:tc>
          <w:tcPr>
            <w:tcW w:w="3762" w:type="dxa"/>
            <w:vAlign w:val="center"/>
          </w:tcPr>
          <w:p w:rsidR="00C01BBA" w:rsidRPr="00BD6DE9" w:rsidRDefault="00C01BBA" w:rsidP="006B781B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Лесная,  нечетная сторона</w:t>
            </w:r>
          </w:p>
        </w:tc>
        <w:tc>
          <w:tcPr>
            <w:tcW w:w="3392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Молодежная</w:t>
            </w:r>
          </w:p>
        </w:tc>
        <w:tc>
          <w:tcPr>
            <w:tcW w:w="1768" w:type="dxa"/>
            <w:vMerge/>
          </w:tcPr>
          <w:p w:rsidR="00C01BBA" w:rsidRPr="00BD6DE9" w:rsidRDefault="00C01BBA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C01BBA" w:rsidRPr="00BD6DE9" w:rsidTr="00D02419">
        <w:tc>
          <w:tcPr>
            <w:tcW w:w="648" w:type="dxa"/>
            <w:vAlign w:val="center"/>
          </w:tcPr>
          <w:p w:rsidR="00C01BBA" w:rsidRPr="00BD6DE9" w:rsidRDefault="00C01BBA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25</w:t>
            </w:r>
          </w:p>
        </w:tc>
        <w:tc>
          <w:tcPr>
            <w:tcW w:w="3762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Шевченко,  четная сторона</w:t>
            </w:r>
          </w:p>
        </w:tc>
        <w:tc>
          <w:tcPr>
            <w:tcW w:w="3392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Дворец бракосочетания</w:t>
            </w:r>
          </w:p>
        </w:tc>
        <w:tc>
          <w:tcPr>
            <w:tcW w:w="1768" w:type="dxa"/>
            <w:vMerge/>
          </w:tcPr>
          <w:p w:rsidR="00C01BBA" w:rsidRPr="00BD6DE9" w:rsidRDefault="00C01BBA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C01BBA" w:rsidRPr="00BD6DE9" w:rsidTr="00D02419">
        <w:tc>
          <w:tcPr>
            <w:tcW w:w="648" w:type="dxa"/>
            <w:vAlign w:val="center"/>
          </w:tcPr>
          <w:p w:rsidR="00C01BBA" w:rsidRPr="00BD6DE9" w:rsidRDefault="00C01BBA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26</w:t>
            </w:r>
          </w:p>
        </w:tc>
        <w:tc>
          <w:tcPr>
            <w:tcW w:w="3762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Шевченко, нечетная сторона</w:t>
            </w:r>
          </w:p>
        </w:tc>
        <w:tc>
          <w:tcPr>
            <w:tcW w:w="3392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Дворец бракосочетания</w:t>
            </w:r>
          </w:p>
        </w:tc>
        <w:tc>
          <w:tcPr>
            <w:tcW w:w="1768" w:type="dxa"/>
            <w:vMerge/>
          </w:tcPr>
          <w:p w:rsidR="00C01BBA" w:rsidRPr="00BD6DE9" w:rsidRDefault="00C01BBA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C01BBA" w:rsidRPr="00BD6DE9" w:rsidTr="00D02419">
        <w:tc>
          <w:tcPr>
            <w:tcW w:w="648" w:type="dxa"/>
            <w:vAlign w:val="center"/>
          </w:tcPr>
          <w:p w:rsidR="00C01BBA" w:rsidRPr="00BD6DE9" w:rsidRDefault="00C01BBA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27</w:t>
            </w:r>
          </w:p>
        </w:tc>
        <w:tc>
          <w:tcPr>
            <w:tcW w:w="3762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Фрунзе, нечетная сторона</w:t>
            </w:r>
          </w:p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92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Дом Быта</w:t>
            </w:r>
          </w:p>
        </w:tc>
        <w:tc>
          <w:tcPr>
            <w:tcW w:w="1768" w:type="dxa"/>
            <w:vMerge/>
          </w:tcPr>
          <w:p w:rsidR="00C01BBA" w:rsidRPr="00BD6DE9" w:rsidRDefault="00C01BBA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C01BBA" w:rsidRPr="00BD6DE9" w:rsidTr="00D02419">
        <w:tc>
          <w:tcPr>
            <w:tcW w:w="648" w:type="dxa"/>
            <w:vAlign w:val="center"/>
          </w:tcPr>
          <w:p w:rsidR="00C01BBA" w:rsidRPr="00BD6DE9" w:rsidRDefault="00C01BBA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28</w:t>
            </w:r>
          </w:p>
        </w:tc>
        <w:tc>
          <w:tcPr>
            <w:tcW w:w="3762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Интернациональная, четная сторона</w:t>
            </w:r>
          </w:p>
        </w:tc>
        <w:tc>
          <w:tcPr>
            <w:tcW w:w="3392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Интернациональная</w:t>
            </w:r>
          </w:p>
        </w:tc>
        <w:tc>
          <w:tcPr>
            <w:tcW w:w="1768" w:type="dxa"/>
            <w:vMerge/>
          </w:tcPr>
          <w:p w:rsidR="00C01BBA" w:rsidRPr="00BD6DE9" w:rsidRDefault="00C01BBA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C01BBA" w:rsidRPr="00BD6DE9" w:rsidTr="00D02419">
        <w:tc>
          <w:tcPr>
            <w:tcW w:w="648" w:type="dxa"/>
            <w:vAlign w:val="center"/>
          </w:tcPr>
          <w:p w:rsidR="00C01BBA" w:rsidRPr="00BD6DE9" w:rsidRDefault="00C01BBA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29</w:t>
            </w:r>
          </w:p>
        </w:tc>
        <w:tc>
          <w:tcPr>
            <w:tcW w:w="3762" w:type="dxa"/>
            <w:vAlign w:val="center"/>
          </w:tcPr>
          <w:p w:rsidR="00C01BBA" w:rsidRPr="00BD6DE9" w:rsidRDefault="00C01BBA" w:rsidP="00D02419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проспект Советский, четная сторона</w:t>
            </w:r>
          </w:p>
        </w:tc>
        <w:tc>
          <w:tcPr>
            <w:tcW w:w="3392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Советский проспект</w:t>
            </w:r>
          </w:p>
        </w:tc>
        <w:tc>
          <w:tcPr>
            <w:tcW w:w="1768" w:type="dxa"/>
            <w:vMerge/>
          </w:tcPr>
          <w:p w:rsidR="00C01BBA" w:rsidRPr="00BD6DE9" w:rsidRDefault="00C01BBA" w:rsidP="000954D1">
            <w:pPr>
              <w:jc w:val="both"/>
              <w:rPr>
                <w:sz w:val="28"/>
                <w:szCs w:val="28"/>
              </w:rPr>
            </w:pPr>
          </w:p>
        </w:tc>
      </w:tr>
      <w:tr w:rsidR="00C01BBA" w:rsidRPr="00BD6DE9" w:rsidTr="00D02419">
        <w:tc>
          <w:tcPr>
            <w:tcW w:w="648" w:type="dxa"/>
            <w:vAlign w:val="center"/>
          </w:tcPr>
          <w:p w:rsidR="00C01BBA" w:rsidRPr="00BD6DE9" w:rsidRDefault="00C01BBA" w:rsidP="000954D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30</w:t>
            </w:r>
          </w:p>
        </w:tc>
        <w:tc>
          <w:tcPr>
            <w:tcW w:w="3762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У. Громова, четная сторона</w:t>
            </w:r>
          </w:p>
        </w:tc>
        <w:tc>
          <w:tcPr>
            <w:tcW w:w="3392" w:type="dxa"/>
            <w:vAlign w:val="center"/>
          </w:tcPr>
          <w:p w:rsidR="00C01BBA" w:rsidRPr="00BD6DE9" w:rsidRDefault="00C01BBA" w:rsidP="000954D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Магазин «Виктория»</w:t>
            </w:r>
          </w:p>
        </w:tc>
        <w:tc>
          <w:tcPr>
            <w:tcW w:w="1768" w:type="dxa"/>
            <w:vMerge/>
          </w:tcPr>
          <w:p w:rsidR="00C01BBA" w:rsidRPr="00BD6DE9" w:rsidRDefault="00C01BBA" w:rsidP="000954D1">
            <w:pPr>
              <w:jc w:val="both"/>
              <w:rPr>
                <w:sz w:val="28"/>
                <w:szCs w:val="28"/>
              </w:rPr>
            </w:pPr>
          </w:p>
        </w:tc>
      </w:tr>
    </w:tbl>
    <w:p w:rsidR="00C01BBA" w:rsidRPr="00BD6DE9" w:rsidRDefault="00C01BBA" w:rsidP="003D7565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01BBA" w:rsidRDefault="00C01BBA" w:rsidP="003D7565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01BBA" w:rsidRDefault="00C01BBA" w:rsidP="003D7565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01BBA" w:rsidRDefault="00C01BBA" w:rsidP="003D7565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01BBA" w:rsidRPr="00BD6DE9" w:rsidRDefault="00C01BBA" w:rsidP="003D7565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D6DE9">
        <w:rPr>
          <w:rFonts w:ascii="Times New Roman" w:hAnsi="Times New Roman" w:cs="Times New Roman"/>
          <w:b w:val="0"/>
          <w:sz w:val="28"/>
          <w:szCs w:val="28"/>
        </w:rPr>
        <w:t>Установка устройств звуковой сигнализации на светофорных объектах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7"/>
        <w:gridCol w:w="6334"/>
        <w:gridCol w:w="2439"/>
      </w:tblGrid>
      <w:tr w:rsidR="00C01BBA" w:rsidRPr="00BD6DE9" w:rsidTr="00C53E43">
        <w:tc>
          <w:tcPr>
            <w:tcW w:w="797" w:type="dxa"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№ п/п</w:t>
            </w:r>
          </w:p>
        </w:tc>
        <w:tc>
          <w:tcPr>
            <w:tcW w:w="6334" w:type="dxa"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Место установки</w:t>
            </w:r>
          </w:p>
        </w:tc>
        <w:tc>
          <w:tcPr>
            <w:tcW w:w="2439" w:type="dxa"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Срок исполнения</w:t>
            </w:r>
          </w:p>
        </w:tc>
      </w:tr>
      <w:tr w:rsidR="00C01BBA" w:rsidRPr="00BD6DE9" w:rsidTr="00C53E43">
        <w:tc>
          <w:tcPr>
            <w:tcW w:w="797" w:type="dxa"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6334" w:type="dxa"/>
            <w:vAlign w:val="center"/>
          </w:tcPr>
          <w:p w:rsidR="00C01BBA" w:rsidRPr="00BD6DE9" w:rsidRDefault="00C01BBA" w:rsidP="00AC73C6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проспект Победы – ул. Красносельская</w:t>
            </w:r>
          </w:p>
        </w:tc>
        <w:tc>
          <w:tcPr>
            <w:tcW w:w="2439" w:type="dxa"/>
            <w:vMerge w:val="restart"/>
            <w:vAlign w:val="center"/>
          </w:tcPr>
          <w:p w:rsidR="00C01BBA" w:rsidRPr="00BD6DE9" w:rsidRDefault="00C01BBA" w:rsidP="005F0E72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2016 г.</w:t>
            </w:r>
          </w:p>
        </w:tc>
      </w:tr>
      <w:tr w:rsidR="00C01BBA" w:rsidRPr="00BD6DE9" w:rsidTr="00C53E43">
        <w:tc>
          <w:tcPr>
            <w:tcW w:w="797" w:type="dxa"/>
            <w:vAlign w:val="center"/>
          </w:tcPr>
          <w:p w:rsidR="00C01BBA" w:rsidRPr="00BD6DE9" w:rsidRDefault="00C01BBA" w:rsidP="00521DB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6334" w:type="dxa"/>
            <w:vAlign w:val="center"/>
          </w:tcPr>
          <w:p w:rsidR="00C01BBA" w:rsidRPr="00BD6DE9" w:rsidRDefault="00C01BBA" w:rsidP="00521DB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проспект Московский – СОШ № 23</w:t>
            </w:r>
          </w:p>
        </w:tc>
        <w:tc>
          <w:tcPr>
            <w:tcW w:w="2439" w:type="dxa"/>
            <w:vMerge/>
            <w:vAlign w:val="center"/>
          </w:tcPr>
          <w:p w:rsidR="00C01BBA" w:rsidRPr="00BD6DE9" w:rsidRDefault="00C01BBA" w:rsidP="00521DB1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01BBA" w:rsidRPr="00BD6DE9" w:rsidTr="00C53E43">
        <w:tc>
          <w:tcPr>
            <w:tcW w:w="797" w:type="dxa"/>
            <w:vAlign w:val="center"/>
          </w:tcPr>
          <w:p w:rsidR="00C01BBA" w:rsidRPr="00BD6DE9" w:rsidRDefault="00C01BBA" w:rsidP="00521DB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6334" w:type="dxa"/>
            <w:vAlign w:val="center"/>
          </w:tcPr>
          <w:p w:rsidR="00C01BBA" w:rsidRPr="00BD6DE9" w:rsidRDefault="00C01BBA" w:rsidP="00521DB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проспект Московский – СК «Юность»</w:t>
            </w:r>
          </w:p>
        </w:tc>
        <w:tc>
          <w:tcPr>
            <w:tcW w:w="2439" w:type="dxa"/>
            <w:vMerge/>
            <w:vAlign w:val="center"/>
          </w:tcPr>
          <w:p w:rsidR="00C01BBA" w:rsidRPr="00BD6DE9" w:rsidRDefault="00C01BBA" w:rsidP="00521DB1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01BBA" w:rsidRPr="00BD6DE9" w:rsidTr="00C53E43">
        <w:tc>
          <w:tcPr>
            <w:tcW w:w="797" w:type="dxa"/>
            <w:vAlign w:val="center"/>
          </w:tcPr>
          <w:p w:rsidR="00C01BBA" w:rsidRPr="00BD6DE9" w:rsidRDefault="00C01BBA" w:rsidP="00521DB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</w:p>
        </w:tc>
        <w:tc>
          <w:tcPr>
            <w:tcW w:w="6334" w:type="dxa"/>
            <w:vAlign w:val="center"/>
          </w:tcPr>
          <w:p w:rsidR="00C01BBA" w:rsidRPr="00BD6DE9" w:rsidRDefault="00C01BBA" w:rsidP="00521DB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проспект Московский – универсам «Московский»</w:t>
            </w:r>
          </w:p>
        </w:tc>
        <w:tc>
          <w:tcPr>
            <w:tcW w:w="2439" w:type="dxa"/>
            <w:vMerge/>
            <w:vAlign w:val="center"/>
          </w:tcPr>
          <w:p w:rsidR="00C01BBA" w:rsidRPr="00BD6DE9" w:rsidRDefault="00C01BBA" w:rsidP="00521DB1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01BBA" w:rsidRPr="00BD6DE9" w:rsidTr="00C53E43">
        <w:tc>
          <w:tcPr>
            <w:tcW w:w="797" w:type="dxa"/>
            <w:vAlign w:val="center"/>
          </w:tcPr>
          <w:p w:rsidR="00C01BBA" w:rsidRPr="00BD6DE9" w:rsidRDefault="00C01BBA" w:rsidP="00521DB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</w:tc>
        <w:tc>
          <w:tcPr>
            <w:tcW w:w="6334" w:type="dxa"/>
            <w:vAlign w:val="center"/>
          </w:tcPr>
          <w:p w:rsidR="00C01BBA" w:rsidRPr="00BD6DE9" w:rsidRDefault="00C01BBA" w:rsidP="00521DB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проспект Московский – ул. Ялтинская</w:t>
            </w:r>
          </w:p>
        </w:tc>
        <w:tc>
          <w:tcPr>
            <w:tcW w:w="2439" w:type="dxa"/>
            <w:vMerge/>
            <w:vAlign w:val="center"/>
          </w:tcPr>
          <w:p w:rsidR="00C01BBA" w:rsidRPr="00BD6DE9" w:rsidRDefault="00C01BBA" w:rsidP="00521DB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01BBA" w:rsidRPr="00BD6DE9" w:rsidTr="00C53E43">
        <w:tc>
          <w:tcPr>
            <w:tcW w:w="797" w:type="dxa"/>
            <w:vAlign w:val="center"/>
          </w:tcPr>
          <w:p w:rsidR="00C01BBA" w:rsidRPr="00BD6DE9" w:rsidRDefault="00C01BBA" w:rsidP="00521DB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</w:p>
        </w:tc>
        <w:tc>
          <w:tcPr>
            <w:tcW w:w="6334" w:type="dxa"/>
            <w:vAlign w:val="center"/>
          </w:tcPr>
          <w:p w:rsidR="00C01BBA" w:rsidRPr="00BD6DE9" w:rsidRDefault="00C01BBA" w:rsidP="00521DB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проспект Московский – ул. Свердлова</w:t>
            </w:r>
          </w:p>
        </w:tc>
        <w:tc>
          <w:tcPr>
            <w:tcW w:w="2439" w:type="dxa"/>
            <w:vMerge w:val="restart"/>
            <w:vAlign w:val="center"/>
          </w:tcPr>
          <w:p w:rsidR="00C01BBA" w:rsidRPr="00BD6DE9" w:rsidRDefault="00C01BBA" w:rsidP="00521DB1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г.</w:t>
            </w:r>
          </w:p>
        </w:tc>
      </w:tr>
      <w:tr w:rsidR="00C01BBA" w:rsidRPr="00BD6DE9" w:rsidTr="00C53E43">
        <w:tc>
          <w:tcPr>
            <w:tcW w:w="797" w:type="dxa"/>
            <w:vAlign w:val="center"/>
          </w:tcPr>
          <w:p w:rsidR="00C01BBA" w:rsidRPr="00BD6DE9" w:rsidRDefault="00C01BBA" w:rsidP="00521DB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</w:p>
        </w:tc>
        <w:tc>
          <w:tcPr>
            <w:tcW w:w="6334" w:type="dxa"/>
            <w:vAlign w:val="center"/>
          </w:tcPr>
          <w:p w:rsidR="00C01BBA" w:rsidRPr="00BD6DE9" w:rsidRDefault="00C01BBA" w:rsidP="00521DB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проспект Советский – ул. Нарвская</w:t>
            </w:r>
          </w:p>
        </w:tc>
        <w:tc>
          <w:tcPr>
            <w:tcW w:w="2439" w:type="dxa"/>
            <w:vMerge/>
            <w:vAlign w:val="center"/>
          </w:tcPr>
          <w:p w:rsidR="00C01BBA" w:rsidRPr="00BD6DE9" w:rsidRDefault="00C01BBA" w:rsidP="00521DB1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01BBA" w:rsidRPr="00BD6DE9" w:rsidTr="00C53E43">
        <w:tc>
          <w:tcPr>
            <w:tcW w:w="797" w:type="dxa"/>
            <w:vAlign w:val="center"/>
          </w:tcPr>
          <w:p w:rsidR="00C01BBA" w:rsidRPr="00BD6DE9" w:rsidRDefault="00C01BBA" w:rsidP="00521DB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8</w:t>
            </w:r>
          </w:p>
        </w:tc>
        <w:tc>
          <w:tcPr>
            <w:tcW w:w="6334" w:type="dxa"/>
            <w:vAlign w:val="center"/>
          </w:tcPr>
          <w:p w:rsidR="00C01BBA" w:rsidRPr="00BD6DE9" w:rsidRDefault="00C01BBA" w:rsidP="00521DB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проспект Советский – ул. Яналова</w:t>
            </w:r>
          </w:p>
        </w:tc>
        <w:tc>
          <w:tcPr>
            <w:tcW w:w="2439" w:type="dxa"/>
            <w:vMerge/>
            <w:vAlign w:val="center"/>
          </w:tcPr>
          <w:p w:rsidR="00C01BBA" w:rsidRPr="00BD6DE9" w:rsidRDefault="00C01BBA" w:rsidP="00521DB1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01BBA" w:rsidRPr="00BD6DE9" w:rsidTr="00C53E43">
        <w:tc>
          <w:tcPr>
            <w:tcW w:w="797" w:type="dxa"/>
            <w:vAlign w:val="center"/>
          </w:tcPr>
          <w:p w:rsidR="00C01BBA" w:rsidRPr="00BD6DE9" w:rsidRDefault="00C01BBA" w:rsidP="00521DB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</w:p>
        </w:tc>
        <w:tc>
          <w:tcPr>
            <w:tcW w:w="6334" w:type="dxa"/>
            <w:vAlign w:val="center"/>
          </w:tcPr>
          <w:p w:rsidR="00C01BBA" w:rsidRPr="00BD6DE9" w:rsidRDefault="00C01BBA" w:rsidP="00521DB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Горького – ул. Азовская</w:t>
            </w:r>
          </w:p>
        </w:tc>
        <w:tc>
          <w:tcPr>
            <w:tcW w:w="2439" w:type="dxa"/>
            <w:vMerge/>
            <w:vAlign w:val="center"/>
          </w:tcPr>
          <w:p w:rsidR="00C01BBA" w:rsidRPr="00BD6DE9" w:rsidRDefault="00C01BBA" w:rsidP="00521DB1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01BBA" w:rsidRPr="00BD6DE9" w:rsidTr="00C53E43">
        <w:tc>
          <w:tcPr>
            <w:tcW w:w="797" w:type="dxa"/>
            <w:vAlign w:val="center"/>
          </w:tcPr>
          <w:p w:rsidR="00C01BBA" w:rsidRPr="00BD6DE9" w:rsidRDefault="00C01BBA" w:rsidP="00521DB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10</w:t>
            </w:r>
          </w:p>
        </w:tc>
        <w:tc>
          <w:tcPr>
            <w:tcW w:w="6334" w:type="dxa"/>
            <w:vAlign w:val="center"/>
          </w:tcPr>
          <w:p w:rsidR="00C01BBA" w:rsidRPr="00BD6DE9" w:rsidRDefault="00C01BBA" w:rsidP="00521DB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Озерова – ул. Азовская  - ул. Пролетарская</w:t>
            </w:r>
          </w:p>
        </w:tc>
        <w:tc>
          <w:tcPr>
            <w:tcW w:w="2439" w:type="dxa"/>
            <w:vMerge/>
            <w:vAlign w:val="center"/>
          </w:tcPr>
          <w:p w:rsidR="00C01BBA" w:rsidRPr="00BD6DE9" w:rsidRDefault="00C01BBA" w:rsidP="00521DB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C01BBA" w:rsidRPr="00BD6DE9" w:rsidRDefault="00C01BBA" w:rsidP="003D7565">
      <w:pPr>
        <w:jc w:val="center"/>
        <w:rPr>
          <w:b/>
          <w:sz w:val="28"/>
          <w:szCs w:val="28"/>
        </w:rPr>
      </w:pPr>
    </w:p>
    <w:p w:rsidR="00C01BBA" w:rsidRPr="00BD6DE9" w:rsidRDefault="00C01BBA" w:rsidP="003D7565">
      <w:pPr>
        <w:jc w:val="center"/>
        <w:rPr>
          <w:sz w:val="28"/>
          <w:szCs w:val="28"/>
        </w:rPr>
      </w:pPr>
      <w:r w:rsidRPr="00BD6DE9">
        <w:rPr>
          <w:sz w:val="28"/>
          <w:szCs w:val="28"/>
        </w:rPr>
        <w:t>Установка секций обратного отсчета времени на светофорных объектах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74"/>
        <w:gridCol w:w="5912"/>
        <w:gridCol w:w="2884"/>
      </w:tblGrid>
      <w:tr w:rsidR="00C01BBA" w:rsidRPr="00BD6DE9" w:rsidTr="00C53E43">
        <w:tc>
          <w:tcPr>
            <w:tcW w:w="774" w:type="dxa"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№ п/п</w:t>
            </w:r>
          </w:p>
        </w:tc>
        <w:tc>
          <w:tcPr>
            <w:tcW w:w="5912" w:type="dxa"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Место установки</w:t>
            </w:r>
          </w:p>
        </w:tc>
        <w:tc>
          <w:tcPr>
            <w:tcW w:w="2884" w:type="dxa"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Срок исполнения</w:t>
            </w:r>
          </w:p>
        </w:tc>
      </w:tr>
      <w:tr w:rsidR="00C01BBA" w:rsidRPr="00BD6DE9" w:rsidTr="00C53E43">
        <w:tc>
          <w:tcPr>
            <w:tcW w:w="774" w:type="dxa"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5912" w:type="dxa"/>
            <w:vAlign w:val="center"/>
          </w:tcPr>
          <w:p w:rsidR="00C01BBA" w:rsidRPr="00BD6DE9" w:rsidRDefault="00C01BBA" w:rsidP="00984B50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Горького – ул. Ген.-лейт. Озерова</w:t>
            </w:r>
          </w:p>
        </w:tc>
        <w:tc>
          <w:tcPr>
            <w:tcW w:w="2884" w:type="dxa"/>
            <w:vMerge w:val="restart"/>
            <w:vAlign w:val="center"/>
          </w:tcPr>
          <w:p w:rsidR="00C01BBA" w:rsidRPr="00BD6DE9" w:rsidRDefault="00C01BBA" w:rsidP="00521DB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BD6DE9">
              <w:rPr>
                <w:sz w:val="28"/>
                <w:szCs w:val="28"/>
              </w:rPr>
              <w:t xml:space="preserve"> г.</w:t>
            </w:r>
          </w:p>
        </w:tc>
      </w:tr>
      <w:tr w:rsidR="00C01BBA" w:rsidRPr="00BD6DE9" w:rsidTr="00C53E43">
        <w:tc>
          <w:tcPr>
            <w:tcW w:w="774" w:type="dxa"/>
            <w:vAlign w:val="center"/>
          </w:tcPr>
          <w:p w:rsidR="00C01BBA" w:rsidRPr="00BD6DE9" w:rsidRDefault="00C01BBA" w:rsidP="00521DB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5912" w:type="dxa"/>
            <w:vAlign w:val="center"/>
          </w:tcPr>
          <w:p w:rsidR="00C01BBA" w:rsidRPr="00BD6DE9" w:rsidRDefault="00C01BBA" w:rsidP="00521DB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А. Невского – ул. Куйбышева</w:t>
            </w:r>
          </w:p>
        </w:tc>
        <w:tc>
          <w:tcPr>
            <w:tcW w:w="2884" w:type="dxa"/>
            <w:vMerge/>
          </w:tcPr>
          <w:p w:rsidR="00C01BBA" w:rsidRPr="00BD6DE9" w:rsidRDefault="00C01BBA" w:rsidP="00521DB1">
            <w:pPr>
              <w:jc w:val="center"/>
              <w:rPr>
                <w:sz w:val="28"/>
                <w:szCs w:val="28"/>
              </w:rPr>
            </w:pPr>
          </w:p>
        </w:tc>
      </w:tr>
      <w:tr w:rsidR="00C01BBA" w:rsidRPr="00BD6DE9" w:rsidTr="00C53E43">
        <w:tc>
          <w:tcPr>
            <w:tcW w:w="774" w:type="dxa"/>
            <w:vAlign w:val="center"/>
          </w:tcPr>
          <w:p w:rsidR="00C01BBA" w:rsidRPr="00BD6DE9" w:rsidRDefault="00C01BBA" w:rsidP="00521DB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5912" w:type="dxa"/>
            <w:vAlign w:val="center"/>
          </w:tcPr>
          <w:p w:rsidR="00C01BBA" w:rsidRPr="00BD6DE9" w:rsidRDefault="00C01BBA" w:rsidP="00521DB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 xml:space="preserve">ул. А. Невского – ул. Сержантская </w:t>
            </w:r>
          </w:p>
        </w:tc>
        <w:tc>
          <w:tcPr>
            <w:tcW w:w="2884" w:type="dxa"/>
            <w:vMerge/>
          </w:tcPr>
          <w:p w:rsidR="00C01BBA" w:rsidRPr="00BD6DE9" w:rsidRDefault="00C01BBA" w:rsidP="00521DB1">
            <w:pPr>
              <w:jc w:val="center"/>
              <w:rPr>
                <w:sz w:val="28"/>
                <w:szCs w:val="28"/>
              </w:rPr>
            </w:pPr>
          </w:p>
        </w:tc>
      </w:tr>
      <w:tr w:rsidR="00C01BBA" w:rsidRPr="00BD6DE9" w:rsidTr="00C53E43">
        <w:tc>
          <w:tcPr>
            <w:tcW w:w="774" w:type="dxa"/>
            <w:vAlign w:val="center"/>
          </w:tcPr>
          <w:p w:rsidR="00C01BBA" w:rsidRPr="00BD6DE9" w:rsidRDefault="00C01BBA" w:rsidP="00521DB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</w:p>
        </w:tc>
        <w:tc>
          <w:tcPr>
            <w:tcW w:w="5912" w:type="dxa"/>
            <w:vAlign w:val="center"/>
          </w:tcPr>
          <w:p w:rsidR="00C01BBA" w:rsidRPr="00BD6DE9" w:rsidRDefault="00C01BBA" w:rsidP="00521DB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ул. А. Невского – ул. Артиллерийская</w:t>
            </w:r>
          </w:p>
        </w:tc>
        <w:tc>
          <w:tcPr>
            <w:tcW w:w="2884" w:type="dxa"/>
            <w:vMerge/>
          </w:tcPr>
          <w:p w:rsidR="00C01BBA" w:rsidRPr="00BD6DE9" w:rsidRDefault="00C01BBA" w:rsidP="00521DB1">
            <w:pPr>
              <w:jc w:val="center"/>
              <w:rPr>
                <w:sz w:val="28"/>
                <w:szCs w:val="28"/>
              </w:rPr>
            </w:pPr>
          </w:p>
        </w:tc>
      </w:tr>
      <w:tr w:rsidR="00C01BBA" w:rsidRPr="00BD6DE9" w:rsidTr="00C53E43">
        <w:tc>
          <w:tcPr>
            <w:tcW w:w="774" w:type="dxa"/>
            <w:vAlign w:val="center"/>
          </w:tcPr>
          <w:p w:rsidR="00C01BBA" w:rsidRPr="00BD6DE9" w:rsidRDefault="00C01BBA" w:rsidP="00521DB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</w:tc>
        <w:tc>
          <w:tcPr>
            <w:tcW w:w="5912" w:type="dxa"/>
            <w:vAlign w:val="center"/>
          </w:tcPr>
          <w:p w:rsidR="00C01BBA" w:rsidRPr="00BD6DE9" w:rsidRDefault="00C01BBA" w:rsidP="00521DB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проспект Московский – ул. Ялтинская</w:t>
            </w:r>
          </w:p>
        </w:tc>
        <w:tc>
          <w:tcPr>
            <w:tcW w:w="2884" w:type="dxa"/>
            <w:vMerge/>
          </w:tcPr>
          <w:p w:rsidR="00C01BBA" w:rsidRPr="00BD6DE9" w:rsidRDefault="00C01BBA" w:rsidP="00521DB1">
            <w:pPr>
              <w:jc w:val="center"/>
              <w:rPr>
                <w:sz w:val="28"/>
                <w:szCs w:val="28"/>
              </w:rPr>
            </w:pPr>
          </w:p>
        </w:tc>
      </w:tr>
      <w:tr w:rsidR="00C01BBA" w:rsidRPr="00BD6DE9" w:rsidTr="00C53E43">
        <w:tc>
          <w:tcPr>
            <w:tcW w:w="774" w:type="dxa"/>
            <w:vAlign w:val="center"/>
          </w:tcPr>
          <w:p w:rsidR="00C01BBA" w:rsidRPr="00BD6DE9" w:rsidRDefault="00C01BBA" w:rsidP="00521DB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</w:p>
        </w:tc>
        <w:tc>
          <w:tcPr>
            <w:tcW w:w="5912" w:type="dxa"/>
            <w:vAlign w:val="center"/>
          </w:tcPr>
          <w:p w:rsidR="00C01BBA" w:rsidRPr="00BD6DE9" w:rsidRDefault="00C01BBA" w:rsidP="00521DB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проспект Московский – ул. Свердлова</w:t>
            </w:r>
          </w:p>
        </w:tc>
        <w:tc>
          <w:tcPr>
            <w:tcW w:w="2884" w:type="dxa"/>
            <w:vMerge w:val="restart"/>
            <w:vAlign w:val="center"/>
          </w:tcPr>
          <w:p w:rsidR="00C01BBA" w:rsidRPr="00BD6DE9" w:rsidRDefault="00C01BBA" w:rsidP="00521DB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BD6DE9">
              <w:rPr>
                <w:sz w:val="28"/>
                <w:szCs w:val="28"/>
              </w:rPr>
              <w:t xml:space="preserve"> г.</w:t>
            </w:r>
          </w:p>
        </w:tc>
      </w:tr>
      <w:tr w:rsidR="00C01BBA" w:rsidRPr="00BD6DE9" w:rsidTr="00C53E43">
        <w:tc>
          <w:tcPr>
            <w:tcW w:w="774" w:type="dxa"/>
            <w:vAlign w:val="center"/>
          </w:tcPr>
          <w:p w:rsidR="00C01BBA" w:rsidRPr="00BD6DE9" w:rsidRDefault="00C01BBA" w:rsidP="00521DB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</w:p>
        </w:tc>
        <w:tc>
          <w:tcPr>
            <w:tcW w:w="5912" w:type="dxa"/>
            <w:vAlign w:val="center"/>
          </w:tcPr>
          <w:p w:rsidR="00C01BBA" w:rsidRPr="00BD6DE9" w:rsidRDefault="00C01BBA" w:rsidP="00521DB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проспект Московский – ул. Кутаисская</w:t>
            </w:r>
          </w:p>
        </w:tc>
        <w:tc>
          <w:tcPr>
            <w:tcW w:w="2884" w:type="dxa"/>
            <w:vMerge/>
            <w:vAlign w:val="center"/>
          </w:tcPr>
          <w:p w:rsidR="00C01BBA" w:rsidRPr="00BD6DE9" w:rsidRDefault="00C01BBA" w:rsidP="00521DB1">
            <w:pPr>
              <w:jc w:val="center"/>
              <w:rPr>
                <w:sz w:val="28"/>
                <w:szCs w:val="28"/>
              </w:rPr>
            </w:pPr>
          </w:p>
        </w:tc>
      </w:tr>
      <w:tr w:rsidR="00C01BBA" w:rsidRPr="00BD6DE9" w:rsidTr="00C53E43">
        <w:tc>
          <w:tcPr>
            <w:tcW w:w="774" w:type="dxa"/>
            <w:vAlign w:val="center"/>
          </w:tcPr>
          <w:p w:rsidR="00C01BBA" w:rsidRPr="00BD6DE9" w:rsidRDefault="00C01BBA" w:rsidP="00521DB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8</w:t>
            </w:r>
          </w:p>
        </w:tc>
        <w:tc>
          <w:tcPr>
            <w:tcW w:w="5912" w:type="dxa"/>
            <w:vAlign w:val="center"/>
          </w:tcPr>
          <w:p w:rsidR="00C01BBA" w:rsidRPr="00BD6DE9" w:rsidRDefault="00C01BBA" w:rsidP="00521DB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проспект Московский – СОШ № 23</w:t>
            </w:r>
          </w:p>
        </w:tc>
        <w:tc>
          <w:tcPr>
            <w:tcW w:w="2884" w:type="dxa"/>
            <w:vMerge/>
            <w:vAlign w:val="center"/>
          </w:tcPr>
          <w:p w:rsidR="00C01BBA" w:rsidRPr="00BD6DE9" w:rsidRDefault="00C01BBA" w:rsidP="00521DB1">
            <w:pPr>
              <w:jc w:val="center"/>
              <w:rPr>
                <w:sz w:val="28"/>
                <w:szCs w:val="28"/>
              </w:rPr>
            </w:pPr>
          </w:p>
        </w:tc>
      </w:tr>
      <w:tr w:rsidR="00C01BBA" w:rsidRPr="00BD6DE9" w:rsidTr="00C53E43">
        <w:tc>
          <w:tcPr>
            <w:tcW w:w="774" w:type="dxa"/>
            <w:vAlign w:val="center"/>
          </w:tcPr>
          <w:p w:rsidR="00C01BBA" w:rsidRPr="00BD6DE9" w:rsidRDefault="00C01BBA" w:rsidP="00521DB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</w:p>
        </w:tc>
        <w:tc>
          <w:tcPr>
            <w:tcW w:w="5912" w:type="dxa"/>
            <w:vAlign w:val="center"/>
          </w:tcPr>
          <w:p w:rsidR="00C01BBA" w:rsidRPr="00BD6DE9" w:rsidRDefault="00C01BBA" w:rsidP="00521DB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проспект Московский – СК «Юность»</w:t>
            </w:r>
          </w:p>
        </w:tc>
        <w:tc>
          <w:tcPr>
            <w:tcW w:w="2884" w:type="dxa"/>
            <w:vMerge/>
            <w:vAlign w:val="center"/>
          </w:tcPr>
          <w:p w:rsidR="00C01BBA" w:rsidRPr="00BD6DE9" w:rsidRDefault="00C01BBA" w:rsidP="00521DB1">
            <w:pPr>
              <w:jc w:val="center"/>
              <w:rPr>
                <w:sz w:val="28"/>
                <w:szCs w:val="28"/>
              </w:rPr>
            </w:pPr>
          </w:p>
        </w:tc>
      </w:tr>
      <w:tr w:rsidR="00C01BBA" w:rsidRPr="00BD6DE9" w:rsidTr="00C53E43">
        <w:tc>
          <w:tcPr>
            <w:tcW w:w="774" w:type="dxa"/>
            <w:vAlign w:val="center"/>
          </w:tcPr>
          <w:p w:rsidR="00C01BBA" w:rsidRPr="00BD6DE9" w:rsidRDefault="00C01BBA" w:rsidP="00521DB1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10</w:t>
            </w:r>
          </w:p>
        </w:tc>
        <w:tc>
          <w:tcPr>
            <w:tcW w:w="5912" w:type="dxa"/>
            <w:vAlign w:val="center"/>
          </w:tcPr>
          <w:p w:rsidR="00C01BBA" w:rsidRPr="00BD6DE9" w:rsidRDefault="00C01BBA" w:rsidP="00521DB1">
            <w:pPr>
              <w:jc w:val="center"/>
              <w:rPr>
                <w:sz w:val="28"/>
                <w:szCs w:val="28"/>
              </w:rPr>
            </w:pPr>
            <w:r w:rsidRPr="00BD6DE9">
              <w:rPr>
                <w:sz w:val="28"/>
                <w:szCs w:val="28"/>
              </w:rPr>
              <w:t>проспект Советский  – проспект Мира</w:t>
            </w:r>
          </w:p>
        </w:tc>
        <w:tc>
          <w:tcPr>
            <w:tcW w:w="2884" w:type="dxa"/>
            <w:vMerge/>
            <w:vAlign w:val="center"/>
          </w:tcPr>
          <w:p w:rsidR="00C01BBA" w:rsidRPr="00BD6DE9" w:rsidRDefault="00C01BBA" w:rsidP="00521DB1">
            <w:pPr>
              <w:jc w:val="center"/>
              <w:rPr>
                <w:sz w:val="28"/>
                <w:szCs w:val="28"/>
              </w:rPr>
            </w:pPr>
          </w:p>
        </w:tc>
      </w:tr>
    </w:tbl>
    <w:p w:rsidR="00C01BBA" w:rsidRDefault="00C01BBA" w:rsidP="003D7565">
      <w:pPr>
        <w:ind w:firstLine="709"/>
        <w:jc w:val="center"/>
        <w:rPr>
          <w:sz w:val="28"/>
          <w:szCs w:val="28"/>
        </w:rPr>
      </w:pPr>
    </w:p>
    <w:p w:rsidR="00C01BBA" w:rsidRPr="00BD6DE9" w:rsidRDefault="00C01BBA" w:rsidP="003D7565">
      <w:pPr>
        <w:ind w:firstLine="709"/>
        <w:jc w:val="center"/>
        <w:rPr>
          <w:sz w:val="28"/>
          <w:szCs w:val="28"/>
        </w:rPr>
      </w:pPr>
    </w:p>
    <w:p w:rsidR="00C01BBA" w:rsidRPr="00BD6DE9" w:rsidRDefault="00C01BBA" w:rsidP="003D7565">
      <w:pPr>
        <w:ind w:firstLine="709"/>
        <w:jc w:val="center"/>
        <w:rPr>
          <w:sz w:val="28"/>
          <w:szCs w:val="28"/>
        </w:rPr>
      </w:pPr>
      <w:r w:rsidRPr="00BD6DE9">
        <w:rPr>
          <w:sz w:val="28"/>
          <w:szCs w:val="28"/>
        </w:rPr>
        <w:t>Оборудование нерегулируемых пешеходных переходов специализированными фонарями уличного освещения и знаками со светодиодной подсветкой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3"/>
        <w:gridCol w:w="5850"/>
        <w:gridCol w:w="2927"/>
      </w:tblGrid>
      <w:tr w:rsidR="00C01BBA" w:rsidRPr="00BD6DE9" w:rsidTr="00ED1E00">
        <w:tc>
          <w:tcPr>
            <w:tcW w:w="793" w:type="dxa"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№ п/п</w:t>
            </w:r>
          </w:p>
        </w:tc>
        <w:tc>
          <w:tcPr>
            <w:tcW w:w="5850" w:type="dxa"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Место установки</w:t>
            </w:r>
          </w:p>
        </w:tc>
        <w:tc>
          <w:tcPr>
            <w:tcW w:w="2927" w:type="dxa"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Срок исполнения</w:t>
            </w:r>
          </w:p>
        </w:tc>
      </w:tr>
      <w:tr w:rsidR="00C01BBA" w:rsidRPr="00BD6DE9" w:rsidTr="00ED1E00">
        <w:tc>
          <w:tcPr>
            <w:tcW w:w="793" w:type="dxa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5850" w:type="dxa"/>
          </w:tcPr>
          <w:p w:rsidR="00C01BBA" w:rsidRPr="00BD6DE9" w:rsidRDefault="00C01BBA" w:rsidP="00E93DA2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Куйбышева – ул. Еловая аллея</w:t>
            </w:r>
          </w:p>
        </w:tc>
        <w:tc>
          <w:tcPr>
            <w:tcW w:w="2927" w:type="dxa"/>
            <w:vMerge w:val="restart"/>
            <w:vAlign w:val="center"/>
          </w:tcPr>
          <w:p w:rsidR="00C01BBA" w:rsidRPr="00BD6DE9" w:rsidRDefault="00C01BBA" w:rsidP="005F0E72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2015 г.</w:t>
            </w:r>
          </w:p>
        </w:tc>
      </w:tr>
      <w:tr w:rsidR="00C01BBA" w:rsidRPr="00BD6DE9" w:rsidTr="00ED1E00">
        <w:tc>
          <w:tcPr>
            <w:tcW w:w="793" w:type="dxa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5850" w:type="dxa"/>
          </w:tcPr>
          <w:p w:rsidR="00C01BBA" w:rsidRPr="00BD6DE9" w:rsidRDefault="00C01BBA" w:rsidP="00E93DA2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Дзержинского – ул. Яблочная</w:t>
            </w:r>
          </w:p>
        </w:tc>
        <w:tc>
          <w:tcPr>
            <w:tcW w:w="2927" w:type="dxa"/>
            <w:vMerge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01BBA" w:rsidRPr="00BD6DE9" w:rsidTr="00ED1E00">
        <w:tc>
          <w:tcPr>
            <w:tcW w:w="793" w:type="dxa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5850" w:type="dxa"/>
          </w:tcPr>
          <w:p w:rsidR="00C01BBA" w:rsidRPr="00BD6DE9" w:rsidRDefault="00C01BBA" w:rsidP="00E93DA2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Пролетарская – ул. Сергеева</w:t>
            </w:r>
          </w:p>
        </w:tc>
        <w:tc>
          <w:tcPr>
            <w:tcW w:w="2927" w:type="dxa"/>
            <w:vMerge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01BBA" w:rsidRPr="00BD6DE9" w:rsidTr="00ED1E00">
        <w:tc>
          <w:tcPr>
            <w:tcW w:w="793" w:type="dxa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</w:p>
        </w:tc>
        <w:tc>
          <w:tcPr>
            <w:tcW w:w="5850" w:type="dxa"/>
          </w:tcPr>
          <w:p w:rsidR="00C01BBA" w:rsidRPr="00BD6DE9" w:rsidRDefault="00C01BBA" w:rsidP="00E93DA2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Батальная, в районе дома № 5</w:t>
            </w:r>
          </w:p>
        </w:tc>
        <w:tc>
          <w:tcPr>
            <w:tcW w:w="2927" w:type="dxa"/>
            <w:vMerge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01BBA" w:rsidRPr="00BD6DE9" w:rsidTr="00ED1E00">
        <w:tc>
          <w:tcPr>
            <w:tcW w:w="793" w:type="dxa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</w:tc>
        <w:tc>
          <w:tcPr>
            <w:tcW w:w="5850" w:type="dxa"/>
          </w:tcPr>
          <w:p w:rsidR="00C01BBA" w:rsidRPr="00BD6DE9" w:rsidRDefault="00C01BBA" w:rsidP="00E93DA2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Артиллерийская, в районе дома № 3</w:t>
            </w:r>
          </w:p>
        </w:tc>
        <w:tc>
          <w:tcPr>
            <w:tcW w:w="2927" w:type="dxa"/>
            <w:vMerge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01BBA" w:rsidRPr="00BD6DE9" w:rsidTr="00ED1E00">
        <w:tc>
          <w:tcPr>
            <w:tcW w:w="793" w:type="dxa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</w:p>
        </w:tc>
        <w:tc>
          <w:tcPr>
            <w:tcW w:w="5850" w:type="dxa"/>
          </w:tcPr>
          <w:p w:rsidR="00C01BBA" w:rsidRPr="00BD6DE9" w:rsidRDefault="00C01BBA" w:rsidP="005F0E72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проспект Гвардейский, в районе дома № 30</w:t>
            </w:r>
          </w:p>
        </w:tc>
        <w:tc>
          <w:tcPr>
            <w:tcW w:w="2927" w:type="dxa"/>
            <w:vMerge w:val="restart"/>
            <w:vAlign w:val="center"/>
          </w:tcPr>
          <w:p w:rsidR="00C01BBA" w:rsidRPr="00BD6DE9" w:rsidRDefault="00C01BBA" w:rsidP="005F0E72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2016 г.</w:t>
            </w:r>
          </w:p>
        </w:tc>
      </w:tr>
      <w:tr w:rsidR="00C01BBA" w:rsidRPr="00BD6DE9" w:rsidTr="00ED1E00">
        <w:tc>
          <w:tcPr>
            <w:tcW w:w="793" w:type="dxa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</w:p>
        </w:tc>
        <w:tc>
          <w:tcPr>
            <w:tcW w:w="5850" w:type="dxa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Артиллерийская, в районе дома № 63</w:t>
            </w:r>
          </w:p>
        </w:tc>
        <w:tc>
          <w:tcPr>
            <w:tcW w:w="2927" w:type="dxa"/>
            <w:vMerge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01BBA" w:rsidRPr="00BD6DE9" w:rsidTr="00ED1E00">
        <w:tc>
          <w:tcPr>
            <w:tcW w:w="793" w:type="dxa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8</w:t>
            </w:r>
          </w:p>
        </w:tc>
        <w:tc>
          <w:tcPr>
            <w:tcW w:w="5850" w:type="dxa"/>
          </w:tcPr>
          <w:p w:rsidR="00C01BBA" w:rsidRPr="00BD6DE9" w:rsidRDefault="00C01BBA" w:rsidP="00823A9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Артиллерийская – ул. Аэропортная</w:t>
            </w:r>
          </w:p>
        </w:tc>
        <w:tc>
          <w:tcPr>
            <w:tcW w:w="2927" w:type="dxa"/>
            <w:vMerge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01BBA" w:rsidRPr="00BD6DE9" w:rsidTr="00ED1E00">
        <w:tc>
          <w:tcPr>
            <w:tcW w:w="793" w:type="dxa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</w:p>
        </w:tc>
        <w:tc>
          <w:tcPr>
            <w:tcW w:w="5850" w:type="dxa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А. Невского, в районе дома № 165</w:t>
            </w:r>
          </w:p>
        </w:tc>
        <w:tc>
          <w:tcPr>
            <w:tcW w:w="2927" w:type="dxa"/>
            <w:vMerge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01BBA" w:rsidRPr="00BD6DE9" w:rsidTr="00ED1E00">
        <w:tc>
          <w:tcPr>
            <w:tcW w:w="793" w:type="dxa"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10</w:t>
            </w:r>
          </w:p>
        </w:tc>
        <w:tc>
          <w:tcPr>
            <w:tcW w:w="5850" w:type="dxa"/>
          </w:tcPr>
          <w:p w:rsidR="00C01BBA" w:rsidRPr="00BD6DE9" w:rsidRDefault="00C01BBA" w:rsidP="003030BD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З. Космодемьянской – ул. Типографская – МАОУ СОШ № 5</w:t>
            </w:r>
          </w:p>
        </w:tc>
        <w:tc>
          <w:tcPr>
            <w:tcW w:w="2927" w:type="dxa"/>
            <w:vMerge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01BBA" w:rsidRPr="00BD6DE9" w:rsidTr="00ED1E00">
        <w:tc>
          <w:tcPr>
            <w:tcW w:w="793" w:type="dxa"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11</w:t>
            </w:r>
          </w:p>
        </w:tc>
        <w:tc>
          <w:tcPr>
            <w:tcW w:w="5850" w:type="dxa"/>
          </w:tcPr>
          <w:p w:rsidR="00C01BBA" w:rsidRPr="00BD6DE9" w:rsidRDefault="00C01BBA" w:rsidP="00ED1E00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ул. Алябьева – ул. Курганская – МАОУ СОШ № 10 </w:t>
            </w:r>
          </w:p>
        </w:tc>
        <w:tc>
          <w:tcPr>
            <w:tcW w:w="2927" w:type="dxa"/>
            <w:vMerge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01BBA" w:rsidRPr="00BD6DE9" w:rsidTr="00ED1E00">
        <w:tc>
          <w:tcPr>
            <w:tcW w:w="793" w:type="dxa"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12</w:t>
            </w:r>
          </w:p>
        </w:tc>
        <w:tc>
          <w:tcPr>
            <w:tcW w:w="5850" w:type="dxa"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Беланова – МАОУ СОШ № 11</w:t>
            </w:r>
          </w:p>
        </w:tc>
        <w:tc>
          <w:tcPr>
            <w:tcW w:w="2927" w:type="dxa"/>
            <w:vMerge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01BBA" w:rsidRPr="00BD6DE9" w:rsidTr="00ED1E00">
        <w:tc>
          <w:tcPr>
            <w:tcW w:w="793" w:type="dxa"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13</w:t>
            </w:r>
          </w:p>
        </w:tc>
        <w:tc>
          <w:tcPr>
            <w:tcW w:w="5850" w:type="dxa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проспект Московский – ул. Кутаисская (промышленный проезд) </w:t>
            </w:r>
          </w:p>
        </w:tc>
        <w:tc>
          <w:tcPr>
            <w:tcW w:w="2927" w:type="dxa"/>
            <w:vMerge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01BBA" w:rsidRPr="00BD6DE9" w:rsidTr="00ED1E00">
        <w:tc>
          <w:tcPr>
            <w:tcW w:w="793" w:type="dxa"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14</w:t>
            </w:r>
          </w:p>
        </w:tc>
        <w:tc>
          <w:tcPr>
            <w:tcW w:w="5850" w:type="dxa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проспект Московский – ул. Миклухо-Маклая (промышленный проезд)</w:t>
            </w:r>
          </w:p>
        </w:tc>
        <w:tc>
          <w:tcPr>
            <w:tcW w:w="2927" w:type="dxa"/>
            <w:vMerge w:val="restart"/>
            <w:vAlign w:val="center"/>
          </w:tcPr>
          <w:p w:rsidR="00C01BBA" w:rsidRPr="00BD6DE9" w:rsidRDefault="00C01BBA" w:rsidP="005F0E72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2017 г.</w:t>
            </w:r>
          </w:p>
        </w:tc>
      </w:tr>
      <w:tr w:rsidR="00C01BBA" w:rsidRPr="00BD6DE9" w:rsidTr="00ED1E00">
        <w:tc>
          <w:tcPr>
            <w:tcW w:w="793" w:type="dxa"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15</w:t>
            </w:r>
          </w:p>
        </w:tc>
        <w:tc>
          <w:tcPr>
            <w:tcW w:w="5850" w:type="dxa"/>
          </w:tcPr>
          <w:p w:rsidR="00C01BBA" w:rsidRPr="00BD6DE9" w:rsidRDefault="00C01BBA" w:rsidP="00586CB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Б. Хмельницкого, в районе дома № 115 –МАОУ СОШ № 12</w:t>
            </w:r>
          </w:p>
        </w:tc>
        <w:tc>
          <w:tcPr>
            <w:tcW w:w="2927" w:type="dxa"/>
            <w:vMerge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01BBA" w:rsidRPr="00BD6DE9" w:rsidTr="00ED1E00">
        <w:tc>
          <w:tcPr>
            <w:tcW w:w="793" w:type="dxa"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16</w:t>
            </w:r>
          </w:p>
        </w:tc>
        <w:tc>
          <w:tcPr>
            <w:tcW w:w="5850" w:type="dxa"/>
          </w:tcPr>
          <w:p w:rsidR="00C01BBA" w:rsidRPr="00BD6DE9" w:rsidRDefault="00C01BBA" w:rsidP="008A7ED6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Ю. Гагарина, в районе дома № 125</w:t>
            </w:r>
          </w:p>
        </w:tc>
        <w:tc>
          <w:tcPr>
            <w:tcW w:w="2927" w:type="dxa"/>
            <w:vMerge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01BBA" w:rsidRPr="00BD6DE9" w:rsidTr="00ED1E00">
        <w:tc>
          <w:tcPr>
            <w:tcW w:w="793" w:type="dxa"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17</w:t>
            </w:r>
          </w:p>
        </w:tc>
        <w:tc>
          <w:tcPr>
            <w:tcW w:w="5850" w:type="dxa"/>
          </w:tcPr>
          <w:p w:rsidR="00C01BBA" w:rsidRPr="00BD6DE9" w:rsidRDefault="00C01BBA" w:rsidP="00586CB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Серпуховская, в районе дома № 28 – МАОУ СОШ № 17</w:t>
            </w:r>
          </w:p>
        </w:tc>
        <w:tc>
          <w:tcPr>
            <w:tcW w:w="2927" w:type="dxa"/>
            <w:vMerge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01BBA" w:rsidRPr="00BD6DE9" w:rsidTr="00ED1E00">
        <w:tc>
          <w:tcPr>
            <w:tcW w:w="793" w:type="dxa"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18</w:t>
            </w:r>
          </w:p>
        </w:tc>
        <w:tc>
          <w:tcPr>
            <w:tcW w:w="5850" w:type="dxa"/>
          </w:tcPr>
          <w:p w:rsidR="00C01BBA" w:rsidRPr="00BD6DE9" w:rsidRDefault="00C01BBA" w:rsidP="00586CB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Багратиона – ул. Серпуховская – МАОУ СОШ № 16</w:t>
            </w:r>
          </w:p>
        </w:tc>
        <w:tc>
          <w:tcPr>
            <w:tcW w:w="2927" w:type="dxa"/>
            <w:vMerge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01BBA" w:rsidRPr="00BD6DE9" w:rsidTr="00ED1E00">
        <w:tc>
          <w:tcPr>
            <w:tcW w:w="793" w:type="dxa"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19</w:t>
            </w:r>
          </w:p>
        </w:tc>
        <w:tc>
          <w:tcPr>
            <w:tcW w:w="5850" w:type="dxa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Зеленая – МАОУ СОШ № 30</w:t>
            </w:r>
          </w:p>
        </w:tc>
        <w:tc>
          <w:tcPr>
            <w:tcW w:w="2927" w:type="dxa"/>
            <w:vMerge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01BBA" w:rsidRPr="00BD6DE9" w:rsidTr="00ED1E00">
        <w:tc>
          <w:tcPr>
            <w:tcW w:w="793" w:type="dxa"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20</w:t>
            </w:r>
          </w:p>
        </w:tc>
        <w:tc>
          <w:tcPr>
            <w:tcW w:w="5850" w:type="dxa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Дрожжевая – МАОУ СОШ № 29 (27)</w:t>
            </w:r>
          </w:p>
        </w:tc>
        <w:tc>
          <w:tcPr>
            <w:tcW w:w="2927" w:type="dxa"/>
            <w:vMerge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01BBA" w:rsidRPr="00BD6DE9" w:rsidTr="00ED1E00">
        <w:tc>
          <w:tcPr>
            <w:tcW w:w="793" w:type="dxa"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21</w:t>
            </w:r>
          </w:p>
        </w:tc>
        <w:tc>
          <w:tcPr>
            <w:tcW w:w="5850" w:type="dxa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Вагнера – лицей №23</w:t>
            </w:r>
          </w:p>
        </w:tc>
        <w:tc>
          <w:tcPr>
            <w:tcW w:w="2927" w:type="dxa"/>
            <w:vMerge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C01BBA" w:rsidRPr="00BD6DE9" w:rsidRDefault="00C01BBA" w:rsidP="003D7565">
      <w:pPr>
        <w:ind w:firstLine="855"/>
        <w:jc w:val="center"/>
        <w:rPr>
          <w:sz w:val="28"/>
          <w:szCs w:val="28"/>
        </w:rPr>
      </w:pPr>
    </w:p>
    <w:p w:rsidR="00C01BBA" w:rsidRPr="00BD6DE9" w:rsidRDefault="00C01BBA" w:rsidP="00DE3A20">
      <w:pPr>
        <w:ind w:firstLine="855"/>
        <w:jc w:val="center"/>
        <w:rPr>
          <w:sz w:val="28"/>
          <w:szCs w:val="28"/>
        </w:rPr>
      </w:pPr>
      <w:r w:rsidRPr="00BD6DE9">
        <w:rPr>
          <w:sz w:val="28"/>
          <w:szCs w:val="28"/>
        </w:rPr>
        <w:t>Установка искусственных неровностей у детских учреждений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9"/>
        <w:gridCol w:w="6445"/>
        <w:gridCol w:w="2466"/>
      </w:tblGrid>
      <w:tr w:rsidR="00C01BBA" w:rsidRPr="00BD6DE9" w:rsidTr="00C53E43">
        <w:tc>
          <w:tcPr>
            <w:tcW w:w="659" w:type="dxa"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№ п/п</w:t>
            </w:r>
          </w:p>
        </w:tc>
        <w:tc>
          <w:tcPr>
            <w:tcW w:w="6445" w:type="dxa"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Место установки</w:t>
            </w:r>
          </w:p>
        </w:tc>
        <w:tc>
          <w:tcPr>
            <w:tcW w:w="2466" w:type="dxa"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Срок исполнения</w:t>
            </w:r>
          </w:p>
        </w:tc>
      </w:tr>
      <w:tr w:rsidR="00C01BBA" w:rsidRPr="00BD6DE9" w:rsidTr="000455BB">
        <w:tc>
          <w:tcPr>
            <w:tcW w:w="659" w:type="dxa"/>
          </w:tcPr>
          <w:p w:rsidR="00C01BBA" w:rsidRPr="00BD6DE9" w:rsidRDefault="00C01BBA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6445" w:type="dxa"/>
            <w:vAlign w:val="center"/>
          </w:tcPr>
          <w:p w:rsidR="00C01BBA" w:rsidRPr="00BD6DE9" w:rsidRDefault="00C01BBA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Озерная – «БГА РФ» ФГБОУ ВПО «КГТУ»</w:t>
            </w:r>
          </w:p>
        </w:tc>
        <w:tc>
          <w:tcPr>
            <w:tcW w:w="2466" w:type="dxa"/>
            <w:vMerge w:val="restart"/>
            <w:vAlign w:val="center"/>
          </w:tcPr>
          <w:p w:rsidR="00C01BBA" w:rsidRPr="00BD6DE9" w:rsidRDefault="00C01BBA" w:rsidP="00DD5ED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2015 г.</w:t>
            </w:r>
          </w:p>
          <w:p w:rsidR="00C01BBA" w:rsidRPr="00BD6DE9" w:rsidRDefault="00C01BBA" w:rsidP="00DD5ED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C01BBA" w:rsidRPr="00BD6DE9" w:rsidRDefault="00C01BBA" w:rsidP="00E25CC6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01BBA" w:rsidRPr="00BD6DE9" w:rsidTr="000455BB">
        <w:tc>
          <w:tcPr>
            <w:tcW w:w="659" w:type="dxa"/>
          </w:tcPr>
          <w:p w:rsidR="00C01BBA" w:rsidRPr="00BD6DE9" w:rsidRDefault="00C01BBA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6445" w:type="dxa"/>
            <w:vAlign w:val="center"/>
          </w:tcPr>
          <w:p w:rsidR="00C01BBA" w:rsidRPr="00BD6DE9" w:rsidRDefault="00C01BBA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Чекистов – стадион «Спартак»</w:t>
            </w:r>
          </w:p>
        </w:tc>
        <w:tc>
          <w:tcPr>
            <w:tcW w:w="2466" w:type="dxa"/>
            <w:vMerge/>
            <w:vAlign w:val="center"/>
          </w:tcPr>
          <w:p w:rsidR="00C01BBA" w:rsidRPr="00BD6DE9" w:rsidRDefault="00C01BBA" w:rsidP="00C53E43">
            <w:pPr>
              <w:pStyle w:val="Con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1BBA" w:rsidRPr="00BD6DE9" w:rsidTr="000455BB">
        <w:trPr>
          <w:trHeight w:val="426"/>
        </w:trPr>
        <w:tc>
          <w:tcPr>
            <w:tcW w:w="659" w:type="dxa"/>
          </w:tcPr>
          <w:p w:rsidR="00C01BBA" w:rsidRPr="00BD6DE9" w:rsidRDefault="00C01BBA" w:rsidP="000455BB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6445" w:type="dxa"/>
            <w:vAlign w:val="center"/>
          </w:tcPr>
          <w:p w:rsidR="00C01BBA" w:rsidRPr="00BD6DE9" w:rsidRDefault="00C01BBA" w:rsidP="005F18CB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Минина и Пожарского – МАОУ ДОД ДМШ                  им. Р.М. Глиэра</w:t>
            </w:r>
          </w:p>
        </w:tc>
        <w:tc>
          <w:tcPr>
            <w:tcW w:w="2466" w:type="dxa"/>
            <w:vMerge/>
            <w:vAlign w:val="center"/>
          </w:tcPr>
          <w:p w:rsidR="00C01BBA" w:rsidRPr="00BD6DE9" w:rsidRDefault="00C01BBA" w:rsidP="00C53E43">
            <w:pPr>
              <w:pStyle w:val="Con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1BBA" w:rsidRPr="00BD6DE9" w:rsidTr="000455BB">
        <w:tc>
          <w:tcPr>
            <w:tcW w:w="659" w:type="dxa"/>
          </w:tcPr>
          <w:p w:rsidR="00C01BBA" w:rsidRPr="00BD6DE9" w:rsidRDefault="00C01BBA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</w:p>
        </w:tc>
        <w:tc>
          <w:tcPr>
            <w:tcW w:w="6445" w:type="dxa"/>
            <w:vAlign w:val="center"/>
          </w:tcPr>
          <w:p w:rsidR="00C01BBA" w:rsidRPr="00BD6DE9" w:rsidRDefault="00C01BBA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Полоцкая – МДОУ ЦРР детский сад № 19</w:t>
            </w:r>
          </w:p>
        </w:tc>
        <w:tc>
          <w:tcPr>
            <w:tcW w:w="2466" w:type="dxa"/>
            <w:vMerge/>
            <w:vAlign w:val="center"/>
          </w:tcPr>
          <w:p w:rsidR="00C01BBA" w:rsidRPr="00BD6DE9" w:rsidRDefault="00C01BBA" w:rsidP="00C53E43">
            <w:pPr>
              <w:pStyle w:val="Con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1BBA" w:rsidRPr="00BD6DE9" w:rsidTr="000455BB">
        <w:tc>
          <w:tcPr>
            <w:tcW w:w="659" w:type="dxa"/>
          </w:tcPr>
          <w:p w:rsidR="00C01BBA" w:rsidRPr="00BD6DE9" w:rsidRDefault="00C01BBA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</w:tc>
        <w:tc>
          <w:tcPr>
            <w:tcW w:w="6445" w:type="dxa"/>
            <w:vAlign w:val="center"/>
          </w:tcPr>
          <w:p w:rsidR="00C01BBA" w:rsidRPr="00BD6DE9" w:rsidRDefault="00C01BBA" w:rsidP="00D0241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проспект Победы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,24 </w:t>
            </w: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– МАДОУ детский сад № 27 комбинированного вида</w:t>
            </w:r>
          </w:p>
        </w:tc>
        <w:tc>
          <w:tcPr>
            <w:tcW w:w="2466" w:type="dxa"/>
            <w:vMerge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1BBA" w:rsidRPr="00BD6DE9" w:rsidTr="000455BB">
        <w:tc>
          <w:tcPr>
            <w:tcW w:w="659" w:type="dxa"/>
          </w:tcPr>
          <w:p w:rsidR="00C01BBA" w:rsidRPr="00BD6DE9" w:rsidRDefault="00C01BBA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</w:p>
        </w:tc>
        <w:tc>
          <w:tcPr>
            <w:tcW w:w="6445" w:type="dxa"/>
            <w:vAlign w:val="center"/>
          </w:tcPr>
          <w:p w:rsidR="00C01BBA" w:rsidRPr="00BD6DE9" w:rsidRDefault="00C01BBA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Судостроительная, в районе дома № 131</w:t>
            </w:r>
          </w:p>
        </w:tc>
        <w:tc>
          <w:tcPr>
            <w:tcW w:w="2466" w:type="dxa"/>
            <w:vMerge/>
            <w:vAlign w:val="center"/>
          </w:tcPr>
          <w:p w:rsidR="00C01BBA" w:rsidRPr="00BD6DE9" w:rsidRDefault="00C01BBA" w:rsidP="00C53E43">
            <w:pPr>
              <w:pStyle w:val="Con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1BBA" w:rsidRPr="00BD6DE9" w:rsidTr="000455BB">
        <w:tc>
          <w:tcPr>
            <w:tcW w:w="659" w:type="dxa"/>
          </w:tcPr>
          <w:p w:rsidR="00C01BBA" w:rsidRPr="00BD6DE9" w:rsidRDefault="00C01BBA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</w:p>
        </w:tc>
        <w:tc>
          <w:tcPr>
            <w:tcW w:w="6445" w:type="dxa"/>
            <w:vAlign w:val="center"/>
          </w:tcPr>
          <w:p w:rsidR="00C01BBA" w:rsidRPr="00BD6DE9" w:rsidRDefault="00C01BBA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Г. Димитрова – МОУ лицей № 49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(бывший </w:t>
            </w: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детский сад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№119)</w:t>
            </w:r>
          </w:p>
        </w:tc>
        <w:tc>
          <w:tcPr>
            <w:tcW w:w="2466" w:type="dxa"/>
            <w:vMerge/>
            <w:vAlign w:val="center"/>
          </w:tcPr>
          <w:p w:rsidR="00C01BBA" w:rsidRPr="00BD6DE9" w:rsidRDefault="00C01BBA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01BBA" w:rsidRPr="00BD6DE9" w:rsidTr="000455BB">
        <w:tc>
          <w:tcPr>
            <w:tcW w:w="659" w:type="dxa"/>
          </w:tcPr>
          <w:p w:rsidR="00C01BBA" w:rsidRPr="00BD6DE9" w:rsidRDefault="00C01BBA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8</w:t>
            </w:r>
          </w:p>
        </w:tc>
        <w:tc>
          <w:tcPr>
            <w:tcW w:w="6445" w:type="dxa"/>
            <w:vAlign w:val="center"/>
          </w:tcPr>
          <w:p w:rsidR="00C01BBA" w:rsidRPr="00BD6DE9" w:rsidRDefault="00C01BBA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Проф. Севастьянова, в районе дома № 6-12</w:t>
            </w:r>
          </w:p>
        </w:tc>
        <w:tc>
          <w:tcPr>
            <w:tcW w:w="2466" w:type="dxa"/>
            <w:vMerge/>
            <w:vAlign w:val="center"/>
          </w:tcPr>
          <w:p w:rsidR="00C01BBA" w:rsidRPr="00BD6DE9" w:rsidRDefault="00C01BBA" w:rsidP="00C53E43">
            <w:pPr>
              <w:pStyle w:val="Con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1BBA" w:rsidRPr="00BD6DE9" w:rsidTr="000455BB">
        <w:tc>
          <w:tcPr>
            <w:tcW w:w="659" w:type="dxa"/>
          </w:tcPr>
          <w:p w:rsidR="00C01BBA" w:rsidRPr="00BD6DE9" w:rsidRDefault="00C01BBA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</w:p>
        </w:tc>
        <w:tc>
          <w:tcPr>
            <w:tcW w:w="6445" w:type="dxa"/>
            <w:vAlign w:val="center"/>
          </w:tcPr>
          <w:p w:rsidR="00C01BBA" w:rsidRPr="00BD6DE9" w:rsidRDefault="00C01BBA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пер. Крылова –</w:t>
            </w:r>
          </w:p>
          <w:p w:rsidR="00C01BBA" w:rsidRPr="00BD6DE9" w:rsidRDefault="00C01BBA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МС (К) ОУ VIII вида школа-интернат № 1</w:t>
            </w:r>
          </w:p>
        </w:tc>
        <w:tc>
          <w:tcPr>
            <w:tcW w:w="2466" w:type="dxa"/>
            <w:vMerge/>
            <w:vAlign w:val="center"/>
          </w:tcPr>
          <w:p w:rsidR="00C01BBA" w:rsidRPr="00BD6DE9" w:rsidRDefault="00C01BBA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01BBA" w:rsidRPr="00BD6DE9" w:rsidTr="000455BB">
        <w:tc>
          <w:tcPr>
            <w:tcW w:w="659" w:type="dxa"/>
          </w:tcPr>
          <w:p w:rsidR="00C01BBA" w:rsidRPr="00BD6DE9" w:rsidRDefault="00C01BBA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10</w:t>
            </w:r>
          </w:p>
        </w:tc>
        <w:tc>
          <w:tcPr>
            <w:tcW w:w="6445" w:type="dxa"/>
            <w:vAlign w:val="center"/>
          </w:tcPr>
          <w:p w:rsidR="00C01BBA" w:rsidRPr="00BD6DE9" w:rsidRDefault="00C01BBA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ул. Дрожжевая – МДОУ детский сад № 131 – </w:t>
            </w:r>
          </w:p>
          <w:p w:rsidR="00C01BBA" w:rsidRPr="00BD6DE9" w:rsidRDefault="00C01BBA" w:rsidP="005F18C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МАОУ СОШ № 29</w:t>
            </w:r>
          </w:p>
        </w:tc>
        <w:tc>
          <w:tcPr>
            <w:tcW w:w="2466" w:type="dxa"/>
            <w:vMerge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01BBA" w:rsidRPr="00BD6DE9" w:rsidTr="000455BB">
        <w:trPr>
          <w:trHeight w:val="361"/>
        </w:trPr>
        <w:tc>
          <w:tcPr>
            <w:tcW w:w="659" w:type="dxa"/>
          </w:tcPr>
          <w:p w:rsidR="00C01BBA" w:rsidRPr="00BD6DE9" w:rsidRDefault="00C01BBA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11</w:t>
            </w:r>
          </w:p>
        </w:tc>
        <w:tc>
          <w:tcPr>
            <w:tcW w:w="6445" w:type="dxa"/>
            <w:vAlign w:val="center"/>
          </w:tcPr>
          <w:p w:rsidR="00C01BBA" w:rsidRPr="00783F25" w:rsidRDefault="00C01BBA" w:rsidP="00783F25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83F25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Ярославская - МАДОУ детский сад № 24</w:t>
            </w:r>
          </w:p>
        </w:tc>
        <w:tc>
          <w:tcPr>
            <w:tcW w:w="2466" w:type="dxa"/>
            <w:vMerge/>
            <w:vAlign w:val="center"/>
          </w:tcPr>
          <w:p w:rsidR="00C01BBA" w:rsidRPr="00BD6DE9" w:rsidRDefault="00C01BBA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01BBA" w:rsidRPr="00BD6DE9" w:rsidTr="000455BB">
        <w:trPr>
          <w:trHeight w:val="361"/>
        </w:trPr>
        <w:tc>
          <w:tcPr>
            <w:tcW w:w="659" w:type="dxa"/>
          </w:tcPr>
          <w:p w:rsidR="00C01BBA" w:rsidRPr="00BD6DE9" w:rsidRDefault="00C01BBA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12</w:t>
            </w:r>
          </w:p>
        </w:tc>
        <w:tc>
          <w:tcPr>
            <w:tcW w:w="6445" w:type="dxa"/>
            <w:vAlign w:val="center"/>
          </w:tcPr>
          <w:p w:rsidR="00C01BBA" w:rsidRPr="00BD6DE9" w:rsidRDefault="00C01BBA" w:rsidP="00D0241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пер. Зоологический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– </w:t>
            </w: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Ш. Руставели – МДОУ детский сад № 25</w:t>
            </w:r>
          </w:p>
        </w:tc>
        <w:tc>
          <w:tcPr>
            <w:tcW w:w="2466" w:type="dxa"/>
            <w:vMerge w:val="restart"/>
            <w:vAlign w:val="center"/>
          </w:tcPr>
          <w:p w:rsidR="00C01BBA" w:rsidRPr="00BD6DE9" w:rsidRDefault="00C01BBA" w:rsidP="00DD5ED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2016 г.</w:t>
            </w:r>
          </w:p>
        </w:tc>
      </w:tr>
      <w:tr w:rsidR="00C01BBA" w:rsidRPr="00BD6DE9" w:rsidTr="000455BB">
        <w:trPr>
          <w:trHeight w:val="361"/>
        </w:trPr>
        <w:tc>
          <w:tcPr>
            <w:tcW w:w="659" w:type="dxa"/>
          </w:tcPr>
          <w:p w:rsidR="00C01BBA" w:rsidRPr="00BD6DE9" w:rsidRDefault="00C01BBA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13</w:t>
            </w:r>
          </w:p>
        </w:tc>
        <w:tc>
          <w:tcPr>
            <w:tcW w:w="6445" w:type="dxa"/>
            <w:vAlign w:val="center"/>
          </w:tcPr>
          <w:p w:rsidR="00C01BBA" w:rsidRPr="00BD6DE9" w:rsidRDefault="00C01BBA" w:rsidP="005D04D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Заводская</w:t>
            </w:r>
          </w:p>
        </w:tc>
        <w:tc>
          <w:tcPr>
            <w:tcW w:w="2466" w:type="dxa"/>
            <w:vMerge/>
            <w:vAlign w:val="center"/>
          </w:tcPr>
          <w:p w:rsidR="00C01BBA" w:rsidRPr="00BD6DE9" w:rsidRDefault="00C01BBA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01BBA" w:rsidRPr="00BD6DE9" w:rsidTr="000455BB">
        <w:trPr>
          <w:trHeight w:val="361"/>
        </w:trPr>
        <w:tc>
          <w:tcPr>
            <w:tcW w:w="659" w:type="dxa"/>
          </w:tcPr>
          <w:p w:rsidR="00C01BBA" w:rsidRPr="00BD6DE9" w:rsidRDefault="00C01BBA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14</w:t>
            </w:r>
          </w:p>
        </w:tc>
        <w:tc>
          <w:tcPr>
            <w:tcW w:w="6445" w:type="dxa"/>
            <w:vAlign w:val="center"/>
          </w:tcPr>
          <w:p w:rsidR="00C01BBA" w:rsidRPr="00BD6DE9" w:rsidRDefault="00C01BBA" w:rsidP="00D0241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Р. Люксембург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, </w:t>
            </w: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в районе домов №№ 4-6</w:t>
            </w:r>
          </w:p>
        </w:tc>
        <w:tc>
          <w:tcPr>
            <w:tcW w:w="2466" w:type="dxa"/>
            <w:vMerge/>
            <w:vAlign w:val="center"/>
          </w:tcPr>
          <w:p w:rsidR="00C01BBA" w:rsidRPr="00BD6DE9" w:rsidRDefault="00C01BBA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01BBA" w:rsidRPr="00BD6DE9" w:rsidTr="000455BB">
        <w:trPr>
          <w:trHeight w:val="361"/>
        </w:trPr>
        <w:tc>
          <w:tcPr>
            <w:tcW w:w="659" w:type="dxa"/>
          </w:tcPr>
          <w:p w:rsidR="00C01BBA" w:rsidRPr="00BD6DE9" w:rsidRDefault="00C01BBA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15</w:t>
            </w:r>
          </w:p>
        </w:tc>
        <w:tc>
          <w:tcPr>
            <w:tcW w:w="6445" w:type="dxa"/>
            <w:vAlign w:val="center"/>
          </w:tcPr>
          <w:p w:rsidR="00C01BBA" w:rsidRPr="00BD6DE9" w:rsidRDefault="00C01BBA" w:rsidP="00662155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ул. Аксакова – МАДОУ ЦРР детский сад № 133 </w:t>
            </w:r>
          </w:p>
        </w:tc>
        <w:tc>
          <w:tcPr>
            <w:tcW w:w="2466" w:type="dxa"/>
            <w:vMerge/>
            <w:vAlign w:val="center"/>
          </w:tcPr>
          <w:p w:rsidR="00C01BBA" w:rsidRPr="00BD6DE9" w:rsidRDefault="00C01BBA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01BBA" w:rsidRPr="00BD6DE9" w:rsidTr="000455BB">
        <w:trPr>
          <w:trHeight w:val="361"/>
        </w:trPr>
        <w:tc>
          <w:tcPr>
            <w:tcW w:w="659" w:type="dxa"/>
          </w:tcPr>
          <w:p w:rsidR="00C01BBA" w:rsidRPr="00BD6DE9" w:rsidRDefault="00C01BBA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16</w:t>
            </w:r>
          </w:p>
        </w:tc>
        <w:tc>
          <w:tcPr>
            <w:tcW w:w="6445" w:type="dxa"/>
            <w:vAlign w:val="center"/>
          </w:tcPr>
          <w:p w:rsidR="00C01BBA" w:rsidRPr="00BD6DE9" w:rsidRDefault="00C01BBA" w:rsidP="008054A6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Черепичная – Центр медицинской профилактики (проспект Московский, д. 160)</w:t>
            </w:r>
          </w:p>
        </w:tc>
        <w:tc>
          <w:tcPr>
            <w:tcW w:w="2466" w:type="dxa"/>
            <w:vMerge/>
            <w:vAlign w:val="center"/>
          </w:tcPr>
          <w:p w:rsidR="00C01BBA" w:rsidRPr="00BD6DE9" w:rsidRDefault="00C01BBA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01BBA" w:rsidRPr="00BD6DE9" w:rsidTr="000455BB">
        <w:tc>
          <w:tcPr>
            <w:tcW w:w="659" w:type="dxa"/>
          </w:tcPr>
          <w:p w:rsidR="00C01BBA" w:rsidRPr="00BD6DE9" w:rsidRDefault="00C01BBA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17</w:t>
            </w:r>
          </w:p>
        </w:tc>
        <w:tc>
          <w:tcPr>
            <w:tcW w:w="6445" w:type="dxa"/>
            <w:vAlign w:val="center"/>
          </w:tcPr>
          <w:p w:rsidR="00C01BBA" w:rsidRPr="00BD6DE9" w:rsidRDefault="00C01BBA" w:rsidP="002B18A5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С. Разина – МОУ СОШ № 4</w:t>
            </w:r>
          </w:p>
        </w:tc>
        <w:tc>
          <w:tcPr>
            <w:tcW w:w="2466" w:type="dxa"/>
            <w:vMerge/>
            <w:vAlign w:val="center"/>
          </w:tcPr>
          <w:p w:rsidR="00C01BBA" w:rsidRPr="00BD6DE9" w:rsidRDefault="00C01BBA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01BBA" w:rsidRPr="00BD6DE9" w:rsidTr="000455BB">
        <w:tc>
          <w:tcPr>
            <w:tcW w:w="659" w:type="dxa"/>
          </w:tcPr>
          <w:p w:rsidR="00C01BBA" w:rsidRPr="00BD6DE9" w:rsidRDefault="00C01BBA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18</w:t>
            </w:r>
          </w:p>
        </w:tc>
        <w:tc>
          <w:tcPr>
            <w:tcW w:w="6445" w:type="dxa"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Книжная, д. 1а – МДОУ ДС № 3</w:t>
            </w:r>
          </w:p>
        </w:tc>
        <w:tc>
          <w:tcPr>
            <w:tcW w:w="2466" w:type="dxa"/>
            <w:vMerge/>
            <w:vAlign w:val="center"/>
          </w:tcPr>
          <w:p w:rsidR="00C01BBA" w:rsidRPr="00BD6DE9" w:rsidRDefault="00C01BBA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01BBA" w:rsidRPr="00BD6DE9" w:rsidTr="000455BB">
        <w:tc>
          <w:tcPr>
            <w:tcW w:w="659" w:type="dxa"/>
          </w:tcPr>
          <w:p w:rsidR="00C01BBA" w:rsidRPr="00BD6DE9" w:rsidRDefault="00C01BBA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19</w:t>
            </w:r>
          </w:p>
        </w:tc>
        <w:tc>
          <w:tcPr>
            <w:tcW w:w="6445" w:type="dxa"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ул. Кутаисская  </w:t>
            </w: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 xml:space="preserve">– </w:t>
            </w: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городская поликлиника № 5 </w:t>
            </w:r>
          </w:p>
        </w:tc>
        <w:tc>
          <w:tcPr>
            <w:tcW w:w="2466" w:type="dxa"/>
            <w:vMerge/>
            <w:vAlign w:val="center"/>
          </w:tcPr>
          <w:p w:rsidR="00C01BBA" w:rsidRPr="00BD6DE9" w:rsidRDefault="00C01BBA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01BBA" w:rsidRPr="00BD6DE9" w:rsidTr="000455BB">
        <w:tc>
          <w:tcPr>
            <w:tcW w:w="659" w:type="dxa"/>
          </w:tcPr>
          <w:p w:rsidR="00C01BBA" w:rsidRPr="00BD6DE9" w:rsidRDefault="00C01BBA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20</w:t>
            </w:r>
          </w:p>
        </w:tc>
        <w:tc>
          <w:tcPr>
            <w:tcW w:w="6445" w:type="dxa"/>
            <w:vAlign w:val="center"/>
          </w:tcPr>
          <w:p w:rsidR="00C01BBA" w:rsidRPr="00BD6DE9" w:rsidRDefault="00C01BBA" w:rsidP="007F606D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Миклухо-Маклая</w:t>
            </w:r>
          </w:p>
        </w:tc>
        <w:tc>
          <w:tcPr>
            <w:tcW w:w="2466" w:type="dxa"/>
            <w:vMerge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01BBA" w:rsidRPr="00BD6DE9" w:rsidTr="000455BB">
        <w:tc>
          <w:tcPr>
            <w:tcW w:w="659" w:type="dxa"/>
          </w:tcPr>
          <w:p w:rsidR="00C01BBA" w:rsidRPr="00BD6DE9" w:rsidRDefault="00C01BBA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21</w:t>
            </w:r>
          </w:p>
        </w:tc>
        <w:tc>
          <w:tcPr>
            <w:tcW w:w="6445" w:type="dxa"/>
            <w:vAlign w:val="center"/>
          </w:tcPr>
          <w:p w:rsidR="00C01BBA" w:rsidRPr="00BD6DE9" w:rsidRDefault="00C01BBA" w:rsidP="00387492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Фермора – МАДОУ детский сад № 56</w:t>
            </w:r>
          </w:p>
        </w:tc>
        <w:tc>
          <w:tcPr>
            <w:tcW w:w="2466" w:type="dxa"/>
            <w:vMerge/>
            <w:vAlign w:val="center"/>
          </w:tcPr>
          <w:p w:rsidR="00C01BBA" w:rsidRPr="00BD6DE9" w:rsidRDefault="00C01BBA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01BBA" w:rsidRPr="00BD6DE9" w:rsidTr="000455BB">
        <w:tc>
          <w:tcPr>
            <w:tcW w:w="659" w:type="dxa"/>
          </w:tcPr>
          <w:p w:rsidR="00C01BBA" w:rsidRPr="00BD6DE9" w:rsidRDefault="00C01BBA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22</w:t>
            </w:r>
          </w:p>
        </w:tc>
        <w:tc>
          <w:tcPr>
            <w:tcW w:w="6445" w:type="dxa"/>
            <w:vAlign w:val="center"/>
          </w:tcPr>
          <w:p w:rsidR="00C01BBA" w:rsidRPr="00BD6DE9" w:rsidRDefault="00C01BBA" w:rsidP="007F606D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Толбухина</w:t>
            </w:r>
          </w:p>
        </w:tc>
        <w:tc>
          <w:tcPr>
            <w:tcW w:w="2466" w:type="dxa"/>
            <w:vMerge/>
            <w:vAlign w:val="center"/>
          </w:tcPr>
          <w:p w:rsidR="00C01BBA" w:rsidRPr="00BD6DE9" w:rsidRDefault="00C01BBA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01BBA" w:rsidRPr="00BD6DE9" w:rsidTr="000455BB">
        <w:tc>
          <w:tcPr>
            <w:tcW w:w="659" w:type="dxa"/>
          </w:tcPr>
          <w:p w:rsidR="00C01BBA" w:rsidRPr="00BD6DE9" w:rsidRDefault="00C01BBA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23</w:t>
            </w:r>
          </w:p>
        </w:tc>
        <w:tc>
          <w:tcPr>
            <w:tcW w:w="6445" w:type="dxa"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наб. Адм. Трибуца</w:t>
            </w:r>
          </w:p>
        </w:tc>
        <w:tc>
          <w:tcPr>
            <w:tcW w:w="2466" w:type="dxa"/>
            <w:vMerge w:val="restart"/>
            <w:vAlign w:val="center"/>
          </w:tcPr>
          <w:p w:rsidR="00C01BBA" w:rsidRPr="00BD6DE9" w:rsidRDefault="00C01BBA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2017 г.</w:t>
            </w:r>
          </w:p>
        </w:tc>
      </w:tr>
      <w:tr w:rsidR="00C01BBA" w:rsidRPr="00BD6DE9" w:rsidTr="000455BB">
        <w:tc>
          <w:tcPr>
            <w:tcW w:w="659" w:type="dxa"/>
          </w:tcPr>
          <w:p w:rsidR="00C01BBA" w:rsidRPr="00BD6DE9" w:rsidRDefault="00C01BBA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24</w:t>
            </w:r>
          </w:p>
        </w:tc>
        <w:tc>
          <w:tcPr>
            <w:tcW w:w="6445" w:type="dxa"/>
            <w:vAlign w:val="center"/>
          </w:tcPr>
          <w:p w:rsidR="00C01BBA" w:rsidRPr="00BD6DE9" w:rsidRDefault="00C01BBA" w:rsidP="00582DF5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Саратовская</w:t>
            </w:r>
          </w:p>
        </w:tc>
        <w:tc>
          <w:tcPr>
            <w:tcW w:w="2466" w:type="dxa"/>
            <w:vMerge/>
            <w:vAlign w:val="center"/>
          </w:tcPr>
          <w:p w:rsidR="00C01BBA" w:rsidRPr="00BD6DE9" w:rsidRDefault="00C01BBA" w:rsidP="00C53E43">
            <w:pPr>
              <w:pStyle w:val="Con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01BBA" w:rsidRPr="00BD6DE9" w:rsidTr="000455BB">
        <w:tc>
          <w:tcPr>
            <w:tcW w:w="659" w:type="dxa"/>
          </w:tcPr>
          <w:p w:rsidR="00C01BBA" w:rsidRPr="00BD6DE9" w:rsidRDefault="00C01BBA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25</w:t>
            </w:r>
          </w:p>
        </w:tc>
        <w:tc>
          <w:tcPr>
            <w:tcW w:w="6445" w:type="dxa"/>
            <w:vAlign w:val="center"/>
          </w:tcPr>
          <w:p w:rsidR="00C01BBA" w:rsidRPr="00BD6DE9" w:rsidRDefault="00C01BBA" w:rsidP="005D04D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Белинского</w:t>
            </w:r>
          </w:p>
        </w:tc>
        <w:tc>
          <w:tcPr>
            <w:tcW w:w="2466" w:type="dxa"/>
            <w:vMerge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01BBA" w:rsidRPr="00BD6DE9" w:rsidTr="000455BB">
        <w:tc>
          <w:tcPr>
            <w:tcW w:w="659" w:type="dxa"/>
          </w:tcPr>
          <w:p w:rsidR="00C01BBA" w:rsidRPr="00BD6DE9" w:rsidRDefault="00C01BBA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26</w:t>
            </w:r>
          </w:p>
        </w:tc>
        <w:tc>
          <w:tcPr>
            <w:tcW w:w="6445" w:type="dxa"/>
            <w:vAlign w:val="center"/>
          </w:tcPr>
          <w:p w:rsidR="00C01BBA" w:rsidRPr="00BD6DE9" w:rsidRDefault="00C01BBA" w:rsidP="005D04D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Художественная</w:t>
            </w:r>
          </w:p>
        </w:tc>
        <w:tc>
          <w:tcPr>
            <w:tcW w:w="2466" w:type="dxa"/>
            <w:vMerge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01BBA" w:rsidRPr="00BD6DE9" w:rsidTr="000455BB">
        <w:tc>
          <w:tcPr>
            <w:tcW w:w="659" w:type="dxa"/>
          </w:tcPr>
          <w:p w:rsidR="00C01BBA" w:rsidRPr="00BD6DE9" w:rsidRDefault="00C01BBA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27</w:t>
            </w:r>
          </w:p>
        </w:tc>
        <w:tc>
          <w:tcPr>
            <w:tcW w:w="6445" w:type="dxa"/>
            <w:vAlign w:val="center"/>
          </w:tcPr>
          <w:p w:rsidR="00C01BBA" w:rsidRPr="00BD6DE9" w:rsidRDefault="00C01BBA" w:rsidP="005D04D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Добролюбова</w:t>
            </w:r>
          </w:p>
        </w:tc>
        <w:tc>
          <w:tcPr>
            <w:tcW w:w="2466" w:type="dxa"/>
            <w:vMerge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01BBA" w:rsidRPr="00BD6DE9" w:rsidTr="000455BB">
        <w:tc>
          <w:tcPr>
            <w:tcW w:w="659" w:type="dxa"/>
          </w:tcPr>
          <w:p w:rsidR="00C01BBA" w:rsidRPr="00BD6DE9" w:rsidRDefault="00C01BBA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28</w:t>
            </w:r>
          </w:p>
        </w:tc>
        <w:tc>
          <w:tcPr>
            <w:tcW w:w="6445" w:type="dxa"/>
            <w:vAlign w:val="center"/>
          </w:tcPr>
          <w:p w:rsidR="00C01BBA" w:rsidRPr="00BD6DE9" w:rsidRDefault="00C01BBA" w:rsidP="005D04D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Челюскинская</w:t>
            </w:r>
          </w:p>
        </w:tc>
        <w:tc>
          <w:tcPr>
            <w:tcW w:w="2466" w:type="dxa"/>
            <w:vMerge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01BBA" w:rsidRPr="00BD6DE9" w:rsidTr="000455BB">
        <w:tc>
          <w:tcPr>
            <w:tcW w:w="659" w:type="dxa"/>
          </w:tcPr>
          <w:p w:rsidR="00C01BBA" w:rsidRPr="00BD6DE9" w:rsidRDefault="00C01BBA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29</w:t>
            </w:r>
          </w:p>
        </w:tc>
        <w:tc>
          <w:tcPr>
            <w:tcW w:w="6445" w:type="dxa"/>
            <w:vAlign w:val="center"/>
          </w:tcPr>
          <w:p w:rsidR="00C01BBA" w:rsidRPr="00BD6DE9" w:rsidRDefault="00C01BBA" w:rsidP="005D04D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Сухумская</w:t>
            </w:r>
          </w:p>
        </w:tc>
        <w:tc>
          <w:tcPr>
            <w:tcW w:w="2466" w:type="dxa"/>
            <w:vMerge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01BBA" w:rsidRPr="00BD6DE9" w:rsidTr="000455BB">
        <w:tc>
          <w:tcPr>
            <w:tcW w:w="659" w:type="dxa"/>
          </w:tcPr>
          <w:p w:rsidR="00C01BBA" w:rsidRPr="00BD6DE9" w:rsidRDefault="00C01BBA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30</w:t>
            </w:r>
          </w:p>
        </w:tc>
        <w:tc>
          <w:tcPr>
            <w:tcW w:w="6445" w:type="dxa"/>
            <w:vAlign w:val="center"/>
          </w:tcPr>
          <w:p w:rsidR="00C01BBA" w:rsidRPr="00BD6DE9" w:rsidRDefault="00C01BBA" w:rsidP="005D04D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П. Панина</w:t>
            </w:r>
          </w:p>
        </w:tc>
        <w:tc>
          <w:tcPr>
            <w:tcW w:w="2466" w:type="dxa"/>
            <w:vMerge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01BBA" w:rsidRPr="00BD6DE9" w:rsidTr="000455BB">
        <w:tc>
          <w:tcPr>
            <w:tcW w:w="659" w:type="dxa"/>
          </w:tcPr>
          <w:p w:rsidR="00C01BBA" w:rsidRPr="00BD6DE9" w:rsidRDefault="00C01BBA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31</w:t>
            </w:r>
          </w:p>
        </w:tc>
        <w:tc>
          <w:tcPr>
            <w:tcW w:w="6445" w:type="dxa"/>
            <w:vAlign w:val="center"/>
          </w:tcPr>
          <w:p w:rsidR="00C01BBA" w:rsidRPr="00BD6DE9" w:rsidRDefault="00C01BBA" w:rsidP="005D04D9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Белибейская</w:t>
            </w:r>
          </w:p>
        </w:tc>
        <w:tc>
          <w:tcPr>
            <w:tcW w:w="2466" w:type="dxa"/>
            <w:vMerge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01BBA" w:rsidRPr="00BD6DE9" w:rsidTr="000455BB">
        <w:tc>
          <w:tcPr>
            <w:tcW w:w="659" w:type="dxa"/>
          </w:tcPr>
          <w:p w:rsidR="00C01BBA" w:rsidRPr="00BD6DE9" w:rsidRDefault="00C01BBA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32</w:t>
            </w:r>
          </w:p>
        </w:tc>
        <w:tc>
          <w:tcPr>
            <w:tcW w:w="6445" w:type="dxa"/>
            <w:vAlign w:val="center"/>
          </w:tcPr>
          <w:p w:rsidR="00C01BBA" w:rsidRPr="00BD6DE9" w:rsidRDefault="00C01BBA" w:rsidP="002E5AC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1-я Алтайская</w:t>
            </w:r>
          </w:p>
        </w:tc>
        <w:tc>
          <w:tcPr>
            <w:tcW w:w="2466" w:type="dxa"/>
            <w:vMerge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C01BBA" w:rsidRPr="00BD6DE9" w:rsidTr="000455BB">
        <w:tc>
          <w:tcPr>
            <w:tcW w:w="659" w:type="dxa"/>
          </w:tcPr>
          <w:p w:rsidR="00C01BBA" w:rsidRPr="00BD6DE9" w:rsidRDefault="00C01BBA" w:rsidP="000455BB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33</w:t>
            </w:r>
          </w:p>
        </w:tc>
        <w:tc>
          <w:tcPr>
            <w:tcW w:w="6445" w:type="dxa"/>
            <w:vAlign w:val="center"/>
          </w:tcPr>
          <w:p w:rsidR="00C01BBA" w:rsidRPr="00BD6DE9" w:rsidRDefault="00C01BBA" w:rsidP="002E5AC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D6DE9"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К. Назаровой – МАОУ СОШ № 5</w:t>
            </w:r>
          </w:p>
        </w:tc>
        <w:tc>
          <w:tcPr>
            <w:tcW w:w="2466" w:type="dxa"/>
            <w:vMerge/>
            <w:vAlign w:val="center"/>
          </w:tcPr>
          <w:p w:rsidR="00C01BBA" w:rsidRPr="00BD6DE9" w:rsidRDefault="00C01BBA" w:rsidP="00C53E43">
            <w:pPr>
              <w:pStyle w:val="Con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C01BBA" w:rsidRPr="00BD6DE9" w:rsidRDefault="00C01BBA" w:rsidP="00D16F7A">
      <w:pPr>
        <w:ind w:firstLine="720"/>
        <w:jc w:val="both"/>
        <w:rPr>
          <w:rFonts w:ascii="TimesNewRomanPSMT" w:hAnsi="TimesNewRomanPSMT" w:cs="TimesNewRomanPSMT"/>
          <w:sz w:val="28"/>
          <w:szCs w:val="28"/>
        </w:rPr>
      </w:pPr>
      <w:r w:rsidRPr="00BD6DE9">
        <w:rPr>
          <w:sz w:val="28"/>
          <w:szCs w:val="28"/>
        </w:rPr>
        <w:t>Корректировка мероприятий и сроков их реализации может производиться в  зависимости от  изменения дорожно-транспортной обстановки и технических возможностей.</w:t>
      </w:r>
    </w:p>
    <w:sectPr w:rsidR="00C01BBA" w:rsidRPr="00BD6DE9" w:rsidSect="00B10C65">
      <w:headerReference w:type="default" r:id="rId7"/>
      <w:headerReference w:type="first" r:id="rId8"/>
      <w:type w:val="continuous"/>
      <w:pgSz w:w="11906" w:h="16838"/>
      <w:pgMar w:top="1134" w:right="851" w:bottom="1134" w:left="1701" w:header="709" w:footer="709" w:gutter="0"/>
      <w:pgNumType w:start="3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BBA" w:rsidRPr="00145E69" w:rsidRDefault="00C01BBA" w:rsidP="00145E69">
      <w:pPr>
        <w:pStyle w:val="Title"/>
        <w:rPr>
          <w:sz w:val="24"/>
          <w:szCs w:val="24"/>
        </w:rPr>
      </w:pPr>
      <w:r>
        <w:separator/>
      </w:r>
    </w:p>
  </w:endnote>
  <w:endnote w:type="continuationSeparator" w:id="0">
    <w:p w:rsidR="00C01BBA" w:rsidRPr="00145E69" w:rsidRDefault="00C01BBA" w:rsidP="00145E69">
      <w:pPr>
        <w:pStyle w:val="Title"/>
        <w:rPr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BBA" w:rsidRPr="00145E69" w:rsidRDefault="00C01BBA" w:rsidP="00145E69">
      <w:pPr>
        <w:pStyle w:val="Title"/>
        <w:rPr>
          <w:sz w:val="24"/>
          <w:szCs w:val="24"/>
        </w:rPr>
      </w:pPr>
      <w:r>
        <w:separator/>
      </w:r>
    </w:p>
  </w:footnote>
  <w:footnote w:type="continuationSeparator" w:id="0">
    <w:p w:rsidR="00C01BBA" w:rsidRPr="00145E69" w:rsidRDefault="00C01BBA" w:rsidP="00145E69">
      <w:pPr>
        <w:pStyle w:val="Title"/>
        <w:rPr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BBA" w:rsidRDefault="00C01BBA">
    <w:pPr>
      <w:pStyle w:val="Header"/>
      <w:jc w:val="center"/>
    </w:pPr>
    <w:fldSimple w:instr="PAGE   \* MERGEFORMAT">
      <w:r>
        <w:rPr>
          <w:noProof/>
        </w:rPr>
        <w:t>37</w:t>
      </w:r>
    </w:fldSimple>
  </w:p>
  <w:p w:rsidR="00C01BBA" w:rsidRDefault="00C01B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BBA" w:rsidRDefault="00C01BBA">
    <w:pPr>
      <w:pStyle w:val="Header"/>
      <w:jc w:val="center"/>
    </w:pPr>
    <w:r>
      <w:t>33</w:t>
    </w:r>
  </w:p>
  <w:p w:rsidR="00C01BBA" w:rsidRDefault="00C01B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73C9D"/>
    <w:multiLevelType w:val="hybridMultilevel"/>
    <w:tmpl w:val="0650775A"/>
    <w:lvl w:ilvl="0" w:tplc="175475AE">
      <w:start w:val="1"/>
      <w:numFmt w:val="decimal"/>
      <w:lvlText w:val="1.%1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CC15753"/>
    <w:multiLevelType w:val="singleLevel"/>
    <w:tmpl w:val="A7389E26"/>
    <w:lvl w:ilvl="0">
      <w:start w:val="7"/>
      <w:numFmt w:val="bullet"/>
      <w:lvlText w:val="-"/>
      <w:lvlJc w:val="left"/>
      <w:pPr>
        <w:tabs>
          <w:tab w:val="num" w:pos="675"/>
        </w:tabs>
        <w:ind w:left="675" w:hanging="675"/>
      </w:pPr>
      <w:rPr>
        <w:rFonts w:hint="default"/>
      </w:rPr>
    </w:lvl>
  </w:abstractNum>
  <w:abstractNum w:abstractNumId="2">
    <w:nsid w:val="1ECE09AA"/>
    <w:multiLevelType w:val="hybridMultilevel"/>
    <w:tmpl w:val="BAA286A2"/>
    <w:lvl w:ilvl="0" w:tplc="974E0EA6">
      <w:start w:val="1"/>
      <w:numFmt w:val="decimal"/>
      <w:lvlText w:val="2.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59" w:hanging="180"/>
      </w:pPr>
      <w:rPr>
        <w:rFonts w:cs="Times New Roman"/>
      </w:rPr>
    </w:lvl>
  </w:abstractNum>
  <w:abstractNum w:abstractNumId="3">
    <w:nsid w:val="229E2EB1"/>
    <w:multiLevelType w:val="multilevel"/>
    <w:tmpl w:val="F69A22E0"/>
    <w:lvl w:ilvl="0">
      <w:start w:val="1"/>
      <w:numFmt w:val="decimal"/>
      <w:lvlText w:val="%1."/>
      <w:lvlJc w:val="left"/>
      <w:pPr>
        <w:ind w:left="1215" w:hanging="121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35" w:hanging="121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55" w:hanging="121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4">
    <w:nsid w:val="247C741B"/>
    <w:multiLevelType w:val="hybridMultilevel"/>
    <w:tmpl w:val="E60033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73B3865"/>
    <w:multiLevelType w:val="hybridMultilevel"/>
    <w:tmpl w:val="99CEF69A"/>
    <w:lvl w:ilvl="0" w:tplc="556C9178">
      <w:start w:val="1"/>
      <w:numFmt w:val="decimal"/>
      <w:lvlText w:val="1.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288B121C"/>
    <w:multiLevelType w:val="singleLevel"/>
    <w:tmpl w:val="F214AB3A"/>
    <w:lvl w:ilvl="0">
      <w:start w:val="1"/>
      <w:numFmt w:val="decimal"/>
      <w:lvlText w:val="%1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7">
    <w:nsid w:val="293D4CBA"/>
    <w:multiLevelType w:val="hybridMultilevel"/>
    <w:tmpl w:val="77A2F4A0"/>
    <w:lvl w:ilvl="0" w:tplc="A7389E26">
      <w:start w:val="7"/>
      <w:numFmt w:val="bullet"/>
      <w:lvlText w:val="-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2614E22"/>
    <w:multiLevelType w:val="singleLevel"/>
    <w:tmpl w:val="F214AB3A"/>
    <w:lvl w:ilvl="0">
      <w:start w:val="1"/>
      <w:numFmt w:val="decimal"/>
      <w:lvlText w:val="%1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9">
    <w:nsid w:val="44181ED0"/>
    <w:multiLevelType w:val="hybridMultilevel"/>
    <w:tmpl w:val="A9B2AE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25E027A"/>
    <w:multiLevelType w:val="hybridMultilevel"/>
    <w:tmpl w:val="FA3A452A"/>
    <w:lvl w:ilvl="0" w:tplc="154A289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>
    <w:nsid w:val="6C2B7199"/>
    <w:multiLevelType w:val="hybridMultilevel"/>
    <w:tmpl w:val="1E1C7C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A206F27"/>
    <w:multiLevelType w:val="hybridMultilevel"/>
    <w:tmpl w:val="7CCE6346"/>
    <w:lvl w:ilvl="0" w:tplc="DB783840">
      <w:start w:val="5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2"/>
  </w:num>
  <w:num w:numId="8">
    <w:abstractNumId w:val="6"/>
  </w:num>
  <w:num w:numId="9">
    <w:abstractNumId w:val="8"/>
  </w:num>
  <w:num w:numId="10">
    <w:abstractNumId w:val="9"/>
  </w:num>
  <w:num w:numId="11">
    <w:abstractNumId w:val="11"/>
  </w:num>
  <w:num w:numId="12">
    <w:abstractNumId w:val="1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14FE"/>
    <w:rsid w:val="000000AD"/>
    <w:rsid w:val="00000161"/>
    <w:rsid w:val="0000255A"/>
    <w:rsid w:val="0000424D"/>
    <w:rsid w:val="00004ED0"/>
    <w:rsid w:val="0000631D"/>
    <w:rsid w:val="000069EF"/>
    <w:rsid w:val="00007344"/>
    <w:rsid w:val="000078D9"/>
    <w:rsid w:val="00010D92"/>
    <w:rsid w:val="0001548E"/>
    <w:rsid w:val="00017551"/>
    <w:rsid w:val="00017861"/>
    <w:rsid w:val="00021509"/>
    <w:rsid w:val="0002195C"/>
    <w:rsid w:val="0002229F"/>
    <w:rsid w:val="00026559"/>
    <w:rsid w:val="0002676A"/>
    <w:rsid w:val="00030197"/>
    <w:rsid w:val="00035403"/>
    <w:rsid w:val="00035612"/>
    <w:rsid w:val="00037017"/>
    <w:rsid w:val="00037177"/>
    <w:rsid w:val="00037C2C"/>
    <w:rsid w:val="00041D20"/>
    <w:rsid w:val="00044249"/>
    <w:rsid w:val="000455BB"/>
    <w:rsid w:val="00046E0D"/>
    <w:rsid w:val="00047B78"/>
    <w:rsid w:val="00047F88"/>
    <w:rsid w:val="000519C3"/>
    <w:rsid w:val="00051F5F"/>
    <w:rsid w:val="00052F2B"/>
    <w:rsid w:val="000541B7"/>
    <w:rsid w:val="0005592A"/>
    <w:rsid w:val="00057226"/>
    <w:rsid w:val="000604DC"/>
    <w:rsid w:val="00061443"/>
    <w:rsid w:val="00063098"/>
    <w:rsid w:val="0006325F"/>
    <w:rsid w:val="00064056"/>
    <w:rsid w:val="000646C3"/>
    <w:rsid w:val="00067C3C"/>
    <w:rsid w:val="000706EF"/>
    <w:rsid w:val="00075D71"/>
    <w:rsid w:val="000806DC"/>
    <w:rsid w:val="00080D16"/>
    <w:rsid w:val="0008134E"/>
    <w:rsid w:val="00081BA3"/>
    <w:rsid w:val="00081EF0"/>
    <w:rsid w:val="000827AF"/>
    <w:rsid w:val="00083E3F"/>
    <w:rsid w:val="00085708"/>
    <w:rsid w:val="00091294"/>
    <w:rsid w:val="0009305A"/>
    <w:rsid w:val="00093641"/>
    <w:rsid w:val="00094724"/>
    <w:rsid w:val="00094BF2"/>
    <w:rsid w:val="00094D1C"/>
    <w:rsid w:val="000954D1"/>
    <w:rsid w:val="00095D88"/>
    <w:rsid w:val="000A0374"/>
    <w:rsid w:val="000A0595"/>
    <w:rsid w:val="000A0B44"/>
    <w:rsid w:val="000A13A4"/>
    <w:rsid w:val="000A205C"/>
    <w:rsid w:val="000A2282"/>
    <w:rsid w:val="000A2B4A"/>
    <w:rsid w:val="000A468E"/>
    <w:rsid w:val="000A474E"/>
    <w:rsid w:val="000A54D2"/>
    <w:rsid w:val="000A7604"/>
    <w:rsid w:val="000B14D2"/>
    <w:rsid w:val="000B1728"/>
    <w:rsid w:val="000B1FFE"/>
    <w:rsid w:val="000B2CE6"/>
    <w:rsid w:val="000B321F"/>
    <w:rsid w:val="000B333C"/>
    <w:rsid w:val="000B3498"/>
    <w:rsid w:val="000B7B9B"/>
    <w:rsid w:val="000B7D78"/>
    <w:rsid w:val="000C1087"/>
    <w:rsid w:val="000C2E36"/>
    <w:rsid w:val="000C385B"/>
    <w:rsid w:val="000C42AC"/>
    <w:rsid w:val="000C6526"/>
    <w:rsid w:val="000C68DB"/>
    <w:rsid w:val="000C7F7A"/>
    <w:rsid w:val="000D1155"/>
    <w:rsid w:val="000D1E6A"/>
    <w:rsid w:val="000D3105"/>
    <w:rsid w:val="000D61A4"/>
    <w:rsid w:val="000E15A8"/>
    <w:rsid w:val="000E2B8E"/>
    <w:rsid w:val="000E2BBE"/>
    <w:rsid w:val="000E3A3F"/>
    <w:rsid w:val="000E4190"/>
    <w:rsid w:val="000E4247"/>
    <w:rsid w:val="000F182E"/>
    <w:rsid w:val="000F1DA3"/>
    <w:rsid w:val="000F2BD5"/>
    <w:rsid w:val="000F316A"/>
    <w:rsid w:val="000F3E74"/>
    <w:rsid w:val="00102133"/>
    <w:rsid w:val="00102513"/>
    <w:rsid w:val="00104AA2"/>
    <w:rsid w:val="00105E31"/>
    <w:rsid w:val="00112515"/>
    <w:rsid w:val="00114D40"/>
    <w:rsid w:val="00115505"/>
    <w:rsid w:val="00115B36"/>
    <w:rsid w:val="00125903"/>
    <w:rsid w:val="001262DE"/>
    <w:rsid w:val="001325A3"/>
    <w:rsid w:val="00133ACB"/>
    <w:rsid w:val="00135961"/>
    <w:rsid w:val="00136ADC"/>
    <w:rsid w:val="00137290"/>
    <w:rsid w:val="001401D4"/>
    <w:rsid w:val="00141B28"/>
    <w:rsid w:val="0014227A"/>
    <w:rsid w:val="00142824"/>
    <w:rsid w:val="001437F3"/>
    <w:rsid w:val="001451EF"/>
    <w:rsid w:val="00145E69"/>
    <w:rsid w:val="0014650C"/>
    <w:rsid w:val="00150F25"/>
    <w:rsid w:val="00152F87"/>
    <w:rsid w:val="00160731"/>
    <w:rsid w:val="00160B6B"/>
    <w:rsid w:val="00163003"/>
    <w:rsid w:val="00165206"/>
    <w:rsid w:val="00166DD7"/>
    <w:rsid w:val="001674C7"/>
    <w:rsid w:val="00171756"/>
    <w:rsid w:val="0017193A"/>
    <w:rsid w:val="00173603"/>
    <w:rsid w:val="00173A33"/>
    <w:rsid w:val="001752F8"/>
    <w:rsid w:val="00177B0E"/>
    <w:rsid w:val="00180EAF"/>
    <w:rsid w:val="0018545B"/>
    <w:rsid w:val="00187F97"/>
    <w:rsid w:val="00190A68"/>
    <w:rsid w:val="00190F35"/>
    <w:rsid w:val="001944BA"/>
    <w:rsid w:val="001944D5"/>
    <w:rsid w:val="00194993"/>
    <w:rsid w:val="00194A3D"/>
    <w:rsid w:val="001950BA"/>
    <w:rsid w:val="00195F95"/>
    <w:rsid w:val="001A118D"/>
    <w:rsid w:val="001A183E"/>
    <w:rsid w:val="001A275E"/>
    <w:rsid w:val="001A33F6"/>
    <w:rsid w:val="001A3F04"/>
    <w:rsid w:val="001A409D"/>
    <w:rsid w:val="001A4417"/>
    <w:rsid w:val="001A4CDB"/>
    <w:rsid w:val="001A4F52"/>
    <w:rsid w:val="001A537C"/>
    <w:rsid w:val="001A5713"/>
    <w:rsid w:val="001B2745"/>
    <w:rsid w:val="001B30D2"/>
    <w:rsid w:val="001B5CB9"/>
    <w:rsid w:val="001B727D"/>
    <w:rsid w:val="001B7577"/>
    <w:rsid w:val="001C168D"/>
    <w:rsid w:val="001C2934"/>
    <w:rsid w:val="001C4DD9"/>
    <w:rsid w:val="001C4FE8"/>
    <w:rsid w:val="001C5E9E"/>
    <w:rsid w:val="001C73E8"/>
    <w:rsid w:val="001D0298"/>
    <w:rsid w:val="001D02B9"/>
    <w:rsid w:val="001D13A2"/>
    <w:rsid w:val="001D29CC"/>
    <w:rsid w:val="001D3055"/>
    <w:rsid w:val="001D434B"/>
    <w:rsid w:val="001D57EB"/>
    <w:rsid w:val="001D588F"/>
    <w:rsid w:val="001D5E90"/>
    <w:rsid w:val="001D73EA"/>
    <w:rsid w:val="001E20A1"/>
    <w:rsid w:val="001E28D1"/>
    <w:rsid w:val="001E40C6"/>
    <w:rsid w:val="001E6903"/>
    <w:rsid w:val="001F0E58"/>
    <w:rsid w:val="001F2DD3"/>
    <w:rsid w:val="001F5E75"/>
    <w:rsid w:val="001F6B06"/>
    <w:rsid w:val="001F74D1"/>
    <w:rsid w:val="001F752A"/>
    <w:rsid w:val="00201379"/>
    <w:rsid w:val="00203B4C"/>
    <w:rsid w:val="00204F6C"/>
    <w:rsid w:val="00207825"/>
    <w:rsid w:val="00215986"/>
    <w:rsid w:val="002211B7"/>
    <w:rsid w:val="002217F4"/>
    <w:rsid w:val="0022365C"/>
    <w:rsid w:val="00224009"/>
    <w:rsid w:val="0022595D"/>
    <w:rsid w:val="002260A8"/>
    <w:rsid w:val="00226258"/>
    <w:rsid w:val="00227D7A"/>
    <w:rsid w:val="00231E02"/>
    <w:rsid w:val="0023214B"/>
    <w:rsid w:val="002335E8"/>
    <w:rsid w:val="00233EA0"/>
    <w:rsid w:val="002342A3"/>
    <w:rsid w:val="00236713"/>
    <w:rsid w:val="002403F3"/>
    <w:rsid w:val="00240BF4"/>
    <w:rsid w:val="0024147F"/>
    <w:rsid w:val="00241929"/>
    <w:rsid w:val="00241E0B"/>
    <w:rsid w:val="00242EEB"/>
    <w:rsid w:val="0024310B"/>
    <w:rsid w:val="00243E09"/>
    <w:rsid w:val="00244329"/>
    <w:rsid w:val="002444B9"/>
    <w:rsid w:val="00244AB3"/>
    <w:rsid w:val="0024649B"/>
    <w:rsid w:val="0025316C"/>
    <w:rsid w:val="002532DD"/>
    <w:rsid w:val="00253B1E"/>
    <w:rsid w:val="00261752"/>
    <w:rsid w:val="0026445B"/>
    <w:rsid w:val="00264D25"/>
    <w:rsid w:val="00266164"/>
    <w:rsid w:val="002708B4"/>
    <w:rsid w:val="002719A4"/>
    <w:rsid w:val="00281495"/>
    <w:rsid w:val="00281818"/>
    <w:rsid w:val="00282282"/>
    <w:rsid w:val="00283AB7"/>
    <w:rsid w:val="0028527F"/>
    <w:rsid w:val="00287B0F"/>
    <w:rsid w:val="00287D89"/>
    <w:rsid w:val="002906C0"/>
    <w:rsid w:val="002914FE"/>
    <w:rsid w:val="00292C7B"/>
    <w:rsid w:val="0029412B"/>
    <w:rsid w:val="002946B4"/>
    <w:rsid w:val="002A3283"/>
    <w:rsid w:val="002A47B0"/>
    <w:rsid w:val="002B0749"/>
    <w:rsid w:val="002B1524"/>
    <w:rsid w:val="002B18A5"/>
    <w:rsid w:val="002B379F"/>
    <w:rsid w:val="002B3E82"/>
    <w:rsid w:val="002B4193"/>
    <w:rsid w:val="002B456F"/>
    <w:rsid w:val="002B61DE"/>
    <w:rsid w:val="002C11F5"/>
    <w:rsid w:val="002C202A"/>
    <w:rsid w:val="002C64DB"/>
    <w:rsid w:val="002D1710"/>
    <w:rsid w:val="002D1C5A"/>
    <w:rsid w:val="002D1DE1"/>
    <w:rsid w:val="002D2377"/>
    <w:rsid w:val="002D413B"/>
    <w:rsid w:val="002D455C"/>
    <w:rsid w:val="002D5B42"/>
    <w:rsid w:val="002E0238"/>
    <w:rsid w:val="002E4E2C"/>
    <w:rsid w:val="002E5AC3"/>
    <w:rsid w:val="002E77E4"/>
    <w:rsid w:val="002E7ADE"/>
    <w:rsid w:val="002F197D"/>
    <w:rsid w:val="002F1F8F"/>
    <w:rsid w:val="002F21FE"/>
    <w:rsid w:val="002F2697"/>
    <w:rsid w:val="002F4210"/>
    <w:rsid w:val="002F42D7"/>
    <w:rsid w:val="002F449A"/>
    <w:rsid w:val="002F4D92"/>
    <w:rsid w:val="002F51E7"/>
    <w:rsid w:val="002F5284"/>
    <w:rsid w:val="002F52BF"/>
    <w:rsid w:val="002F5D74"/>
    <w:rsid w:val="002F5F85"/>
    <w:rsid w:val="002F682E"/>
    <w:rsid w:val="002F692C"/>
    <w:rsid w:val="00300CDC"/>
    <w:rsid w:val="003022BF"/>
    <w:rsid w:val="00302338"/>
    <w:rsid w:val="003030BD"/>
    <w:rsid w:val="00303225"/>
    <w:rsid w:val="003059D2"/>
    <w:rsid w:val="00305CAD"/>
    <w:rsid w:val="00306318"/>
    <w:rsid w:val="0030741A"/>
    <w:rsid w:val="003105D7"/>
    <w:rsid w:val="003108BB"/>
    <w:rsid w:val="00312D95"/>
    <w:rsid w:val="003159E0"/>
    <w:rsid w:val="00316E8F"/>
    <w:rsid w:val="003229AE"/>
    <w:rsid w:val="00324A4D"/>
    <w:rsid w:val="003257F5"/>
    <w:rsid w:val="003273B2"/>
    <w:rsid w:val="003300E1"/>
    <w:rsid w:val="003336D5"/>
    <w:rsid w:val="00334BB1"/>
    <w:rsid w:val="00336ACA"/>
    <w:rsid w:val="00336B21"/>
    <w:rsid w:val="00337B1B"/>
    <w:rsid w:val="00337EE1"/>
    <w:rsid w:val="003439E4"/>
    <w:rsid w:val="00343E1A"/>
    <w:rsid w:val="00344349"/>
    <w:rsid w:val="003459E7"/>
    <w:rsid w:val="00345D8A"/>
    <w:rsid w:val="00346584"/>
    <w:rsid w:val="00347DDE"/>
    <w:rsid w:val="0035771E"/>
    <w:rsid w:val="0036025A"/>
    <w:rsid w:val="00361232"/>
    <w:rsid w:val="00361CB8"/>
    <w:rsid w:val="00361DB3"/>
    <w:rsid w:val="00362FE7"/>
    <w:rsid w:val="00372590"/>
    <w:rsid w:val="00373331"/>
    <w:rsid w:val="00373B8F"/>
    <w:rsid w:val="00375345"/>
    <w:rsid w:val="00375B81"/>
    <w:rsid w:val="0038066F"/>
    <w:rsid w:val="0038257E"/>
    <w:rsid w:val="00387418"/>
    <w:rsid w:val="00387492"/>
    <w:rsid w:val="00390550"/>
    <w:rsid w:val="003917BF"/>
    <w:rsid w:val="00391F2D"/>
    <w:rsid w:val="003928E1"/>
    <w:rsid w:val="00392FE5"/>
    <w:rsid w:val="0039376C"/>
    <w:rsid w:val="003938C0"/>
    <w:rsid w:val="0039654E"/>
    <w:rsid w:val="003A252F"/>
    <w:rsid w:val="003A2E66"/>
    <w:rsid w:val="003B0758"/>
    <w:rsid w:val="003B1604"/>
    <w:rsid w:val="003B377E"/>
    <w:rsid w:val="003B4019"/>
    <w:rsid w:val="003B73B3"/>
    <w:rsid w:val="003C221C"/>
    <w:rsid w:val="003C38B3"/>
    <w:rsid w:val="003C6178"/>
    <w:rsid w:val="003D73F0"/>
    <w:rsid w:val="003D7565"/>
    <w:rsid w:val="003E0D8A"/>
    <w:rsid w:val="003E19AA"/>
    <w:rsid w:val="003E4830"/>
    <w:rsid w:val="003E67BA"/>
    <w:rsid w:val="003F123B"/>
    <w:rsid w:val="003F2BB1"/>
    <w:rsid w:val="003F42AE"/>
    <w:rsid w:val="003F4D22"/>
    <w:rsid w:val="003F55D1"/>
    <w:rsid w:val="004024C0"/>
    <w:rsid w:val="004024F0"/>
    <w:rsid w:val="004053FA"/>
    <w:rsid w:val="00413FC3"/>
    <w:rsid w:val="004140AE"/>
    <w:rsid w:val="00414267"/>
    <w:rsid w:val="0041434F"/>
    <w:rsid w:val="0041510B"/>
    <w:rsid w:val="004160A0"/>
    <w:rsid w:val="00417296"/>
    <w:rsid w:val="00420688"/>
    <w:rsid w:val="0042174C"/>
    <w:rsid w:val="00421968"/>
    <w:rsid w:val="00424244"/>
    <w:rsid w:val="00424823"/>
    <w:rsid w:val="004254AB"/>
    <w:rsid w:val="00425A26"/>
    <w:rsid w:val="00427F63"/>
    <w:rsid w:val="0043220D"/>
    <w:rsid w:val="004345B1"/>
    <w:rsid w:val="00434841"/>
    <w:rsid w:val="00435A1B"/>
    <w:rsid w:val="004370DF"/>
    <w:rsid w:val="00440EC6"/>
    <w:rsid w:val="0044225D"/>
    <w:rsid w:val="00442897"/>
    <w:rsid w:val="004434EA"/>
    <w:rsid w:val="00443962"/>
    <w:rsid w:val="0044620E"/>
    <w:rsid w:val="00446386"/>
    <w:rsid w:val="00451F07"/>
    <w:rsid w:val="004520D6"/>
    <w:rsid w:val="00452D90"/>
    <w:rsid w:val="0045478C"/>
    <w:rsid w:val="0045516C"/>
    <w:rsid w:val="00455D73"/>
    <w:rsid w:val="004561C5"/>
    <w:rsid w:val="00461938"/>
    <w:rsid w:val="00462F37"/>
    <w:rsid w:val="00463761"/>
    <w:rsid w:val="004638DB"/>
    <w:rsid w:val="0046503E"/>
    <w:rsid w:val="00467CB7"/>
    <w:rsid w:val="004722AB"/>
    <w:rsid w:val="0047587A"/>
    <w:rsid w:val="0047655C"/>
    <w:rsid w:val="00476A8D"/>
    <w:rsid w:val="004775AD"/>
    <w:rsid w:val="004776BD"/>
    <w:rsid w:val="00482336"/>
    <w:rsid w:val="00482F14"/>
    <w:rsid w:val="00483894"/>
    <w:rsid w:val="004904B0"/>
    <w:rsid w:val="004966A4"/>
    <w:rsid w:val="0049715A"/>
    <w:rsid w:val="004A06AE"/>
    <w:rsid w:val="004A262F"/>
    <w:rsid w:val="004A2A37"/>
    <w:rsid w:val="004A2C3E"/>
    <w:rsid w:val="004A44AA"/>
    <w:rsid w:val="004A5814"/>
    <w:rsid w:val="004A590C"/>
    <w:rsid w:val="004A63B0"/>
    <w:rsid w:val="004B01D5"/>
    <w:rsid w:val="004B06D0"/>
    <w:rsid w:val="004B082A"/>
    <w:rsid w:val="004B1872"/>
    <w:rsid w:val="004B488F"/>
    <w:rsid w:val="004B4EB3"/>
    <w:rsid w:val="004B6926"/>
    <w:rsid w:val="004C3901"/>
    <w:rsid w:val="004C4ED7"/>
    <w:rsid w:val="004D08E9"/>
    <w:rsid w:val="004D194B"/>
    <w:rsid w:val="004D36D9"/>
    <w:rsid w:val="004D4220"/>
    <w:rsid w:val="004D499D"/>
    <w:rsid w:val="004D562C"/>
    <w:rsid w:val="004D7464"/>
    <w:rsid w:val="004D7CBF"/>
    <w:rsid w:val="004E0049"/>
    <w:rsid w:val="004E0BFC"/>
    <w:rsid w:val="004E0F3B"/>
    <w:rsid w:val="004E2FD1"/>
    <w:rsid w:val="004E5EA2"/>
    <w:rsid w:val="004E6CA2"/>
    <w:rsid w:val="004E7597"/>
    <w:rsid w:val="004F1BCC"/>
    <w:rsid w:val="004F1FD1"/>
    <w:rsid w:val="004F3F37"/>
    <w:rsid w:val="004F40B3"/>
    <w:rsid w:val="00500391"/>
    <w:rsid w:val="00500DE9"/>
    <w:rsid w:val="0050269F"/>
    <w:rsid w:val="00507850"/>
    <w:rsid w:val="0051129E"/>
    <w:rsid w:val="00516623"/>
    <w:rsid w:val="00520161"/>
    <w:rsid w:val="0052070B"/>
    <w:rsid w:val="0052079C"/>
    <w:rsid w:val="00520D11"/>
    <w:rsid w:val="00520D13"/>
    <w:rsid w:val="0052183C"/>
    <w:rsid w:val="00521DB1"/>
    <w:rsid w:val="00522235"/>
    <w:rsid w:val="00524691"/>
    <w:rsid w:val="00524E48"/>
    <w:rsid w:val="00526864"/>
    <w:rsid w:val="00532154"/>
    <w:rsid w:val="0053321E"/>
    <w:rsid w:val="00547544"/>
    <w:rsid w:val="0055009B"/>
    <w:rsid w:val="00552937"/>
    <w:rsid w:val="00554876"/>
    <w:rsid w:val="00557690"/>
    <w:rsid w:val="00560554"/>
    <w:rsid w:val="00560869"/>
    <w:rsid w:val="00561C62"/>
    <w:rsid w:val="005628DD"/>
    <w:rsid w:val="00564BAA"/>
    <w:rsid w:val="0056629A"/>
    <w:rsid w:val="00570404"/>
    <w:rsid w:val="0057063A"/>
    <w:rsid w:val="00571745"/>
    <w:rsid w:val="00571B3D"/>
    <w:rsid w:val="00571F49"/>
    <w:rsid w:val="00575296"/>
    <w:rsid w:val="005774E4"/>
    <w:rsid w:val="00580876"/>
    <w:rsid w:val="00580F37"/>
    <w:rsid w:val="00582DF5"/>
    <w:rsid w:val="005839BD"/>
    <w:rsid w:val="005849DE"/>
    <w:rsid w:val="00585405"/>
    <w:rsid w:val="0058627D"/>
    <w:rsid w:val="00586CB3"/>
    <w:rsid w:val="00591AAF"/>
    <w:rsid w:val="00592155"/>
    <w:rsid w:val="005935E7"/>
    <w:rsid w:val="005938C0"/>
    <w:rsid w:val="00594D8F"/>
    <w:rsid w:val="005A01F2"/>
    <w:rsid w:val="005A0EE6"/>
    <w:rsid w:val="005A1FF8"/>
    <w:rsid w:val="005A25A9"/>
    <w:rsid w:val="005A26BF"/>
    <w:rsid w:val="005A2CA8"/>
    <w:rsid w:val="005A3222"/>
    <w:rsid w:val="005A5A34"/>
    <w:rsid w:val="005A7DBB"/>
    <w:rsid w:val="005B1301"/>
    <w:rsid w:val="005B161F"/>
    <w:rsid w:val="005B4D01"/>
    <w:rsid w:val="005C1983"/>
    <w:rsid w:val="005C2172"/>
    <w:rsid w:val="005C2FED"/>
    <w:rsid w:val="005C5DB1"/>
    <w:rsid w:val="005D04D9"/>
    <w:rsid w:val="005D10C6"/>
    <w:rsid w:val="005D1DEE"/>
    <w:rsid w:val="005D2A8C"/>
    <w:rsid w:val="005D2FCE"/>
    <w:rsid w:val="005D37E9"/>
    <w:rsid w:val="005D4E9C"/>
    <w:rsid w:val="005E0210"/>
    <w:rsid w:val="005E11C6"/>
    <w:rsid w:val="005E7648"/>
    <w:rsid w:val="005E7AE3"/>
    <w:rsid w:val="005F0E72"/>
    <w:rsid w:val="005F156C"/>
    <w:rsid w:val="005F18CB"/>
    <w:rsid w:val="005F7784"/>
    <w:rsid w:val="0060206E"/>
    <w:rsid w:val="006025BB"/>
    <w:rsid w:val="00603090"/>
    <w:rsid w:val="00604C21"/>
    <w:rsid w:val="00605CBB"/>
    <w:rsid w:val="00606F55"/>
    <w:rsid w:val="00607290"/>
    <w:rsid w:val="00613AFA"/>
    <w:rsid w:val="00614E16"/>
    <w:rsid w:val="0061565A"/>
    <w:rsid w:val="00615F91"/>
    <w:rsid w:val="00621B40"/>
    <w:rsid w:val="00623F98"/>
    <w:rsid w:val="00624BC5"/>
    <w:rsid w:val="00626145"/>
    <w:rsid w:val="006268D7"/>
    <w:rsid w:val="00627292"/>
    <w:rsid w:val="00627E8A"/>
    <w:rsid w:val="006308E6"/>
    <w:rsid w:val="00630B47"/>
    <w:rsid w:val="0063428B"/>
    <w:rsid w:val="006344BE"/>
    <w:rsid w:val="00634CDD"/>
    <w:rsid w:val="00634EE3"/>
    <w:rsid w:val="0064431C"/>
    <w:rsid w:val="00644A65"/>
    <w:rsid w:val="00647921"/>
    <w:rsid w:val="0065071B"/>
    <w:rsid w:val="00650CC8"/>
    <w:rsid w:val="00651779"/>
    <w:rsid w:val="00655867"/>
    <w:rsid w:val="00656AC2"/>
    <w:rsid w:val="00657770"/>
    <w:rsid w:val="00662155"/>
    <w:rsid w:val="006633C5"/>
    <w:rsid w:val="0066722F"/>
    <w:rsid w:val="0066799D"/>
    <w:rsid w:val="00667ECA"/>
    <w:rsid w:val="006701B0"/>
    <w:rsid w:val="00670486"/>
    <w:rsid w:val="00670A10"/>
    <w:rsid w:val="006716BA"/>
    <w:rsid w:val="00673123"/>
    <w:rsid w:val="0068030F"/>
    <w:rsid w:val="00681213"/>
    <w:rsid w:val="006817B7"/>
    <w:rsid w:val="006834B4"/>
    <w:rsid w:val="00685415"/>
    <w:rsid w:val="006939AA"/>
    <w:rsid w:val="00697DFB"/>
    <w:rsid w:val="006A23BD"/>
    <w:rsid w:val="006A3D9D"/>
    <w:rsid w:val="006A4B77"/>
    <w:rsid w:val="006A4D82"/>
    <w:rsid w:val="006A6319"/>
    <w:rsid w:val="006A7BC0"/>
    <w:rsid w:val="006B1FFF"/>
    <w:rsid w:val="006B238C"/>
    <w:rsid w:val="006B6470"/>
    <w:rsid w:val="006B6E04"/>
    <w:rsid w:val="006B781B"/>
    <w:rsid w:val="006C03C5"/>
    <w:rsid w:val="006C146B"/>
    <w:rsid w:val="006C1B26"/>
    <w:rsid w:val="006C2911"/>
    <w:rsid w:val="006C36CD"/>
    <w:rsid w:val="006C3BC0"/>
    <w:rsid w:val="006C3D6F"/>
    <w:rsid w:val="006C49EC"/>
    <w:rsid w:val="006C5BCA"/>
    <w:rsid w:val="006C6B95"/>
    <w:rsid w:val="006C6D73"/>
    <w:rsid w:val="006D2047"/>
    <w:rsid w:val="006D355C"/>
    <w:rsid w:val="006D70BA"/>
    <w:rsid w:val="006D7B86"/>
    <w:rsid w:val="006E07CD"/>
    <w:rsid w:val="006E08E7"/>
    <w:rsid w:val="006E0AC6"/>
    <w:rsid w:val="006E27A4"/>
    <w:rsid w:val="006E2D49"/>
    <w:rsid w:val="006E35CF"/>
    <w:rsid w:val="006E51D3"/>
    <w:rsid w:val="006E55F1"/>
    <w:rsid w:val="006E5E05"/>
    <w:rsid w:val="006E7CB5"/>
    <w:rsid w:val="00701FBC"/>
    <w:rsid w:val="00702FF6"/>
    <w:rsid w:val="00710CBA"/>
    <w:rsid w:val="00714D91"/>
    <w:rsid w:val="007168AF"/>
    <w:rsid w:val="0072090C"/>
    <w:rsid w:val="00720E66"/>
    <w:rsid w:val="00722C70"/>
    <w:rsid w:val="00722CF7"/>
    <w:rsid w:val="00726700"/>
    <w:rsid w:val="0072723A"/>
    <w:rsid w:val="0073108D"/>
    <w:rsid w:val="00734702"/>
    <w:rsid w:val="007353F3"/>
    <w:rsid w:val="00736217"/>
    <w:rsid w:val="00740057"/>
    <w:rsid w:val="00740787"/>
    <w:rsid w:val="0074431D"/>
    <w:rsid w:val="00744A0B"/>
    <w:rsid w:val="00745859"/>
    <w:rsid w:val="00745BDF"/>
    <w:rsid w:val="00746EFF"/>
    <w:rsid w:val="007479A5"/>
    <w:rsid w:val="007519CB"/>
    <w:rsid w:val="00752DFA"/>
    <w:rsid w:val="00752EC9"/>
    <w:rsid w:val="00756522"/>
    <w:rsid w:val="007570D5"/>
    <w:rsid w:val="007579CF"/>
    <w:rsid w:val="00757F86"/>
    <w:rsid w:val="007603A1"/>
    <w:rsid w:val="007665B8"/>
    <w:rsid w:val="00766AB8"/>
    <w:rsid w:val="00770CC5"/>
    <w:rsid w:val="007729F3"/>
    <w:rsid w:val="00775144"/>
    <w:rsid w:val="00777692"/>
    <w:rsid w:val="00783F25"/>
    <w:rsid w:val="007843F5"/>
    <w:rsid w:val="0078509F"/>
    <w:rsid w:val="00785F4F"/>
    <w:rsid w:val="00787EE2"/>
    <w:rsid w:val="00790C3A"/>
    <w:rsid w:val="00795DF1"/>
    <w:rsid w:val="007976C6"/>
    <w:rsid w:val="00797A15"/>
    <w:rsid w:val="007A1D54"/>
    <w:rsid w:val="007A2A9A"/>
    <w:rsid w:val="007A2BF2"/>
    <w:rsid w:val="007A2E3B"/>
    <w:rsid w:val="007A6907"/>
    <w:rsid w:val="007A6CFE"/>
    <w:rsid w:val="007B6764"/>
    <w:rsid w:val="007C04EA"/>
    <w:rsid w:val="007C2CAB"/>
    <w:rsid w:val="007C3372"/>
    <w:rsid w:val="007C339F"/>
    <w:rsid w:val="007C44E9"/>
    <w:rsid w:val="007C6E85"/>
    <w:rsid w:val="007D1995"/>
    <w:rsid w:val="007D3AB6"/>
    <w:rsid w:val="007D54F8"/>
    <w:rsid w:val="007D7305"/>
    <w:rsid w:val="007E046E"/>
    <w:rsid w:val="007E120D"/>
    <w:rsid w:val="007E124D"/>
    <w:rsid w:val="007E2D3F"/>
    <w:rsid w:val="007E650A"/>
    <w:rsid w:val="007E65D7"/>
    <w:rsid w:val="007E7A99"/>
    <w:rsid w:val="007F4400"/>
    <w:rsid w:val="007F606D"/>
    <w:rsid w:val="00800EBF"/>
    <w:rsid w:val="008015EB"/>
    <w:rsid w:val="008023BF"/>
    <w:rsid w:val="0080376B"/>
    <w:rsid w:val="00804639"/>
    <w:rsid w:val="008054A6"/>
    <w:rsid w:val="00806F8D"/>
    <w:rsid w:val="00814020"/>
    <w:rsid w:val="0081504F"/>
    <w:rsid w:val="00815A24"/>
    <w:rsid w:val="00817090"/>
    <w:rsid w:val="00817959"/>
    <w:rsid w:val="0082118A"/>
    <w:rsid w:val="00823A99"/>
    <w:rsid w:val="00825571"/>
    <w:rsid w:val="008257C2"/>
    <w:rsid w:val="00825FFE"/>
    <w:rsid w:val="0082683B"/>
    <w:rsid w:val="00827A1B"/>
    <w:rsid w:val="00827B39"/>
    <w:rsid w:val="008309CE"/>
    <w:rsid w:val="00831A2E"/>
    <w:rsid w:val="00831F21"/>
    <w:rsid w:val="00833EF8"/>
    <w:rsid w:val="0083656E"/>
    <w:rsid w:val="00837780"/>
    <w:rsid w:val="00840C23"/>
    <w:rsid w:val="00840D14"/>
    <w:rsid w:val="0084370F"/>
    <w:rsid w:val="00847EA1"/>
    <w:rsid w:val="00850887"/>
    <w:rsid w:val="00850996"/>
    <w:rsid w:val="008527B7"/>
    <w:rsid w:val="008532D0"/>
    <w:rsid w:val="008560F9"/>
    <w:rsid w:val="0086079B"/>
    <w:rsid w:val="00860AFC"/>
    <w:rsid w:val="008625B8"/>
    <w:rsid w:val="00863785"/>
    <w:rsid w:val="0087107A"/>
    <w:rsid w:val="0087161B"/>
    <w:rsid w:val="00874B2A"/>
    <w:rsid w:val="00880E48"/>
    <w:rsid w:val="00882934"/>
    <w:rsid w:val="0088563B"/>
    <w:rsid w:val="0089092F"/>
    <w:rsid w:val="008921EB"/>
    <w:rsid w:val="00896DEE"/>
    <w:rsid w:val="00896FC5"/>
    <w:rsid w:val="00897D48"/>
    <w:rsid w:val="008A0224"/>
    <w:rsid w:val="008A0BE1"/>
    <w:rsid w:val="008A11E4"/>
    <w:rsid w:val="008A2149"/>
    <w:rsid w:val="008A22F5"/>
    <w:rsid w:val="008A43E6"/>
    <w:rsid w:val="008A6D83"/>
    <w:rsid w:val="008A7C73"/>
    <w:rsid w:val="008A7ED6"/>
    <w:rsid w:val="008B0B26"/>
    <w:rsid w:val="008B102A"/>
    <w:rsid w:val="008B1913"/>
    <w:rsid w:val="008B4898"/>
    <w:rsid w:val="008B5789"/>
    <w:rsid w:val="008B6C92"/>
    <w:rsid w:val="008C05BF"/>
    <w:rsid w:val="008C0800"/>
    <w:rsid w:val="008C080D"/>
    <w:rsid w:val="008C0CDF"/>
    <w:rsid w:val="008C0DD0"/>
    <w:rsid w:val="008C3C17"/>
    <w:rsid w:val="008C43D9"/>
    <w:rsid w:val="008C56D7"/>
    <w:rsid w:val="008C7EC3"/>
    <w:rsid w:val="008D33BE"/>
    <w:rsid w:val="008D4552"/>
    <w:rsid w:val="008D5721"/>
    <w:rsid w:val="008D6C91"/>
    <w:rsid w:val="008D7C9A"/>
    <w:rsid w:val="008E0E9F"/>
    <w:rsid w:val="008E20B7"/>
    <w:rsid w:val="008E37FE"/>
    <w:rsid w:val="008E489D"/>
    <w:rsid w:val="008E6CAE"/>
    <w:rsid w:val="008E74CA"/>
    <w:rsid w:val="008E754D"/>
    <w:rsid w:val="008E7DAB"/>
    <w:rsid w:val="008F272F"/>
    <w:rsid w:val="008F4026"/>
    <w:rsid w:val="008F5098"/>
    <w:rsid w:val="008F6D20"/>
    <w:rsid w:val="008F7A48"/>
    <w:rsid w:val="008F7B02"/>
    <w:rsid w:val="00900E19"/>
    <w:rsid w:val="00902CA1"/>
    <w:rsid w:val="0090550C"/>
    <w:rsid w:val="00906A36"/>
    <w:rsid w:val="009123F2"/>
    <w:rsid w:val="00913FB8"/>
    <w:rsid w:val="0091551B"/>
    <w:rsid w:val="009207B2"/>
    <w:rsid w:val="009212E0"/>
    <w:rsid w:val="00921581"/>
    <w:rsid w:val="00921878"/>
    <w:rsid w:val="00921C41"/>
    <w:rsid w:val="00923D89"/>
    <w:rsid w:val="00927544"/>
    <w:rsid w:val="00927C53"/>
    <w:rsid w:val="009308C7"/>
    <w:rsid w:val="00931EE0"/>
    <w:rsid w:val="00932744"/>
    <w:rsid w:val="00934FD1"/>
    <w:rsid w:val="00935990"/>
    <w:rsid w:val="00936043"/>
    <w:rsid w:val="009410F4"/>
    <w:rsid w:val="0094594B"/>
    <w:rsid w:val="009542B2"/>
    <w:rsid w:val="00955748"/>
    <w:rsid w:val="0095794A"/>
    <w:rsid w:val="00960B07"/>
    <w:rsid w:val="00963448"/>
    <w:rsid w:val="00964CDB"/>
    <w:rsid w:val="009665DA"/>
    <w:rsid w:val="009669CF"/>
    <w:rsid w:val="00970744"/>
    <w:rsid w:val="00975C50"/>
    <w:rsid w:val="009779AE"/>
    <w:rsid w:val="00977FEC"/>
    <w:rsid w:val="009849CA"/>
    <w:rsid w:val="00984B50"/>
    <w:rsid w:val="00986D29"/>
    <w:rsid w:val="0098701D"/>
    <w:rsid w:val="00990700"/>
    <w:rsid w:val="00993402"/>
    <w:rsid w:val="009937B0"/>
    <w:rsid w:val="00995D62"/>
    <w:rsid w:val="009A18CC"/>
    <w:rsid w:val="009A1F17"/>
    <w:rsid w:val="009A29B4"/>
    <w:rsid w:val="009A320C"/>
    <w:rsid w:val="009A3FA5"/>
    <w:rsid w:val="009A43F0"/>
    <w:rsid w:val="009A4929"/>
    <w:rsid w:val="009B124F"/>
    <w:rsid w:val="009B4E00"/>
    <w:rsid w:val="009B6893"/>
    <w:rsid w:val="009C05BC"/>
    <w:rsid w:val="009C19EF"/>
    <w:rsid w:val="009C4764"/>
    <w:rsid w:val="009C75C1"/>
    <w:rsid w:val="009D0557"/>
    <w:rsid w:val="009D10F6"/>
    <w:rsid w:val="009D206C"/>
    <w:rsid w:val="009D7B0F"/>
    <w:rsid w:val="009D7BE4"/>
    <w:rsid w:val="009E00D2"/>
    <w:rsid w:val="009E0B91"/>
    <w:rsid w:val="009E0FA9"/>
    <w:rsid w:val="009E15B5"/>
    <w:rsid w:val="009E4467"/>
    <w:rsid w:val="009E72F9"/>
    <w:rsid w:val="009E7B4F"/>
    <w:rsid w:val="009F085D"/>
    <w:rsid w:val="009F1903"/>
    <w:rsid w:val="009F33DD"/>
    <w:rsid w:val="009F340B"/>
    <w:rsid w:val="009F3C48"/>
    <w:rsid w:val="009F3DDF"/>
    <w:rsid w:val="009F4985"/>
    <w:rsid w:val="009F503E"/>
    <w:rsid w:val="009F6513"/>
    <w:rsid w:val="00A00204"/>
    <w:rsid w:val="00A01333"/>
    <w:rsid w:val="00A12D35"/>
    <w:rsid w:val="00A14847"/>
    <w:rsid w:val="00A1607A"/>
    <w:rsid w:val="00A16715"/>
    <w:rsid w:val="00A171BE"/>
    <w:rsid w:val="00A20ACB"/>
    <w:rsid w:val="00A2374F"/>
    <w:rsid w:val="00A23D44"/>
    <w:rsid w:val="00A243AC"/>
    <w:rsid w:val="00A24A8E"/>
    <w:rsid w:val="00A24B64"/>
    <w:rsid w:val="00A26969"/>
    <w:rsid w:val="00A27F18"/>
    <w:rsid w:val="00A309FF"/>
    <w:rsid w:val="00A31035"/>
    <w:rsid w:val="00A324BF"/>
    <w:rsid w:val="00A36965"/>
    <w:rsid w:val="00A37BA9"/>
    <w:rsid w:val="00A40035"/>
    <w:rsid w:val="00A427CB"/>
    <w:rsid w:val="00A46601"/>
    <w:rsid w:val="00A46A16"/>
    <w:rsid w:val="00A51941"/>
    <w:rsid w:val="00A51A1A"/>
    <w:rsid w:val="00A51BFD"/>
    <w:rsid w:val="00A51E55"/>
    <w:rsid w:val="00A53DCC"/>
    <w:rsid w:val="00A554A9"/>
    <w:rsid w:val="00A608C0"/>
    <w:rsid w:val="00A62531"/>
    <w:rsid w:val="00A6280A"/>
    <w:rsid w:val="00A63783"/>
    <w:rsid w:val="00A66EF8"/>
    <w:rsid w:val="00A7071B"/>
    <w:rsid w:val="00A7101F"/>
    <w:rsid w:val="00A7142F"/>
    <w:rsid w:val="00A73168"/>
    <w:rsid w:val="00A748C2"/>
    <w:rsid w:val="00A766CF"/>
    <w:rsid w:val="00A7705F"/>
    <w:rsid w:val="00A77A31"/>
    <w:rsid w:val="00A8138D"/>
    <w:rsid w:val="00A819BF"/>
    <w:rsid w:val="00A872D1"/>
    <w:rsid w:val="00A873BA"/>
    <w:rsid w:val="00A874CA"/>
    <w:rsid w:val="00A9344A"/>
    <w:rsid w:val="00A960CE"/>
    <w:rsid w:val="00AA0A8B"/>
    <w:rsid w:val="00AA17EF"/>
    <w:rsid w:val="00AA27B4"/>
    <w:rsid w:val="00AB30B3"/>
    <w:rsid w:val="00AB34B0"/>
    <w:rsid w:val="00AB3C8C"/>
    <w:rsid w:val="00AB4E8B"/>
    <w:rsid w:val="00AB5EC5"/>
    <w:rsid w:val="00AC0457"/>
    <w:rsid w:val="00AC0F22"/>
    <w:rsid w:val="00AC105B"/>
    <w:rsid w:val="00AC73C6"/>
    <w:rsid w:val="00AD144E"/>
    <w:rsid w:val="00AD4771"/>
    <w:rsid w:val="00AD5844"/>
    <w:rsid w:val="00AD7827"/>
    <w:rsid w:val="00AD7DE4"/>
    <w:rsid w:val="00AE1D44"/>
    <w:rsid w:val="00AE31B5"/>
    <w:rsid w:val="00AF1B8D"/>
    <w:rsid w:val="00AF31A8"/>
    <w:rsid w:val="00AF3249"/>
    <w:rsid w:val="00AF36D7"/>
    <w:rsid w:val="00AF47E9"/>
    <w:rsid w:val="00AF4E7F"/>
    <w:rsid w:val="00B00BF6"/>
    <w:rsid w:val="00B0189A"/>
    <w:rsid w:val="00B06341"/>
    <w:rsid w:val="00B10C65"/>
    <w:rsid w:val="00B10FC9"/>
    <w:rsid w:val="00B11616"/>
    <w:rsid w:val="00B11DEC"/>
    <w:rsid w:val="00B132AA"/>
    <w:rsid w:val="00B14DE9"/>
    <w:rsid w:val="00B155D9"/>
    <w:rsid w:val="00B17B7E"/>
    <w:rsid w:val="00B20024"/>
    <w:rsid w:val="00B26C5D"/>
    <w:rsid w:val="00B276C7"/>
    <w:rsid w:val="00B27807"/>
    <w:rsid w:val="00B36056"/>
    <w:rsid w:val="00B37687"/>
    <w:rsid w:val="00B41783"/>
    <w:rsid w:val="00B43FFD"/>
    <w:rsid w:val="00B44AA6"/>
    <w:rsid w:val="00B44DDA"/>
    <w:rsid w:val="00B4616C"/>
    <w:rsid w:val="00B5293C"/>
    <w:rsid w:val="00B5407A"/>
    <w:rsid w:val="00B54FA1"/>
    <w:rsid w:val="00B5724E"/>
    <w:rsid w:val="00B60A24"/>
    <w:rsid w:val="00B619FA"/>
    <w:rsid w:val="00B61EAB"/>
    <w:rsid w:val="00B640BB"/>
    <w:rsid w:val="00B66F09"/>
    <w:rsid w:val="00B67D09"/>
    <w:rsid w:val="00B7170F"/>
    <w:rsid w:val="00B7266D"/>
    <w:rsid w:val="00B74BA3"/>
    <w:rsid w:val="00B8025C"/>
    <w:rsid w:val="00B8247D"/>
    <w:rsid w:val="00B82A1D"/>
    <w:rsid w:val="00B8674D"/>
    <w:rsid w:val="00B92308"/>
    <w:rsid w:val="00B923C8"/>
    <w:rsid w:val="00B9347A"/>
    <w:rsid w:val="00B950F7"/>
    <w:rsid w:val="00B95F34"/>
    <w:rsid w:val="00BA08DB"/>
    <w:rsid w:val="00BA29FE"/>
    <w:rsid w:val="00BA3277"/>
    <w:rsid w:val="00BA3347"/>
    <w:rsid w:val="00BA3A58"/>
    <w:rsid w:val="00BA5CD0"/>
    <w:rsid w:val="00BA62E7"/>
    <w:rsid w:val="00BA708C"/>
    <w:rsid w:val="00BA7721"/>
    <w:rsid w:val="00BA78FC"/>
    <w:rsid w:val="00BA7B53"/>
    <w:rsid w:val="00BA7F01"/>
    <w:rsid w:val="00BB262A"/>
    <w:rsid w:val="00BB42B6"/>
    <w:rsid w:val="00BB5685"/>
    <w:rsid w:val="00BB5788"/>
    <w:rsid w:val="00BB6117"/>
    <w:rsid w:val="00BB6FBC"/>
    <w:rsid w:val="00BB7FC8"/>
    <w:rsid w:val="00BC1269"/>
    <w:rsid w:val="00BC27AC"/>
    <w:rsid w:val="00BC4871"/>
    <w:rsid w:val="00BC5EE2"/>
    <w:rsid w:val="00BC621D"/>
    <w:rsid w:val="00BC6D55"/>
    <w:rsid w:val="00BD0ACA"/>
    <w:rsid w:val="00BD0F10"/>
    <w:rsid w:val="00BD1114"/>
    <w:rsid w:val="00BD244E"/>
    <w:rsid w:val="00BD25E2"/>
    <w:rsid w:val="00BD3382"/>
    <w:rsid w:val="00BD38E3"/>
    <w:rsid w:val="00BD52E5"/>
    <w:rsid w:val="00BD5A01"/>
    <w:rsid w:val="00BD5A4A"/>
    <w:rsid w:val="00BD605E"/>
    <w:rsid w:val="00BD66C7"/>
    <w:rsid w:val="00BD6DE9"/>
    <w:rsid w:val="00BD79D6"/>
    <w:rsid w:val="00BE0564"/>
    <w:rsid w:val="00BE1E4D"/>
    <w:rsid w:val="00BE1EF3"/>
    <w:rsid w:val="00BE20FC"/>
    <w:rsid w:val="00BE2495"/>
    <w:rsid w:val="00BE455A"/>
    <w:rsid w:val="00BE4584"/>
    <w:rsid w:val="00BE5A7C"/>
    <w:rsid w:val="00BE69BD"/>
    <w:rsid w:val="00BE713A"/>
    <w:rsid w:val="00BF0071"/>
    <w:rsid w:val="00BF0F93"/>
    <w:rsid w:val="00BF355C"/>
    <w:rsid w:val="00BF454B"/>
    <w:rsid w:val="00BF71BA"/>
    <w:rsid w:val="00BF7B8D"/>
    <w:rsid w:val="00C004D1"/>
    <w:rsid w:val="00C01BBA"/>
    <w:rsid w:val="00C0492C"/>
    <w:rsid w:val="00C04C31"/>
    <w:rsid w:val="00C05A69"/>
    <w:rsid w:val="00C078E7"/>
    <w:rsid w:val="00C13656"/>
    <w:rsid w:val="00C159BF"/>
    <w:rsid w:val="00C21B0C"/>
    <w:rsid w:val="00C21C0E"/>
    <w:rsid w:val="00C246A5"/>
    <w:rsid w:val="00C26076"/>
    <w:rsid w:val="00C2622D"/>
    <w:rsid w:val="00C27AE9"/>
    <w:rsid w:val="00C308FE"/>
    <w:rsid w:val="00C30D52"/>
    <w:rsid w:val="00C3147D"/>
    <w:rsid w:val="00C31C1E"/>
    <w:rsid w:val="00C32BEA"/>
    <w:rsid w:val="00C3383B"/>
    <w:rsid w:val="00C33BC1"/>
    <w:rsid w:val="00C34BAB"/>
    <w:rsid w:val="00C37FD2"/>
    <w:rsid w:val="00C403BC"/>
    <w:rsid w:val="00C409A0"/>
    <w:rsid w:val="00C43866"/>
    <w:rsid w:val="00C43D62"/>
    <w:rsid w:val="00C44698"/>
    <w:rsid w:val="00C452AC"/>
    <w:rsid w:val="00C458DF"/>
    <w:rsid w:val="00C46CB7"/>
    <w:rsid w:val="00C52005"/>
    <w:rsid w:val="00C52D34"/>
    <w:rsid w:val="00C53236"/>
    <w:rsid w:val="00C53E43"/>
    <w:rsid w:val="00C55CAB"/>
    <w:rsid w:val="00C564C9"/>
    <w:rsid w:val="00C56B80"/>
    <w:rsid w:val="00C616F4"/>
    <w:rsid w:val="00C63296"/>
    <w:rsid w:val="00C66835"/>
    <w:rsid w:val="00C67FBC"/>
    <w:rsid w:val="00C71C85"/>
    <w:rsid w:val="00C72854"/>
    <w:rsid w:val="00C738DA"/>
    <w:rsid w:val="00C74071"/>
    <w:rsid w:val="00C7508F"/>
    <w:rsid w:val="00C779D2"/>
    <w:rsid w:val="00C83EF5"/>
    <w:rsid w:val="00C84344"/>
    <w:rsid w:val="00C84F1B"/>
    <w:rsid w:val="00C84F63"/>
    <w:rsid w:val="00C850C7"/>
    <w:rsid w:val="00C863CE"/>
    <w:rsid w:val="00C863D2"/>
    <w:rsid w:val="00C865D3"/>
    <w:rsid w:val="00C8734D"/>
    <w:rsid w:val="00C87742"/>
    <w:rsid w:val="00C9105E"/>
    <w:rsid w:val="00C910E3"/>
    <w:rsid w:val="00C921CF"/>
    <w:rsid w:val="00C922EB"/>
    <w:rsid w:val="00C9415C"/>
    <w:rsid w:val="00C9495A"/>
    <w:rsid w:val="00CA0F5A"/>
    <w:rsid w:val="00CA2173"/>
    <w:rsid w:val="00CA22B3"/>
    <w:rsid w:val="00CA4469"/>
    <w:rsid w:val="00CA46F2"/>
    <w:rsid w:val="00CA478E"/>
    <w:rsid w:val="00CA7AD1"/>
    <w:rsid w:val="00CB000E"/>
    <w:rsid w:val="00CB1650"/>
    <w:rsid w:val="00CB1B4B"/>
    <w:rsid w:val="00CB53BA"/>
    <w:rsid w:val="00CB6E6A"/>
    <w:rsid w:val="00CC0A73"/>
    <w:rsid w:val="00CC2713"/>
    <w:rsid w:val="00CC5747"/>
    <w:rsid w:val="00CC5778"/>
    <w:rsid w:val="00CD12EE"/>
    <w:rsid w:val="00CD1D35"/>
    <w:rsid w:val="00CD29F0"/>
    <w:rsid w:val="00CD31DB"/>
    <w:rsid w:val="00CD4E21"/>
    <w:rsid w:val="00CD771C"/>
    <w:rsid w:val="00CD7724"/>
    <w:rsid w:val="00CE2470"/>
    <w:rsid w:val="00CE417B"/>
    <w:rsid w:val="00CE56DE"/>
    <w:rsid w:val="00CE7204"/>
    <w:rsid w:val="00CF2185"/>
    <w:rsid w:val="00CF297E"/>
    <w:rsid w:val="00CF3DC2"/>
    <w:rsid w:val="00CF4B2A"/>
    <w:rsid w:val="00CF5A1D"/>
    <w:rsid w:val="00D002F8"/>
    <w:rsid w:val="00D02419"/>
    <w:rsid w:val="00D03FBD"/>
    <w:rsid w:val="00D049CB"/>
    <w:rsid w:val="00D110C0"/>
    <w:rsid w:val="00D15E8F"/>
    <w:rsid w:val="00D16534"/>
    <w:rsid w:val="00D16F7A"/>
    <w:rsid w:val="00D17086"/>
    <w:rsid w:val="00D17C85"/>
    <w:rsid w:val="00D20AF4"/>
    <w:rsid w:val="00D26ED2"/>
    <w:rsid w:val="00D35767"/>
    <w:rsid w:val="00D40B93"/>
    <w:rsid w:val="00D40CDD"/>
    <w:rsid w:val="00D4185D"/>
    <w:rsid w:val="00D4391C"/>
    <w:rsid w:val="00D50C06"/>
    <w:rsid w:val="00D5196A"/>
    <w:rsid w:val="00D52B4A"/>
    <w:rsid w:val="00D52BE6"/>
    <w:rsid w:val="00D544B2"/>
    <w:rsid w:val="00D571DD"/>
    <w:rsid w:val="00D606C4"/>
    <w:rsid w:val="00D60CA5"/>
    <w:rsid w:val="00D626B1"/>
    <w:rsid w:val="00D62E9D"/>
    <w:rsid w:val="00D73154"/>
    <w:rsid w:val="00D756FB"/>
    <w:rsid w:val="00D820C7"/>
    <w:rsid w:val="00D830B9"/>
    <w:rsid w:val="00D84686"/>
    <w:rsid w:val="00D84F4C"/>
    <w:rsid w:val="00D85A87"/>
    <w:rsid w:val="00D87B00"/>
    <w:rsid w:val="00D903F1"/>
    <w:rsid w:val="00D90DF6"/>
    <w:rsid w:val="00D90ECB"/>
    <w:rsid w:val="00D913B7"/>
    <w:rsid w:val="00D92694"/>
    <w:rsid w:val="00D927E3"/>
    <w:rsid w:val="00D97AF7"/>
    <w:rsid w:val="00DA07D8"/>
    <w:rsid w:val="00DA1E21"/>
    <w:rsid w:val="00DA569B"/>
    <w:rsid w:val="00DA7339"/>
    <w:rsid w:val="00DA7A36"/>
    <w:rsid w:val="00DA7AAF"/>
    <w:rsid w:val="00DB0D68"/>
    <w:rsid w:val="00DB2313"/>
    <w:rsid w:val="00DB44AF"/>
    <w:rsid w:val="00DB53E5"/>
    <w:rsid w:val="00DB5DF5"/>
    <w:rsid w:val="00DB74B9"/>
    <w:rsid w:val="00DB7F28"/>
    <w:rsid w:val="00DC3F1F"/>
    <w:rsid w:val="00DC4973"/>
    <w:rsid w:val="00DC5C07"/>
    <w:rsid w:val="00DC6CAF"/>
    <w:rsid w:val="00DD066A"/>
    <w:rsid w:val="00DD09AA"/>
    <w:rsid w:val="00DD17A3"/>
    <w:rsid w:val="00DD17FD"/>
    <w:rsid w:val="00DD1E45"/>
    <w:rsid w:val="00DD418B"/>
    <w:rsid w:val="00DD5ED3"/>
    <w:rsid w:val="00DD6777"/>
    <w:rsid w:val="00DD7CE6"/>
    <w:rsid w:val="00DE0703"/>
    <w:rsid w:val="00DE14AA"/>
    <w:rsid w:val="00DE1A70"/>
    <w:rsid w:val="00DE3A20"/>
    <w:rsid w:val="00DE45EF"/>
    <w:rsid w:val="00DE5871"/>
    <w:rsid w:val="00DF03CC"/>
    <w:rsid w:val="00DF42A9"/>
    <w:rsid w:val="00DF45D4"/>
    <w:rsid w:val="00DF6492"/>
    <w:rsid w:val="00DF6A96"/>
    <w:rsid w:val="00DF7CA6"/>
    <w:rsid w:val="00E03D30"/>
    <w:rsid w:val="00E05550"/>
    <w:rsid w:val="00E06CB5"/>
    <w:rsid w:val="00E130EF"/>
    <w:rsid w:val="00E15845"/>
    <w:rsid w:val="00E160F6"/>
    <w:rsid w:val="00E16744"/>
    <w:rsid w:val="00E16841"/>
    <w:rsid w:val="00E2072B"/>
    <w:rsid w:val="00E20CE8"/>
    <w:rsid w:val="00E21802"/>
    <w:rsid w:val="00E22D2E"/>
    <w:rsid w:val="00E237DD"/>
    <w:rsid w:val="00E24C3C"/>
    <w:rsid w:val="00E25CC6"/>
    <w:rsid w:val="00E260B6"/>
    <w:rsid w:val="00E26A02"/>
    <w:rsid w:val="00E31360"/>
    <w:rsid w:val="00E31548"/>
    <w:rsid w:val="00E353E3"/>
    <w:rsid w:val="00E37F68"/>
    <w:rsid w:val="00E37F8D"/>
    <w:rsid w:val="00E40A44"/>
    <w:rsid w:val="00E4116B"/>
    <w:rsid w:val="00E43235"/>
    <w:rsid w:val="00E44A97"/>
    <w:rsid w:val="00E45233"/>
    <w:rsid w:val="00E47E9F"/>
    <w:rsid w:val="00E47F39"/>
    <w:rsid w:val="00E50024"/>
    <w:rsid w:val="00E501C1"/>
    <w:rsid w:val="00E50E18"/>
    <w:rsid w:val="00E50EBB"/>
    <w:rsid w:val="00E5217A"/>
    <w:rsid w:val="00E538F6"/>
    <w:rsid w:val="00E54C08"/>
    <w:rsid w:val="00E56302"/>
    <w:rsid w:val="00E56837"/>
    <w:rsid w:val="00E61F4A"/>
    <w:rsid w:val="00E62395"/>
    <w:rsid w:val="00E64025"/>
    <w:rsid w:val="00E677DF"/>
    <w:rsid w:val="00E71938"/>
    <w:rsid w:val="00E72145"/>
    <w:rsid w:val="00E72977"/>
    <w:rsid w:val="00E72A3E"/>
    <w:rsid w:val="00E73B04"/>
    <w:rsid w:val="00E73BDC"/>
    <w:rsid w:val="00E74260"/>
    <w:rsid w:val="00E7469B"/>
    <w:rsid w:val="00E76200"/>
    <w:rsid w:val="00E76F55"/>
    <w:rsid w:val="00E80120"/>
    <w:rsid w:val="00E807BE"/>
    <w:rsid w:val="00E80AD0"/>
    <w:rsid w:val="00E80E8D"/>
    <w:rsid w:val="00E823B3"/>
    <w:rsid w:val="00E86BBF"/>
    <w:rsid w:val="00E90A1F"/>
    <w:rsid w:val="00E92CDE"/>
    <w:rsid w:val="00E93DA2"/>
    <w:rsid w:val="00E96AF0"/>
    <w:rsid w:val="00EA084C"/>
    <w:rsid w:val="00EA0F07"/>
    <w:rsid w:val="00EA2B60"/>
    <w:rsid w:val="00EA56C7"/>
    <w:rsid w:val="00EA648E"/>
    <w:rsid w:val="00EB3837"/>
    <w:rsid w:val="00EB55E2"/>
    <w:rsid w:val="00EC3E11"/>
    <w:rsid w:val="00EC4279"/>
    <w:rsid w:val="00ED0E4A"/>
    <w:rsid w:val="00ED1E00"/>
    <w:rsid w:val="00ED1E28"/>
    <w:rsid w:val="00ED2304"/>
    <w:rsid w:val="00ED2A1B"/>
    <w:rsid w:val="00ED4736"/>
    <w:rsid w:val="00ED639C"/>
    <w:rsid w:val="00EE3B58"/>
    <w:rsid w:val="00EE5E26"/>
    <w:rsid w:val="00EE6F61"/>
    <w:rsid w:val="00EE70C6"/>
    <w:rsid w:val="00EF2609"/>
    <w:rsid w:val="00EF7A54"/>
    <w:rsid w:val="00F0025E"/>
    <w:rsid w:val="00F00F15"/>
    <w:rsid w:val="00F01080"/>
    <w:rsid w:val="00F01A65"/>
    <w:rsid w:val="00F01C2C"/>
    <w:rsid w:val="00F023C6"/>
    <w:rsid w:val="00F02954"/>
    <w:rsid w:val="00F05EE0"/>
    <w:rsid w:val="00F06810"/>
    <w:rsid w:val="00F06B2E"/>
    <w:rsid w:val="00F07306"/>
    <w:rsid w:val="00F123ED"/>
    <w:rsid w:val="00F143F9"/>
    <w:rsid w:val="00F163B0"/>
    <w:rsid w:val="00F166E8"/>
    <w:rsid w:val="00F2083E"/>
    <w:rsid w:val="00F213E4"/>
    <w:rsid w:val="00F2195F"/>
    <w:rsid w:val="00F24297"/>
    <w:rsid w:val="00F24765"/>
    <w:rsid w:val="00F27167"/>
    <w:rsid w:val="00F3081D"/>
    <w:rsid w:val="00F31A89"/>
    <w:rsid w:val="00F31AA3"/>
    <w:rsid w:val="00F31F3E"/>
    <w:rsid w:val="00F32952"/>
    <w:rsid w:val="00F37010"/>
    <w:rsid w:val="00F42C76"/>
    <w:rsid w:val="00F43CCE"/>
    <w:rsid w:val="00F45D97"/>
    <w:rsid w:val="00F6035D"/>
    <w:rsid w:val="00F603A3"/>
    <w:rsid w:val="00F60BD9"/>
    <w:rsid w:val="00F65D71"/>
    <w:rsid w:val="00F66AB0"/>
    <w:rsid w:val="00F70AB6"/>
    <w:rsid w:val="00F70D14"/>
    <w:rsid w:val="00F759D3"/>
    <w:rsid w:val="00F804EA"/>
    <w:rsid w:val="00F80DCF"/>
    <w:rsid w:val="00F840DE"/>
    <w:rsid w:val="00F84633"/>
    <w:rsid w:val="00F84B03"/>
    <w:rsid w:val="00F84D48"/>
    <w:rsid w:val="00F93133"/>
    <w:rsid w:val="00F9374E"/>
    <w:rsid w:val="00F93BA3"/>
    <w:rsid w:val="00F93BEB"/>
    <w:rsid w:val="00F93E95"/>
    <w:rsid w:val="00F94F82"/>
    <w:rsid w:val="00F97478"/>
    <w:rsid w:val="00FA06FA"/>
    <w:rsid w:val="00FA389F"/>
    <w:rsid w:val="00FA4AF2"/>
    <w:rsid w:val="00FA7931"/>
    <w:rsid w:val="00FB0790"/>
    <w:rsid w:val="00FB1929"/>
    <w:rsid w:val="00FB30DB"/>
    <w:rsid w:val="00FB3B30"/>
    <w:rsid w:val="00FB3C5D"/>
    <w:rsid w:val="00FB3E73"/>
    <w:rsid w:val="00FB4F13"/>
    <w:rsid w:val="00FB5FDF"/>
    <w:rsid w:val="00FB69D9"/>
    <w:rsid w:val="00FB6E87"/>
    <w:rsid w:val="00FB79CB"/>
    <w:rsid w:val="00FC1321"/>
    <w:rsid w:val="00FC1548"/>
    <w:rsid w:val="00FC1B94"/>
    <w:rsid w:val="00FC26B3"/>
    <w:rsid w:val="00FC30EA"/>
    <w:rsid w:val="00FC37A6"/>
    <w:rsid w:val="00FC7368"/>
    <w:rsid w:val="00FD0422"/>
    <w:rsid w:val="00FD0887"/>
    <w:rsid w:val="00FD0A6F"/>
    <w:rsid w:val="00FD0FF9"/>
    <w:rsid w:val="00FD1524"/>
    <w:rsid w:val="00FE1ABB"/>
    <w:rsid w:val="00FE29AE"/>
    <w:rsid w:val="00FE2F11"/>
    <w:rsid w:val="00FE3295"/>
    <w:rsid w:val="00FE4B09"/>
    <w:rsid w:val="00FE58B0"/>
    <w:rsid w:val="00FF1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25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E4B09"/>
    <w:pPr>
      <w:keepNext/>
      <w:jc w:val="both"/>
      <w:outlineLvl w:val="0"/>
    </w:pPr>
    <w:rPr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E4B09"/>
    <w:rPr>
      <w:sz w:val="28"/>
    </w:rPr>
  </w:style>
  <w:style w:type="paragraph" w:customStyle="1" w:styleId="ConsPlusNormal">
    <w:name w:val="ConsPlusNormal"/>
    <w:uiPriority w:val="99"/>
    <w:rsid w:val="002914F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914F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2914F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FE4B09"/>
    <w:pPr>
      <w:jc w:val="center"/>
    </w:pPr>
    <w:rPr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FE4B09"/>
    <w:rPr>
      <w:sz w:val="28"/>
    </w:rPr>
  </w:style>
  <w:style w:type="paragraph" w:styleId="BodyTextIndent">
    <w:name w:val="Body Text Indent"/>
    <w:basedOn w:val="Normal"/>
    <w:link w:val="BodyTextIndentChar"/>
    <w:uiPriority w:val="99"/>
    <w:rsid w:val="00FE4B09"/>
    <w:pPr>
      <w:ind w:firstLine="851"/>
      <w:jc w:val="center"/>
    </w:pPr>
    <w:rPr>
      <w:sz w:val="32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E4B09"/>
    <w:rPr>
      <w:sz w:val="32"/>
    </w:rPr>
  </w:style>
  <w:style w:type="paragraph" w:styleId="BodyTextIndent2">
    <w:name w:val="Body Text Indent 2"/>
    <w:basedOn w:val="Normal"/>
    <w:link w:val="BodyTextIndent2Char"/>
    <w:uiPriority w:val="99"/>
    <w:rsid w:val="00FE4B09"/>
    <w:pPr>
      <w:ind w:firstLine="851"/>
    </w:pPr>
    <w:rPr>
      <w:sz w:val="28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FE4B09"/>
    <w:rPr>
      <w:sz w:val="28"/>
    </w:rPr>
  </w:style>
  <w:style w:type="paragraph" w:styleId="BodyTextIndent3">
    <w:name w:val="Body Text Indent 3"/>
    <w:basedOn w:val="Normal"/>
    <w:link w:val="BodyTextIndent3Char"/>
    <w:uiPriority w:val="99"/>
    <w:rsid w:val="00FE4B09"/>
    <w:pPr>
      <w:ind w:firstLine="851"/>
      <w:jc w:val="both"/>
    </w:pPr>
    <w:rPr>
      <w:sz w:val="28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FE4B09"/>
    <w:rPr>
      <w:sz w:val="28"/>
    </w:rPr>
  </w:style>
  <w:style w:type="paragraph" w:styleId="BodyText2">
    <w:name w:val="Body Text 2"/>
    <w:basedOn w:val="Normal"/>
    <w:link w:val="BodyText2Char"/>
    <w:uiPriority w:val="99"/>
    <w:rsid w:val="00FE4B09"/>
    <w:pPr>
      <w:autoSpaceDE w:val="0"/>
      <w:autoSpaceDN w:val="0"/>
      <w:adjustRightInd w:val="0"/>
      <w:jc w:val="center"/>
    </w:pPr>
    <w:rPr>
      <w:color w:val="00000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FE4B09"/>
    <w:rPr>
      <w:color w:val="000000"/>
      <w:sz w:val="24"/>
    </w:rPr>
  </w:style>
  <w:style w:type="paragraph" w:styleId="BodyText3">
    <w:name w:val="Body Text 3"/>
    <w:basedOn w:val="Normal"/>
    <w:link w:val="BodyText3Char"/>
    <w:uiPriority w:val="99"/>
    <w:rsid w:val="00FE4B09"/>
    <w:pPr>
      <w:autoSpaceDE w:val="0"/>
      <w:autoSpaceDN w:val="0"/>
      <w:adjustRightInd w:val="0"/>
      <w:spacing w:before="40" w:line="280" w:lineRule="auto"/>
    </w:pPr>
    <w:rPr>
      <w:color w:val="000000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FE4B09"/>
    <w:rPr>
      <w:color w:val="000000"/>
      <w:sz w:val="24"/>
    </w:rPr>
  </w:style>
  <w:style w:type="table" w:styleId="TableGrid">
    <w:name w:val="Table Grid"/>
    <w:basedOn w:val="TableNormal"/>
    <w:uiPriority w:val="99"/>
    <w:rsid w:val="00FE4B0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FE4B09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E4B09"/>
    <w:rPr>
      <w:rFonts w:ascii="Tahoma" w:hAnsi="Tahoma"/>
      <w:sz w:val="16"/>
    </w:rPr>
  </w:style>
  <w:style w:type="paragraph" w:customStyle="1" w:styleId="ConsNonformat">
    <w:name w:val="ConsNonformat"/>
    <w:uiPriority w:val="99"/>
    <w:rsid w:val="00FE4B09"/>
    <w:pPr>
      <w:widowControl w:val="0"/>
      <w:autoSpaceDE w:val="0"/>
      <w:autoSpaceDN w:val="0"/>
      <w:ind w:right="19772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FE4B09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E4B09"/>
    <w:rPr>
      <w:sz w:val="24"/>
    </w:rPr>
  </w:style>
  <w:style w:type="paragraph" w:styleId="NormalWeb">
    <w:name w:val="Normal (Web)"/>
    <w:basedOn w:val="Normal"/>
    <w:uiPriority w:val="99"/>
    <w:rsid w:val="00FE4B09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FE4B09"/>
    <w:rPr>
      <w:rFonts w:cs="Times New Roman"/>
      <w:b/>
    </w:rPr>
  </w:style>
  <w:style w:type="paragraph" w:customStyle="1" w:styleId="ConsTitle">
    <w:name w:val="ConsTitle"/>
    <w:uiPriority w:val="99"/>
    <w:rsid w:val="00FE4B0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rsid w:val="00FE4B0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E4B09"/>
  </w:style>
  <w:style w:type="character" w:styleId="PageNumber">
    <w:name w:val="page number"/>
    <w:basedOn w:val="DefaultParagraphFont"/>
    <w:uiPriority w:val="99"/>
    <w:rsid w:val="00FE4B09"/>
    <w:rPr>
      <w:rFonts w:cs="Times New Roman"/>
    </w:rPr>
  </w:style>
  <w:style w:type="paragraph" w:customStyle="1" w:styleId="a">
    <w:name w:val="Знак Знак Знак Знак"/>
    <w:basedOn w:val="Normal"/>
    <w:uiPriority w:val="99"/>
    <w:rsid w:val="0043484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 Знак Знак Знак1"/>
    <w:basedOn w:val="Normal"/>
    <w:uiPriority w:val="99"/>
    <w:rsid w:val="00375B8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375B81"/>
    <w:pPr>
      <w:widowControl w:val="0"/>
      <w:ind w:firstLine="720"/>
    </w:pPr>
    <w:rPr>
      <w:rFonts w:ascii="Arial" w:hAnsi="Arial"/>
      <w:sz w:val="20"/>
      <w:szCs w:val="20"/>
    </w:rPr>
  </w:style>
  <w:style w:type="paragraph" w:customStyle="1" w:styleId="a0">
    <w:name w:val="Знак Знак"/>
    <w:basedOn w:val="Normal"/>
    <w:uiPriority w:val="99"/>
    <w:rsid w:val="0080463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Heading">
    <w:name w:val="Heading"/>
    <w:uiPriority w:val="99"/>
    <w:rsid w:val="001D029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BodyText">
    <w:name w:val="Body Text"/>
    <w:basedOn w:val="Normal"/>
    <w:link w:val="BodyTextChar"/>
    <w:uiPriority w:val="99"/>
    <w:rsid w:val="0045478C"/>
    <w:pPr>
      <w:spacing w:after="120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5478C"/>
    <w:rPr>
      <w:sz w:val="24"/>
    </w:rPr>
  </w:style>
  <w:style w:type="paragraph" w:styleId="BodyTextFirstIndent">
    <w:name w:val="Body Text First Indent"/>
    <w:basedOn w:val="BodyText"/>
    <w:link w:val="BodyTextFirstIndentChar"/>
    <w:uiPriority w:val="99"/>
    <w:rsid w:val="0045478C"/>
    <w:pPr>
      <w:spacing w:line="276" w:lineRule="auto"/>
      <w:ind w:firstLine="210"/>
    </w:pPr>
    <w:rPr>
      <w:rFonts w:ascii="Calibri" w:hAnsi="Calibri"/>
      <w:sz w:val="22"/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locked/>
    <w:rsid w:val="0045478C"/>
    <w:rPr>
      <w:rFonts w:ascii="Calibri" w:hAnsi="Calibri"/>
      <w:sz w:val="22"/>
      <w:lang w:eastAsia="en-US"/>
    </w:rPr>
  </w:style>
  <w:style w:type="paragraph" w:styleId="DocumentMap">
    <w:name w:val="Document Map"/>
    <w:basedOn w:val="Normal"/>
    <w:link w:val="DocumentMapChar"/>
    <w:uiPriority w:val="99"/>
    <w:rsid w:val="00606F55"/>
    <w:rPr>
      <w:rFonts w:ascii="Tahoma" w:hAnsi="Tahoma"/>
      <w:sz w:val="16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606F55"/>
    <w:rPr>
      <w:rFonts w:ascii="Tahoma" w:hAnsi="Tahoma"/>
      <w:sz w:val="16"/>
    </w:rPr>
  </w:style>
  <w:style w:type="paragraph" w:customStyle="1" w:styleId="10">
    <w:name w:val="Знак1 Знак"/>
    <w:basedOn w:val="Normal"/>
    <w:uiPriority w:val="99"/>
    <w:rsid w:val="00A7071B"/>
    <w:pPr>
      <w:overflowPunct w:val="0"/>
      <w:autoSpaceDE w:val="0"/>
      <w:autoSpaceDN w:val="0"/>
      <w:adjustRightInd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 Знак Знак Знак Знак Знак Знак"/>
    <w:basedOn w:val="Normal"/>
    <w:uiPriority w:val="99"/>
    <w:rsid w:val="00BD79D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Normal"/>
    <w:uiPriority w:val="99"/>
    <w:rsid w:val="00C9415C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1"/>
    <w:basedOn w:val="Normal"/>
    <w:uiPriority w:val="99"/>
    <w:rsid w:val="001C168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pple-style-span">
    <w:name w:val="apple-style-span"/>
    <w:uiPriority w:val="99"/>
    <w:rsid w:val="001C168D"/>
  </w:style>
  <w:style w:type="character" w:customStyle="1" w:styleId="apple-converted-space">
    <w:name w:val="apple-converted-space"/>
    <w:uiPriority w:val="99"/>
    <w:rsid w:val="001C168D"/>
  </w:style>
  <w:style w:type="paragraph" w:styleId="ListParagraph">
    <w:name w:val="List Paragraph"/>
    <w:basedOn w:val="Normal"/>
    <w:uiPriority w:val="99"/>
    <w:qFormat/>
    <w:rsid w:val="001C168D"/>
    <w:pPr>
      <w:ind w:left="720"/>
      <w:contextualSpacing/>
    </w:pPr>
  </w:style>
  <w:style w:type="paragraph" w:customStyle="1" w:styleId="a1">
    <w:name w:val="Нормальный (таблица)"/>
    <w:basedOn w:val="Normal"/>
    <w:next w:val="Normal"/>
    <w:uiPriority w:val="99"/>
    <w:rsid w:val="0067312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uiPriority w:val="99"/>
    <w:rsid w:val="00795DF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783F2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07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1401</TotalTime>
  <Pages>5</Pages>
  <Words>958</Words>
  <Characters>5464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Ружина</dc:creator>
  <cp:keywords/>
  <dc:description/>
  <cp:lastModifiedBy>Natalya</cp:lastModifiedBy>
  <cp:revision>58</cp:revision>
  <cp:lastPrinted>2015-07-09T07:09:00Z</cp:lastPrinted>
  <dcterms:created xsi:type="dcterms:W3CDTF">2014-05-05T09:04:00Z</dcterms:created>
  <dcterms:modified xsi:type="dcterms:W3CDTF">2015-07-17T07:46:00Z</dcterms:modified>
</cp:coreProperties>
</file>