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EE" w:rsidRDefault="001D06EE" w:rsidP="002F0EDC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D06EE" w:rsidRDefault="001D06EE" w:rsidP="002F0EDC">
      <w:pPr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D06EE" w:rsidRDefault="001D06EE" w:rsidP="002F0EDC">
      <w:pPr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1D06EE" w:rsidRDefault="001D06EE" w:rsidP="002F0EDC">
      <w:pPr>
        <w:ind w:left="5103"/>
        <w:rPr>
          <w:sz w:val="28"/>
          <w:szCs w:val="28"/>
        </w:rPr>
      </w:pPr>
      <w:r>
        <w:rPr>
          <w:sz w:val="28"/>
          <w:szCs w:val="28"/>
        </w:rPr>
        <w:t>от 25 декабря  2015 г. № 2165</w:t>
      </w:r>
    </w:p>
    <w:p w:rsidR="001D06EE" w:rsidRDefault="001D06EE" w:rsidP="002F0EDC"/>
    <w:p w:rsidR="001D06EE" w:rsidRDefault="001D06EE" w:rsidP="002F0EDC"/>
    <w:p w:rsidR="001D06EE" w:rsidRPr="00A962FD" w:rsidRDefault="001D06EE" w:rsidP="002F0EDC">
      <w:pPr>
        <w:ind w:right="353"/>
        <w:jc w:val="center"/>
        <w:rPr>
          <w:sz w:val="28"/>
          <w:szCs w:val="28"/>
        </w:rPr>
      </w:pPr>
      <w:r w:rsidRPr="00A962FD">
        <w:rPr>
          <w:sz w:val="28"/>
          <w:szCs w:val="28"/>
        </w:rPr>
        <w:t xml:space="preserve">Адресный перечень многоквартирных домов, признанных аварийными </w:t>
      </w:r>
    </w:p>
    <w:p w:rsidR="001D06EE" w:rsidRPr="00A962FD" w:rsidRDefault="001D06EE" w:rsidP="002F0EDC">
      <w:pPr>
        <w:ind w:right="353"/>
        <w:jc w:val="center"/>
        <w:rPr>
          <w:sz w:val="28"/>
          <w:szCs w:val="28"/>
        </w:rPr>
      </w:pPr>
      <w:r>
        <w:rPr>
          <w:sz w:val="28"/>
          <w:szCs w:val="28"/>
        </w:rPr>
        <w:t>и подлежащих</w:t>
      </w:r>
      <w:r w:rsidRPr="00A962FD">
        <w:rPr>
          <w:sz w:val="28"/>
          <w:szCs w:val="28"/>
        </w:rPr>
        <w:t xml:space="preserve"> расселению</w:t>
      </w:r>
    </w:p>
    <w:p w:rsidR="001D06EE" w:rsidRDefault="001D06EE" w:rsidP="002F0EDC"/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407"/>
        <w:gridCol w:w="4916"/>
      </w:tblGrid>
      <w:tr w:rsidR="001D06EE" w:rsidRPr="00A962FD">
        <w:tc>
          <w:tcPr>
            <w:tcW w:w="403" w:type="pct"/>
          </w:tcPr>
          <w:p w:rsidR="001D06EE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№</w:t>
            </w:r>
          </w:p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173" w:type="pct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A962FD">
              <w:rPr>
                <w:sz w:val="28"/>
                <w:szCs w:val="28"/>
              </w:rPr>
              <w:t>дрес многоквартирного дома</w:t>
            </w:r>
          </w:p>
        </w:tc>
        <w:tc>
          <w:tcPr>
            <w:tcW w:w="2424" w:type="pct"/>
          </w:tcPr>
          <w:p w:rsidR="001D06EE" w:rsidRPr="00A962FD" w:rsidRDefault="001D06EE" w:rsidP="008D0C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962FD">
              <w:rPr>
                <w:sz w:val="28"/>
                <w:szCs w:val="28"/>
              </w:rPr>
              <w:t>окумент, подтверждающий признание МКД аварийным</w:t>
            </w:r>
          </w:p>
        </w:tc>
      </w:tr>
      <w:tr w:rsidR="001D06EE" w:rsidRPr="00A962FD">
        <w:tc>
          <w:tcPr>
            <w:tcW w:w="403" w:type="pct"/>
            <w:shd w:val="clear" w:color="auto" w:fill="FFFFFF"/>
          </w:tcPr>
          <w:p w:rsidR="001D06EE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3" w:type="pct"/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24" w:type="pct"/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D06EE" w:rsidRPr="00A962FD">
        <w:trPr>
          <w:trHeight w:val="104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Гражданская, д. 12, 16, 18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</w:t>
            </w:r>
            <w:r w:rsidRPr="00A962FD">
              <w:rPr>
                <w:sz w:val="28"/>
                <w:szCs w:val="28"/>
              </w:rPr>
              <w:t>1 от 14.02.2011</w:t>
            </w:r>
          </w:p>
        </w:tc>
      </w:tr>
      <w:tr w:rsidR="001D06EE" w:rsidRPr="00A962FD">
        <w:trPr>
          <w:trHeight w:val="104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Заводская, д. 5-7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F122BE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2 от 15.02.2012</w:t>
            </w:r>
          </w:p>
        </w:tc>
      </w:tr>
      <w:tr w:rsidR="001D06EE" w:rsidRPr="00A962FD">
        <w:trPr>
          <w:trHeight w:val="1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Аллея с</w:t>
            </w:r>
            <w:r w:rsidRPr="00A962FD">
              <w:rPr>
                <w:sz w:val="28"/>
                <w:szCs w:val="28"/>
              </w:rPr>
              <w:t>мелых, д. 101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1 от 12.03.2012</w:t>
            </w:r>
          </w:p>
        </w:tc>
      </w:tr>
      <w:tr w:rsidR="001D06EE" w:rsidRPr="00A962FD">
        <w:trPr>
          <w:trHeight w:val="25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2F0EDC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Б. Окружная</w:t>
            </w:r>
            <w:r>
              <w:rPr>
                <w:sz w:val="28"/>
                <w:szCs w:val="28"/>
              </w:rPr>
              <w:t xml:space="preserve"> </w:t>
            </w:r>
            <w:r w:rsidRPr="00A962FD">
              <w:rPr>
                <w:sz w:val="28"/>
                <w:szCs w:val="28"/>
              </w:rPr>
              <w:t>3-я, д. 201-203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4 от 12.03.2012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Школьная, д. 1б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962FD">
              <w:rPr>
                <w:sz w:val="28"/>
                <w:szCs w:val="28"/>
              </w:rPr>
              <w:t>аключение № 1 от 18.04.2012</w:t>
            </w:r>
          </w:p>
        </w:tc>
      </w:tr>
      <w:tr w:rsidR="001D06EE" w:rsidRPr="00A962FD">
        <w:trPr>
          <w:trHeight w:val="1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П</w:t>
            </w:r>
            <w:r>
              <w:rPr>
                <w:sz w:val="28"/>
                <w:szCs w:val="28"/>
              </w:rPr>
              <w:t>одп</w:t>
            </w:r>
            <w:r w:rsidRPr="00A962FD">
              <w:rPr>
                <w:sz w:val="28"/>
                <w:szCs w:val="28"/>
              </w:rPr>
              <w:t>. Емельянова, д. 26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</w:t>
            </w:r>
            <w:r w:rsidRPr="00A962FD">
              <w:rPr>
                <w:sz w:val="28"/>
                <w:szCs w:val="28"/>
              </w:rPr>
              <w:t>4 от 20.09.2012</w:t>
            </w:r>
          </w:p>
        </w:tc>
      </w:tr>
      <w:tr w:rsidR="001D06EE" w:rsidRPr="00A962FD">
        <w:trPr>
          <w:trHeight w:val="9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Чехова, д. 16-18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F122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bookmarkStart w:id="0" w:name="_GoBack"/>
            <w:bookmarkEnd w:id="0"/>
            <w:r w:rsidRPr="00A962FD">
              <w:rPr>
                <w:sz w:val="28"/>
                <w:szCs w:val="28"/>
              </w:rPr>
              <w:t>аключение</w:t>
            </w:r>
            <w:r>
              <w:rPr>
                <w:sz w:val="28"/>
                <w:szCs w:val="28"/>
              </w:rPr>
              <w:t xml:space="preserve"> </w:t>
            </w:r>
            <w:r w:rsidRPr="00A962FD">
              <w:rPr>
                <w:sz w:val="28"/>
                <w:szCs w:val="28"/>
              </w:rPr>
              <w:t>№ 2 от 15.10.2012</w:t>
            </w:r>
          </w:p>
        </w:tc>
      </w:tr>
      <w:tr w:rsidR="001D06EE" w:rsidRPr="00A962FD">
        <w:trPr>
          <w:trHeight w:val="1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Чехова, д. 23-25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3 от 15.10.2012</w:t>
            </w:r>
          </w:p>
        </w:tc>
      </w:tr>
      <w:tr w:rsidR="001D06EE" w:rsidRPr="00A962FD">
        <w:trPr>
          <w:trHeight w:val="1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А.</w:t>
            </w:r>
            <w:r w:rsidRPr="00A962FD">
              <w:rPr>
                <w:sz w:val="28"/>
                <w:szCs w:val="28"/>
              </w:rPr>
              <w:t xml:space="preserve"> Невского, д. 193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5 от 15.10.2012</w:t>
            </w:r>
          </w:p>
        </w:tc>
      </w:tr>
      <w:tr w:rsidR="001D06EE" w:rsidRPr="00A962FD">
        <w:trPr>
          <w:trHeight w:val="10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2F0E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962FD">
              <w:rPr>
                <w:sz w:val="28"/>
                <w:szCs w:val="28"/>
              </w:rPr>
              <w:t>абережная</w:t>
            </w:r>
            <w:r>
              <w:rPr>
                <w:sz w:val="28"/>
                <w:szCs w:val="28"/>
              </w:rPr>
              <w:t xml:space="preserve"> Правая</w:t>
            </w:r>
            <w:r w:rsidRPr="00A962FD">
              <w:rPr>
                <w:sz w:val="28"/>
                <w:szCs w:val="28"/>
              </w:rPr>
              <w:t>, д. 31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1 от 19.11.2012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Восточная, д. 9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3 от 19.11.2012</w:t>
            </w:r>
          </w:p>
        </w:tc>
      </w:tr>
      <w:tr w:rsidR="001D06EE" w:rsidRPr="00A962FD">
        <w:trPr>
          <w:trHeight w:val="10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Вагнера, д. 60-62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</w:t>
            </w:r>
            <w:r w:rsidRPr="00A962FD">
              <w:rPr>
                <w:sz w:val="28"/>
                <w:szCs w:val="28"/>
              </w:rPr>
              <w:t>4 от 19.11.2012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ул. Можайская, д. 73-75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5 от 19.11.2012</w:t>
            </w:r>
          </w:p>
        </w:tc>
      </w:tr>
      <w:tr w:rsidR="001D06EE" w:rsidRPr="00A962FD">
        <w:trPr>
          <w:trHeight w:val="9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Карташе</w:t>
            </w:r>
            <w:r w:rsidRPr="00A962FD">
              <w:rPr>
                <w:sz w:val="28"/>
                <w:szCs w:val="28"/>
              </w:rPr>
              <w:t>ва, д. 107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 6 от 19.11.2012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 w:rsidRPr="00523E12">
              <w:rPr>
                <w:sz w:val="28"/>
                <w:szCs w:val="28"/>
              </w:rPr>
              <w:t xml:space="preserve">ул. Ямская, </w:t>
            </w:r>
            <w:r>
              <w:rPr>
                <w:sz w:val="28"/>
                <w:szCs w:val="28"/>
              </w:rPr>
              <w:t xml:space="preserve">д. </w:t>
            </w:r>
            <w:r w:rsidRPr="00523E12">
              <w:rPr>
                <w:sz w:val="28"/>
                <w:szCs w:val="28"/>
              </w:rPr>
              <w:t>69-71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4 от 08.02.2013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Лейтенанта</w:t>
            </w:r>
            <w:r w:rsidRPr="00523E12">
              <w:rPr>
                <w:sz w:val="28"/>
                <w:szCs w:val="28"/>
              </w:rPr>
              <w:t xml:space="preserve"> Калинина,</w:t>
            </w:r>
            <w:r>
              <w:rPr>
                <w:sz w:val="28"/>
                <w:szCs w:val="28"/>
              </w:rPr>
              <w:t xml:space="preserve"> д.</w:t>
            </w:r>
            <w:r w:rsidRPr="00523E12">
              <w:rPr>
                <w:sz w:val="28"/>
                <w:szCs w:val="28"/>
              </w:rPr>
              <w:t xml:space="preserve"> 29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3F4ECF">
            <w:pPr>
              <w:jc w:val="center"/>
              <w:rPr>
                <w:sz w:val="28"/>
                <w:szCs w:val="28"/>
              </w:rPr>
            </w:pPr>
            <w:r w:rsidRPr="00A962FD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6 от 08.02.2013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 w:rsidRPr="00523E12">
              <w:rPr>
                <w:color w:val="000000"/>
                <w:sz w:val="28"/>
                <w:szCs w:val="28"/>
              </w:rPr>
              <w:t>ул. Лукашова,</w:t>
            </w:r>
            <w:r>
              <w:rPr>
                <w:color w:val="000000"/>
                <w:sz w:val="28"/>
                <w:szCs w:val="28"/>
              </w:rPr>
              <w:t xml:space="preserve"> д.</w:t>
            </w:r>
            <w:r w:rsidRPr="00523E12">
              <w:rPr>
                <w:color w:val="000000"/>
                <w:sz w:val="28"/>
                <w:szCs w:val="28"/>
              </w:rPr>
              <w:t xml:space="preserve"> 5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 от 08.02.2013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 w:rsidRPr="00523E1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Маршала</w:t>
            </w:r>
            <w:r w:rsidRPr="00523E12">
              <w:rPr>
                <w:sz w:val="28"/>
                <w:szCs w:val="28"/>
              </w:rPr>
              <w:t xml:space="preserve"> Борзова,</w:t>
            </w:r>
            <w:r>
              <w:rPr>
                <w:sz w:val="28"/>
                <w:szCs w:val="28"/>
              </w:rPr>
              <w:t xml:space="preserve"> д.</w:t>
            </w:r>
            <w:r w:rsidRPr="00523E12">
              <w:rPr>
                <w:sz w:val="28"/>
                <w:szCs w:val="28"/>
              </w:rPr>
              <w:t xml:space="preserve"> 27-37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3 от 08.02.2013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8D0C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 w:rsidRPr="00523E12">
              <w:rPr>
                <w:color w:val="000000"/>
                <w:sz w:val="28"/>
                <w:szCs w:val="28"/>
              </w:rPr>
              <w:t>пр-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523E12">
              <w:rPr>
                <w:color w:val="000000"/>
                <w:sz w:val="28"/>
                <w:szCs w:val="28"/>
              </w:rPr>
              <w:t>т Победы</w:t>
            </w:r>
            <w:r>
              <w:rPr>
                <w:color w:val="000000"/>
                <w:sz w:val="28"/>
                <w:szCs w:val="28"/>
              </w:rPr>
              <w:t>, д.</w:t>
            </w:r>
            <w:r w:rsidRPr="00523E12">
              <w:rPr>
                <w:color w:val="000000"/>
                <w:sz w:val="28"/>
                <w:szCs w:val="28"/>
              </w:rPr>
              <w:t xml:space="preserve"> 226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5 от 08.02.2013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 w:rsidRPr="00523E12">
              <w:rPr>
                <w:color w:val="000000"/>
                <w:sz w:val="28"/>
                <w:szCs w:val="28"/>
              </w:rPr>
              <w:t xml:space="preserve">ул. </w:t>
            </w:r>
            <w:r>
              <w:rPr>
                <w:color w:val="000000"/>
                <w:sz w:val="28"/>
                <w:szCs w:val="28"/>
              </w:rPr>
              <w:t xml:space="preserve">Генерала </w:t>
            </w:r>
            <w:r w:rsidRPr="00523E12">
              <w:rPr>
                <w:color w:val="000000"/>
                <w:sz w:val="28"/>
                <w:szCs w:val="28"/>
              </w:rPr>
              <w:t>Галицкого,</w:t>
            </w:r>
            <w:r>
              <w:rPr>
                <w:color w:val="000000"/>
                <w:sz w:val="28"/>
                <w:szCs w:val="28"/>
              </w:rPr>
              <w:t xml:space="preserve"> д.</w:t>
            </w:r>
            <w:r w:rsidRPr="00523E12">
              <w:rPr>
                <w:color w:val="000000"/>
                <w:sz w:val="28"/>
                <w:szCs w:val="28"/>
              </w:rPr>
              <w:t xml:space="preserve"> 36а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12 от 02.04.2013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 w:rsidRPr="00523E12">
              <w:rPr>
                <w:color w:val="000000"/>
                <w:sz w:val="28"/>
                <w:szCs w:val="28"/>
              </w:rPr>
              <w:t>ул. Гончарова,</w:t>
            </w:r>
            <w:r>
              <w:rPr>
                <w:color w:val="000000"/>
                <w:sz w:val="28"/>
                <w:szCs w:val="28"/>
              </w:rPr>
              <w:t xml:space="preserve"> д.</w:t>
            </w:r>
            <w:r w:rsidRPr="00523E12">
              <w:rPr>
                <w:color w:val="000000"/>
                <w:sz w:val="28"/>
                <w:szCs w:val="28"/>
              </w:rPr>
              <w:t xml:space="preserve"> 9а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11 от 02.04.2013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Аллея с</w:t>
            </w:r>
            <w:r w:rsidRPr="00523E12">
              <w:rPr>
                <w:color w:val="000000"/>
                <w:sz w:val="28"/>
                <w:szCs w:val="28"/>
              </w:rPr>
              <w:t>мелых,</w:t>
            </w:r>
            <w:r>
              <w:rPr>
                <w:color w:val="000000"/>
                <w:sz w:val="28"/>
                <w:szCs w:val="28"/>
              </w:rPr>
              <w:t xml:space="preserve"> д.</w:t>
            </w:r>
            <w:r w:rsidRPr="00523E12">
              <w:rPr>
                <w:color w:val="000000"/>
                <w:sz w:val="28"/>
                <w:szCs w:val="28"/>
              </w:rPr>
              <w:t xml:space="preserve"> 213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14 от 15.05.2013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Новинская,</w:t>
            </w:r>
            <w:r>
              <w:rPr>
                <w:sz w:val="28"/>
                <w:szCs w:val="28"/>
              </w:rPr>
              <w:t xml:space="preserve"> д.</w:t>
            </w:r>
            <w:r w:rsidRPr="00523E12">
              <w:rPr>
                <w:sz w:val="28"/>
                <w:szCs w:val="28"/>
              </w:rPr>
              <w:t xml:space="preserve"> 43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15 от 15.05.2013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Белгородская,</w:t>
            </w:r>
            <w:r>
              <w:rPr>
                <w:sz w:val="28"/>
                <w:szCs w:val="28"/>
              </w:rPr>
              <w:t xml:space="preserve"> д. </w:t>
            </w:r>
            <w:r w:rsidRPr="00523E12">
              <w:rPr>
                <w:sz w:val="28"/>
                <w:szCs w:val="28"/>
              </w:rPr>
              <w:t>6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17 от 15.05.2013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8D0C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Орудийная,</w:t>
            </w:r>
            <w:r>
              <w:rPr>
                <w:sz w:val="28"/>
                <w:szCs w:val="28"/>
              </w:rPr>
              <w:t xml:space="preserve"> д. 2</w:t>
            </w:r>
            <w:r w:rsidRPr="00523E12">
              <w:rPr>
                <w:sz w:val="28"/>
                <w:szCs w:val="28"/>
              </w:rPr>
              <w:t>7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18 от 15.05.2013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Нарвская,</w:t>
            </w:r>
            <w:r>
              <w:rPr>
                <w:sz w:val="28"/>
                <w:szCs w:val="28"/>
              </w:rPr>
              <w:t xml:space="preserve"> д. </w:t>
            </w:r>
            <w:r w:rsidRPr="00523E12">
              <w:rPr>
                <w:sz w:val="28"/>
                <w:szCs w:val="28"/>
              </w:rPr>
              <w:t>47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19 от 15.05.2013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</w:t>
            </w:r>
            <w:r w:rsidRPr="00523E12">
              <w:rPr>
                <w:color w:val="000000"/>
                <w:sz w:val="28"/>
                <w:szCs w:val="28"/>
              </w:rPr>
              <w:t>Парковая,</w:t>
            </w:r>
            <w:r>
              <w:rPr>
                <w:color w:val="000000"/>
                <w:sz w:val="28"/>
                <w:szCs w:val="28"/>
              </w:rPr>
              <w:t xml:space="preserve"> д. </w:t>
            </w:r>
            <w:r w:rsidRPr="00523E12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 xml:space="preserve"> (Прибрежный)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20 от 15.05.2013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Парковая аллея,</w:t>
            </w:r>
            <w:r>
              <w:rPr>
                <w:sz w:val="28"/>
                <w:szCs w:val="28"/>
              </w:rPr>
              <w:t xml:space="preserve"> д. </w:t>
            </w:r>
            <w:r w:rsidRPr="00523E12">
              <w:rPr>
                <w:sz w:val="28"/>
                <w:szCs w:val="28"/>
              </w:rPr>
              <w:t>4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22 от 01.07.2013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Тамбовская</w:t>
            </w:r>
            <w:r w:rsidRPr="00523E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д.</w:t>
            </w:r>
            <w:r w:rsidRPr="00523E12">
              <w:rPr>
                <w:sz w:val="28"/>
                <w:szCs w:val="28"/>
              </w:rPr>
              <w:t xml:space="preserve"> 13-15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23 от 01.07.2013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Заводская,</w:t>
            </w:r>
            <w:r>
              <w:rPr>
                <w:sz w:val="28"/>
                <w:szCs w:val="28"/>
              </w:rPr>
              <w:t xml:space="preserve"> д. </w:t>
            </w:r>
            <w:r w:rsidRPr="00523E1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(Прибрежный)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24 от 01.07.2013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Аллея с</w:t>
            </w:r>
            <w:r w:rsidRPr="00523E12">
              <w:rPr>
                <w:sz w:val="28"/>
                <w:szCs w:val="28"/>
              </w:rPr>
              <w:t>мелых,</w:t>
            </w:r>
            <w:r>
              <w:rPr>
                <w:sz w:val="28"/>
                <w:szCs w:val="28"/>
              </w:rPr>
              <w:t xml:space="preserve"> д. </w:t>
            </w:r>
            <w:r w:rsidRPr="00523E12">
              <w:rPr>
                <w:sz w:val="28"/>
                <w:szCs w:val="28"/>
              </w:rPr>
              <w:t>180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25 от 01.07.2013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Транспортная</w:t>
            </w:r>
            <w:r>
              <w:rPr>
                <w:sz w:val="28"/>
                <w:szCs w:val="28"/>
              </w:rPr>
              <w:t>, д.</w:t>
            </w:r>
            <w:r w:rsidRPr="00523E12">
              <w:rPr>
                <w:sz w:val="28"/>
                <w:szCs w:val="28"/>
              </w:rPr>
              <w:t xml:space="preserve"> 10-12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26 от 01.07.2013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D931C6" w:rsidRDefault="001D06EE" w:rsidP="003F4E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 w:rsidRPr="00523E12">
              <w:rPr>
                <w:sz w:val="28"/>
                <w:szCs w:val="28"/>
              </w:rPr>
              <w:t>пер. Воздушный,</w:t>
            </w:r>
            <w:r>
              <w:rPr>
                <w:sz w:val="28"/>
                <w:szCs w:val="28"/>
              </w:rPr>
              <w:t xml:space="preserve"> д. </w:t>
            </w:r>
            <w:r w:rsidRPr="00523E12">
              <w:rPr>
                <w:sz w:val="28"/>
                <w:szCs w:val="28"/>
              </w:rPr>
              <w:t>14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27 от 01.07.2013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523E12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23E12">
              <w:rPr>
                <w:sz w:val="28"/>
                <w:szCs w:val="28"/>
              </w:rPr>
              <w:t>Толстого,</w:t>
            </w:r>
            <w:r>
              <w:rPr>
                <w:sz w:val="28"/>
                <w:szCs w:val="28"/>
              </w:rPr>
              <w:t xml:space="preserve"> д. </w:t>
            </w:r>
            <w:r w:rsidRPr="00523E12">
              <w:rPr>
                <w:sz w:val="28"/>
                <w:szCs w:val="28"/>
              </w:rPr>
              <w:t>22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28 от 01.07.2013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EE" w:rsidRPr="00523E12" w:rsidRDefault="001D06EE" w:rsidP="00523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Маршала </w:t>
            </w:r>
            <w:r w:rsidRPr="00523E12">
              <w:rPr>
                <w:sz w:val="28"/>
                <w:szCs w:val="28"/>
              </w:rPr>
              <w:t>Борзова</w:t>
            </w:r>
            <w:r>
              <w:rPr>
                <w:sz w:val="28"/>
                <w:szCs w:val="28"/>
              </w:rPr>
              <w:t>, д.</w:t>
            </w:r>
            <w:r w:rsidRPr="00523E12">
              <w:rPr>
                <w:sz w:val="28"/>
                <w:szCs w:val="28"/>
              </w:rPr>
              <w:t xml:space="preserve"> 40-48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29 от 12.08.2013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Белгородская, д.</w:t>
            </w:r>
            <w:r w:rsidRPr="00523E12">
              <w:rPr>
                <w:color w:val="000000"/>
                <w:sz w:val="28"/>
                <w:szCs w:val="28"/>
              </w:rPr>
              <w:t xml:space="preserve"> 32-38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30 от 12.08.2013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Дзержинского, д.</w:t>
            </w:r>
            <w:r w:rsidRPr="00523E12">
              <w:rPr>
                <w:color w:val="000000"/>
                <w:sz w:val="28"/>
                <w:szCs w:val="28"/>
              </w:rPr>
              <w:t xml:space="preserve"> 142/2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33 от 12.08.2013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Сурикова, д.</w:t>
            </w:r>
            <w:r w:rsidRPr="00523E12">
              <w:rPr>
                <w:color w:val="000000"/>
                <w:sz w:val="28"/>
                <w:szCs w:val="28"/>
              </w:rPr>
              <w:t xml:space="preserve"> 13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34 от 12.08.2013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Муромская, д.</w:t>
            </w:r>
            <w:r w:rsidRPr="00523E12">
              <w:rPr>
                <w:color w:val="000000"/>
                <w:sz w:val="28"/>
                <w:szCs w:val="28"/>
              </w:rPr>
              <w:t xml:space="preserve"> 12-14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45 от 06.09.2013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Ямская, д.</w:t>
            </w:r>
            <w:r w:rsidRPr="00523E12">
              <w:rPr>
                <w:color w:val="000000"/>
                <w:sz w:val="28"/>
                <w:szCs w:val="28"/>
              </w:rPr>
              <w:t xml:space="preserve"> 73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47 от 06.09.2013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Бассейная, д.</w:t>
            </w:r>
            <w:r w:rsidRPr="00523E12">
              <w:rPr>
                <w:color w:val="000000"/>
                <w:sz w:val="28"/>
                <w:szCs w:val="28"/>
              </w:rPr>
              <w:t xml:space="preserve"> 85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52 от 27.09.2013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 w:rsidRPr="00523E12">
              <w:rPr>
                <w:color w:val="000000"/>
                <w:sz w:val="28"/>
                <w:szCs w:val="28"/>
              </w:rPr>
              <w:t>ул. Чехова, д. 12-14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54 от 27.09.2013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 w:rsidRPr="00523E12">
              <w:rPr>
                <w:color w:val="000000"/>
                <w:sz w:val="28"/>
                <w:szCs w:val="28"/>
              </w:rPr>
              <w:t>ул. Чехова, д. 19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55 от 27.09.2013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Рабочая, д.</w:t>
            </w:r>
            <w:r w:rsidRPr="00523E12">
              <w:rPr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57 от 31.10.2013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Рабочая, д.</w:t>
            </w:r>
            <w:r w:rsidRPr="00523E12">
              <w:rPr>
                <w:color w:val="000000"/>
                <w:sz w:val="28"/>
                <w:szCs w:val="28"/>
              </w:rPr>
              <w:t xml:space="preserve"> 5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58 от 31.10.2013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д. 16 (</w:t>
            </w:r>
            <w:r w:rsidRPr="00523E12">
              <w:rPr>
                <w:color w:val="000000"/>
                <w:sz w:val="28"/>
                <w:szCs w:val="28"/>
              </w:rPr>
              <w:t>Прибрежный)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59 от 31.10.2013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Кольцова, д.</w:t>
            </w:r>
            <w:r w:rsidRPr="00523E12">
              <w:rPr>
                <w:color w:val="000000"/>
                <w:sz w:val="28"/>
                <w:szCs w:val="28"/>
              </w:rPr>
              <w:t xml:space="preserve"> 40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60 от 31.10.2013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Беговая, д.</w:t>
            </w:r>
            <w:r w:rsidRPr="00523E12">
              <w:rPr>
                <w:color w:val="000000"/>
                <w:sz w:val="28"/>
                <w:szCs w:val="28"/>
              </w:rPr>
              <w:t xml:space="preserve"> 70-80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63 от 30.12.2013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80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Беломорская, д. 15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64 от 30.12.2013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63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803D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Литовский вал, д. 66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65 от 30.12.2013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 w:rsidRPr="00523E12">
              <w:rPr>
                <w:color w:val="000000"/>
                <w:sz w:val="28"/>
                <w:szCs w:val="28"/>
              </w:rPr>
              <w:t>ул. Чехова, д. 27-29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Default="001D06EE" w:rsidP="003F4ECF">
            <w:pPr>
              <w:jc w:val="center"/>
            </w:pPr>
            <w:r w:rsidRPr="00D931C6">
              <w:rPr>
                <w:sz w:val="28"/>
                <w:szCs w:val="28"/>
              </w:rPr>
              <w:t>заключение №</w:t>
            </w:r>
            <w:r>
              <w:rPr>
                <w:sz w:val="28"/>
                <w:szCs w:val="28"/>
              </w:rPr>
              <w:t xml:space="preserve"> 66 от 30.12.2013</w:t>
            </w:r>
          </w:p>
        </w:tc>
      </w:tr>
      <w:tr w:rsidR="001D06EE" w:rsidRPr="00A962FD">
        <w:trPr>
          <w:trHeight w:val="135"/>
        </w:trPr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A962FD" w:rsidRDefault="001D06EE" w:rsidP="00DD5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1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EE" w:rsidRPr="00523E12" w:rsidRDefault="001D06EE" w:rsidP="00523E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Московский пр-т, д. 70</w:t>
            </w:r>
          </w:p>
        </w:tc>
        <w:tc>
          <w:tcPr>
            <w:tcW w:w="2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06EE" w:rsidRPr="00D931C6" w:rsidRDefault="001D06EE" w:rsidP="003F4E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№ 27 от 20.07.2015</w:t>
            </w:r>
          </w:p>
        </w:tc>
      </w:tr>
    </w:tbl>
    <w:p w:rsidR="001D06EE" w:rsidRDefault="001D06EE" w:rsidP="002F0EDC"/>
    <w:sectPr w:rsidR="001D06EE" w:rsidSect="00E974F0">
      <w:headerReference w:type="default" r:id="rId6"/>
      <w:pgSz w:w="11909" w:h="16834"/>
      <w:pgMar w:top="1134" w:right="851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6EE" w:rsidRDefault="001D06EE" w:rsidP="0035782D">
      <w:r>
        <w:separator/>
      </w:r>
    </w:p>
  </w:endnote>
  <w:endnote w:type="continuationSeparator" w:id="0">
    <w:p w:rsidR="001D06EE" w:rsidRDefault="001D06EE" w:rsidP="00357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6EE" w:rsidRDefault="001D06EE" w:rsidP="0035782D">
      <w:r>
        <w:separator/>
      </w:r>
    </w:p>
  </w:footnote>
  <w:footnote w:type="continuationSeparator" w:id="0">
    <w:p w:rsidR="001D06EE" w:rsidRDefault="001D06EE" w:rsidP="00357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6EE" w:rsidRDefault="001D06E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1D06EE" w:rsidRDefault="001D06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504"/>
    <w:rsid w:val="000601EE"/>
    <w:rsid w:val="000D7B14"/>
    <w:rsid w:val="000F7B82"/>
    <w:rsid w:val="00181A4E"/>
    <w:rsid w:val="001D06EE"/>
    <w:rsid w:val="00206F9C"/>
    <w:rsid w:val="0021170F"/>
    <w:rsid w:val="002338AB"/>
    <w:rsid w:val="002F0EDC"/>
    <w:rsid w:val="0035782D"/>
    <w:rsid w:val="003F4ECF"/>
    <w:rsid w:val="003F6907"/>
    <w:rsid w:val="00482CEC"/>
    <w:rsid w:val="00523E12"/>
    <w:rsid w:val="00620ECA"/>
    <w:rsid w:val="00630501"/>
    <w:rsid w:val="007D0C41"/>
    <w:rsid w:val="007D198E"/>
    <w:rsid w:val="007D1D32"/>
    <w:rsid w:val="007E22F5"/>
    <w:rsid w:val="00803D78"/>
    <w:rsid w:val="008134F1"/>
    <w:rsid w:val="00876319"/>
    <w:rsid w:val="008D0C16"/>
    <w:rsid w:val="00A962FD"/>
    <w:rsid w:val="00B6464D"/>
    <w:rsid w:val="00B739F7"/>
    <w:rsid w:val="00B87504"/>
    <w:rsid w:val="00C81DF9"/>
    <w:rsid w:val="00D42FDF"/>
    <w:rsid w:val="00D931C6"/>
    <w:rsid w:val="00D94567"/>
    <w:rsid w:val="00DC3A09"/>
    <w:rsid w:val="00DD5A64"/>
    <w:rsid w:val="00E974F0"/>
    <w:rsid w:val="00EB6816"/>
    <w:rsid w:val="00ED0FE7"/>
    <w:rsid w:val="00F122BE"/>
    <w:rsid w:val="00F72098"/>
    <w:rsid w:val="00FA21D4"/>
    <w:rsid w:val="00FF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578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782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578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782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122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22B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2</Pages>
  <Words>490</Words>
  <Characters>2797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Семененя Олеся Алексеевна</dc:creator>
  <cp:keywords/>
  <dc:description/>
  <cp:lastModifiedBy>Наташа</cp:lastModifiedBy>
  <cp:revision>19</cp:revision>
  <cp:lastPrinted>2015-12-24T11:20:00Z</cp:lastPrinted>
  <dcterms:created xsi:type="dcterms:W3CDTF">2014-03-27T08:50:00Z</dcterms:created>
  <dcterms:modified xsi:type="dcterms:W3CDTF">2015-12-30T08:00:00Z</dcterms:modified>
</cp:coreProperties>
</file>