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7B21" w:rsidRDefault="00C37B21" w:rsidP="001D5A68">
      <w:pPr>
        <w:autoSpaceDE w:val="0"/>
        <w:autoSpaceDN w:val="0"/>
        <w:adjustRightInd w:val="0"/>
        <w:outlineLvl w:val="1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17</w:t>
      </w:r>
    </w:p>
    <w:p w:rsidR="00C37B21" w:rsidRDefault="00C37B21" w:rsidP="00825BF8">
      <w:pPr>
        <w:autoSpaceDE w:val="0"/>
        <w:autoSpaceDN w:val="0"/>
        <w:adjustRightInd w:val="0"/>
        <w:ind w:left="9912" w:firstLine="708"/>
        <w:outlineLvl w:val="1"/>
        <w:rPr>
          <w:sz w:val="28"/>
          <w:szCs w:val="28"/>
        </w:rPr>
      </w:pPr>
      <w:r w:rsidRPr="00E261F1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 xml:space="preserve">4 </w:t>
      </w:r>
    </w:p>
    <w:p w:rsidR="00C37B21" w:rsidRDefault="00C37B21" w:rsidP="00825BF8">
      <w:pPr>
        <w:autoSpaceDE w:val="0"/>
        <w:autoSpaceDN w:val="0"/>
        <w:adjustRightInd w:val="0"/>
        <w:ind w:left="9912" w:firstLine="708"/>
        <w:outlineLvl w:val="1"/>
        <w:rPr>
          <w:sz w:val="28"/>
          <w:szCs w:val="28"/>
        </w:rPr>
      </w:pPr>
      <w:r>
        <w:rPr>
          <w:sz w:val="28"/>
          <w:szCs w:val="28"/>
        </w:rPr>
        <w:t>к Положению</w:t>
      </w:r>
    </w:p>
    <w:p w:rsidR="00C37B21" w:rsidRDefault="00C37B21" w:rsidP="00744959">
      <w:pPr>
        <w:jc w:val="center"/>
        <w:rPr>
          <w:color w:val="052635"/>
          <w:sz w:val="28"/>
          <w:szCs w:val="28"/>
        </w:rPr>
      </w:pPr>
    </w:p>
    <w:p w:rsidR="00C37B21" w:rsidRDefault="00C37B21" w:rsidP="00744959">
      <w:pPr>
        <w:jc w:val="center"/>
        <w:rPr>
          <w:color w:val="052635"/>
          <w:sz w:val="28"/>
          <w:szCs w:val="28"/>
        </w:rPr>
      </w:pPr>
    </w:p>
    <w:p w:rsidR="00C37B21" w:rsidRPr="00744959" w:rsidRDefault="00C37B21" w:rsidP="00744959">
      <w:pPr>
        <w:jc w:val="center"/>
        <w:rPr>
          <w:color w:val="052635"/>
          <w:sz w:val="28"/>
          <w:szCs w:val="28"/>
        </w:rPr>
      </w:pPr>
      <w:r w:rsidRPr="00744959">
        <w:rPr>
          <w:color w:val="052635"/>
          <w:sz w:val="28"/>
          <w:szCs w:val="28"/>
        </w:rPr>
        <w:t>И Н Ф О Р М А Ц И Я</w:t>
      </w:r>
    </w:p>
    <w:p w:rsidR="00C37B21" w:rsidRPr="00744959" w:rsidRDefault="00C37B21" w:rsidP="00744959">
      <w:pPr>
        <w:jc w:val="center"/>
        <w:rPr>
          <w:color w:val="052635"/>
          <w:sz w:val="28"/>
          <w:szCs w:val="28"/>
        </w:rPr>
      </w:pPr>
      <w:r w:rsidRPr="00744959">
        <w:rPr>
          <w:color w:val="052635"/>
          <w:sz w:val="28"/>
          <w:szCs w:val="28"/>
        </w:rPr>
        <w:t xml:space="preserve">об изменениях на должностном и образовательном уровнях, </w:t>
      </w:r>
      <w:r>
        <w:rPr>
          <w:color w:val="052635"/>
          <w:sz w:val="28"/>
          <w:szCs w:val="28"/>
        </w:rPr>
        <w:t xml:space="preserve">в </w:t>
      </w:r>
      <w:r w:rsidRPr="00744959">
        <w:rPr>
          <w:color w:val="052635"/>
          <w:sz w:val="28"/>
          <w:szCs w:val="28"/>
        </w:rPr>
        <w:t xml:space="preserve">анкетно-биографических данных </w:t>
      </w:r>
    </w:p>
    <w:p w:rsidR="00C37B21" w:rsidRDefault="00C37B21" w:rsidP="00744959">
      <w:pPr>
        <w:jc w:val="center"/>
        <w:rPr>
          <w:color w:val="052635"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77"/>
        <w:gridCol w:w="1470"/>
        <w:gridCol w:w="1263"/>
        <w:gridCol w:w="1426"/>
        <w:gridCol w:w="1513"/>
        <w:gridCol w:w="1720"/>
        <w:gridCol w:w="1483"/>
        <w:gridCol w:w="2128"/>
        <w:gridCol w:w="1947"/>
        <w:gridCol w:w="821"/>
      </w:tblGrid>
      <w:tr w:rsidR="00C37B21" w:rsidRPr="00E42643">
        <w:tc>
          <w:tcPr>
            <w:tcW w:w="777" w:type="dxa"/>
            <w:vMerge w:val="restart"/>
          </w:tcPr>
          <w:p w:rsidR="00C37B21" w:rsidRPr="001D5A68" w:rsidRDefault="00C37B21" w:rsidP="00732174">
            <w:pPr>
              <w:jc w:val="center"/>
              <w:rPr>
                <w:color w:val="052635"/>
                <w:sz w:val="23"/>
                <w:szCs w:val="23"/>
              </w:rPr>
            </w:pPr>
            <w:r w:rsidRPr="001D5A68">
              <w:rPr>
                <w:color w:val="052635"/>
                <w:sz w:val="23"/>
                <w:szCs w:val="23"/>
              </w:rPr>
              <w:t>№ п/п</w:t>
            </w:r>
          </w:p>
        </w:tc>
        <w:tc>
          <w:tcPr>
            <w:tcW w:w="1470" w:type="dxa"/>
            <w:vMerge w:val="restart"/>
          </w:tcPr>
          <w:p w:rsidR="00C37B21" w:rsidRPr="001D5A68" w:rsidRDefault="00C37B21" w:rsidP="00732174">
            <w:pPr>
              <w:jc w:val="center"/>
              <w:rPr>
                <w:color w:val="052635"/>
                <w:sz w:val="23"/>
                <w:szCs w:val="23"/>
              </w:rPr>
            </w:pPr>
            <w:r w:rsidRPr="001D5A68">
              <w:rPr>
                <w:color w:val="052635"/>
                <w:sz w:val="23"/>
                <w:szCs w:val="23"/>
              </w:rPr>
              <w:t xml:space="preserve">Ф.И.О. </w:t>
            </w:r>
          </w:p>
          <w:p w:rsidR="00C37B21" w:rsidRDefault="00C37B21" w:rsidP="00732174">
            <w:pPr>
              <w:jc w:val="center"/>
              <w:rPr>
                <w:color w:val="052635"/>
                <w:sz w:val="23"/>
                <w:szCs w:val="23"/>
              </w:rPr>
            </w:pPr>
            <w:r w:rsidRPr="001D5A68">
              <w:rPr>
                <w:color w:val="052635"/>
                <w:sz w:val="23"/>
                <w:szCs w:val="23"/>
              </w:rPr>
              <w:t>(на момент включения в муници</w:t>
            </w:r>
            <w:r>
              <w:rPr>
                <w:color w:val="052635"/>
                <w:sz w:val="23"/>
                <w:szCs w:val="23"/>
              </w:rPr>
              <w:t>-</w:t>
            </w:r>
          </w:p>
          <w:p w:rsidR="00C37B21" w:rsidRPr="001D5A68" w:rsidRDefault="00C37B21" w:rsidP="001D5A68">
            <w:pPr>
              <w:jc w:val="center"/>
              <w:rPr>
                <w:color w:val="052635"/>
                <w:sz w:val="23"/>
                <w:szCs w:val="23"/>
              </w:rPr>
            </w:pPr>
            <w:r w:rsidRPr="001D5A68">
              <w:rPr>
                <w:color w:val="052635"/>
                <w:sz w:val="23"/>
                <w:szCs w:val="23"/>
              </w:rPr>
              <w:t>пальный резерв управлен</w:t>
            </w:r>
            <w:r>
              <w:rPr>
                <w:color w:val="052635"/>
                <w:sz w:val="23"/>
                <w:szCs w:val="23"/>
              </w:rPr>
              <w:t>-</w:t>
            </w:r>
            <w:r w:rsidRPr="001D5A68">
              <w:rPr>
                <w:color w:val="052635"/>
                <w:sz w:val="23"/>
                <w:szCs w:val="23"/>
              </w:rPr>
              <w:t>ческих кадров)</w:t>
            </w:r>
          </w:p>
        </w:tc>
        <w:tc>
          <w:tcPr>
            <w:tcW w:w="12301" w:type="dxa"/>
            <w:gridSpan w:val="8"/>
          </w:tcPr>
          <w:p w:rsidR="00C37B21" w:rsidRPr="001D5A68" w:rsidRDefault="00C37B21" w:rsidP="00732174">
            <w:pPr>
              <w:jc w:val="center"/>
              <w:rPr>
                <w:color w:val="052635"/>
                <w:sz w:val="23"/>
                <w:szCs w:val="23"/>
              </w:rPr>
            </w:pPr>
            <w:r w:rsidRPr="001D5A68">
              <w:rPr>
                <w:color w:val="052635"/>
                <w:sz w:val="23"/>
                <w:szCs w:val="23"/>
              </w:rPr>
              <w:t>Изменения, в том числе</w:t>
            </w:r>
          </w:p>
        </w:tc>
      </w:tr>
      <w:tr w:rsidR="00C37B21" w:rsidRPr="00E42643">
        <w:tc>
          <w:tcPr>
            <w:tcW w:w="777" w:type="dxa"/>
            <w:vMerge/>
          </w:tcPr>
          <w:p w:rsidR="00C37B21" w:rsidRPr="001D5A68" w:rsidRDefault="00C37B21" w:rsidP="00732174">
            <w:pPr>
              <w:jc w:val="center"/>
              <w:rPr>
                <w:color w:val="052635"/>
                <w:sz w:val="23"/>
                <w:szCs w:val="23"/>
              </w:rPr>
            </w:pPr>
          </w:p>
        </w:tc>
        <w:tc>
          <w:tcPr>
            <w:tcW w:w="1470" w:type="dxa"/>
            <w:vMerge/>
          </w:tcPr>
          <w:p w:rsidR="00C37B21" w:rsidRPr="001D5A68" w:rsidRDefault="00C37B21" w:rsidP="00732174">
            <w:pPr>
              <w:jc w:val="center"/>
              <w:rPr>
                <w:color w:val="052635"/>
                <w:sz w:val="23"/>
                <w:szCs w:val="23"/>
              </w:rPr>
            </w:pPr>
          </w:p>
        </w:tc>
        <w:tc>
          <w:tcPr>
            <w:tcW w:w="1263" w:type="dxa"/>
          </w:tcPr>
          <w:p w:rsidR="00C37B21" w:rsidRPr="001D5A68" w:rsidRDefault="00C37B21" w:rsidP="00732174">
            <w:pPr>
              <w:jc w:val="center"/>
              <w:rPr>
                <w:color w:val="052635"/>
                <w:sz w:val="23"/>
                <w:szCs w:val="23"/>
              </w:rPr>
            </w:pPr>
            <w:r w:rsidRPr="001D5A68">
              <w:rPr>
                <w:color w:val="052635"/>
                <w:sz w:val="23"/>
                <w:szCs w:val="23"/>
              </w:rPr>
              <w:t>Ф.И.О.</w:t>
            </w:r>
          </w:p>
        </w:tc>
        <w:tc>
          <w:tcPr>
            <w:tcW w:w="1426" w:type="dxa"/>
          </w:tcPr>
          <w:p w:rsidR="00C37B21" w:rsidRPr="001D5A68" w:rsidRDefault="00C37B21" w:rsidP="00732174">
            <w:pPr>
              <w:jc w:val="center"/>
              <w:rPr>
                <w:color w:val="052635"/>
                <w:sz w:val="23"/>
                <w:szCs w:val="23"/>
              </w:rPr>
            </w:pPr>
            <w:r w:rsidRPr="001D5A68">
              <w:rPr>
                <w:color w:val="052635"/>
                <w:sz w:val="23"/>
                <w:szCs w:val="23"/>
              </w:rPr>
              <w:t>место работы, занимаемая должность</w:t>
            </w:r>
          </w:p>
        </w:tc>
        <w:tc>
          <w:tcPr>
            <w:tcW w:w="1513" w:type="dxa"/>
          </w:tcPr>
          <w:p w:rsidR="00C37B21" w:rsidRPr="001D5A68" w:rsidRDefault="00C37B21" w:rsidP="00732174">
            <w:pPr>
              <w:jc w:val="center"/>
              <w:rPr>
                <w:color w:val="052635"/>
                <w:sz w:val="23"/>
                <w:szCs w:val="23"/>
              </w:rPr>
            </w:pPr>
            <w:r w:rsidRPr="001D5A68">
              <w:rPr>
                <w:color w:val="052635"/>
                <w:sz w:val="23"/>
                <w:szCs w:val="23"/>
              </w:rPr>
              <w:t>место жительства, телефон, адрес эл. почты</w:t>
            </w:r>
          </w:p>
        </w:tc>
        <w:tc>
          <w:tcPr>
            <w:tcW w:w="1720" w:type="dxa"/>
          </w:tcPr>
          <w:p w:rsidR="00C37B21" w:rsidRPr="001D5A68" w:rsidRDefault="00C37B21" w:rsidP="00732174">
            <w:pPr>
              <w:jc w:val="center"/>
              <w:rPr>
                <w:color w:val="052635"/>
                <w:sz w:val="23"/>
                <w:szCs w:val="23"/>
              </w:rPr>
            </w:pPr>
            <w:r w:rsidRPr="001D5A68">
              <w:rPr>
                <w:color w:val="052635"/>
                <w:sz w:val="23"/>
                <w:szCs w:val="23"/>
              </w:rPr>
              <w:t>учебное заведение, год окончания, номер диплома, специальность по диплому</w:t>
            </w:r>
          </w:p>
        </w:tc>
        <w:tc>
          <w:tcPr>
            <w:tcW w:w="1483" w:type="dxa"/>
          </w:tcPr>
          <w:p w:rsidR="00C37B21" w:rsidRPr="001D5A68" w:rsidRDefault="00C37B21" w:rsidP="00732174">
            <w:pPr>
              <w:jc w:val="center"/>
              <w:rPr>
                <w:color w:val="052635"/>
                <w:sz w:val="23"/>
                <w:szCs w:val="23"/>
              </w:rPr>
            </w:pPr>
            <w:r w:rsidRPr="001D5A68">
              <w:rPr>
                <w:color w:val="052635"/>
                <w:sz w:val="23"/>
                <w:szCs w:val="23"/>
              </w:rPr>
              <w:t>послеву-зовское образование</w:t>
            </w:r>
          </w:p>
        </w:tc>
        <w:tc>
          <w:tcPr>
            <w:tcW w:w="2128" w:type="dxa"/>
          </w:tcPr>
          <w:p w:rsidR="00C37B21" w:rsidRPr="001D5A68" w:rsidRDefault="00C37B21" w:rsidP="001D5A68">
            <w:pPr>
              <w:jc w:val="center"/>
              <w:rPr>
                <w:color w:val="052635"/>
                <w:sz w:val="23"/>
                <w:szCs w:val="23"/>
              </w:rPr>
            </w:pPr>
            <w:r w:rsidRPr="001D5A68">
              <w:rPr>
                <w:color w:val="052635"/>
                <w:sz w:val="23"/>
                <w:szCs w:val="23"/>
              </w:rPr>
              <w:t>дополнительное профессиональное образование (учебное заведение, период обучения, тема (программы)</w:t>
            </w:r>
          </w:p>
        </w:tc>
        <w:tc>
          <w:tcPr>
            <w:tcW w:w="1947" w:type="dxa"/>
          </w:tcPr>
          <w:p w:rsidR="00C37B21" w:rsidRPr="001D5A68" w:rsidRDefault="00C37B21" w:rsidP="00732174">
            <w:pPr>
              <w:jc w:val="center"/>
              <w:rPr>
                <w:color w:val="052635"/>
                <w:sz w:val="23"/>
                <w:szCs w:val="23"/>
              </w:rPr>
            </w:pPr>
            <w:r w:rsidRPr="001D5A68">
              <w:rPr>
                <w:color w:val="052635"/>
                <w:sz w:val="23"/>
                <w:szCs w:val="23"/>
              </w:rPr>
              <w:t>стаж государственной или муниципальной службы, работы по специальности</w:t>
            </w:r>
          </w:p>
        </w:tc>
        <w:tc>
          <w:tcPr>
            <w:tcW w:w="821" w:type="dxa"/>
          </w:tcPr>
          <w:p w:rsidR="00C37B21" w:rsidRPr="001D5A68" w:rsidRDefault="00C37B21" w:rsidP="00732174">
            <w:pPr>
              <w:jc w:val="center"/>
              <w:rPr>
                <w:color w:val="052635"/>
                <w:sz w:val="23"/>
                <w:szCs w:val="23"/>
              </w:rPr>
            </w:pPr>
            <w:r w:rsidRPr="001D5A68">
              <w:rPr>
                <w:color w:val="052635"/>
                <w:sz w:val="23"/>
                <w:szCs w:val="23"/>
              </w:rPr>
              <w:t>иное</w:t>
            </w:r>
          </w:p>
        </w:tc>
      </w:tr>
      <w:tr w:rsidR="00C37B21" w:rsidRPr="00E42643">
        <w:tc>
          <w:tcPr>
            <w:tcW w:w="777" w:type="dxa"/>
          </w:tcPr>
          <w:p w:rsidR="00C37B21" w:rsidRPr="00E42643" w:rsidRDefault="00C37B21" w:rsidP="00732174">
            <w:pPr>
              <w:jc w:val="center"/>
              <w:rPr>
                <w:color w:val="052635"/>
                <w:sz w:val="28"/>
                <w:szCs w:val="28"/>
              </w:rPr>
            </w:pPr>
            <w:bookmarkStart w:id="0" w:name="_GoBack"/>
            <w:bookmarkEnd w:id="0"/>
            <w:r w:rsidRPr="00E42643">
              <w:rPr>
                <w:color w:val="052635"/>
                <w:sz w:val="28"/>
                <w:szCs w:val="28"/>
              </w:rPr>
              <w:t>1.</w:t>
            </w:r>
          </w:p>
        </w:tc>
        <w:tc>
          <w:tcPr>
            <w:tcW w:w="1470" w:type="dxa"/>
          </w:tcPr>
          <w:p w:rsidR="00C37B21" w:rsidRPr="00E42643" w:rsidRDefault="00C37B21" w:rsidP="00732174">
            <w:pPr>
              <w:jc w:val="center"/>
              <w:rPr>
                <w:color w:val="052635"/>
                <w:sz w:val="28"/>
                <w:szCs w:val="28"/>
              </w:rPr>
            </w:pPr>
          </w:p>
        </w:tc>
        <w:tc>
          <w:tcPr>
            <w:tcW w:w="1263" w:type="dxa"/>
          </w:tcPr>
          <w:p w:rsidR="00C37B21" w:rsidRPr="00E42643" w:rsidRDefault="00C37B21" w:rsidP="00732174">
            <w:pPr>
              <w:jc w:val="center"/>
              <w:rPr>
                <w:color w:val="052635"/>
                <w:sz w:val="28"/>
                <w:szCs w:val="28"/>
              </w:rPr>
            </w:pPr>
          </w:p>
        </w:tc>
        <w:tc>
          <w:tcPr>
            <w:tcW w:w="1426" w:type="dxa"/>
          </w:tcPr>
          <w:p w:rsidR="00C37B21" w:rsidRPr="00E42643" w:rsidRDefault="00C37B21" w:rsidP="00732174">
            <w:pPr>
              <w:jc w:val="center"/>
              <w:rPr>
                <w:color w:val="052635"/>
                <w:sz w:val="28"/>
                <w:szCs w:val="28"/>
              </w:rPr>
            </w:pPr>
          </w:p>
        </w:tc>
        <w:tc>
          <w:tcPr>
            <w:tcW w:w="1513" w:type="dxa"/>
          </w:tcPr>
          <w:p w:rsidR="00C37B21" w:rsidRPr="00E42643" w:rsidRDefault="00C37B21" w:rsidP="00732174">
            <w:pPr>
              <w:jc w:val="center"/>
              <w:rPr>
                <w:color w:val="052635"/>
                <w:sz w:val="28"/>
                <w:szCs w:val="28"/>
              </w:rPr>
            </w:pPr>
          </w:p>
        </w:tc>
        <w:tc>
          <w:tcPr>
            <w:tcW w:w="1720" w:type="dxa"/>
          </w:tcPr>
          <w:p w:rsidR="00C37B21" w:rsidRPr="00E42643" w:rsidRDefault="00C37B21" w:rsidP="00732174">
            <w:pPr>
              <w:jc w:val="center"/>
              <w:rPr>
                <w:color w:val="052635"/>
                <w:sz w:val="28"/>
                <w:szCs w:val="28"/>
              </w:rPr>
            </w:pPr>
          </w:p>
        </w:tc>
        <w:tc>
          <w:tcPr>
            <w:tcW w:w="1483" w:type="dxa"/>
          </w:tcPr>
          <w:p w:rsidR="00C37B21" w:rsidRPr="00E42643" w:rsidRDefault="00C37B21" w:rsidP="00732174">
            <w:pPr>
              <w:jc w:val="center"/>
              <w:rPr>
                <w:color w:val="052635"/>
                <w:sz w:val="28"/>
                <w:szCs w:val="28"/>
              </w:rPr>
            </w:pPr>
          </w:p>
        </w:tc>
        <w:tc>
          <w:tcPr>
            <w:tcW w:w="2128" w:type="dxa"/>
          </w:tcPr>
          <w:p w:rsidR="00C37B21" w:rsidRPr="00E42643" w:rsidRDefault="00C37B21" w:rsidP="00732174">
            <w:pPr>
              <w:jc w:val="center"/>
              <w:rPr>
                <w:color w:val="052635"/>
                <w:sz w:val="28"/>
                <w:szCs w:val="28"/>
              </w:rPr>
            </w:pPr>
          </w:p>
        </w:tc>
        <w:tc>
          <w:tcPr>
            <w:tcW w:w="1947" w:type="dxa"/>
          </w:tcPr>
          <w:p w:rsidR="00C37B21" w:rsidRPr="00E42643" w:rsidRDefault="00C37B21" w:rsidP="00732174">
            <w:pPr>
              <w:jc w:val="center"/>
              <w:rPr>
                <w:color w:val="052635"/>
                <w:sz w:val="28"/>
                <w:szCs w:val="28"/>
              </w:rPr>
            </w:pPr>
          </w:p>
        </w:tc>
        <w:tc>
          <w:tcPr>
            <w:tcW w:w="821" w:type="dxa"/>
          </w:tcPr>
          <w:p w:rsidR="00C37B21" w:rsidRPr="00E42643" w:rsidRDefault="00C37B21" w:rsidP="00732174">
            <w:pPr>
              <w:jc w:val="center"/>
              <w:rPr>
                <w:color w:val="052635"/>
                <w:sz w:val="28"/>
                <w:szCs w:val="28"/>
              </w:rPr>
            </w:pPr>
          </w:p>
        </w:tc>
      </w:tr>
      <w:tr w:rsidR="00C37B21" w:rsidRPr="00E42643">
        <w:tc>
          <w:tcPr>
            <w:tcW w:w="777" w:type="dxa"/>
          </w:tcPr>
          <w:p w:rsidR="00C37B21" w:rsidRPr="00E42643" w:rsidRDefault="00C37B21" w:rsidP="00732174">
            <w:pPr>
              <w:jc w:val="center"/>
              <w:rPr>
                <w:color w:val="052635"/>
                <w:sz w:val="28"/>
                <w:szCs w:val="28"/>
              </w:rPr>
            </w:pPr>
            <w:r w:rsidRPr="00E42643">
              <w:rPr>
                <w:color w:val="052635"/>
                <w:sz w:val="28"/>
                <w:szCs w:val="28"/>
              </w:rPr>
              <w:t>2.</w:t>
            </w:r>
          </w:p>
        </w:tc>
        <w:tc>
          <w:tcPr>
            <w:tcW w:w="1470" w:type="dxa"/>
          </w:tcPr>
          <w:p w:rsidR="00C37B21" w:rsidRPr="00E42643" w:rsidRDefault="00C37B21" w:rsidP="00732174">
            <w:pPr>
              <w:jc w:val="center"/>
              <w:rPr>
                <w:color w:val="052635"/>
                <w:sz w:val="28"/>
                <w:szCs w:val="28"/>
              </w:rPr>
            </w:pPr>
          </w:p>
        </w:tc>
        <w:tc>
          <w:tcPr>
            <w:tcW w:w="1263" w:type="dxa"/>
          </w:tcPr>
          <w:p w:rsidR="00C37B21" w:rsidRPr="00E42643" w:rsidRDefault="00C37B21" w:rsidP="00732174">
            <w:pPr>
              <w:jc w:val="center"/>
              <w:rPr>
                <w:color w:val="052635"/>
                <w:sz w:val="28"/>
                <w:szCs w:val="28"/>
              </w:rPr>
            </w:pPr>
          </w:p>
        </w:tc>
        <w:tc>
          <w:tcPr>
            <w:tcW w:w="1426" w:type="dxa"/>
          </w:tcPr>
          <w:p w:rsidR="00C37B21" w:rsidRPr="00E42643" w:rsidRDefault="00C37B21" w:rsidP="00732174">
            <w:pPr>
              <w:jc w:val="center"/>
              <w:rPr>
                <w:color w:val="052635"/>
                <w:sz w:val="28"/>
                <w:szCs w:val="28"/>
              </w:rPr>
            </w:pPr>
          </w:p>
        </w:tc>
        <w:tc>
          <w:tcPr>
            <w:tcW w:w="1513" w:type="dxa"/>
          </w:tcPr>
          <w:p w:rsidR="00C37B21" w:rsidRPr="00E42643" w:rsidRDefault="00C37B21" w:rsidP="00732174">
            <w:pPr>
              <w:jc w:val="center"/>
              <w:rPr>
                <w:color w:val="052635"/>
                <w:sz w:val="28"/>
                <w:szCs w:val="28"/>
              </w:rPr>
            </w:pPr>
          </w:p>
        </w:tc>
        <w:tc>
          <w:tcPr>
            <w:tcW w:w="1720" w:type="dxa"/>
          </w:tcPr>
          <w:p w:rsidR="00C37B21" w:rsidRPr="00E42643" w:rsidRDefault="00C37B21" w:rsidP="00732174">
            <w:pPr>
              <w:jc w:val="center"/>
              <w:rPr>
                <w:color w:val="052635"/>
                <w:sz w:val="28"/>
                <w:szCs w:val="28"/>
              </w:rPr>
            </w:pPr>
          </w:p>
        </w:tc>
        <w:tc>
          <w:tcPr>
            <w:tcW w:w="1483" w:type="dxa"/>
          </w:tcPr>
          <w:p w:rsidR="00C37B21" w:rsidRPr="00E42643" w:rsidRDefault="00C37B21" w:rsidP="00732174">
            <w:pPr>
              <w:jc w:val="center"/>
              <w:rPr>
                <w:color w:val="052635"/>
                <w:sz w:val="28"/>
                <w:szCs w:val="28"/>
              </w:rPr>
            </w:pPr>
          </w:p>
        </w:tc>
        <w:tc>
          <w:tcPr>
            <w:tcW w:w="2128" w:type="dxa"/>
          </w:tcPr>
          <w:p w:rsidR="00C37B21" w:rsidRPr="00E42643" w:rsidRDefault="00C37B21" w:rsidP="00732174">
            <w:pPr>
              <w:jc w:val="center"/>
              <w:rPr>
                <w:color w:val="052635"/>
                <w:sz w:val="28"/>
                <w:szCs w:val="28"/>
              </w:rPr>
            </w:pPr>
          </w:p>
        </w:tc>
        <w:tc>
          <w:tcPr>
            <w:tcW w:w="1947" w:type="dxa"/>
          </w:tcPr>
          <w:p w:rsidR="00C37B21" w:rsidRPr="00E42643" w:rsidRDefault="00C37B21" w:rsidP="00732174">
            <w:pPr>
              <w:jc w:val="center"/>
              <w:rPr>
                <w:color w:val="052635"/>
                <w:sz w:val="28"/>
                <w:szCs w:val="28"/>
              </w:rPr>
            </w:pPr>
          </w:p>
        </w:tc>
        <w:tc>
          <w:tcPr>
            <w:tcW w:w="821" w:type="dxa"/>
          </w:tcPr>
          <w:p w:rsidR="00C37B21" w:rsidRPr="00E42643" w:rsidRDefault="00C37B21" w:rsidP="00732174">
            <w:pPr>
              <w:jc w:val="center"/>
              <w:rPr>
                <w:color w:val="052635"/>
                <w:sz w:val="28"/>
                <w:szCs w:val="28"/>
              </w:rPr>
            </w:pPr>
          </w:p>
        </w:tc>
      </w:tr>
    </w:tbl>
    <w:p w:rsidR="00C37B21" w:rsidRDefault="00C37B21" w:rsidP="00A330C9"/>
    <w:sectPr w:rsidR="00C37B21" w:rsidSect="0074495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44959"/>
    <w:rsid w:val="00001DD7"/>
    <w:rsid w:val="00013D02"/>
    <w:rsid w:val="000317C9"/>
    <w:rsid w:val="00042978"/>
    <w:rsid w:val="000739C2"/>
    <w:rsid w:val="00083E11"/>
    <w:rsid w:val="00085098"/>
    <w:rsid w:val="00091012"/>
    <w:rsid w:val="00094200"/>
    <w:rsid w:val="000B474C"/>
    <w:rsid w:val="000C30D6"/>
    <w:rsid w:val="000E0C2B"/>
    <w:rsid w:val="000E5C66"/>
    <w:rsid w:val="000F299F"/>
    <w:rsid w:val="0010435E"/>
    <w:rsid w:val="001214D6"/>
    <w:rsid w:val="0013037A"/>
    <w:rsid w:val="001401FB"/>
    <w:rsid w:val="00144843"/>
    <w:rsid w:val="001521D3"/>
    <w:rsid w:val="00153BF1"/>
    <w:rsid w:val="00161B53"/>
    <w:rsid w:val="00165506"/>
    <w:rsid w:val="0016641A"/>
    <w:rsid w:val="001765A6"/>
    <w:rsid w:val="00185083"/>
    <w:rsid w:val="00185F1A"/>
    <w:rsid w:val="00193DFC"/>
    <w:rsid w:val="001A173C"/>
    <w:rsid w:val="001A6C7A"/>
    <w:rsid w:val="001A74D5"/>
    <w:rsid w:val="001B0CF0"/>
    <w:rsid w:val="001B2C38"/>
    <w:rsid w:val="001C59FA"/>
    <w:rsid w:val="001D5A68"/>
    <w:rsid w:val="001D6842"/>
    <w:rsid w:val="001E6CF9"/>
    <w:rsid w:val="0020062A"/>
    <w:rsid w:val="002019A0"/>
    <w:rsid w:val="00214B81"/>
    <w:rsid w:val="00243296"/>
    <w:rsid w:val="00243C1C"/>
    <w:rsid w:val="00243F15"/>
    <w:rsid w:val="00257281"/>
    <w:rsid w:val="002632B1"/>
    <w:rsid w:val="002656F4"/>
    <w:rsid w:val="002832DF"/>
    <w:rsid w:val="00283C25"/>
    <w:rsid w:val="00287E37"/>
    <w:rsid w:val="0029654A"/>
    <w:rsid w:val="00297559"/>
    <w:rsid w:val="002A3F37"/>
    <w:rsid w:val="002B3AFB"/>
    <w:rsid w:val="002B4703"/>
    <w:rsid w:val="002C45B6"/>
    <w:rsid w:val="002D142D"/>
    <w:rsid w:val="002D2474"/>
    <w:rsid w:val="002F249E"/>
    <w:rsid w:val="00322704"/>
    <w:rsid w:val="00340A50"/>
    <w:rsid w:val="00341977"/>
    <w:rsid w:val="00366E08"/>
    <w:rsid w:val="00377C85"/>
    <w:rsid w:val="00384221"/>
    <w:rsid w:val="003932CB"/>
    <w:rsid w:val="0039728C"/>
    <w:rsid w:val="003A541D"/>
    <w:rsid w:val="003D1411"/>
    <w:rsid w:val="003D4C47"/>
    <w:rsid w:val="003E1629"/>
    <w:rsid w:val="003E3DC1"/>
    <w:rsid w:val="003E6F8F"/>
    <w:rsid w:val="003F671E"/>
    <w:rsid w:val="0040103F"/>
    <w:rsid w:val="004010D6"/>
    <w:rsid w:val="00403996"/>
    <w:rsid w:val="00406703"/>
    <w:rsid w:val="00411880"/>
    <w:rsid w:val="0042176F"/>
    <w:rsid w:val="004335AF"/>
    <w:rsid w:val="00441E01"/>
    <w:rsid w:val="00443CEE"/>
    <w:rsid w:val="0046428D"/>
    <w:rsid w:val="00465855"/>
    <w:rsid w:val="00471C53"/>
    <w:rsid w:val="00485211"/>
    <w:rsid w:val="004A4886"/>
    <w:rsid w:val="004B1F47"/>
    <w:rsid w:val="004B4954"/>
    <w:rsid w:val="004C30B5"/>
    <w:rsid w:val="004D27A8"/>
    <w:rsid w:val="004D479F"/>
    <w:rsid w:val="004D7EDF"/>
    <w:rsid w:val="004E56F4"/>
    <w:rsid w:val="004F351F"/>
    <w:rsid w:val="00505D6F"/>
    <w:rsid w:val="00511D64"/>
    <w:rsid w:val="00531B79"/>
    <w:rsid w:val="005348A4"/>
    <w:rsid w:val="00536778"/>
    <w:rsid w:val="00536FC7"/>
    <w:rsid w:val="00545E61"/>
    <w:rsid w:val="00566E85"/>
    <w:rsid w:val="00570CBF"/>
    <w:rsid w:val="005715CD"/>
    <w:rsid w:val="005A3DBC"/>
    <w:rsid w:val="005A62C2"/>
    <w:rsid w:val="005B39B0"/>
    <w:rsid w:val="005B4EDF"/>
    <w:rsid w:val="005B7E66"/>
    <w:rsid w:val="005C2A4D"/>
    <w:rsid w:val="005D0E30"/>
    <w:rsid w:val="005E1AB8"/>
    <w:rsid w:val="00600184"/>
    <w:rsid w:val="006043B8"/>
    <w:rsid w:val="006053FD"/>
    <w:rsid w:val="00617E57"/>
    <w:rsid w:val="006208C8"/>
    <w:rsid w:val="00642E80"/>
    <w:rsid w:val="0065287D"/>
    <w:rsid w:val="006674FD"/>
    <w:rsid w:val="00671470"/>
    <w:rsid w:val="0067212F"/>
    <w:rsid w:val="0068126D"/>
    <w:rsid w:val="0068250A"/>
    <w:rsid w:val="006912BB"/>
    <w:rsid w:val="00691FD3"/>
    <w:rsid w:val="006A175B"/>
    <w:rsid w:val="006A2BF8"/>
    <w:rsid w:val="006A351D"/>
    <w:rsid w:val="006B0D78"/>
    <w:rsid w:val="006C794A"/>
    <w:rsid w:val="006D2ADA"/>
    <w:rsid w:val="006D7941"/>
    <w:rsid w:val="006F6A9B"/>
    <w:rsid w:val="00707574"/>
    <w:rsid w:val="00732174"/>
    <w:rsid w:val="00733167"/>
    <w:rsid w:val="00741797"/>
    <w:rsid w:val="00744959"/>
    <w:rsid w:val="007523D8"/>
    <w:rsid w:val="0076272A"/>
    <w:rsid w:val="00775C7B"/>
    <w:rsid w:val="00780CD0"/>
    <w:rsid w:val="007860B5"/>
    <w:rsid w:val="007A03A0"/>
    <w:rsid w:val="007A2DA0"/>
    <w:rsid w:val="007A387F"/>
    <w:rsid w:val="007A6806"/>
    <w:rsid w:val="007A6E1B"/>
    <w:rsid w:val="007A75F9"/>
    <w:rsid w:val="007B7398"/>
    <w:rsid w:val="007D0631"/>
    <w:rsid w:val="007D2A2F"/>
    <w:rsid w:val="007D3A7E"/>
    <w:rsid w:val="007D6FE5"/>
    <w:rsid w:val="007E13CA"/>
    <w:rsid w:val="007E2FDB"/>
    <w:rsid w:val="007F6354"/>
    <w:rsid w:val="007F7EE0"/>
    <w:rsid w:val="00800ABD"/>
    <w:rsid w:val="00800C6F"/>
    <w:rsid w:val="00805F8B"/>
    <w:rsid w:val="008170ED"/>
    <w:rsid w:val="008173B6"/>
    <w:rsid w:val="00824E2F"/>
    <w:rsid w:val="00825BF8"/>
    <w:rsid w:val="00831335"/>
    <w:rsid w:val="008341B9"/>
    <w:rsid w:val="008479A6"/>
    <w:rsid w:val="0085527B"/>
    <w:rsid w:val="008866BF"/>
    <w:rsid w:val="0089042F"/>
    <w:rsid w:val="00892083"/>
    <w:rsid w:val="008B08C5"/>
    <w:rsid w:val="008C0D37"/>
    <w:rsid w:val="008C5394"/>
    <w:rsid w:val="008E798A"/>
    <w:rsid w:val="00903F21"/>
    <w:rsid w:val="009078CB"/>
    <w:rsid w:val="009126AF"/>
    <w:rsid w:val="00915BE3"/>
    <w:rsid w:val="00916120"/>
    <w:rsid w:val="009213C1"/>
    <w:rsid w:val="009352FF"/>
    <w:rsid w:val="00944BB1"/>
    <w:rsid w:val="00957D99"/>
    <w:rsid w:val="00974135"/>
    <w:rsid w:val="00985431"/>
    <w:rsid w:val="00994488"/>
    <w:rsid w:val="009B5CE9"/>
    <w:rsid w:val="009B7AA5"/>
    <w:rsid w:val="009D4368"/>
    <w:rsid w:val="009D70C6"/>
    <w:rsid w:val="009E751A"/>
    <w:rsid w:val="009F3BC3"/>
    <w:rsid w:val="00A01075"/>
    <w:rsid w:val="00A26B5B"/>
    <w:rsid w:val="00A328D0"/>
    <w:rsid w:val="00A330C9"/>
    <w:rsid w:val="00A44D90"/>
    <w:rsid w:val="00A4703A"/>
    <w:rsid w:val="00A47538"/>
    <w:rsid w:val="00A477AA"/>
    <w:rsid w:val="00A64491"/>
    <w:rsid w:val="00A65A0F"/>
    <w:rsid w:val="00A65DA4"/>
    <w:rsid w:val="00A711AF"/>
    <w:rsid w:val="00A77456"/>
    <w:rsid w:val="00A83102"/>
    <w:rsid w:val="00A9377C"/>
    <w:rsid w:val="00AB03E7"/>
    <w:rsid w:val="00AD0C00"/>
    <w:rsid w:val="00AD146B"/>
    <w:rsid w:val="00AD3075"/>
    <w:rsid w:val="00AD4A9F"/>
    <w:rsid w:val="00AD69EE"/>
    <w:rsid w:val="00AF2901"/>
    <w:rsid w:val="00B111EF"/>
    <w:rsid w:val="00B1352B"/>
    <w:rsid w:val="00B17F15"/>
    <w:rsid w:val="00B31B28"/>
    <w:rsid w:val="00B4275C"/>
    <w:rsid w:val="00B53A1A"/>
    <w:rsid w:val="00B54485"/>
    <w:rsid w:val="00B60895"/>
    <w:rsid w:val="00B65B98"/>
    <w:rsid w:val="00B83059"/>
    <w:rsid w:val="00B90CDB"/>
    <w:rsid w:val="00B9659E"/>
    <w:rsid w:val="00BC49B4"/>
    <w:rsid w:val="00BD0DE5"/>
    <w:rsid w:val="00BD1B9C"/>
    <w:rsid w:val="00BD2331"/>
    <w:rsid w:val="00BD410D"/>
    <w:rsid w:val="00BE2397"/>
    <w:rsid w:val="00BE5794"/>
    <w:rsid w:val="00C020E0"/>
    <w:rsid w:val="00C1347C"/>
    <w:rsid w:val="00C153D6"/>
    <w:rsid w:val="00C15B5F"/>
    <w:rsid w:val="00C1683A"/>
    <w:rsid w:val="00C23F91"/>
    <w:rsid w:val="00C34B0A"/>
    <w:rsid w:val="00C37B21"/>
    <w:rsid w:val="00C468D6"/>
    <w:rsid w:val="00C55B79"/>
    <w:rsid w:val="00C76F4C"/>
    <w:rsid w:val="00C8073C"/>
    <w:rsid w:val="00C91234"/>
    <w:rsid w:val="00CA40A6"/>
    <w:rsid w:val="00CB3F48"/>
    <w:rsid w:val="00CC380A"/>
    <w:rsid w:val="00CD3D39"/>
    <w:rsid w:val="00CF6243"/>
    <w:rsid w:val="00D06678"/>
    <w:rsid w:val="00D13E72"/>
    <w:rsid w:val="00D14750"/>
    <w:rsid w:val="00D17CF2"/>
    <w:rsid w:val="00D22893"/>
    <w:rsid w:val="00D33066"/>
    <w:rsid w:val="00D413B4"/>
    <w:rsid w:val="00D41F01"/>
    <w:rsid w:val="00D43E52"/>
    <w:rsid w:val="00D553F2"/>
    <w:rsid w:val="00D627E2"/>
    <w:rsid w:val="00D67AC4"/>
    <w:rsid w:val="00D71AAB"/>
    <w:rsid w:val="00DB18D5"/>
    <w:rsid w:val="00DB4AF0"/>
    <w:rsid w:val="00DC3ACF"/>
    <w:rsid w:val="00DC5BA9"/>
    <w:rsid w:val="00DC71F7"/>
    <w:rsid w:val="00DD48C4"/>
    <w:rsid w:val="00DE4C3D"/>
    <w:rsid w:val="00E039E8"/>
    <w:rsid w:val="00E213BB"/>
    <w:rsid w:val="00E261F1"/>
    <w:rsid w:val="00E42643"/>
    <w:rsid w:val="00E5237F"/>
    <w:rsid w:val="00E66B5D"/>
    <w:rsid w:val="00E97943"/>
    <w:rsid w:val="00EA22AE"/>
    <w:rsid w:val="00EA5A76"/>
    <w:rsid w:val="00EC39F8"/>
    <w:rsid w:val="00EC56F0"/>
    <w:rsid w:val="00ED4F5B"/>
    <w:rsid w:val="00EE4A49"/>
    <w:rsid w:val="00EF140B"/>
    <w:rsid w:val="00EF59FE"/>
    <w:rsid w:val="00F1214C"/>
    <w:rsid w:val="00F128BD"/>
    <w:rsid w:val="00F20EEE"/>
    <w:rsid w:val="00F422DD"/>
    <w:rsid w:val="00F438F6"/>
    <w:rsid w:val="00F43CEF"/>
    <w:rsid w:val="00F44E81"/>
    <w:rsid w:val="00F46A43"/>
    <w:rsid w:val="00F550EA"/>
    <w:rsid w:val="00F577D1"/>
    <w:rsid w:val="00F60481"/>
    <w:rsid w:val="00F61B8A"/>
    <w:rsid w:val="00F71337"/>
    <w:rsid w:val="00FA1A5C"/>
    <w:rsid w:val="00FA3982"/>
    <w:rsid w:val="00FC04A5"/>
    <w:rsid w:val="00FC0B5C"/>
    <w:rsid w:val="00FC0C8C"/>
    <w:rsid w:val="00FC17C6"/>
    <w:rsid w:val="00FC69AB"/>
    <w:rsid w:val="00FD028B"/>
    <w:rsid w:val="00FD0316"/>
    <w:rsid w:val="00FD2DC2"/>
    <w:rsid w:val="00FE54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44959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">
    <w:name w:val="Знак Знак1 Знак Знак"/>
    <w:basedOn w:val="Normal"/>
    <w:uiPriority w:val="99"/>
    <w:rsid w:val="00744959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A330C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97</Words>
  <Characters>556</Characters>
  <Application>Microsoft Office Outlook</Application>
  <DocSecurity>0</DocSecurity>
  <Lines>0</Lines>
  <Paragraphs>0</Paragraphs>
  <ScaleCrop>false</ScaleCrop>
  <Company>DOM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Григорьева Людмила Александровна</dc:creator>
  <cp:keywords/>
  <dc:description/>
  <cp:lastModifiedBy>Черемных</cp:lastModifiedBy>
  <cp:revision>9</cp:revision>
  <cp:lastPrinted>2015-01-12T08:57:00Z</cp:lastPrinted>
  <dcterms:created xsi:type="dcterms:W3CDTF">2014-09-22T12:35:00Z</dcterms:created>
  <dcterms:modified xsi:type="dcterms:W3CDTF">2015-01-20T07:58:00Z</dcterms:modified>
</cp:coreProperties>
</file>