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7428" w:rsidRDefault="004B7428" w:rsidP="00AE673F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18</w:t>
      </w:r>
    </w:p>
    <w:p w:rsidR="004B7428" w:rsidRDefault="004B7428" w:rsidP="00AE673F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</w:p>
    <w:p w:rsidR="004B7428" w:rsidRDefault="004B7428" w:rsidP="00AE673F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 w:rsidRPr="00E261F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5 </w:t>
      </w:r>
    </w:p>
    <w:p w:rsidR="004B7428" w:rsidRDefault="004B7428" w:rsidP="00AE673F">
      <w:pPr>
        <w:autoSpaceDE w:val="0"/>
        <w:autoSpaceDN w:val="0"/>
        <w:adjustRightInd w:val="0"/>
        <w:ind w:left="4956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4B7428" w:rsidRDefault="004B7428" w:rsidP="00707079">
      <w:pPr>
        <w:ind w:left="4248"/>
        <w:rPr>
          <w:sz w:val="28"/>
          <w:szCs w:val="28"/>
        </w:rPr>
      </w:pPr>
    </w:p>
    <w:p w:rsidR="004B7428" w:rsidRDefault="004B7428" w:rsidP="00707079">
      <w:pPr>
        <w:ind w:left="4248"/>
        <w:rPr>
          <w:b/>
          <w:bCs/>
          <w:sz w:val="28"/>
          <w:szCs w:val="28"/>
        </w:rPr>
      </w:pPr>
    </w:p>
    <w:p w:rsidR="004B7428" w:rsidRPr="00707079" w:rsidRDefault="004B7428" w:rsidP="00707079">
      <w:pPr>
        <w:jc w:val="center"/>
        <w:rPr>
          <w:sz w:val="28"/>
          <w:szCs w:val="28"/>
        </w:rPr>
      </w:pPr>
      <w:r w:rsidRPr="00707079">
        <w:rPr>
          <w:sz w:val="28"/>
          <w:szCs w:val="28"/>
        </w:rPr>
        <w:t xml:space="preserve">ОТЗЫВ </w:t>
      </w:r>
    </w:p>
    <w:p w:rsidR="004B7428" w:rsidRPr="00707079" w:rsidRDefault="004B7428" w:rsidP="00707079">
      <w:pPr>
        <w:jc w:val="center"/>
        <w:rPr>
          <w:sz w:val="28"/>
          <w:szCs w:val="28"/>
        </w:rPr>
      </w:pPr>
      <w:r w:rsidRPr="00707079">
        <w:rPr>
          <w:sz w:val="28"/>
          <w:szCs w:val="28"/>
        </w:rPr>
        <w:t>о прохождении стажировки</w:t>
      </w:r>
    </w:p>
    <w:p w:rsidR="004B7428" w:rsidRPr="00707079" w:rsidRDefault="004B7428" w:rsidP="00707079">
      <w:pPr>
        <w:jc w:val="center"/>
        <w:rPr>
          <w:sz w:val="28"/>
          <w:szCs w:val="28"/>
        </w:rPr>
      </w:pPr>
      <w:r w:rsidRPr="00707079">
        <w:rPr>
          <w:sz w:val="28"/>
          <w:szCs w:val="28"/>
        </w:rPr>
        <w:t>__________________________________________________________________</w:t>
      </w:r>
    </w:p>
    <w:p w:rsidR="004B7428" w:rsidRPr="00114DDB" w:rsidRDefault="004B7428" w:rsidP="00707079">
      <w:pPr>
        <w:jc w:val="center"/>
        <w:rPr>
          <w:sz w:val="18"/>
          <w:szCs w:val="18"/>
        </w:rPr>
      </w:pPr>
      <w:r w:rsidRPr="00114DDB">
        <w:rPr>
          <w:sz w:val="18"/>
          <w:szCs w:val="18"/>
        </w:rPr>
        <w:t xml:space="preserve">(фамилия, имя, отчество </w:t>
      </w:r>
      <w:r>
        <w:rPr>
          <w:sz w:val="18"/>
          <w:szCs w:val="18"/>
        </w:rPr>
        <w:t>участника резерва</w:t>
      </w:r>
      <w:r w:rsidRPr="00114DDB">
        <w:rPr>
          <w:sz w:val="18"/>
          <w:szCs w:val="18"/>
        </w:rPr>
        <w:t>)</w:t>
      </w:r>
    </w:p>
    <w:p w:rsidR="004B7428" w:rsidRPr="00E26BD6" w:rsidRDefault="004B7428" w:rsidP="008848EA">
      <w:pPr>
        <w:jc w:val="both"/>
        <w:rPr>
          <w:sz w:val="28"/>
          <w:szCs w:val="28"/>
        </w:rPr>
      </w:pPr>
      <w:r w:rsidRPr="00E26BD6">
        <w:rPr>
          <w:sz w:val="28"/>
          <w:szCs w:val="28"/>
        </w:rPr>
        <w:t xml:space="preserve"> _________________________________________</w:t>
      </w:r>
      <w:r>
        <w:rPr>
          <w:sz w:val="28"/>
          <w:szCs w:val="28"/>
        </w:rPr>
        <w:softHyphen/>
        <w:t>_____________________</w:t>
      </w:r>
    </w:p>
    <w:p w:rsidR="004B7428" w:rsidRDefault="004B7428" w:rsidP="00707079">
      <w:pPr>
        <w:jc w:val="center"/>
        <w:rPr>
          <w:sz w:val="18"/>
          <w:szCs w:val="18"/>
        </w:rPr>
      </w:pPr>
      <w:r w:rsidRPr="00114DDB">
        <w:rPr>
          <w:sz w:val="18"/>
          <w:szCs w:val="18"/>
        </w:rPr>
        <w:t xml:space="preserve">(наименование органа </w:t>
      </w:r>
      <w:r>
        <w:rPr>
          <w:sz w:val="18"/>
          <w:szCs w:val="18"/>
        </w:rPr>
        <w:t>местного самоуправления/муниципального</w:t>
      </w:r>
    </w:p>
    <w:p w:rsidR="004B7428" w:rsidRPr="00114DDB" w:rsidRDefault="004B7428" w:rsidP="00707079">
      <w:pPr>
        <w:jc w:val="center"/>
        <w:rPr>
          <w:sz w:val="18"/>
          <w:szCs w:val="18"/>
        </w:rPr>
      </w:pPr>
      <w:r>
        <w:rPr>
          <w:sz w:val="18"/>
          <w:szCs w:val="18"/>
        </w:rPr>
        <w:t xml:space="preserve">                                             учреждения или предприятия</w:t>
      </w:r>
      <w:r w:rsidRPr="00114DDB">
        <w:rPr>
          <w:sz w:val="18"/>
          <w:szCs w:val="18"/>
        </w:rPr>
        <w:t>)</w:t>
      </w:r>
    </w:p>
    <w:p w:rsidR="004B7428" w:rsidRPr="00E26BD6" w:rsidRDefault="004B7428" w:rsidP="00707079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Pr="00E26BD6" w:rsidRDefault="004B7428" w:rsidP="00707079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Период стажировки</w:t>
      </w:r>
      <w:r w:rsidRPr="00E26BD6">
        <w:rPr>
          <w:sz w:val="28"/>
          <w:szCs w:val="28"/>
        </w:rPr>
        <w:t xml:space="preserve"> с «___»_____________  по «___»____________ 20</w:t>
      </w:r>
      <w:r>
        <w:rPr>
          <w:sz w:val="28"/>
          <w:szCs w:val="28"/>
        </w:rPr>
        <w:t>__</w:t>
      </w:r>
      <w:r w:rsidRPr="00E26BD6">
        <w:rPr>
          <w:sz w:val="28"/>
          <w:szCs w:val="28"/>
        </w:rPr>
        <w:t xml:space="preserve"> года</w:t>
      </w:r>
    </w:p>
    <w:p w:rsidR="004B7428" w:rsidRPr="00E26BD6" w:rsidRDefault="004B7428" w:rsidP="00707079">
      <w:pPr>
        <w:rPr>
          <w:sz w:val="28"/>
          <w:szCs w:val="28"/>
        </w:rPr>
      </w:pPr>
      <w:r>
        <w:rPr>
          <w:sz w:val="28"/>
          <w:szCs w:val="28"/>
        </w:rPr>
        <w:t xml:space="preserve">Целевая группа: </w:t>
      </w:r>
      <w:r w:rsidRPr="00E26BD6">
        <w:rPr>
          <w:sz w:val="28"/>
          <w:szCs w:val="28"/>
        </w:rPr>
        <w:t xml:space="preserve"> _______________________________________________</w:t>
      </w:r>
      <w:r>
        <w:rPr>
          <w:sz w:val="28"/>
          <w:szCs w:val="28"/>
        </w:rPr>
        <w:t>____</w:t>
      </w:r>
    </w:p>
    <w:p w:rsidR="004B7428" w:rsidRPr="00E26BD6" w:rsidRDefault="004B7428" w:rsidP="00707079">
      <w:pPr>
        <w:rPr>
          <w:sz w:val="28"/>
          <w:szCs w:val="28"/>
        </w:rPr>
      </w:pPr>
      <w:r w:rsidRPr="00E26BD6">
        <w:rPr>
          <w:sz w:val="28"/>
          <w:szCs w:val="28"/>
        </w:rPr>
        <w:t xml:space="preserve">Должность, на которую претендует </w:t>
      </w:r>
      <w:r>
        <w:rPr>
          <w:sz w:val="28"/>
          <w:szCs w:val="28"/>
        </w:rPr>
        <w:t>участник резерва: _______________</w:t>
      </w:r>
      <w:r w:rsidRPr="00E26BD6">
        <w:rPr>
          <w:sz w:val="28"/>
          <w:szCs w:val="28"/>
        </w:rPr>
        <w:t>___</w:t>
      </w:r>
      <w:r>
        <w:rPr>
          <w:sz w:val="28"/>
          <w:szCs w:val="28"/>
        </w:rPr>
        <w:t>_</w:t>
      </w:r>
      <w:r w:rsidRPr="00E26BD6">
        <w:rPr>
          <w:sz w:val="28"/>
          <w:szCs w:val="28"/>
        </w:rPr>
        <w:t>_</w:t>
      </w:r>
    </w:p>
    <w:p w:rsidR="004B7428" w:rsidRPr="00E26BD6" w:rsidRDefault="004B7428" w:rsidP="00707079">
      <w:pPr>
        <w:jc w:val="center"/>
        <w:rPr>
          <w:sz w:val="28"/>
          <w:szCs w:val="28"/>
        </w:rPr>
      </w:pPr>
      <w:r w:rsidRPr="00E26BD6">
        <w:rPr>
          <w:sz w:val="28"/>
          <w:szCs w:val="28"/>
        </w:rPr>
        <w:t>__________________________________________________________________</w:t>
      </w:r>
    </w:p>
    <w:p w:rsidR="004B7428" w:rsidRPr="00E26BD6" w:rsidRDefault="004B7428" w:rsidP="00707079">
      <w:pPr>
        <w:jc w:val="center"/>
        <w:rPr>
          <w:sz w:val="28"/>
          <w:szCs w:val="28"/>
        </w:rPr>
      </w:pPr>
      <w:r w:rsidRPr="00E26BD6">
        <w:rPr>
          <w:sz w:val="28"/>
          <w:szCs w:val="28"/>
        </w:rPr>
        <w:t>__________________________________________________________________</w:t>
      </w:r>
    </w:p>
    <w:p w:rsidR="004B7428" w:rsidRDefault="004B7428" w:rsidP="00707079">
      <w:pPr>
        <w:jc w:val="both"/>
        <w:rPr>
          <w:sz w:val="18"/>
          <w:szCs w:val="18"/>
        </w:rPr>
      </w:pP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. Результаты, полученные по итогам стажировки: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 xml:space="preserve">. Проявленные в ходе стажировки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1. Управленческие знания и умения: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2. Профессиональные знания и умения: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3. Личностные качества: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  <w:lang w:val="en-US"/>
        </w:rPr>
        <w:t>III</w:t>
      </w:r>
      <w:r>
        <w:rPr>
          <w:sz w:val="28"/>
          <w:szCs w:val="28"/>
        </w:rPr>
        <w:t>. Заключение (соответствует должности полностью/соответствует должности частично/не соответствует должности):</w:t>
      </w:r>
    </w:p>
    <w:p w:rsidR="004B7428" w:rsidRPr="00635C27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8162CF">
      <w:pPr>
        <w:jc w:val="center"/>
        <w:rPr>
          <w:sz w:val="28"/>
          <w:szCs w:val="28"/>
        </w:rPr>
      </w:pPr>
      <w:r>
        <w:rPr>
          <w:sz w:val="28"/>
          <w:szCs w:val="28"/>
        </w:rPr>
        <w:t>1</w:t>
      </w:r>
      <w:bookmarkStart w:id="0" w:name="_GoBack"/>
      <w:bookmarkEnd w:id="0"/>
      <w:r>
        <w:rPr>
          <w:sz w:val="28"/>
          <w:szCs w:val="28"/>
        </w:rPr>
        <w:t>9</w:t>
      </w:r>
    </w:p>
    <w:p w:rsidR="004B7428" w:rsidRDefault="004B7428" w:rsidP="00707079">
      <w:pPr>
        <w:jc w:val="both"/>
        <w:rPr>
          <w:sz w:val="28"/>
          <w:szCs w:val="28"/>
        </w:rPr>
      </w:pPr>
      <w:r w:rsidRPr="00A27BFA">
        <w:rPr>
          <w:sz w:val="28"/>
          <w:szCs w:val="28"/>
          <w:lang w:val="en-US"/>
        </w:rPr>
        <w:t>IV</w:t>
      </w:r>
      <w:r w:rsidRPr="00A27BFA">
        <w:rPr>
          <w:sz w:val="28"/>
          <w:szCs w:val="28"/>
        </w:rPr>
        <w:t xml:space="preserve">. Рекомендации участнику резерва по итогам стажировки (какой опыт, какие профессиональные знания, умения, навыки дополнительно требуются участнику резерва, чтобы успешно замещать </w:t>
      </w:r>
      <w:r>
        <w:rPr>
          <w:sz w:val="28"/>
          <w:szCs w:val="28"/>
        </w:rPr>
        <w:t>д</w:t>
      </w:r>
      <w:r w:rsidRPr="00A27BFA">
        <w:rPr>
          <w:sz w:val="28"/>
          <w:szCs w:val="28"/>
        </w:rPr>
        <w:t xml:space="preserve">олжность, на которую </w:t>
      </w:r>
      <w:r>
        <w:rPr>
          <w:sz w:val="28"/>
          <w:szCs w:val="28"/>
        </w:rPr>
        <w:t xml:space="preserve">он </w:t>
      </w:r>
      <w:r w:rsidRPr="00A27BFA">
        <w:rPr>
          <w:sz w:val="28"/>
          <w:szCs w:val="28"/>
        </w:rPr>
        <w:t>претендует)</w:t>
      </w:r>
      <w:r>
        <w:rPr>
          <w:sz w:val="28"/>
          <w:szCs w:val="28"/>
        </w:rPr>
        <w:t>: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__________________________________________________________________ </w:t>
      </w:r>
    </w:p>
    <w:p w:rsidR="004B7428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4B7428" w:rsidRPr="00A27BFA" w:rsidRDefault="004B7428" w:rsidP="0070707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_________________________________________________________________________________________________________________________________</w:t>
      </w:r>
    </w:p>
    <w:p w:rsidR="004B7428" w:rsidRDefault="004B7428" w:rsidP="00707079">
      <w:pPr>
        <w:rPr>
          <w:sz w:val="28"/>
          <w:szCs w:val="28"/>
        </w:rPr>
      </w:pPr>
    </w:p>
    <w:p w:rsidR="004B7428" w:rsidRPr="00E26BD6" w:rsidRDefault="004B7428" w:rsidP="00707079">
      <w:pPr>
        <w:jc w:val="center"/>
        <w:rPr>
          <w:sz w:val="28"/>
          <w:szCs w:val="28"/>
        </w:rPr>
      </w:pPr>
    </w:p>
    <w:p w:rsidR="004B7428" w:rsidRPr="00E26BD6" w:rsidRDefault="004B7428" w:rsidP="00707079">
      <w:pPr>
        <w:rPr>
          <w:sz w:val="28"/>
          <w:szCs w:val="28"/>
        </w:rPr>
      </w:pPr>
      <w:r w:rsidRPr="00E26BD6">
        <w:rPr>
          <w:sz w:val="28"/>
          <w:szCs w:val="28"/>
        </w:rPr>
        <w:t xml:space="preserve">Руководитель органа </w:t>
      </w:r>
    </w:p>
    <w:p w:rsidR="004B7428" w:rsidRDefault="004B7428" w:rsidP="00707079">
      <w:pPr>
        <w:rPr>
          <w:sz w:val="28"/>
          <w:szCs w:val="28"/>
        </w:rPr>
      </w:pPr>
      <w:r>
        <w:rPr>
          <w:sz w:val="28"/>
          <w:szCs w:val="28"/>
        </w:rPr>
        <w:t>местного самоуправления/</w:t>
      </w:r>
    </w:p>
    <w:p w:rsidR="004B7428" w:rsidRDefault="004B7428" w:rsidP="00707079">
      <w:pPr>
        <w:rPr>
          <w:sz w:val="28"/>
          <w:szCs w:val="28"/>
        </w:rPr>
      </w:pPr>
      <w:r>
        <w:rPr>
          <w:sz w:val="28"/>
          <w:szCs w:val="28"/>
        </w:rPr>
        <w:t xml:space="preserve">муниципального учреждения </w:t>
      </w:r>
    </w:p>
    <w:p w:rsidR="004B7428" w:rsidRPr="00E26BD6" w:rsidRDefault="004B7428" w:rsidP="00707079">
      <w:pPr>
        <w:rPr>
          <w:sz w:val="28"/>
          <w:szCs w:val="28"/>
        </w:rPr>
      </w:pPr>
      <w:r>
        <w:rPr>
          <w:sz w:val="28"/>
          <w:szCs w:val="28"/>
        </w:rPr>
        <w:t xml:space="preserve">или предприятия                    </w:t>
      </w:r>
      <w:r w:rsidRPr="00E26BD6">
        <w:rPr>
          <w:sz w:val="28"/>
          <w:szCs w:val="28"/>
        </w:rPr>
        <w:t>______________</w:t>
      </w:r>
      <w:r>
        <w:rPr>
          <w:sz w:val="28"/>
          <w:szCs w:val="28"/>
        </w:rPr>
        <w:t xml:space="preserve">              ____________</w:t>
      </w:r>
      <w:r w:rsidRPr="00E26BD6">
        <w:rPr>
          <w:sz w:val="28"/>
          <w:szCs w:val="28"/>
        </w:rPr>
        <w:t>_________</w:t>
      </w:r>
    </w:p>
    <w:p w:rsidR="004B7428" w:rsidRPr="00114DDB" w:rsidRDefault="004B7428" w:rsidP="00707079">
      <w:pPr>
        <w:jc w:val="center"/>
        <w:rPr>
          <w:sz w:val="18"/>
          <w:szCs w:val="1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E26BD6">
        <w:rPr>
          <w:sz w:val="28"/>
          <w:szCs w:val="28"/>
        </w:rPr>
        <w:tab/>
      </w:r>
      <w:r w:rsidRPr="00114DDB">
        <w:rPr>
          <w:sz w:val="18"/>
          <w:szCs w:val="18"/>
        </w:rPr>
        <w:t>(подпись)</w:t>
      </w:r>
      <w:r w:rsidRPr="00114DDB">
        <w:rPr>
          <w:sz w:val="18"/>
          <w:szCs w:val="18"/>
        </w:rPr>
        <w:tab/>
      </w:r>
      <w:r w:rsidRPr="00114DDB">
        <w:rPr>
          <w:sz w:val="18"/>
          <w:szCs w:val="18"/>
        </w:rPr>
        <w:tab/>
      </w:r>
      <w:r w:rsidRPr="00114DDB">
        <w:rPr>
          <w:sz w:val="18"/>
          <w:szCs w:val="18"/>
        </w:rPr>
        <w:tab/>
        <w:t xml:space="preserve"> (Ф.И.О.)</w:t>
      </w:r>
      <w:r w:rsidRPr="00114DDB">
        <w:rPr>
          <w:sz w:val="18"/>
          <w:szCs w:val="18"/>
        </w:rPr>
        <w:tab/>
      </w: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 w:rsidP="00707079">
      <w:pPr>
        <w:autoSpaceDE w:val="0"/>
        <w:autoSpaceDN w:val="0"/>
        <w:adjustRightInd w:val="0"/>
        <w:jc w:val="right"/>
        <w:rPr>
          <w:sz w:val="28"/>
          <w:szCs w:val="28"/>
        </w:rPr>
      </w:pPr>
    </w:p>
    <w:p w:rsidR="004B7428" w:rsidRDefault="004B7428"/>
    <w:sectPr w:rsidR="004B7428" w:rsidSect="008848E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07079"/>
    <w:rsid w:val="00001DD7"/>
    <w:rsid w:val="00013D02"/>
    <w:rsid w:val="000317C9"/>
    <w:rsid w:val="00042978"/>
    <w:rsid w:val="000739C2"/>
    <w:rsid w:val="00083E11"/>
    <w:rsid w:val="00085098"/>
    <w:rsid w:val="00091012"/>
    <w:rsid w:val="00094200"/>
    <w:rsid w:val="000B474C"/>
    <w:rsid w:val="000C30D6"/>
    <w:rsid w:val="000E0C2B"/>
    <w:rsid w:val="000E5C66"/>
    <w:rsid w:val="000F299F"/>
    <w:rsid w:val="000F73B2"/>
    <w:rsid w:val="0010435E"/>
    <w:rsid w:val="00114DDB"/>
    <w:rsid w:val="001214D6"/>
    <w:rsid w:val="0013037A"/>
    <w:rsid w:val="001401FB"/>
    <w:rsid w:val="00144843"/>
    <w:rsid w:val="001521D3"/>
    <w:rsid w:val="00153BF1"/>
    <w:rsid w:val="00161B53"/>
    <w:rsid w:val="00165506"/>
    <w:rsid w:val="0016641A"/>
    <w:rsid w:val="001765A6"/>
    <w:rsid w:val="00185083"/>
    <w:rsid w:val="00185F1A"/>
    <w:rsid w:val="00193DFC"/>
    <w:rsid w:val="001A173C"/>
    <w:rsid w:val="001A6C7A"/>
    <w:rsid w:val="001A74D5"/>
    <w:rsid w:val="001B0CF0"/>
    <w:rsid w:val="001B2C38"/>
    <w:rsid w:val="001C59FA"/>
    <w:rsid w:val="001D6842"/>
    <w:rsid w:val="001E5647"/>
    <w:rsid w:val="001E6CF9"/>
    <w:rsid w:val="0020062A"/>
    <w:rsid w:val="002019A0"/>
    <w:rsid w:val="00214B81"/>
    <w:rsid w:val="002312DE"/>
    <w:rsid w:val="00240727"/>
    <w:rsid w:val="00243296"/>
    <w:rsid w:val="00243C1C"/>
    <w:rsid w:val="00243F15"/>
    <w:rsid w:val="00257281"/>
    <w:rsid w:val="002632B1"/>
    <w:rsid w:val="002656F4"/>
    <w:rsid w:val="002832DF"/>
    <w:rsid w:val="00283C25"/>
    <w:rsid w:val="00285320"/>
    <w:rsid w:val="00287E37"/>
    <w:rsid w:val="0029654A"/>
    <w:rsid w:val="00297559"/>
    <w:rsid w:val="002B3AFB"/>
    <w:rsid w:val="002B4703"/>
    <w:rsid w:val="002C45B6"/>
    <w:rsid w:val="002D142D"/>
    <w:rsid w:val="002D2474"/>
    <w:rsid w:val="002F249E"/>
    <w:rsid w:val="00322704"/>
    <w:rsid w:val="00340A50"/>
    <w:rsid w:val="00341977"/>
    <w:rsid w:val="00366E08"/>
    <w:rsid w:val="00377C85"/>
    <w:rsid w:val="00384221"/>
    <w:rsid w:val="003932CB"/>
    <w:rsid w:val="0039728C"/>
    <w:rsid w:val="003A541D"/>
    <w:rsid w:val="003D1411"/>
    <w:rsid w:val="003D4C47"/>
    <w:rsid w:val="003E1629"/>
    <w:rsid w:val="003E3DC1"/>
    <w:rsid w:val="003E6F8F"/>
    <w:rsid w:val="003F671E"/>
    <w:rsid w:val="004010D6"/>
    <w:rsid w:val="00403996"/>
    <w:rsid w:val="00406703"/>
    <w:rsid w:val="00411880"/>
    <w:rsid w:val="0042176F"/>
    <w:rsid w:val="004335AF"/>
    <w:rsid w:val="00441E01"/>
    <w:rsid w:val="00443CEE"/>
    <w:rsid w:val="0046428D"/>
    <w:rsid w:val="00465855"/>
    <w:rsid w:val="00471C53"/>
    <w:rsid w:val="00485211"/>
    <w:rsid w:val="004A4886"/>
    <w:rsid w:val="004B1F47"/>
    <w:rsid w:val="004B4954"/>
    <w:rsid w:val="004B7428"/>
    <w:rsid w:val="004C30B5"/>
    <w:rsid w:val="004D27A8"/>
    <w:rsid w:val="004D479F"/>
    <w:rsid w:val="004D7EDF"/>
    <w:rsid w:val="004E56F4"/>
    <w:rsid w:val="004F351F"/>
    <w:rsid w:val="00505D6F"/>
    <w:rsid w:val="00511D64"/>
    <w:rsid w:val="00531B79"/>
    <w:rsid w:val="005331C3"/>
    <w:rsid w:val="005348A4"/>
    <w:rsid w:val="00536778"/>
    <w:rsid w:val="00536FC7"/>
    <w:rsid w:val="00545E61"/>
    <w:rsid w:val="00566E85"/>
    <w:rsid w:val="00570CBF"/>
    <w:rsid w:val="005715CD"/>
    <w:rsid w:val="00590E52"/>
    <w:rsid w:val="005A3DBC"/>
    <w:rsid w:val="005A62C2"/>
    <w:rsid w:val="005B39B0"/>
    <w:rsid w:val="005B4EDF"/>
    <w:rsid w:val="005B7E66"/>
    <w:rsid w:val="005C2A4D"/>
    <w:rsid w:val="005D01C2"/>
    <w:rsid w:val="005D0E30"/>
    <w:rsid w:val="005E1AB8"/>
    <w:rsid w:val="00600184"/>
    <w:rsid w:val="006043B8"/>
    <w:rsid w:val="006053FD"/>
    <w:rsid w:val="00617E57"/>
    <w:rsid w:val="006208C8"/>
    <w:rsid w:val="00635C27"/>
    <w:rsid w:val="00642E80"/>
    <w:rsid w:val="0065287D"/>
    <w:rsid w:val="006674FD"/>
    <w:rsid w:val="00671470"/>
    <w:rsid w:val="0067212F"/>
    <w:rsid w:val="0068250A"/>
    <w:rsid w:val="006912BB"/>
    <w:rsid w:val="00691FD3"/>
    <w:rsid w:val="006A175B"/>
    <w:rsid w:val="006A2BF8"/>
    <w:rsid w:val="006A351D"/>
    <w:rsid w:val="006B0D78"/>
    <w:rsid w:val="006C794A"/>
    <w:rsid w:val="006D7941"/>
    <w:rsid w:val="006F6A9B"/>
    <w:rsid w:val="00707079"/>
    <w:rsid w:val="00707574"/>
    <w:rsid w:val="007220E8"/>
    <w:rsid w:val="00741797"/>
    <w:rsid w:val="0076272A"/>
    <w:rsid w:val="00775C7B"/>
    <w:rsid w:val="00780CD0"/>
    <w:rsid w:val="007860B5"/>
    <w:rsid w:val="007A03A0"/>
    <w:rsid w:val="007A2DA0"/>
    <w:rsid w:val="007A387F"/>
    <w:rsid w:val="007A6806"/>
    <w:rsid w:val="007A6E1B"/>
    <w:rsid w:val="007A75F9"/>
    <w:rsid w:val="007B7398"/>
    <w:rsid w:val="007D0631"/>
    <w:rsid w:val="007D2A2F"/>
    <w:rsid w:val="007D3A7E"/>
    <w:rsid w:val="007D6FE5"/>
    <w:rsid w:val="007E13CA"/>
    <w:rsid w:val="007E2FDB"/>
    <w:rsid w:val="007F6354"/>
    <w:rsid w:val="007F7EE0"/>
    <w:rsid w:val="00800ABD"/>
    <w:rsid w:val="00800C6F"/>
    <w:rsid w:val="00805F8B"/>
    <w:rsid w:val="0081050E"/>
    <w:rsid w:val="008162CF"/>
    <w:rsid w:val="008170ED"/>
    <w:rsid w:val="008173B6"/>
    <w:rsid w:val="00824E2F"/>
    <w:rsid w:val="00831335"/>
    <w:rsid w:val="008341B9"/>
    <w:rsid w:val="008479A6"/>
    <w:rsid w:val="00884615"/>
    <w:rsid w:val="008848EA"/>
    <w:rsid w:val="008866BF"/>
    <w:rsid w:val="0089042F"/>
    <w:rsid w:val="00892083"/>
    <w:rsid w:val="008B08C5"/>
    <w:rsid w:val="008C0D37"/>
    <w:rsid w:val="008C5394"/>
    <w:rsid w:val="008E798A"/>
    <w:rsid w:val="008F0382"/>
    <w:rsid w:val="00903F21"/>
    <w:rsid w:val="009078CB"/>
    <w:rsid w:val="00915BE3"/>
    <w:rsid w:val="00916120"/>
    <w:rsid w:val="009213C1"/>
    <w:rsid w:val="009352FF"/>
    <w:rsid w:val="00944BB1"/>
    <w:rsid w:val="00957D99"/>
    <w:rsid w:val="00974135"/>
    <w:rsid w:val="00985431"/>
    <w:rsid w:val="00994488"/>
    <w:rsid w:val="009B5CE9"/>
    <w:rsid w:val="009B7AA5"/>
    <w:rsid w:val="009C741B"/>
    <w:rsid w:val="009D4368"/>
    <w:rsid w:val="009D70C6"/>
    <w:rsid w:val="009E751A"/>
    <w:rsid w:val="009F3BC3"/>
    <w:rsid w:val="00A26B5B"/>
    <w:rsid w:val="00A27BFA"/>
    <w:rsid w:val="00A328D0"/>
    <w:rsid w:val="00A44D90"/>
    <w:rsid w:val="00A4703A"/>
    <w:rsid w:val="00A47538"/>
    <w:rsid w:val="00A477AA"/>
    <w:rsid w:val="00A64491"/>
    <w:rsid w:val="00A65A0F"/>
    <w:rsid w:val="00A65B8B"/>
    <w:rsid w:val="00A65DA4"/>
    <w:rsid w:val="00A77456"/>
    <w:rsid w:val="00A83102"/>
    <w:rsid w:val="00A9377C"/>
    <w:rsid w:val="00AB03E7"/>
    <w:rsid w:val="00AD0C00"/>
    <w:rsid w:val="00AD146B"/>
    <w:rsid w:val="00AD1716"/>
    <w:rsid w:val="00AD3075"/>
    <w:rsid w:val="00AD4A9F"/>
    <w:rsid w:val="00AE673F"/>
    <w:rsid w:val="00AF2901"/>
    <w:rsid w:val="00B111EF"/>
    <w:rsid w:val="00B1352B"/>
    <w:rsid w:val="00B17F15"/>
    <w:rsid w:val="00B31B28"/>
    <w:rsid w:val="00B4275C"/>
    <w:rsid w:val="00B53A1A"/>
    <w:rsid w:val="00B54485"/>
    <w:rsid w:val="00B60895"/>
    <w:rsid w:val="00B65B98"/>
    <w:rsid w:val="00B83059"/>
    <w:rsid w:val="00B90CDB"/>
    <w:rsid w:val="00B9659E"/>
    <w:rsid w:val="00BC49B4"/>
    <w:rsid w:val="00BD0DE5"/>
    <w:rsid w:val="00BD1B9C"/>
    <w:rsid w:val="00BD2331"/>
    <w:rsid w:val="00BD410D"/>
    <w:rsid w:val="00BE2397"/>
    <w:rsid w:val="00BE5794"/>
    <w:rsid w:val="00C020E0"/>
    <w:rsid w:val="00C1347C"/>
    <w:rsid w:val="00C153D6"/>
    <w:rsid w:val="00C15B5F"/>
    <w:rsid w:val="00C1683A"/>
    <w:rsid w:val="00C23F91"/>
    <w:rsid w:val="00C34B0A"/>
    <w:rsid w:val="00C468D6"/>
    <w:rsid w:val="00C55B79"/>
    <w:rsid w:val="00C573D5"/>
    <w:rsid w:val="00C76F4C"/>
    <w:rsid w:val="00C8073C"/>
    <w:rsid w:val="00C91234"/>
    <w:rsid w:val="00CA40A6"/>
    <w:rsid w:val="00CB3F48"/>
    <w:rsid w:val="00CC380A"/>
    <w:rsid w:val="00CD3D39"/>
    <w:rsid w:val="00CF6243"/>
    <w:rsid w:val="00D06678"/>
    <w:rsid w:val="00D13E72"/>
    <w:rsid w:val="00D14750"/>
    <w:rsid w:val="00D17CF2"/>
    <w:rsid w:val="00D22893"/>
    <w:rsid w:val="00D33066"/>
    <w:rsid w:val="00D413B4"/>
    <w:rsid w:val="00D41F01"/>
    <w:rsid w:val="00D43E52"/>
    <w:rsid w:val="00D553F2"/>
    <w:rsid w:val="00D627E2"/>
    <w:rsid w:val="00D67AC4"/>
    <w:rsid w:val="00DB18D5"/>
    <w:rsid w:val="00DB4AF0"/>
    <w:rsid w:val="00DC3ACF"/>
    <w:rsid w:val="00DC5BA9"/>
    <w:rsid w:val="00DC71F7"/>
    <w:rsid w:val="00DD48C4"/>
    <w:rsid w:val="00DE4C3D"/>
    <w:rsid w:val="00E039E8"/>
    <w:rsid w:val="00E213BB"/>
    <w:rsid w:val="00E261F1"/>
    <w:rsid w:val="00E26BD6"/>
    <w:rsid w:val="00E5237F"/>
    <w:rsid w:val="00E66B5D"/>
    <w:rsid w:val="00E77AC5"/>
    <w:rsid w:val="00EA5A76"/>
    <w:rsid w:val="00EC39F8"/>
    <w:rsid w:val="00EC56F0"/>
    <w:rsid w:val="00ED4F5B"/>
    <w:rsid w:val="00EE4A49"/>
    <w:rsid w:val="00EF140B"/>
    <w:rsid w:val="00EF59FE"/>
    <w:rsid w:val="00F1214C"/>
    <w:rsid w:val="00F128BD"/>
    <w:rsid w:val="00F17AA3"/>
    <w:rsid w:val="00F20EEE"/>
    <w:rsid w:val="00F422DD"/>
    <w:rsid w:val="00F438F6"/>
    <w:rsid w:val="00F43CEF"/>
    <w:rsid w:val="00F44E81"/>
    <w:rsid w:val="00F46A43"/>
    <w:rsid w:val="00F550EA"/>
    <w:rsid w:val="00F60481"/>
    <w:rsid w:val="00F61B8A"/>
    <w:rsid w:val="00F71337"/>
    <w:rsid w:val="00FA1A5C"/>
    <w:rsid w:val="00FA3982"/>
    <w:rsid w:val="00FC04A5"/>
    <w:rsid w:val="00FC0B5C"/>
    <w:rsid w:val="00FC0C8C"/>
    <w:rsid w:val="00FC17C6"/>
    <w:rsid w:val="00FC69AB"/>
    <w:rsid w:val="00FD028B"/>
    <w:rsid w:val="00FD0316"/>
    <w:rsid w:val="00FD2DC2"/>
    <w:rsid w:val="00FE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0707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1 Знак Знак"/>
    <w:basedOn w:val="Normal"/>
    <w:uiPriority w:val="99"/>
    <w:rsid w:val="0070707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40727"/>
    <w:rPr>
      <w:rFonts w:ascii="Tahoma" w:eastAsia="Calibr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40727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9</TotalTime>
  <Pages>2</Pages>
  <Words>456</Words>
  <Characters>2604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Людмила Александровна</dc:creator>
  <cp:keywords/>
  <dc:description/>
  <cp:lastModifiedBy>Черемных</cp:lastModifiedBy>
  <cp:revision>15</cp:revision>
  <cp:lastPrinted>2015-01-20T07:59:00Z</cp:lastPrinted>
  <dcterms:created xsi:type="dcterms:W3CDTF">2014-09-22T12:37:00Z</dcterms:created>
  <dcterms:modified xsi:type="dcterms:W3CDTF">2015-01-20T07:59:00Z</dcterms:modified>
</cp:coreProperties>
</file>