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39B3" w:rsidRDefault="002439B3" w:rsidP="00BA4BED">
      <w:pPr>
        <w:autoSpaceDE w:val="0"/>
        <w:autoSpaceDN w:val="0"/>
        <w:adjustRightInd w:val="0"/>
        <w:ind w:left="4956"/>
        <w:outlineLvl w:val="1"/>
        <w:rPr>
          <w:sz w:val="28"/>
          <w:szCs w:val="28"/>
        </w:rPr>
      </w:pPr>
      <w:r>
        <w:rPr>
          <w:sz w:val="28"/>
          <w:szCs w:val="28"/>
        </w:rPr>
        <w:t>20</w:t>
      </w:r>
    </w:p>
    <w:p w:rsidR="002439B3" w:rsidRDefault="002439B3" w:rsidP="00BA4BED">
      <w:pPr>
        <w:autoSpaceDE w:val="0"/>
        <w:autoSpaceDN w:val="0"/>
        <w:adjustRightInd w:val="0"/>
        <w:ind w:left="4956"/>
        <w:outlineLvl w:val="1"/>
        <w:rPr>
          <w:sz w:val="28"/>
          <w:szCs w:val="28"/>
        </w:rPr>
      </w:pPr>
    </w:p>
    <w:p w:rsidR="002439B3" w:rsidRDefault="002439B3" w:rsidP="00BA4BED">
      <w:pPr>
        <w:autoSpaceDE w:val="0"/>
        <w:autoSpaceDN w:val="0"/>
        <w:adjustRightInd w:val="0"/>
        <w:ind w:left="4956"/>
        <w:outlineLvl w:val="1"/>
        <w:rPr>
          <w:sz w:val="28"/>
          <w:szCs w:val="28"/>
        </w:rPr>
      </w:pPr>
      <w:r w:rsidRPr="00E261F1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6 </w:t>
      </w:r>
    </w:p>
    <w:p w:rsidR="002439B3" w:rsidRDefault="002439B3" w:rsidP="00BA4BED">
      <w:pPr>
        <w:autoSpaceDE w:val="0"/>
        <w:autoSpaceDN w:val="0"/>
        <w:adjustRightInd w:val="0"/>
        <w:ind w:left="4956"/>
        <w:outlineLvl w:val="1"/>
        <w:rPr>
          <w:sz w:val="28"/>
          <w:szCs w:val="28"/>
        </w:rPr>
      </w:pPr>
      <w:r>
        <w:rPr>
          <w:sz w:val="28"/>
          <w:szCs w:val="28"/>
        </w:rPr>
        <w:t>к Положению</w:t>
      </w:r>
    </w:p>
    <w:p w:rsidR="002439B3" w:rsidRDefault="002439B3" w:rsidP="00046E8D">
      <w:pPr>
        <w:jc w:val="center"/>
        <w:rPr>
          <w:sz w:val="28"/>
          <w:szCs w:val="28"/>
        </w:rPr>
      </w:pPr>
    </w:p>
    <w:p w:rsidR="002439B3" w:rsidRDefault="002439B3" w:rsidP="00046E8D">
      <w:pPr>
        <w:jc w:val="center"/>
        <w:rPr>
          <w:sz w:val="28"/>
          <w:szCs w:val="28"/>
        </w:rPr>
      </w:pPr>
    </w:p>
    <w:p w:rsidR="002439B3" w:rsidRDefault="002439B3" w:rsidP="00046E8D">
      <w:pPr>
        <w:jc w:val="center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                       </w:t>
      </w:r>
    </w:p>
    <w:p w:rsidR="002439B3" w:rsidRPr="00046E8D" w:rsidRDefault="002439B3" w:rsidP="00046E8D">
      <w:pPr>
        <w:jc w:val="center"/>
        <w:rPr>
          <w:rFonts w:eastAsia="Batang"/>
          <w:sz w:val="28"/>
          <w:szCs w:val="28"/>
          <w:lang w:eastAsia="ko-KR"/>
        </w:rPr>
      </w:pPr>
      <w:r w:rsidRPr="00046E8D">
        <w:rPr>
          <w:rFonts w:eastAsia="Batang"/>
          <w:sz w:val="28"/>
          <w:szCs w:val="28"/>
          <w:lang w:eastAsia="ko-KR"/>
        </w:rPr>
        <w:t>ИНДИВИДУАЛЬНЫЙ ПЛАН ПРОФЕССИОНАЛЬНОГО РАЗВИТИЯ</w:t>
      </w:r>
    </w:p>
    <w:p w:rsidR="002439B3" w:rsidRPr="00046E8D" w:rsidRDefault="002439B3" w:rsidP="00046E8D">
      <w:pPr>
        <w:jc w:val="center"/>
        <w:rPr>
          <w:rFonts w:eastAsia="Batang"/>
          <w:sz w:val="16"/>
          <w:szCs w:val="16"/>
          <w:lang w:eastAsia="ko-KR"/>
        </w:rPr>
      </w:pPr>
    </w:p>
    <w:p w:rsidR="002439B3" w:rsidRPr="00046E8D" w:rsidRDefault="002439B3" w:rsidP="00046E8D">
      <w:pPr>
        <w:jc w:val="center"/>
        <w:rPr>
          <w:rFonts w:eastAsia="Batang"/>
          <w:lang w:eastAsia="ko-KR"/>
        </w:rPr>
      </w:pPr>
      <w:r w:rsidRPr="00046E8D">
        <w:rPr>
          <w:rFonts w:eastAsia="Batang"/>
          <w:sz w:val="28"/>
          <w:szCs w:val="28"/>
          <w:lang w:eastAsia="ko-KR"/>
        </w:rPr>
        <w:t>_______________________________________________________________</w:t>
      </w:r>
    </w:p>
    <w:p w:rsidR="002439B3" w:rsidRPr="00046E8D" w:rsidRDefault="002439B3" w:rsidP="00046E8D">
      <w:pPr>
        <w:jc w:val="center"/>
        <w:rPr>
          <w:rFonts w:eastAsia="Batang"/>
          <w:sz w:val="16"/>
          <w:szCs w:val="16"/>
          <w:lang w:eastAsia="ko-KR"/>
        </w:rPr>
      </w:pPr>
      <w:r w:rsidRPr="00046E8D">
        <w:rPr>
          <w:rFonts w:eastAsia="Batang"/>
          <w:sz w:val="16"/>
          <w:szCs w:val="16"/>
          <w:lang w:eastAsia="ko-KR"/>
        </w:rPr>
        <w:t>Ф</w:t>
      </w:r>
      <w:r>
        <w:rPr>
          <w:rFonts w:eastAsia="Batang"/>
          <w:sz w:val="16"/>
          <w:szCs w:val="16"/>
          <w:lang w:eastAsia="ko-KR"/>
        </w:rPr>
        <w:t>.</w:t>
      </w:r>
      <w:r w:rsidRPr="00046E8D">
        <w:rPr>
          <w:rFonts w:eastAsia="Batang"/>
          <w:sz w:val="16"/>
          <w:szCs w:val="16"/>
          <w:lang w:eastAsia="ko-KR"/>
        </w:rPr>
        <w:t>И</w:t>
      </w:r>
      <w:r>
        <w:rPr>
          <w:rFonts w:eastAsia="Batang"/>
          <w:sz w:val="16"/>
          <w:szCs w:val="16"/>
          <w:lang w:eastAsia="ko-KR"/>
        </w:rPr>
        <w:t>.</w:t>
      </w:r>
      <w:bookmarkStart w:id="0" w:name="_GoBack"/>
      <w:bookmarkEnd w:id="0"/>
      <w:r w:rsidRPr="00046E8D">
        <w:rPr>
          <w:rFonts w:eastAsia="Batang"/>
          <w:sz w:val="16"/>
          <w:szCs w:val="16"/>
          <w:lang w:eastAsia="ko-KR"/>
        </w:rPr>
        <w:t>О</w:t>
      </w:r>
    </w:p>
    <w:p w:rsidR="002439B3" w:rsidRPr="00046E8D" w:rsidRDefault="002439B3" w:rsidP="00046E8D">
      <w:pPr>
        <w:ind w:right="-141"/>
        <w:rPr>
          <w:rFonts w:eastAsia="Batang"/>
          <w:lang w:eastAsia="ko-KR"/>
        </w:rPr>
      </w:pPr>
      <w:r w:rsidRPr="00046E8D">
        <w:rPr>
          <w:rFonts w:eastAsia="Batang"/>
          <w:lang w:eastAsia="ko-KR"/>
        </w:rPr>
        <w:t>Дата включения: _________________ Целевая группа: _____________________________ Уровень готовности к занятию управленческой деятельности: _____________________</w:t>
      </w:r>
    </w:p>
    <w:p w:rsidR="002439B3" w:rsidRPr="00046E8D" w:rsidRDefault="002439B3" w:rsidP="00046E8D">
      <w:pPr>
        <w:rPr>
          <w:rFonts w:eastAsia="Batang"/>
          <w:lang w:eastAsia="ko-KR"/>
        </w:rPr>
      </w:pPr>
    </w:p>
    <w:p w:rsidR="002439B3" w:rsidRPr="00046E8D" w:rsidRDefault="002439B3" w:rsidP="00046E8D">
      <w:pPr>
        <w:rPr>
          <w:rFonts w:eastAsia="Batang"/>
          <w:lang w:eastAsia="ko-KR"/>
        </w:rPr>
      </w:pPr>
      <w:r w:rsidRPr="00046E8D">
        <w:rPr>
          <w:rFonts w:eastAsia="Batang"/>
          <w:lang w:eastAsia="ko-KR"/>
        </w:rPr>
        <w:t>Цель нахождения в резерве: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439B3" w:rsidRPr="00046E8D" w:rsidRDefault="002439B3" w:rsidP="00046E8D">
      <w:pPr>
        <w:ind w:firstLine="708"/>
        <w:rPr>
          <w:rFonts w:eastAsia="Batang"/>
          <w:sz w:val="28"/>
          <w:szCs w:val="28"/>
          <w:lang w:eastAsia="ko-KR"/>
        </w:rPr>
      </w:pPr>
    </w:p>
    <w:p w:rsidR="002439B3" w:rsidRPr="00046E8D" w:rsidRDefault="002439B3" w:rsidP="00046E8D">
      <w:pPr>
        <w:rPr>
          <w:rFonts w:eastAsia="Batang"/>
          <w:lang w:eastAsia="ko-KR"/>
        </w:rPr>
      </w:pPr>
      <w:r w:rsidRPr="00046E8D">
        <w:rPr>
          <w:rFonts w:eastAsia="Batang"/>
          <w:lang w:eastAsia="ko-KR"/>
        </w:rPr>
        <w:t>Задачи на год ______________________________________:</w:t>
      </w:r>
    </w:p>
    <w:p w:rsidR="002439B3" w:rsidRPr="00046E8D" w:rsidRDefault="002439B3" w:rsidP="00046E8D">
      <w:pPr>
        <w:rPr>
          <w:rFonts w:eastAsia="Batang"/>
          <w:sz w:val="16"/>
          <w:szCs w:val="16"/>
          <w:lang w:eastAsia="ko-KR"/>
        </w:rPr>
      </w:pPr>
      <w:r w:rsidRPr="00046E8D">
        <w:rPr>
          <w:rFonts w:eastAsia="Batang"/>
          <w:sz w:val="16"/>
          <w:szCs w:val="16"/>
          <w:lang w:eastAsia="ko-KR"/>
        </w:rPr>
        <w:t xml:space="preserve">                                                                                  период</w:t>
      </w:r>
    </w:p>
    <w:p w:rsidR="002439B3" w:rsidRPr="00046E8D" w:rsidRDefault="002439B3" w:rsidP="00046E8D">
      <w:pPr>
        <w:rPr>
          <w:rFonts w:eastAsia="Batang"/>
          <w:lang w:eastAsia="ko-KR"/>
        </w:rPr>
      </w:pPr>
      <w:r w:rsidRPr="00046E8D">
        <w:rPr>
          <w:rFonts w:eastAsia="Batang"/>
          <w:lang w:eastAsia="ko-KR"/>
        </w:rPr>
        <w:t>1. ___________________________________________________________________________</w:t>
      </w:r>
    </w:p>
    <w:p w:rsidR="002439B3" w:rsidRPr="00046E8D" w:rsidRDefault="002439B3" w:rsidP="00046E8D">
      <w:pPr>
        <w:rPr>
          <w:rFonts w:eastAsia="Batang"/>
          <w:lang w:eastAsia="ko-KR"/>
        </w:rPr>
      </w:pPr>
      <w:r w:rsidRPr="00046E8D">
        <w:rPr>
          <w:rFonts w:eastAsia="Batang"/>
          <w:lang w:eastAsia="ko-KR"/>
        </w:rPr>
        <w:t>_____________________________________________________________________________</w:t>
      </w:r>
    </w:p>
    <w:p w:rsidR="002439B3" w:rsidRPr="00046E8D" w:rsidRDefault="002439B3" w:rsidP="00046E8D">
      <w:pPr>
        <w:rPr>
          <w:rFonts w:eastAsia="Batang"/>
          <w:lang w:eastAsia="ko-KR"/>
        </w:rPr>
      </w:pPr>
      <w:r w:rsidRPr="00046E8D">
        <w:rPr>
          <w:rFonts w:eastAsia="Batang"/>
          <w:lang w:eastAsia="ko-KR"/>
        </w:rPr>
        <w:t>2. ___________________________________________________________________________</w:t>
      </w:r>
    </w:p>
    <w:p w:rsidR="002439B3" w:rsidRPr="00046E8D" w:rsidRDefault="002439B3" w:rsidP="00046E8D">
      <w:pPr>
        <w:rPr>
          <w:rFonts w:eastAsia="Batang"/>
          <w:lang w:eastAsia="ko-KR"/>
        </w:rPr>
      </w:pPr>
      <w:r w:rsidRPr="00046E8D">
        <w:rPr>
          <w:rFonts w:eastAsia="Batang"/>
          <w:lang w:eastAsia="ko-KR"/>
        </w:rPr>
        <w:t>_____________________________________________________________________________</w:t>
      </w:r>
    </w:p>
    <w:p w:rsidR="002439B3" w:rsidRPr="00046E8D" w:rsidRDefault="002439B3" w:rsidP="00046E8D">
      <w:pPr>
        <w:rPr>
          <w:rFonts w:eastAsia="Batang"/>
          <w:lang w:eastAsia="ko-KR"/>
        </w:rPr>
      </w:pPr>
      <w:r w:rsidRPr="00046E8D">
        <w:rPr>
          <w:rFonts w:eastAsia="Batang"/>
          <w:lang w:eastAsia="ko-KR"/>
        </w:rPr>
        <w:t>3.____________________________________________________________________________</w:t>
      </w:r>
    </w:p>
    <w:p w:rsidR="002439B3" w:rsidRPr="00046E8D" w:rsidRDefault="002439B3" w:rsidP="00046E8D">
      <w:pPr>
        <w:rPr>
          <w:rFonts w:eastAsia="Batang"/>
          <w:lang w:eastAsia="ko-KR"/>
        </w:rPr>
      </w:pPr>
      <w:r w:rsidRPr="00046E8D">
        <w:rPr>
          <w:rFonts w:eastAsia="Batang"/>
          <w:lang w:eastAsia="ko-KR"/>
        </w:rPr>
        <w:t>_____________________________________________________________________________</w:t>
      </w:r>
    </w:p>
    <w:p w:rsidR="002439B3" w:rsidRPr="00046E8D" w:rsidRDefault="002439B3" w:rsidP="00046E8D">
      <w:pPr>
        <w:rPr>
          <w:rFonts w:eastAsia="Batang"/>
          <w:sz w:val="28"/>
          <w:szCs w:val="28"/>
          <w:lang w:eastAsia="ko-KR"/>
        </w:rPr>
      </w:pPr>
    </w:p>
    <w:p w:rsidR="002439B3" w:rsidRPr="00046E8D" w:rsidRDefault="002439B3" w:rsidP="003F0E45">
      <w:pPr>
        <w:jc w:val="center"/>
        <w:rPr>
          <w:rFonts w:eastAsia="Batang"/>
          <w:lang w:eastAsia="ko-KR"/>
        </w:rPr>
      </w:pPr>
      <w:r w:rsidRPr="00046E8D">
        <w:rPr>
          <w:rFonts w:eastAsia="Batang"/>
          <w:lang w:eastAsia="ko-KR"/>
        </w:rPr>
        <w:t>План работы на год:</w:t>
      </w:r>
    </w:p>
    <w:p w:rsidR="002439B3" w:rsidRPr="00046E8D" w:rsidRDefault="002439B3" w:rsidP="00046E8D">
      <w:pPr>
        <w:tabs>
          <w:tab w:val="left" w:pos="2520"/>
        </w:tabs>
        <w:jc w:val="center"/>
        <w:rPr>
          <w:rFonts w:eastAsia="Batang"/>
          <w:sz w:val="16"/>
          <w:szCs w:val="16"/>
          <w:lang w:eastAsia="ko-KR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40"/>
        <w:gridCol w:w="4676"/>
        <w:gridCol w:w="2804"/>
        <w:gridCol w:w="1551"/>
      </w:tblGrid>
      <w:tr w:rsidR="002439B3" w:rsidRPr="00046E8D">
        <w:tc>
          <w:tcPr>
            <w:tcW w:w="474" w:type="dxa"/>
          </w:tcPr>
          <w:p w:rsidR="002439B3" w:rsidRDefault="002439B3">
            <w:pPr>
              <w:jc w:val="center"/>
              <w:rPr>
                <w:rFonts w:eastAsia="Batang"/>
                <w:lang w:eastAsia="ko-KR"/>
              </w:rPr>
            </w:pPr>
            <w:r w:rsidRPr="00046E8D">
              <w:rPr>
                <w:rFonts w:eastAsia="Batang"/>
                <w:lang w:eastAsia="ko-KR"/>
              </w:rPr>
              <w:t>№</w:t>
            </w:r>
          </w:p>
          <w:p w:rsidR="002439B3" w:rsidRPr="00046E8D" w:rsidRDefault="002439B3">
            <w:pPr>
              <w:jc w:val="center"/>
              <w:rPr>
                <w:rFonts w:eastAsia="Batang"/>
                <w:lang w:eastAsia="ko-KR"/>
              </w:rPr>
            </w:pPr>
            <w:r>
              <w:rPr>
                <w:rFonts w:eastAsia="Batang"/>
                <w:lang w:eastAsia="ko-KR"/>
              </w:rPr>
              <w:t>п/п</w:t>
            </w:r>
          </w:p>
        </w:tc>
        <w:tc>
          <w:tcPr>
            <w:tcW w:w="5103" w:type="dxa"/>
          </w:tcPr>
          <w:p w:rsidR="002439B3" w:rsidRPr="00046E8D" w:rsidRDefault="002439B3">
            <w:pPr>
              <w:jc w:val="center"/>
              <w:rPr>
                <w:rFonts w:eastAsia="Batang"/>
                <w:lang w:eastAsia="ko-KR"/>
              </w:rPr>
            </w:pPr>
            <w:r w:rsidRPr="00046E8D">
              <w:rPr>
                <w:rFonts w:eastAsia="Batang"/>
                <w:lang w:eastAsia="ko-KR"/>
              </w:rPr>
              <w:t>Мои действия</w:t>
            </w:r>
          </w:p>
          <w:p w:rsidR="002439B3" w:rsidRPr="00046E8D" w:rsidRDefault="002439B3">
            <w:pPr>
              <w:jc w:val="center"/>
              <w:rPr>
                <w:rFonts w:eastAsia="Batang"/>
                <w:sz w:val="16"/>
                <w:szCs w:val="16"/>
                <w:lang w:eastAsia="ko-KR"/>
              </w:rPr>
            </w:pPr>
          </w:p>
        </w:tc>
        <w:tc>
          <w:tcPr>
            <w:tcW w:w="3120" w:type="dxa"/>
          </w:tcPr>
          <w:p w:rsidR="002439B3" w:rsidRPr="00046E8D" w:rsidRDefault="002439B3">
            <w:pPr>
              <w:jc w:val="center"/>
              <w:rPr>
                <w:rFonts w:eastAsia="Batang"/>
                <w:lang w:eastAsia="ko-KR"/>
              </w:rPr>
            </w:pPr>
            <w:r w:rsidRPr="00046E8D">
              <w:rPr>
                <w:rFonts w:eastAsia="Batang"/>
                <w:lang w:eastAsia="ko-KR"/>
              </w:rPr>
              <w:t>Задачи</w:t>
            </w:r>
          </w:p>
        </w:tc>
        <w:tc>
          <w:tcPr>
            <w:tcW w:w="1666" w:type="dxa"/>
          </w:tcPr>
          <w:p w:rsidR="002439B3" w:rsidRPr="00046E8D" w:rsidRDefault="002439B3">
            <w:pPr>
              <w:jc w:val="center"/>
              <w:rPr>
                <w:rFonts w:eastAsia="Batang"/>
                <w:lang w:eastAsia="ko-KR"/>
              </w:rPr>
            </w:pPr>
            <w:r w:rsidRPr="00046E8D">
              <w:rPr>
                <w:rFonts w:eastAsia="Batang"/>
                <w:lang w:eastAsia="ko-KR"/>
              </w:rPr>
              <w:t>Сроки</w:t>
            </w:r>
          </w:p>
        </w:tc>
      </w:tr>
      <w:tr w:rsidR="002439B3" w:rsidRPr="00046E8D">
        <w:tc>
          <w:tcPr>
            <w:tcW w:w="474" w:type="dxa"/>
          </w:tcPr>
          <w:p w:rsidR="002439B3" w:rsidRPr="00046E8D" w:rsidRDefault="002439B3">
            <w:pPr>
              <w:jc w:val="center"/>
              <w:rPr>
                <w:rFonts w:eastAsia="Batang"/>
                <w:lang w:eastAsia="ko-KR"/>
              </w:rPr>
            </w:pPr>
            <w:r w:rsidRPr="00046E8D">
              <w:rPr>
                <w:rFonts w:eastAsia="Batang"/>
                <w:lang w:eastAsia="ko-KR"/>
              </w:rPr>
              <w:t>1</w:t>
            </w:r>
          </w:p>
        </w:tc>
        <w:tc>
          <w:tcPr>
            <w:tcW w:w="5103" w:type="dxa"/>
          </w:tcPr>
          <w:p w:rsidR="002439B3" w:rsidRPr="00046E8D" w:rsidRDefault="002439B3">
            <w:pPr>
              <w:rPr>
                <w:rFonts w:eastAsia="Batang"/>
                <w:lang w:eastAsia="ko-KR"/>
              </w:rPr>
            </w:pPr>
            <w:r w:rsidRPr="00046E8D">
              <w:rPr>
                <w:rFonts w:eastAsia="Batang"/>
                <w:lang w:eastAsia="ko-KR"/>
              </w:rPr>
              <w:t xml:space="preserve">Обучение, специальная подготовка </w:t>
            </w:r>
          </w:p>
        </w:tc>
        <w:tc>
          <w:tcPr>
            <w:tcW w:w="3120" w:type="dxa"/>
          </w:tcPr>
          <w:p w:rsidR="002439B3" w:rsidRPr="00046E8D" w:rsidRDefault="002439B3">
            <w:pPr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666" w:type="dxa"/>
          </w:tcPr>
          <w:p w:rsidR="002439B3" w:rsidRPr="00046E8D" w:rsidRDefault="002439B3">
            <w:pPr>
              <w:jc w:val="center"/>
              <w:rPr>
                <w:rFonts w:eastAsia="Batang"/>
                <w:lang w:eastAsia="ko-KR"/>
              </w:rPr>
            </w:pPr>
          </w:p>
        </w:tc>
      </w:tr>
      <w:tr w:rsidR="002439B3" w:rsidRPr="00046E8D">
        <w:tc>
          <w:tcPr>
            <w:tcW w:w="474" w:type="dxa"/>
            <w:vMerge w:val="restart"/>
          </w:tcPr>
          <w:p w:rsidR="002439B3" w:rsidRPr="00046E8D" w:rsidRDefault="002439B3">
            <w:pPr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5103" w:type="dxa"/>
          </w:tcPr>
          <w:p w:rsidR="002439B3" w:rsidRPr="00046E8D" w:rsidRDefault="002439B3">
            <w:pPr>
              <w:rPr>
                <w:rFonts w:eastAsia="Batang"/>
                <w:lang w:eastAsia="ko-KR"/>
              </w:rPr>
            </w:pPr>
            <w:r w:rsidRPr="00046E8D">
              <w:rPr>
                <w:rFonts w:eastAsia="Batang"/>
                <w:lang w:eastAsia="ko-KR"/>
              </w:rPr>
              <w:t>1.</w:t>
            </w:r>
          </w:p>
        </w:tc>
        <w:tc>
          <w:tcPr>
            <w:tcW w:w="3120" w:type="dxa"/>
          </w:tcPr>
          <w:p w:rsidR="002439B3" w:rsidRPr="00046E8D" w:rsidRDefault="002439B3">
            <w:pPr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666" w:type="dxa"/>
          </w:tcPr>
          <w:p w:rsidR="002439B3" w:rsidRPr="00046E8D" w:rsidRDefault="002439B3">
            <w:pPr>
              <w:jc w:val="center"/>
              <w:rPr>
                <w:rFonts w:eastAsia="Batang"/>
                <w:lang w:eastAsia="ko-KR"/>
              </w:rPr>
            </w:pPr>
          </w:p>
        </w:tc>
      </w:tr>
      <w:tr w:rsidR="002439B3" w:rsidRPr="00046E8D">
        <w:tc>
          <w:tcPr>
            <w:tcW w:w="0" w:type="auto"/>
            <w:vMerge/>
            <w:vAlign w:val="center"/>
          </w:tcPr>
          <w:p w:rsidR="002439B3" w:rsidRPr="00046E8D" w:rsidRDefault="002439B3">
            <w:pPr>
              <w:rPr>
                <w:rFonts w:eastAsia="Batang"/>
                <w:lang w:eastAsia="ko-KR"/>
              </w:rPr>
            </w:pPr>
          </w:p>
        </w:tc>
        <w:tc>
          <w:tcPr>
            <w:tcW w:w="5103" w:type="dxa"/>
          </w:tcPr>
          <w:p w:rsidR="002439B3" w:rsidRPr="00046E8D" w:rsidRDefault="002439B3">
            <w:pPr>
              <w:rPr>
                <w:rFonts w:eastAsia="Batang"/>
                <w:lang w:eastAsia="ko-KR"/>
              </w:rPr>
            </w:pPr>
            <w:r w:rsidRPr="00046E8D">
              <w:rPr>
                <w:rFonts w:eastAsia="Batang"/>
                <w:lang w:eastAsia="ko-KR"/>
              </w:rPr>
              <w:t>2.</w:t>
            </w:r>
          </w:p>
        </w:tc>
        <w:tc>
          <w:tcPr>
            <w:tcW w:w="3120" w:type="dxa"/>
          </w:tcPr>
          <w:p w:rsidR="002439B3" w:rsidRPr="00046E8D" w:rsidRDefault="002439B3">
            <w:pPr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666" w:type="dxa"/>
          </w:tcPr>
          <w:p w:rsidR="002439B3" w:rsidRPr="00046E8D" w:rsidRDefault="002439B3">
            <w:pPr>
              <w:jc w:val="center"/>
              <w:rPr>
                <w:rFonts w:eastAsia="Batang"/>
                <w:lang w:eastAsia="ko-KR"/>
              </w:rPr>
            </w:pPr>
          </w:p>
        </w:tc>
      </w:tr>
      <w:tr w:rsidR="002439B3" w:rsidRPr="00046E8D">
        <w:tc>
          <w:tcPr>
            <w:tcW w:w="474" w:type="dxa"/>
          </w:tcPr>
          <w:p w:rsidR="002439B3" w:rsidRPr="00046E8D" w:rsidRDefault="002439B3">
            <w:pPr>
              <w:jc w:val="center"/>
              <w:rPr>
                <w:rFonts w:eastAsia="Batang"/>
                <w:lang w:eastAsia="ko-KR"/>
              </w:rPr>
            </w:pPr>
            <w:r w:rsidRPr="00046E8D">
              <w:rPr>
                <w:rFonts w:eastAsia="Batang"/>
                <w:lang w:eastAsia="ko-KR"/>
              </w:rPr>
              <w:t>2</w:t>
            </w:r>
          </w:p>
        </w:tc>
        <w:tc>
          <w:tcPr>
            <w:tcW w:w="5103" w:type="dxa"/>
          </w:tcPr>
          <w:p w:rsidR="002439B3" w:rsidRPr="00046E8D" w:rsidRDefault="002439B3">
            <w:pPr>
              <w:rPr>
                <w:rFonts w:eastAsia="Batang"/>
                <w:lang w:eastAsia="ko-KR"/>
              </w:rPr>
            </w:pPr>
            <w:r w:rsidRPr="00046E8D">
              <w:rPr>
                <w:rFonts w:eastAsia="Batang"/>
                <w:lang w:eastAsia="ko-KR"/>
              </w:rPr>
              <w:t>Самообразование</w:t>
            </w:r>
          </w:p>
        </w:tc>
        <w:tc>
          <w:tcPr>
            <w:tcW w:w="3120" w:type="dxa"/>
          </w:tcPr>
          <w:p w:rsidR="002439B3" w:rsidRPr="00046E8D" w:rsidRDefault="002439B3">
            <w:pPr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666" w:type="dxa"/>
          </w:tcPr>
          <w:p w:rsidR="002439B3" w:rsidRPr="00046E8D" w:rsidRDefault="002439B3">
            <w:pPr>
              <w:jc w:val="center"/>
              <w:rPr>
                <w:rFonts w:eastAsia="Batang"/>
                <w:lang w:eastAsia="ko-KR"/>
              </w:rPr>
            </w:pPr>
          </w:p>
        </w:tc>
      </w:tr>
      <w:tr w:rsidR="002439B3" w:rsidRPr="00046E8D">
        <w:tc>
          <w:tcPr>
            <w:tcW w:w="474" w:type="dxa"/>
            <w:vMerge w:val="restart"/>
          </w:tcPr>
          <w:p w:rsidR="002439B3" w:rsidRPr="00046E8D" w:rsidRDefault="002439B3">
            <w:pPr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5103" w:type="dxa"/>
          </w:tcPr>
          <w:p w:rsidR="002439B3" w:rsidRPr="00046E8D" w:rsidRDefault="002439B3">
            <w:pPr>
              <w:rPr>
                <w:rFonts w:eastAsia="Batang"/>
                <w:lang w:eastAsia="ko-KR"/>
              </w:rPr>
            </w:pPr>
            <w:r w:rsidRPr="00046E8D">
              <w:rPr>
                <w:rFonts w:eastAsia="Batang"/>
                <w:lang w:eastAsia="ko-KR"/>
              </w:rPr>
              <w:t>1.</w:t>
            </w:r>
          </w:p>
        </w:tc>
        <w:tc>
          <w:tcPr>
            <w:tcW w:w="3120" w:type="dxa"/>
          </w:tcPr>
          <w:p w:rsidR="002439B3" w:rsidRPr="00046E8D" w:rsidRDefault="002439B3">
            <w:pPr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666" w:type="dxa"/>
          </w:tcPr>
          <w:p w:rsidR="002439B3" w:rsidRPr="00046E8D" w:rsidRDefault="002439B3">
            <w:pPr>
              <w:jc w:val="center"/>
              <w:rPr>
                <w:rFonts w:eastAsia="Batang"/>
                <w:lang w:eastAsia="ko-KR"/>
              </w:rPr>
            </w:pPr>
          </w:p>
        </w:tc>
      </w:tr>
      <w:tr w:rsidR="002439B3" w:rsidRPr="00046E8D">
        <w:tc>
          <w:tcPr>
            <w:tcW w:w="0" w:type="auto"/>
            <w:vMerge/>
            <w:vAlign w:val="center"/>
          </w:tcPr>
          <w:p w:rsidR="002439B3" w:rsidRPr="00046E8D" w:rsidRDefault="002439B3">
            <w:pPr>
              <w:rPr>
                <w:rFonts w:eastAsia="Batang"/>
                <w:lang w:eastAsia="ko-KR"/>
              </w:rPr>
            </w:pPr>
          </w:p>
        </w:tc>
        <w:tc>
          <w:tcPr>
            <w:tcW w:w="5103" w:type="dxa"/>
          </w:tcPr>
          <w:p w:rsidR="002439B3" w:rsidRPr="00046E8D" w:rsidRDefault="002439B3">
            <w:pPr>
              <w:rPr>
                <w:rFonts w:eastAsia="Batang"/>
                <w:lang w:eastAsia="ko-KR"/>
              </w:rPr>
            </w:pPr>
            <w:r w:rsidRPr="00046E8D">
              <w:rPr>
                <w:rFonts w:eastAsia="Batang"/>
                <w:lang w:eastAsia="ko-KR"/>
              </w:rPr>
              <w:t>2.</w:t>
            </w:r>
          </w:p>
        </w:tc>
        <w:tc>
          <w:tcPr>
            <w:tcW w:w="3120" w:type="dxa"/>
          </w:tcPr>
          <w:p w:rsidR="002439B3" w:rsidRPr="00046E8D" w:rsidRDefault="002439B3">
            <w:pPr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666" w:type="dxa"/>
          </w:tcPr>
          <w:p w:rsidR="002439B3" w:rsidRPr="00046E8D" w:rsidRDefault="002439B3">
            <w:pPr>
              <w:jc w:val="center"/>
              <w:rPr>
                <w:rFonts w:eastAsia="Batang"/>
                <w:lang w:eastAsia="ko-KR"/>
              </w:rPr>
            </w:pPr>
          </w:p>
        </w:tc>
      </w:tr>
      <w:tr w:rsidR="002439B3" w:rsidRPr="00046E8D">
        <w:tc>
          <w:tcPr>
            <w:tcW w:w="474" w:type="dxa"/>
          </w:tcPr>
          <w:p w:rsidR="002439B3" w:rsidRPr="00046E8D" w:rsidRDefault="002439B3">
            <w:pPr>
              <w:jc w:val="center"/>
              <w:rPr>
                <w:rFonts w:eastAsia="Batang"/>
                <w:lang w:eastAsia="ko-KR"/>
              </w:rPr>
            </w:pPr>
            <w:r w:rsidRPr="00046E8D">
              <w:rPr>
                <w:rFonts w:eastAsia="Batang"/>
                <w:lang w:eastAsia="ko-KR"/>
              </w:rPr>
              <w:t>3</w:t>
            </w:r>
          </w:p>
        </w:tc>
        <w:tc>
          <w:tcPr>
            <w:tcW w:w="5103" w:type="dxa"/>
          </w:tcPr>
          <w:p w:rsidR="002439B3" w:rsidRPr="00046E8D" w:rsidRDefault="002439B3">
            <w:pPr>
              <w:rPr>
                <w:rFonts w:eastAsia="Batang"/>
                <w:lang w:eastAsia="ko-KR"/>
              </w:rPr>
            </w:pPr>
            <w:r w:rsidRPr="00046E8D">
              <w:rPr>
                <w:rFonts w:eastAsia="Batang"/>
                <w:lang w:eastAsia="ko-KR"/>
              </w:rPr>
              <w:t>Стажировка</w:t>
            </w:r>
          </w:p>
        </w:tc>
        <w:tc>
          <w:tcPr>
            <w:tcW w:w="3120" w:type="dxa"/>
          </w:tcPr>
          <w:p w:rsidR="002439B3" w:rsidRPr="00046E8D" w:rsidRDefault="002439B3">
            <w:pPr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666" w:type="dxa"/>
          </w:tcPr>
          <w:p w:rsidR="002439B3" w:rsidRPr="00046E8D" w:rsidRDefault="002439B3">
            <w:pPr>
              <w:jc w:val="center"/>
              <w:rPr>
                <w:rFonts w:eastAsia="Batang"/>
                <w:lang w:eastAsia="ko-KR"/>
              </w:rPr>
            </w:pPr>
          </w:p>
        </w:tc>
      </w:tr>
      <w:tr w:rsidR="002439B3" w:rsidRPr="00046E8D">
        <w:tc>
          <w:tcPr>
            <w:tcW w:w="474" w:type="dxa"/>
            <w:vMerge w:val="restart"/>
          </w:tcPr>
          <w:p w:rsidR="002439B3" w:rsidRPr="00046E8D" w:rsidRDefault="002439B3">
            <w:pPr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5103" w:type="dxa"/>
          </w:tcPr>
          <w:p w:rsidR="002439B3" w:rsidRPr="00046E8D" w:rsidRDefault="002439B3">
            <w:pPr>
              <w:rPr>
                <w:rFonts w:eastAsia="Batang"/>
                <w:lang w:eastAsia="ko-KR"/>
              </w:rPr>
            </w:pPr>
            <w:r w:rsidRPr="00046E8D">
              <w:rPr>
                <w:rFonts w:eastAsia="Batang"/>
                <w:lang w:eastAsia="ko-KR"/>
              </w:rPr>
              <w:t>1.</w:t>
            </w:r>
          </w:p>
        </w:tc>
        <w:tc>
          <w:tcPr>
            <w:tcW w:w="3120" w:type="dxa"/>
          </w:tcPr>
          <w:p w:rsidR="002439B3" w:rsidRPr="00046E8D" w:rsidRDefault="002439B3">
            <w:pPr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666" w:type="dxa"/>
          </w:tcPr>
          <w:p w:rsidR="002439B3" w:rsidRPr="00046E8D" w:rsidRDefault="002439B3">
            <w:pPr>
              <w:jc w:val="center"/>
              <w:rPr>
                <w:rFonts w:eastAsia="Batang"/>
                <w:lang w:eastAsia="ko-KR"/>
              </w:rPr>
            </w:pPr>
          </w:p>
        </w:tc>
      </w:tr>
      <w:tr w:rsidR="002439B3" w:rsidRPr="00046E8D">
        <w:tc>
          <w:tcPr>
            <w:tcW w:w="0" w:type="auto"/>
            <w:vMerge/>
            <w:vAlign w:val="center"/>
          </w:tcPr>
          <w:p w:rsidR="002439B3" w:rsidRPr="00046E8D" w:rsidRDefault="002439B3">
            <w:pPr>
              <w:rPr>
                <w:rFonts w:eastAsia="Batang"/>
                <w:lang w:eastAsia="ko-KR"/>
              </w:rPr>
            </w:pPr>
          </w:p>
        </w:tc>
        <w:tc>
          <w:tcPr>
            <w:tcW w:w="5103" w:type="dxa"/>
          </w:tcPr>
          <w:p w:rsidR="002439B3" w:rsidRPr="00046E8D" w:rsidRDefault="002439B3">
            <w:pPr>
              <w:rPr>
                <w:rFonts w:eastAsia="Batang"/>
                <w:lang w:eastAsia="ko-KR"/>
              </w:rPr>
            </w:pPr>
            <w:r w:rsidRPr="00046E8D">
              <w:rPr>
                <w:rFonts w:eastAsia="Batang"/>
                <w:lang w:eastAsia="ko-KR"/>
              </w:rPr>
              <w:t>2.</w:t>
            </w:r>
          </w:p>
        </w:tc>
        <w:tc>
          <w:tcPr>
            <w:tcW w:w="3120" w:type="dxa"/>
          </w:tcPr>
          <w:p w:rsidR="002439B3" w:rsidRPr="00046E8D" w:rsidRDefault="002439B3">
            <w:pPr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666" w:type="dxa"/>
          </w:tcPr>
          <w:p w:rsidR="002439B3" w:rsidRPr="00046E8D" w:rsidRDefault="002439B3">
            <w:pPr>
              <w:jc w:val="center"/>
              <w:rPr>
                <w:rFonts w:eastAsia="Batang"/>
                <w:lang w:eastAsia="ko-KR"/>
              </w:rPr>
            </w:pPr>
          </w:p>
        </w:tc>
      </w:tr>
      <w:tr w:rsidR="002439B3" w:rsidRPr="00046E8D">
        <w:tc>
          <w:tcPr>
            <w:tcW w:w="474" w:type="dxa"/>
          </w:tcPr>
          <w:p w:rsidR="002439B3" w:rsidRPr="00046E8D" w:rsidRDefault="002439B3">
            <w:pPr>
              <w:jc w:val="center"/>
              <w:rPr>
                <w:rFonts w:eastAsia="Batang"/>
                <w:lang w:eastAsia="ko-KR"/>
              </w:rPr>
            </w:pPr>
            <w:r w:rsidRPr="00046E8D">
              <w:rPr>
                <w:rFonts w:eastAsia="Batang"/>
                <w:lang w:eastAsia="ko-KR"/>
              </w:rPr>
              <w:t>4</w:t>
            </w:r>
          </w:p>
        </w:tc>
        <w:tc>
          <w:tcPr>
            <w:tcW w:w="5103" w:type="dxa"/>
          </w:tcPr>
          <w:p w:rsidR="002439B3" w:rsidRPr="00046E8D" w:rsidRDefault="002439B3">
            <w:pPr>
              <w:rPr>
                <w:rFonts w:eastAsia="Batang"/>
                <w:lang w:eastAsia="ko-KR"/>
              </w:rPr>
            </w:pPr>
            <w:r w:rsidRPr="00046E8D">
              <w:rPr>
                <w:rFonts w:eastAsia="Batang"/>
                <w:lang w:eastAsia="ko-KR"/>
              </w:rPr>
              <w:t>Участие в подготовке и организации комиссий, советов, рабочих групп и т.п.</w:t>
            </w:r>
          </w:p>
        </w:tc>
        <w:tc>
          <w:tcPr>
            <w:tcW w:w="3120" w:type="dxa"/>
          </w:tcPr>
          <w:p w:rsidR="002439B3" w:rsidRPr="00046E8D" w:rsidRDefault="002439B3">
            <w:pPr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666" w:type="dxa"/>
          </w:tcPr>
          <w:p w:rsidR="002439B3" w:rsidRPr="00046E8D" w:rsidRDefault="002439B3">
            <w:pPr>
              <w:jc w:val="center"/>
              <w:rPr>
                <w:rFonts w:eastAsia="Batang"/>
                <w:lang w:eastAsia="ko-KR"/>
              </w:rPr>
            </w:pPr>
          </w:p>
        </w:tc>
      </w:tr>
      <w:tr w:rsidR="002439B3" w:rsidRPr="00046E8D">
        <w:tc>
          <w:tcPr>
            <w:tcW w:w="474" w:type="dxa"/>
            <w:vMerge w:val="restart"/>
          </w:tcPr>
          <w:p w:rsidR="002439B3" w:rsidRPr="00046E8D" w:rsidRDefault="002439B3">
            <w:pPr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5103" w:type="dxa"/>
          </w:tcPr>
          <w:p w:rsidR="002439B3" w:rsidRPr="00046E8D" w:rsidRDefault="002439B3">
            <w:pPr>
              <w:rPr>
                <w:rFonts w:eastAsia="Batang"/>
                <w:lang w:eastAsia="ko-KR"/>
              </w:rPr>
            </w:pPr>
            <w:r w:rsidRPr="00046E8D">
              <w:rPr>
                <w:rFonts w:eastAsia="Batang"/>
                <w:lang w:eastAsia="ko-KR"/>
              </w:rPr>
              <w:t>1.</w:t>
            </w:r>
          </w:p>
        </w:tc>
        <w:tc>
          <w:tcPr>
            <w:tcW w:w="3120" w:type="dxa"/>
          </w:tcPr>
          <w:p w:rsidR="002439B3" w:rsidRPr="00046E8D" w:rsidRDefault="002439B3">
            <w:pPr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666" w:type="dxa"/>
          </w:tcPr>
          <w:p w:rsidR="002439B3" w:rsidRPr="00046E8D" w:rsidRDefault="002439B3">
            <w:pPr>
              <w:jc w:val="center"/>
              <w:rPr>
                <w:rFonts w:eastAsia="Batang"/>
                <w:lang w:eastAsia="ko-KR"/>
              </w:rPr>
            </w:pPr>
          </w:p>
        </w:tc>
      </w:tr>
      <w:tr w:rsidR="002439B3" w:rsidRPr="00046E8D">
        <w:tc>
          <w:tcPr>
            <w:tcW w:w="0" w:type="auto"/>
            <w:vMerge/>
            <w:vAlign w:val="center"/>
          </w:tcPr>
          <w:p w:rsidR="002439B3" w:rsidRPr="00046E8D" w:rsidRDefault="002439B3">
            <w:pPr>
              <w:rPr>
                <w:rFonts w:eastAsia="Batang"/>
                <w:lang w:eastAsia="ko-KR"/>
              </w:rPr>
            </w:pPr>
          </w:p>
        </w:tc>
        <w:tc>
          <w:tcPr>
            <w:tcW w:w="5103" w:type="dxa"/>
          </w:tcPr>
          <w:p w:rsidR="002439B3" w:rsidRPr="00046E8D" w:rsidRDefault="002439B3">
            <w:pPr>
              <w:rPr>
                <w:rFonts w:eastAsia="Batang"/>
                <w:lang w:eastAsia="ko-KR"/>
              </w:rPr>
            </w:pPr>
            <w:r w:rsidRPr="00046E8D">
              <w:rPr>
                <w:rFonts w:eastAsia="Batang"/>
                <w:lang w:eastAsia="ko-KR"/>
              </w:rPr>
              <w:t>2.</w:t>
            </w:r>
          </w:p>
        </w:tc>
        <w:tc>
          <w:tcPr>
            <w:tcW w:w="3120" w:type="dxa"/>
          </w:tcPr>
          <w:p w:rsidR="002439B3" w:rsidRPr="00046E8D" w:rsidRDefault="002439B3">
            <w:pPr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666" w:type="dxa"/>
          </w:tcPr>
          <w:p w:rsidR="002439B3" w:rsidRPr="00046E8D" w:rsidRDefault="002439B3">
            <w:pPr>
              <w:jc w:val="center"/>
              <w:rPr>
                <w:rFonts w:eastAsia="Batang"/>
                <w:lang w:eastAsia="ko-KR"/>
              </w:rPr>
            </w:pPr>
          </w:p>
        </w:tc>
      </w:tr>
      <w:tr w:rsidR="002439B3" w:rsidRPr="00046E8D">
        <w:tc>
          <w:tcPr>
            <w:tcW w:w="474" w:type="dxa"/>
          </w:tcPr>
          <w:p w:rsidR="002439B3" w:rsidRPr="00046E8D" w:rsidRDefault="002439B3">
            <w:pPr>
              <w:jc w:val="center"/>
              <w:rPr>
                <w:rFonts w:eastAsia="Batang"/>
                <w:lang w:eastAsia="ko-KR"/>
              </w:rPr>
            </w:pPr>
            <w:r w:rsidRPr="00046E8D">
              <w:rPr>
                <w:rFonts w:eastAsia="Batang"/>
                <w:lang w:eastAsia="ko-KR"/>
              </w:rPr>
              <w:t>5</w:t>
            </w:r>
          </w:p>
        </w:tc>
        <w:tc>
          <w:tcPr>
            <w:tcW w:w="5103" w:type="dxa"/>
          </w:tcPr>
          <w:p w:rsidR="002439B3" w:rsidRPr="00046E8D" w:rsidRDefault="002439B3">
            <w:pPr>
              <w:rPr>
                <w:rFonts w:eastAsia="Batang"/>
                <w:lang w:eastAsia="ko-KR"/>
              </w:rPr>
            </w:pPr>
            <w:r w:rsidRPr="00046E8D">
              <w:rPr>
                <w:rFonts w:eastAsia="Batang"/>
                <w:lang w:eastAsia="ko-KR"/>
              </w:rPr>
              <w:t>Аналитическая, исследовательская и/или проектная деятельность</w:t>
            </w:r>
          </w:p>
        </w:tc>
        <w:tc>
          <w:tcPr>
            <w:tcW w:w="3120" w:type="dxa"/>
          </w:tcPr>
          <w:p w:rsidR="002439B3" w:rsidRPr="00046E8D" w:rsidRDefault="002439B3">
            <w:pPr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666" w:type="dxa"/>
          </w:tcPr>
          <w:p w:rsidR="002439B3" w:rsidRPr="00046E8D" w:rsidRDefault="002439B3">
            <w:pPr>
              <w:jc w:val="center"/>
              <w:rPr>
                <w:rFonts w:eastAsia="Batang"/>
                <w:lang w:eastAsia="ko-KR"/>
              </w:rPr>
            </w:pPr>
          </w:p>
        </w:tc>
      </w:tr>
      <w:tr w:rsidR="002439B3" w:rsidRPr="00046E8D">
        <w:tc>
          <w:tcPr>
            <w:tcW w:w="474" w:type="dxa"/>
            <w:vMerge w:val="restart"/>
          </w:tcPr>
          <w:p w:rsidR="002439B3" w:rsidRPr="00046E8D" w:rsidRDefault="002439B3">
            <w:pPr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5103" w:type="dxa"/>
          </w:tcPr>
          <w:p w:rsidR="002439B3" w:rsidRPr="00046E8D" w:rsidRDefault="002439B3">
            <w:pPr>
              <w:rPr>
                <w:rFonts w:eastAsia="Batang"/>
                <w:lang w:eastAsia="ko-KR"/>
              </w:rPr>
            </w:pPr>
            <w:r w:rsidRPr="00046E8D">
              <w:rPr>
                <w:rFonts w:eastAsia="Batang"/>
                <w:lang w:eastAsia="ko-KR"/>
              </w:rPr>
              <w:t>1.</w:t>
            </w:r>
          </w:p>
        </w:tc>
        <w:tc>
          <w:tcPr>
            <w:tcW w:w="3120" w:type="dxa"/>
          </w:tcPr>
          <w:p w:rsidR="002439B3" w:rsidRPr="00046E8D" w:rsidRDefault="002439B3">
            <w:pPr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666" w:type="dxa"/>
          </w:tcPr>
          <w:p w:rsidR="002439B3" w:rsidRPr="00046E8D" w:rsidRDefault="002439B3">
            <w:pPr>
              <w:jc w:val="center"/>
              <w:rPr>
                <w:rFonts w:eastAsia="Batang"/>
                <w:lang w:eastAsia="ko-KR"/>
              </w:rPr>
            </w:pPr>
          </w:p>
        </w:tc>
      </w:tr>
      <w:tr w:rsidR="002439B3" w:rsidRPr="00046E8D">
        <w:tc>
          <w:tcPr>
            <w:tcW w:w="0" w:type="auto"/>
            <w:vMerge/>
            <w:vAlign w:val="center"/>
          </w:tcPr>
          <w:p w:rsidR="002439B3" w:rsidRPr="00046E8D" w:rsidRDefault="002439B3">
            <w:pPr>
              <w:rPr>
                <w:rFonts w:eastAsia="Batang"/>
                <w:lang w:eastAsia="ko-KR"/>
              </w:rPr>
            </w:pPr>
          </w:p>
        </w:tc>
        <w:tc>
          <w:tcPr>
            <w:tcW w:w="5103" w:type="dxa"/>
          </w:tcPr>
          <w:p w:rsidR="002439B3" w:rsidRPr="00046E8D" w:rsidRDefault="002439B3">
            <w:pPr>
              <w:rPr>
                <w:rFonts w:eastAsia="Batang"/>
                <w:lang w:eastAsia="ko-KR"/>
              </w:rPr>
            </w:pPr>
            <w:r w:rsidRPr="00046E8D">
              <w:rPr>
                <w:rFonts w:eastAsia="Batang"/>
                <w:lang w:eastAsia="ko-KR"/>
              </w:rPr>
              <w:t>2.</w:t>
            </w:r>
          </w:p>
        </w:tc>
        <w:tc>
          <w:tcPr>
            <w:tcW w:w="3120" w:type="dxa"/>
          </w:tcPr>
          <w:p w:rsidR="002439B3" w:rsidRPr="00046E8D" w:rsidRDefault="002439B3">
            <w:pPr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666" w:type="dxa"/>
          </w:tcPr>
          <w:p w:rsidR="002439B3" w:rsidRPr="00046E8D" w:rsidRDefault="002439B3">
            <w:pPr>
              <w:jc w:val="center"/>
              <w:rPr>
                <w:rFonts w:eastAsia="Batang"/>
                <w:lang w:eastAsia="ko-KR"/>
              </w:rPr>
            </w:pPr>
          </w:p>
        </w:tc>
      </w:tr>
      <w:tr w:rsidR="002439B3" w:rsidRPr="00046E8D">
        <w:tc>
          <w:tcPr>
            <w:tcW w:w="474" w:type="dxa"/>
          </w:tcPr>
          <w:p w:rsidR="002439B3" w:rsidRPr="00046E8D" w:rsidRDefault="002439B3">
            <w:pPr>
              <w:jc w:val="center"/>
              <w:rPr>
                <w:rFonts w:eastAsia="Batang"/>
                <w:lang w:eastAsia="ko-KR"/>
              </w:rPr>
            </w:pPr>
            <w:r w:rsidRPr="00046E8D">
              <w:rPr>
                <w:rFonts w:eastAsia="Batang"/>
                <w:lang w:eastAsia="ko-KR"/>
              </w:rPr>
              <w:t>6</w:t>
            </w:r>
          </w:p>
        </w:tc>
        <w:tc>
          <w:tcPr>
            <w:tcW w:w="5103" w:type="dxa"/>
          </w:tcPr>
          <w:p w:rsidR="002439B3" w:rsidRPr="00046E8D" w:rsidRDefault="002439B3" w:rsidP="003F0E45">
            <w:pPr>
              <w:rPr>
                <w:rFonts w:eastAsia="Batang"/>
                <w:lang w:eastAsia="ko-KR"/>
              </w:rPr>
            </w:pPr>
            <w:r w:rsidRPr="00046E8D">
              <w:rPr>
                <w:rFonts w:eastAsia="Batang"/>
                <w:lang w:eastAsia="ko-KR"/>
              </w:rPr>
              <w:t xml:space="preserve">Подведение итогов, презентация результатов </w:t>
            </w:r>
            <w:r>
              <w:rPr>
                <w:rFonts w:eastAsia="Batang"/>
                <w:lang w:eastAsia="ko-KR"/>
              </w:rPr>
              <w:t>работы за год</w:t>
            </w:r>
          </w:p>
        </w:tc>
        <w:tc>
          <w:tcPr>
            <w:tcW w:w="3120" w:type="dxa"/>
          </w:tcPr>
          <w:p w:rsidR="002439B3" w:rsidRPr="00046E8D" w:rsidRDefault="002439B3">
            <w:pPr>
              <w:jc w:val="center"/>
              <w:rPr>
                <w:rFonts w:eastAsia="Batang"/>
                <w:lang w:eastAsia="ko-KR"/>
              </w:rPr>
            </w:pPr>
          </w:p>
        </w:tc>
        <w:tc>
          <w:tcPr>
            <w:tcW w:w="1666" w:type="dxa"/>
          </w:tcPr>
          <w:p w:rsidR="002439B3" w:rsidRPr="00046E8D" w:rsidRDefault="002439B3">
            <w:pPr>
              <w:jc w:val="center"/>
              <w:rPr>
                <w:rFonts w:eastAsia="Batang"/>
                <w:lang w:eastAsia="ko-KR"/>
              </w:rPr>
            </w:pPr>
          </w:p>
        </w:tc>
      </w:tr>
    </w:tbl>
    <w:p w:rsidR="002439B3" w:rsidRPr="00046E8D" w:rsidRDefault="002439B3" w:rsidP="00046E8D">
      <w:pPr>
        <w:jc w:val="center"/>
        <w:rPr>
          <w:rFonts w:eastAsia="Batang"/>
          <w:lang w:eastAsia="ko-KR"/>
        </w:rPr>
      </w:pPr>
    </w:p>
    <w:p w:rsidR="002439B3" w:rsidRPr="00046E8D" w:rsidRDefault="002439B3" w:rsidP="00046E8D">
      <w:pPr>
        <w:rPr>
          <w:rFonts w:eastAsia="Batang"/>
          <w:lang w:eastAsia="ko-KR"/>
        </w:rPr>
      </w:pPr>
      <w:r w:rsidRPr="00046E8D">
        <w:rPr>
          <w:rFonts w:eastAsia="Batang"/>
          <w:lang w:eastAsia="ko-KR"/>
        </w:rPr>
        <w:t>Куратор: _____________________________________________________________________</w:t>
      </w:r>
    </w:p>
    <w:p w:rsidR="002439B3" w:rsidRPr="00046E8D" w:rsidRDefault="002439B3"/>
    <w:sectPr w:rsidR="002439B3" w:rsidRPr="00046E8D" w:rsidSect="003F0E45">
      <w:pgSz w:w="11906" w:h="16838"/>
      <w:pgMar w:top="851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6E8D"/>
    <w:rsid w:val="00001DD7"/>
    <w:rsid w:val="00013D02"/>
    <w:rsid w:val="00016DD7"/>
    <w:rsid w:val="000317C9"/>
    <w:rsid w:val="00042978"/>
    <w:rsid w:val="00046E8D"/>
    <w:rsid w:val="000739C2"/>
    <w:rsid w:val="00083E11"/>
    <w:rsid w:val="00085098"/>
    <w:rsid w:val="00091012"/>
    <w:rsid w:val="00094200"/>
    <w:rsid w:val="000B474C"/>
    <w:rsid w:val="000C30D6"/>
    <w:rsid w:val="000E0C2B"/>
    <w:rsid w:val="000E5C66"/>
    <w:rsid w:val="000F299F"/>
    <w:rsid w:val="0010435E"/>
    <w:rsid w:val="001214D6"/>
    <w:rsid w:val="0013037A"/>
    <w:rsid w:val="001401FB"/>
    <w:rsid w:val="00144843"/>
    <w:rsid w:val="001521D3"/>
    <w:rsid w:val="00153BF1"/>
    <w:rsid w:val="00161B53"/>
    <w:rsid w:val="00165506"/>
    <w:rsid w:val="0016641A"/>
    <w:rsid w:val="00171585"/>
    <w:rsid w:val="001765A6"/>
    <w:rsid w:val="00185083"/>
    <w:rsid w:val="00185F1A"/>
    <w:rsid w:val="00193DFC"/>
    <w:rsid w:val="001A173C"/>
    <w:rsid w:val="001A6C7A"/>
    <w:rsid w:val="001A74D5"/>
    <w:rsid w:val="001B0CF0"/>
    <w:rsid w:val="001B2C38"/>
    <w:rsid w:val="001C59FA"/>
    <w:rsid w:val="001D6842"/>
    <w:rsid w:val="001E6CF9"/>
    <w:rsid w:val="0020062A"/>
    <w:rsid w:val="002019A0"/>
    <w:rsid w:val="00214B81"/>
    <w:rsid w:val="00243296"/>
    <w:rsid w:val="002439B3"/>
    <w:rsid w:val="00243C1C"/>
    <w:rsid w:val="00243F15"/>
    <w:rsid w:val="00257281"/>
    <w:rsid w:val="002632B1"/>
    <w:rsid w:val="002656F4"/>
    <w:rsid w:val="002832DF"/>
    <w:rsid w:val="00283C25"/>
    <w:rsid w:val="00287E37"/>
    <w:rsid w:val="0029654A"/>
    <w:rsid w:val="00297559"/>
    <w:rsid w:val="002B3AFB"/>
    <w:rsid w:val="002B4703"/>
    <w:rsid w:val="002C45B6"/>
    <w:rsid w:val="002D142D"/>
    <w:rsid w:val="002D2474"/>
    <w:rsid w:val="002F249E"/>
    <w:rsid w:val="00322704"/>
    <w:rsid w:val="00340A50"/>
    <w:rsid w:val="00341977"/>
    <w:rsid w:val="00366E08"/>
    <w:rsid w:val="00370106"/>
    <w:rsid w:val="00377C85"/>
    <w:rsid w:val="00384221"/>
    <w:rsid w:val="003932CB"/>
    <w:rsid w:val="0039728C"/>
    <w:rsid w:val="003A541D"/>
    <w:rsid w:val="003D1411"/>
    <w:rsid w:val="003D4C47"/>
    <w:rsid w:val="003E1629"/>
    <w:rsid w:val="003E3DC1"/>
    <w:rsid w:val="003E6F8F"/>
    <w:rsid w:val="003F0E45"/>
    <w:rsid w:val="003F671E"/>
    <w:rsid w:val="004010D6"/>
    <w:rsid w:val="0040282C"/>
    <w:rsid w:val="00403996"/>
    <w:rsid w:val="00406703"/>
    <w:rsid w:val="00411880"/>
    <w:rsid w:val="0042176F"/>
    <w:rsid w:val="004335AF"/>
    <w:rsid w:val="00441E01"/>
    <w:rsid w:val="00443CEE"/>
    <w:rsid w:val="0046428D"/>
    <w:rsid w:val="00465855"/>
    <w:rsid w:val="00471C53"/>
    <w:rsid w:val="00485211"/>
    <w:rsid w:val="004A4886"/>
    <w:rsid w:val="004B1F47"/>
    <w:rsid w:val="004B4954"/>
    <w:rsid w:val="004C30B5"/>
    <w:rsid w:val="004D27A8"/>
    <w:rsid w:val="004D479F"/>
    <w:rsid w:val="004D7EDF"/>
    <w:rsid w:val="004E56F4"/>
    <w:rsid w:val="004F351F"/>
    <w:rsid w:val="00505D6F"/>
    <w:rsid w:val="00511D64"/>
    <w:rsid w:val="00531B79"/>
    <w:rsid w:val="005348A4"/>
    <w:rsid w:val="00535762"/>
    <w:rsid w:val="00536778"/>
    <w:rsid w:val="00536FC7"/>
    <w:rsid w:val="00545E61"/>
    <w:rsid w:val="00566E85"/>
    <w:rsid w:val="00570CBF"/>
    <w:rsid w:val="005715CD"/>
    <w:rsid w:val="005A3DBC"/>
    <w:rsid w:val="005A62C2"/>
    <w:rsid w:val="005B39B0"/>
    <w:rsid w:val="005B4EDF"/>
    <w:rsid w:val="005B7E66"/>
    <w:rsid w:val="005C2A4D"/>
    <w:rsid w:val="005D0E30"/>
    <w:rsid w:val="005E1AB8"/>
    <w:rsid w:val="00600184"/>
    <w:rsid w:val="006043B8"/>
    <w:rsid w:val="006053FD"/>
    <w:rsid w:val="00617E57"/>
    <w:rsid w:val="006208C8"/>
    <w:rsid w:val="00632000"/>
    <w:rsid w:val="00642E80"/>
    <w:rsid w:val="0065287D"/>
    <w:rsid w:val="006674FD"/>
    <w:rsid w:val="00671470"/>
    <w:rsid w:val="0067212F"/>
    <w:rsid w:val="0068250A"/>
    <w:rsid w:val="006912BB"/>
    <w:rsid w:val="00691FD3"/>
    <w:rsid w:val="006A175B"/>
    <w:rsid w:val="006A2BF8"/>
    <w:rsid w:val="006A351D"/>
    <w:rsid w:val="006B0D78"/>
    <w:rsid w:val="006C794A"/>
    <w:rsid w:val="006D7941"/>
    <w:rsid w:val="006F1283"/>
    <w:rsid w:val="006F6A9B"/>
    <w:rsid w:val="00707574"/>
    <w:rsid w:val="00741797"/>
    <w:rsid w:val="0076272A"/>
    <w:rsid w:val="00775C7B"/>
    <w:rsid w:val="00780CD0"/>
    <w:rsid w:val="007860B5"/>
    <w:rsid w:val="007A03A0"/>
    <w:rsid w:val="007A2DA0"/>
    <w:rsid w:val="007A387F"/>
    <w:rsid w:val="007A6806"/>
    <w:rsid w:val="007A6E1B"/>
    <w:rsid w:val="007A75F9"/>
    <w:rsid w:val="007B7398"/>
    <w:rsid w:val="007D0631"/>
    <w:rsid w:val="007D2A2F"/>
    <w:rsid w:val="007D3A7E"/>
    <w:rsid w:val="007D6FE5"/>
    <w:rsid w:val="007E13CA"/>
    <w:rsid w:val="007E2FDB"/>
    <w:rsid w:val="007F62FB"/>
    <w:rsid w:val="007F6354"/>
    <w:rsid w:val="007F7EE0"/>
    <w:rsid w:val="00800ABD"/>
    <w:rsid w:val="00800C6F"/>
    <w:rsid w:val="00805F8B"/>
    <w:rsid w:val="008170ED"/>
    <w:rsid w:val="008173B6"/>
    <w:rsid w:val="00824E2F"/>
    <w:rsid w:val="00831335"/>
    <w:rsid w:val="008341B9"/>
    <w:rsid w:val="008479A6"/>
    <w:rsid w:val="008866BF"/>
    <w:rsid w:val="0089042F"/>
    <w:rsid w:val="00892083"/>
    <w:rsid w:val="008B08C5"/>
    <w:rsid w:val="008C0D37"/>
    <w:rsid w:val="008C5394"/>
    <w:rsid w:val="008E798A"/>
    <w:rsid w:val="00903F21"/>
    <w:rsid w:val="009078CB"/>
    <w:rsid w:val="00915BE3"/>
    <w:rsid w:val="00916120"/>
    <w:rsid w:val="009213C1"/>
    <w:rsid w:val="009352FF"/>
    <w:rsid w:val="00944BB1"/>
    <w:rsid w:val="00957D99"/>
    <w:rsid w:val="00974135"/>
    <w:rsid w:val="00985431"/>
    <w:rsid w:val="00994488"/>
    <w:rsid w:val="009B5CE9"/>
    <w:rsid w:val="009B7AA5"/>
    <w:rsid w:val="009D4368"/>
    <w:rsid w:val="009D70C6"/>
    <w:rsid w:val="009E751A"/>
    <w:rsid w:val="009F3BC3"/>
    <w:rsid w:val="009F475A"/>
    <w:rsid w:val="00A029A8"/>
    <w:rsid w:val="00A26B5B"/>
    <w:rsid w:val="00A328D0"/>
    <w:rsid w:val="00A44D90"/>
    <w:rsid w:val="00A4703A"/>
    <w:rsid w:val="00A47538"/>
    <w:rsid w:val="00A477AA"/>
    <w:rsid w:val="00A64491"/>
    <w:rsid w:val="00A65A0F"/>
    <w:rsid w:val="00A65DA4"/>
    <w:rsid w:val="00A77456"/>
    <w:rsid w:val="00A83102"/>
    <w:rsid w:val="00A9377C"/>
    <w:rsid w:val="00AA42B9"/>
    <w:rsid w:val="00AB03E7"/>
    <w:rsid w:val="00AD0C00"/>
    <w:rsid w:val="00AD146B"/>
    <w:rsid w:val="00AD3075"/>
    <w:rsid w:val="00AD4A9F"/>
    <w:rsid w:val="00AF2901"/>
    <w:rsid w:val="00B111EF"/>
    <w:rsid w:val="00B1352B"/>
    <w:rsid w:val="00B17F15"/>
    <w:rsid w:val="00B31B28"/>
    <w:rsid w:val="00B4275C"/>
    <w:rsid w:val="00B53A1A"/>
    <w:rsid w:val="00B54485"/>
    <w:rsid w:val="00B60895"/>
    <w:rsid w:val="00B65B98"/>
    <w:rsid w:val="00B83059"/>
    <w:rsid w:val="00B90CDB"/>
    <w:rsid w:val="00B9659E"/>
    <w:rsid w:val="00BA4BED"/>
    <w:rsid w:val="00BC49B4"/>
    <w:rsid w:val="00BD0DE5"/>
    <w:rsid w:val="00BD1B9C"/>
    <w:rsid w:val="00BD2331"/>
    <w:rsid w:val="00BD410D"/>
    <w:rsid w:val="00BE2397"/>
    <w:rsid w:val="00BE5794"/>
    <w:rsid w:val="00C020E0"/>
    <w:rsid w:val="00C1347C"/>
    <w:rsid w:val="00C153D6"/>
    <w:rsid w:val="00C15B5F"/>
    <w:rsid w:val="00C1683A"/>
    <w:rsid w:val="00C23F91"/>
    <w:rsid w:val="00C34B0A"/>
    <w:rsid w:val="00C468D6"/>
    <w:rsid w:val="00C55B79"/>
    <w:rsid w:val="00C76F4C"/>
    <w:rsid w:val="00C8073C"/>
    <w:rsid w:val="00C91234"/>
    <w:rsid w:val="00CA40A6"/>
    <w:rsid w:val="00CB3F48"/>
    <w:rsid w:val="00CC380A"/>
    <w:rsid w:val="00CD3D39"/>
    <w:rsid w:val="00CF6243"/>
    <w:rsid w:val="00D06678"/>
    <w:rsid w:val="00D13E72"/>
    <w:rsid w:val="00D14750"/>
    <w:rsid w:val="00D17CF2"/>
    <w:rsid w:val="00D22893"/>
    <w:rsid w:val="00D33066"/>
    <w:rsid w:val="00D339E9"/>
    <w:rsid w:val="00D34AD4"/>
    <w:rsid w:val="00D413B4"/>
    <w:rsid w:val="00D41F01"/>
    <w:rsid w:val="00D43E52"/>
    <w:rsid w:val="00D553F2"/>
    <w:rsid w:val="00D627E2"/>
    <w:rsid w:val="00D67AC4"/>
    <w:rsid w:val="00DB18D5"/>
    <w:rsid w:val="00DB4AF0"/>
    <w:rsid w:val="00DC0D9E"/>
    <w:rsid w:val="00DC3ACF"/>
    <w:rsid w:val="00DC5BA9"/>
    <w:rsid w:val="00DC71F7"/>
    <w:rsid w:val="00DD48C4"/>
    <w:rsid w:val="00DE4C3D"/>
    <w:rsid w:val="00E039E8"/>
    <w:rsid w:val="00E213BB"/>
    <w:rsid w:val="00E261F1"/>
    <w:rsid w:val="00E5237F"/>
    <w:rsid w:val="00E66B5D"/>
    <w:rsid w:val="00E77948"/>
    <w:rsid w:val="00EA5A76"/>
    <w:rsid w:val="00EC39F8"/>
    <w:rsid w:val="00EC56F0"/>
    <w:rsid w:val="00ED4F5B"/>
    <w:rsid w:val="00EE1488"/>
    <w:rsid w:val="00EE4A49"/>
    <w:rsid w:val="00EF140B"/>
    <w:rsid w:val="00EF59FE"/>
    <w:rsid w:val="00F1214C"/>
    <w:rsid w:val="00F128BD"/>
    <w:rsid w:val="00F20EEE"/>
    <w:rsid w:val="00F422DD"/>
    <w:rsid w:val="00F438F6"/>
    <w:rsid w:val="00F43CEF"/>
    <w:rsid w:val="00F44E81"/>
    <w:rsid w:val="00F46A43"/>
    <w:rsid w:val="00F550EA"/>
    <w:rsid w:val="00F60481"/>
    <w:rsid w:val="00F61B8A"/>
    <w:rsid w:val="00F71337"/>
    <w:rsid w:val="00FA1A5C"/>
    <w:rsid w:val="00FA3982"/>
    <w:rsid w:val="00FC04A5"/>
    <w:rsid w:val="00FC0B5C"/>
    <w:rsid w:val="00FC0C8C"/>
    <w:rsid w:val="00FC17C6"/>
    <w:rsid w:val="00FC69AB"/>
    <w:rsid w:val="00FD028B"/>
    <w:rsid w:val="00FD0316"/>
    <w:rsid w:val="00FD2DC2"/>
    <w:rsid w:val="00FE5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46E8D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016DD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54404"/>
    <w:rPr>
      <w:rFonts w:ascii="Times New Roman" w:eastAsia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591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265</Words>
  <Characters>1515</Characters>
  <Application>Microsoft Office Outlook</Application>
  <DocSecurity>0</DocSecurity>
  <Lines>0</Lines>
  <Paragraphs>0</Paragraphs>
  <ScaleCrop>false</ScaleCrop>
  <Company>DOM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 Людмила Александровна</dc:creator>
  <cp:keywords/>
  <dc:description/>
  <cp:lastModifiedBy>Черемных</cp:lastModifiedBy>
  <cp:revision>10</cp:revision>
  <cp:lastPrinted>2015-01-20T07:59:00Z</cp:lastPrinted>
  <dcterms:created xsi:type="dcterms:W3CDTF">2014-09-22T12:39:00Z</dcterms:created>
  <dcterms:modified xsi:type="dcterms:W3CDTF">2015-01-20T07:59:00Z</dcterms:modified>
</cp:coreProperties>
</file>