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705" w:rsidRPr="003C1781" w:rsidRDefault="00531705" w:rsidP="006A2D06">
      <w:pPr>
        <w:autoSpaceDE w:val="0"/>
        <w:autoSpaceDN w:val="0"/>
        <w:adjustRightInd w:val="0"/>
        <w:outlineLvl w:val="1"/>
        <w:rPr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6"/>
          <w:szCs w:val="26"/>
        </w:rPr>
        <w:t>21</w:t>
      </w:r>
    </w:p>
    <w:p w:rsidR="00531705" w:rsidRDefault="00531705" w:rsidP="00BD6FE7">
      <w:pPr>
        <w:autoSpaceDE w:val="0"/>
        <w:autoSpaceDN w:val="0"/>
        <w:adjustRightInd w:val="0"/>
        <w:ind w:left="9912" w:firstLine="708"/>
        <w:outlineLvl w:val="1"/>
        <w:rPr>
          <w:sz w:val="28"/>
          <w:szCs w:val="28"/>
        </w:rPr>
      </w:pPr>
      <w:r w:rsidRPr="00E261F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7 </w:t>
      </w:r>
    </w:p>
    <w:p w:rsidR="00531705" w:rsidRDefault="00531705" w:rsidP="00BD6FE7">
      <w:pPr>
        <w:autoSpaceDE w:val="0"/>
        <w:autoSpaceDN w:val="0"/>
        <w:adjustRightInd w:val="0"/>
        <w:ind w:left="9912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531705" w:rsidRDefault="00531705" w:rsidP="000B0B00">
      <w:pPr>
        <w:jc w:val="center"/>
        <w:rPr>
          <w:b/>
          <w:bCs/>
          <w:sz w:val="28"/>
          <w:szCs w:val="28"/>
        </w:rPr>
      </w:pPr>
    </w:p>
    <w:p w:rsidR="00531705" w:rsidRPr="00FE59CC" w:rsidRDefault="00531705" w:rsidP="000B0B00">
      <w:pPr>
        <w:jc w:val="center"/>
        <w:rPr>
          <w:b/>
          <w:bCs/>
          <w:sz w:val="28"/>
          <w:szCs w:val="28"/>
        </w:rPr>
      </w:pPr>
      <w:r w:rsidRPr="00FE59CC">
        <w:rPr>
          <w:b/>
          <w:bCs/>
          <w:sz w:val="28"/>
          <w:szCs w:val="28"/>
        </w:rPr>
        <w:t>СВЕДЕНИЯ К ЕДИНОЙ ФОРМЕ</w:t>
      </w:r>
    </w:p>
    <w:p w:rsidR="00531705" w:rsidRPr="00FE59CC" w:rsidRDefault="00531705" w:rsidP="000B0B00">
      <w:pPr>
        <w:jc w:val="center"/>
        <w:rPr>
          <w:b/>
          <w:bCs/>
          <w:sz w:val="28"/>
          <w:szCs w:val="28"/>
        </w:rPr>
      </w:pPr>
    </w:p>
    <w:tbl>
      <w:tblPr>
        <w:tblW w:w="14599" w:type="dxa"/>
        <w:tblInd w:w="-106" w:type="dxa"/>
        <w:tblLayout w:type="fixed"/>
        <w:tblLook w:val="00A0"/>
      </w:tblPr>
      <w:tblGrid>
        <w:gridCol w:w="441"/>
        <w:gridCol w:w="1149"/>
        <w:gridCol w:w="1732"/>
        <w:gridCol w:w="1371"/>
        <w:gridCol w:w="1417"/>
        <w:gridCol w:w="1418"/>
        <w:gridCol w:w="1176"/>
        <w:gridCol w:w="1241"/>
        <w:gridCol w:w="1552"/>
        <w:gridCol w:w="1685"/>
        <w:gridCol w:w="1417"/>
      </w:tblGrid>
      <w:tr w:rsidR="00531705">
        <w:trPr>
          <w:trHeight w:val="1610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31705" w:rsidRDefault="00531705" w:rsidP="004916B2">
            <w:pPr>
              <w:ind w:left="-9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№ </w:t>
            </w:r>
          </w:p>
          <w:p w:rsidR="00531705" w:rsidRDefault="00531705" w:rsidP="004916B2">
            <w:pPr>
              <w:ind w:left="-9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п/п</w:t>
            </w:r>
          </w:p>
        </w:tc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31705" w:rsidRDefault="00531705" w:rsidP="004916B2">
            <w:pPr>
              <w:ind w:left="-9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Семейное положение</w:t>
            </w:r>
            <w:r>
              <w:rPr>
                <w:rStyle w:val="FootnoteReference"/>
                <w:sz w:val="20"/>
                <w:szCs w:val="20"/>
              </w:rPr>
              <w:footnoteReference w:id="1"/>
            </w:r>
            <w:r>
              <w:rPr>
                <w:sz w:val="20"/>
                <w:szCs w:val="20"/>
                <w:vertAlign w:val="superscript"/>
              </w:rPr>
              <w:t xml:space="preserve"> </w:t>
            </w:r>
          </w:p>
        </w:tc>
        <w:tc>
          <w:tcPr>
            <w:tcW w:w="173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31705" w:rsidRDefault="00531705" w:rsidP="004916B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Общее время проживания в Калининградской области, лет</w:t>
            </w:r>
            <w:r>
              <w:rPr>
                <w:rStyle w:val="FootnoteReference"/>
                <w:sz w:val="20"/>
                <w:szCs w:val="20"/>
              </w:rPr>
              <w:footnoteReference w:id="2"/>
            </w:r>
          </w:p>
        </w:tc>
        <w:tc>
          <w:tcPr>
            <w:tcW w:w="137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31705" w:rsidRDefault="00531705" w:rsidP="004916B2">
            <w:pPr>
              <w:ind w:left="-139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Дополнитель-ное образование, курсы, повышение квалификации</w:t>
            </w:r>
            <w:r>
              <w:rPr>
                <w:rStyle w:val="FootnoteReference"/>
                <w:sz w:val="20"/>
                <w:szCs w:val="20"/>
              </w:rPr>
              <w:footnoteReference w:id="3"/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31705" w:rsidRDefault="00531705" w:rsidP="004916B2">
            <w:pPr>
              <w:ind w:left="-108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Служба в вооруженных силах, органах безопасности и правопорядка</w:t>
            </w:r>
            <w:r>
              <w:rPr>
                <w:rStyle w:val="FootnoteReference"/>
                <w:sz w:val="20"/>
                <w:szCs w:val="20"/>
              </w:rPr>
              <w:footnoteReference w:id="4"/>
            </w:r>
          </w:p>
        </w:tc>
        <w:tc>
          <w:tcPr>
            <w:tcW w:w="1418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31705" w:rsidRDefault="00531705" w:rsidP="006A2D06">
            <w:pPr>
              <w:ind w:left="-110" w:right="-6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Место работы, должность на дату включения в резерв / на дату заполнения анкеты</w:t>
            </w:r>
          </w:p>
        </w:tc>
        <w:tc>
          <w:tcPr>
            <w:tcW w:w="117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31705" w:rsidRDefault="00531705" w:rsidP="004916B2">
            <w:pPr>
              <w:ind w:left="-71" w:right="-108" w:hanging="5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Опыт руководящей работы (в том числе в бизнесе), лет</w:t>
            </w:r>
            <w:r>
              <w:rPr>
                <w:rStyle w:val="FootnoteReference"/>
                <w:sz w:val="20"/>
                <w:szCs w:val="20"/>
              </w:rPr>
              <w:footnoteReference w:id="5"/>
            </w:r>
          </w:p>
        </w:tc>
        <w:tc>
          <w:tcPr>
            <w:tcW w:w="1241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31705" w:rsidRDefault="00531705" w:rsidP="004916B2">
            <w:pPr>
              <w:ind w:left="-93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Работа на выборных должностях</w:t>
            </w:r>
            <w:r>
              <w:rPr>
                <w:rStyle w:val="FootnoteReference"/>
                <w:sz w:val="20"/>
                <w:szCs w:val="20"/>
              </w:rPr>
              <w:footnoteReference w:id="6"/>
            </w:r>
          </w:p>
        </w:tc>
        <w:tc>
          <w:tcPr>
            <w:tcW w:w="1552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31705" w:rsidRDefault="00531705" w:rsidP="004916B2">
            <w:pPr>
              <w:ind w:left="-64" w:right="-86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Участие в работе коллегиальных, совещательных органов, членство в общественных организациях</w:t>
            </w:r>
            <w:r>
              <w:rPr>
                <w:rStyle w:val="FootnoteReference"/>
                <w:sz w:val="20"/>
                <w:szCs w:val="20"/>
              </w:rPr>
              <w:footnoteReference w:id="7"/>
            </w:r>
          </w:p>
        </w:tc>
        <w:tc>
          <w:tcPr>
            <w:tcW w:w="1685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31705" w:rsidRDefault="00531705" w:rsidP="004916B2">
            <w:pPr>
              <w:ind w:left="-74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Проектная деятельность (руководящая, координирующая)</w:t>
            </w:r>
            <w:r>
              <w:rPr>
                <w:rStyle w:val="FootnoteReference"/>
                <w:sz w:val="20"/>
                <w:szCs w:val="20"/>
              </w:rPr>
              <w:footnoteReference w:id="8"/>
            </w:r>
          </w:p>
        </w:tc>
        <w:tc>
          <w:tcPr>
            <w:tcW w:w="141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</w:tcPr>
          <w:p w:rsidR="00531705" w:rsidRDefault="00531705" w:rsidP="004916B2">
            <w:pPr>
              <w:ind w:left="-110" w:right="-108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Дополнительная информация</w:t>
            </w:r>
            <w:r>
              <w:rPr>
                <w:rStyle w:val="FootnoteReference"/>
                <w:sz w:val="20"/>
                <w:szCs w:val="20"/>
              </w:rPr>
              <w:footnoteReference w:id="9"/>
            </w:r>
          </w:p>
        </w:tc>
      </w:tr>
      <w:tr w:rsidR="00531705">
        <w:trPr>
          <w:trHeight w:val="270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1705" w:rsidRPr="007B70A9" w:rsidRDefault="00531705" w:rsidP="004916B2">
            <w:pPr>
              <w:jc w:val="center"/>
              <w:rPr>
                <w:sz w:val="20"/>
                <w:szCs w:val="20"/>
              </w:rPr>
            </w:pPr>
            <w:r w:rsidRPr="007B70A9">
              <w:rPr>
                <w:sz w:val="20"/>
                <w:szCs w:val="20"/>
              </w:rPr>
              <w:t>1</w:t>
            </w:r>
          </w:p>
        </w:tc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1705" w:rsidRPr="007B70A9" w:rsidRDefault="00531705" w:rsidP="004916B2">
            <w:pPr>
              <w:jc w:val="center"/>
              <w:rPr>
                <w:sz w:val="20"/>
                <w:szCs w:val="20"/>
              </w:rPr>
            </w:pPr>
            <w:r w:rsidRPr="007B70A9">
              <w:rPr>
                <w:sz w:val="20"/>
                <w:szCs w:val="20"/>
              </w:rPr>
              <w:t>2 </w:t>
            </w: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Pr="007B70A9" w:rsidRDefault="00531705" w:rsidP="004916B2">
            <w:pPr>
              <w:jc w:val="center"/>
              <w:rPr>
                <w:sz w:val="20"/>
                <w:szCs w:val="20"/>
              </w:rPr>
            </w:pPr>
            <w:r w:rsidRPr="007B70A9">
              <w:rPr>
                <w:sz w:val="20"/>
                <w:szCs w:val="20"/>
              </w:rPr>
              <w:t>3</w:t>
            </w: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Pr="007B70A9" w:rsidRDefault="00531705" w:rsidP="004916B2">
            <w:pPr>
              <w:jc w:val="center"/>
              <w:rPr>
                <w:sz w:val="20"/>
                <w:szCs w:val="20"/>
              </w:rPr>
            </w:pPr>
            <w:r w:rsidRPr="007B70A9">
              <w:rPr>
                <w:sz w:val="20"/>
                <w:szCs w:val="20"/>
              </w:rPr>
              <w:t>4 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Pr="007B70A9" w:rsidRDefault="00531705" w:rsidP="004916B2">
            <w:pPr>
              <w:jc w:val="center"/>
              <w:rPr>
                <w:sz w:val="20"/>
                <w:szCs w:val="20"/>
              </w:rPr>
            </w:pPr>
            <w:r w:rsidRPr="007B70A9">
              <w:rPr>
                <w:sz w:val="20"/>
                <w:szCs w:val="20"/>
              </w:rPr>
              <w:t>5 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Pr="007B70A9" w:rsidRDefault="00531705" w:rsidP="004916B2">
            <w:pPr>
              <w:jc w:val="center"/>
              <w:rPr>
                <w:sz w:val="20"/>
                <w:szCs w:val="20"/>
              </w:rPr>
            </w:pPr>
            <w:r w:rsidRPr="007B70A9">
              <w:rPr>
                <w:sz w:val="20"/>
                <w:szCs w:val="20"/>
              </w:rPr>
              <w:t>6 </w:t>
            </w: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Pr="007B70A9" w:rsidRDefault="00531705" w:rsidP="004916B2">
            <w:pPr>
              <w:jc w:val="center"/>
              <w:rPr>
                <w:sz w:val="20"/>
                <w:szCs w:val="20"/>
              </w:rPr>
            </w:pPr>
            <w:r w:rsidRPr="007B70A9">
              <w:rPr>
                <w:sz w:val="20"/>
                <w:szCs w:val="20"/>
              </w:rPr>
              <w:t>7 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Pr="007B70A9" w:rsidRDefault="00531705" w:rsidP="004916B2">
            <w:pPr>
              <w:jc w:val="center"/>
              <w:rPr>
                <w:sz w:val="20"/>
                <w:szCs w:val="20"/>
              </w:rPr>
            </w:pPr>
            <w:r w:rsidRPr="007B70A9">
              <w:rPr>
                <w:sz w:val="20"/>
                <w:szCs w:val="20"/>
              </w:rPr>
              <w:t>8 </w:t>
            </w: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Pr="007B70A9" w:rsidRDefault="00531705" w:rsidP="004916B2">
            <w:pPr>
              <w:jc w:val="center"/>
              <w:rPr>
                <w:sz w:val="20"/>
                <w:szCs w:val="20"/>
              </w:rPr>
            </w:pPr>
            <w:r w:rsidRPr="007B70A9">
              <w:rPr>
                <w:sz w:val="20"/>
                <w:szCs w:val="20"/>
              </w:rPr>
              <w:t>9 </w:t>
            </w: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Pr="007B70A9" w:rsidRDefault="00531705" w:rsidP="004916B2">
            <w:pPr>
              <w:jc w:val="center"/>
              <w:rPr>
                <w:sz w:val="20"/>
                <w:szCs w:val="20"/>
              </w:rPr>
            </w:pPr>
            <w:r w:rsidRPr="007B70A9">
              <w:rPr>
                <w:sz w:val="20"/>
                <w:szCs w:val="20"/>
              </w:rPr>
              <w:t>10 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Pr="007B70A9" w:rsidRDefault="00531705" w:rsidP="004916B2">
            <w:pPr>
              <w:jc w:val="center"/>
              <w:rPr>
                <w:sz w:val="20"/>
                <w:szCs w:val="20"/>
              </w:rPr>
            </w:pPr>
            <w:r w:rsidRPr="007B70A9">
              <w:rPr>
                <w:sz w:val="20"/>
                <w:szCs w:val="20"/>
              </w:rPr>
              <w:t>11 </w:t>
            </w:r>
          </w:p>
        </w:tc>
      </w:tr>
      <w:tr w:rsidR="00531705">
        <w:trPr>
          <w:trHeight w:val="270"/>
        </w:trPr>
        <w:tc>
          <w:tcPr>
            <w:tcW w:w="44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1705" w:rsidRDefault="00531705" w:rsidP="004916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4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31705" w:rsidRDefault="00531705" w:rsidP="004916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73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Default="00531705" w:rsidP="004916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37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Default="00531705" w:rsidP="004916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Default="00531705" w:rsidP="004916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Default="00531705" w:rsidP="004916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Default="00531705" w:rsidP="004916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Default="00531705" w:rsidP="004916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55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Default="00531705" w:rsidP="004916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Default="00531705" w:rsidP="004916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531705" w:rsidRDefault="00531705" w:rsidP="004916B2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</w:tr>
    </w:tbl>
    <w:p w:rsidR="00531705" w:rsidRDefault="00531705" w:rsidP="000B0B00"/>
    <w:p w:rsidR="00531705" w:rsidRDefault="00531705">
      <w:r>
        <w:t>«___»_____________20___г.                                                                                                                     _______________________(______________)</w:t>
      </w:r>
    </w:p>
    <w:sectPr w:rsidR="00531705" w:rsidSect="009052CC">
      <w:pgSz w:w="16838" w:h="11906" w:orient="landscape"/>
      <w:pgMar w:top="56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31705" w:rsidRDefault="00531705" w:rsidP="000B0B00">
      <w:r>
        <w:separator/>
      </w:r>
    </w:p>
  </w:endnote>
  <w:endnote w:type="continuationSeparator" w:id="0">
    <w:p w:rsidR="00531705" w:rsidRDefault="00531705" w:rsidP="000B0B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31705" w:rsidRDefault="00531705" w:rsidP="000B0B00">
      <w:r>
        <w:separator/>
      </w:r>
    </w:p>
  </w:footnote>
  <w:footnote w:type="continuationSeparator" w:id="0">
    <w:p w:rsidR="00531705" w:rsidRDefault="00531705" w:rsidP="000B0B00">
      <w:r>
        <w:continuationSeparator/>
      </w:r>
    </w:p>
  </w:footnote>
  <w:footnote w:id="1">
    <w:p w:rsidR="00531705" w:rsidRPr="00FE59CC" w:rsidRDefault="00531705" w:rsidP="000B0B00">
      <w:pPr>
        <w:spacing w:line="228" w:lineRule="auto"/>
        <w:jc w:val="both"/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Pr="00FE59CC">
        <w:rPr>
          <w:sz w:val="20"/>
          <w:szCs w:val="20"/>
        </w:rPr>
        <w:t xml:space="preserve">Сведения о </w:t>
      </w:r>
      <w:r>
        <w:rPr>
          <w:sz w:val="20"/>
          <w:szCs w:val="20"/>
        </w:rPr>
        <w:t>семейном положении</w:t>
      </w:r>
      <w:r w:rsidRPr="00FE59CC">
        <w:rPr>
          <w:sz w:val="20"/>
          <w:szCs w:val="20"/>
        </w:rPr>
        <w:t>:</w:t>
      </w:r>
    </w:p>
    <w:p w:rsidR="00531705" w:rsidRPr="00FE59CC" w:rsidRDefault="00531705" w:rsidP="000B0B00">
      <w:pPr>
        <w:spacing w:line="228" w:lineRule="auto"/>
        <w:jc w:val="both"/>
        <w:rPr>
          <w:sz w:val="20"/>
          <w:szCs w:val="20"/>
        </w:rPr>
      </w:pPr>
      <w:r>
        <w:rPr>
          <w:sz w:val="20"/>
          <w:szCs w:val="20"/>
        </w:rPr>
        <w:t>никогда не состоял</w:t>
      </w:r>
      <w:r w:rsidRPr="00FE59CC">
        <w:rPr>
          <w:sz w:val="20"/>
          <w:szCs w:val="20"/>
        </w:rPr>
        <w:t>(а) в браке, состою в зарегистрированном браке, состою в незарегистрированном браке, вдовец (вдова), разведен(а);</w:t>
      </w:r>
    </w:p>
    <w:p w:rsidR="00531705" w:rsidRPr="00FE59CC" w:rsidRDefault="00531705" w:rsidP="000B0B00">
      <w:pPr>
        <w:spacing w:line="228" w:lineRule="auto"/>
        <w:jc w:val="both"/>
        <w:rPr>
          <w:sz w:val="20"/>
          <w:szCs w:val="20"/>
        </w:rPr>
      </w:pPr>
      <w:r w:rsidRPr="00FE59CC">
        <w:rPr>
          <w:sz w:val="20"/>
          <w:szCs w:val="20"/>
        </w:rPr>
        <w:t>сведения о наличии детей:</w:t>
      </w:r>
    </w:p>
    <w:p w:rsidR="00531705" w:rsidRDefault="00531705" w:rsidP="000B0B00">
      <w:pPr>
        <w:spacing w:line="228" w:lineRule="auto"/>
        <w:jc w:val="both"/>
      </w:pPr>
      <w:r w:rsidRPr="00FE59CC">
        <w:rPr>
          <w:sz w:val="20"/>
          <w:szCs w:val="20"/>
        </w:rPr>
        <w:t>количество, пол.</w:t>
      </w:r>
    </w:p>
  </w:footnote>
  <w:footnote w:id="2">
    <w:p w:rsidR="00531705" w:rsidRDefault="00531705" w:rsidP="000B0B00">
      <w:pPr>
        <w:spacing w:line="228" w:lineRule="auto"/>
        <w:jc w:val="both"/>
      </w:pPr>
      <w:r>
        <w:rPr>
          <w:rStyle w:val="FootnoteReference"/>
        </w:rPr>
        <w:footnoteRef/>
      </w:r>
      <w:r>
        <w:t xml:space="preserve"> </w:t>
      </w:r>
      <w:r w:rsidRPr="00FE59CC">
        <w:rPr>
          <w:sz w:val="20"/>
          <w:szCs w:val="20"/>
        </w:rPr>
        <w:t>Суммарное количество полных лет проживания на территории Калининградской области.</w:t>
      </w:r>
    </w:p>
  </w:footnote>
  <w:footnote w:id="3">
    <w:p w:rsidR="00531705" w:rsidRDefault="00531705" w:rsidP="000B0B00">
      <w:pPr>
        <w:spacing w:line="228" w:lineRule="auto"/>
        <w:jc w:val="both"/>
      </w:pPr>
      <w:r>
        <w:rPr>
          <w:rStyle w:val="FootnoteReference"/>
        </w:rPr>
        <w:footnoteRef/>
      </w:r>
      <w:r>
        <w:t xml:space="preserve"> </w:t>
      </w:r>
      <w:r w:rsidRPr="00FE59CC">
        <w:rPr>
          <w:sz w:val="20"/>
          <w:szCs w:val="20"/>
        </w:rPr>
        <w:t>Информация о прохождении курсов повышения квалификации, образовательных курсов иных программ</w:t>
      </w:r>
      <w:r>
        <w:rPr>
          <w:sz w:val="20"/>
          <w:szCs w:val="20"/>
        </w:rPr>
        <w:t>,</w:t>
      </w:r>
      <w:r w:rsidRPr="00FE59CC">
        <w:rPr>
          <w:sz w:val="20"/>
          <w:szCs w:val="20"/>
        </w:rPr>
        <w:t xml:space="preserve"> предусмотренных </w:t>
      </w:r>
      <w:r>
        <w:rPr>
          <w:sz w:val="20"/>
          <w:szCs w:val="20"/>
        </w:rPr>
        <w:t>для</w:t>
      </w:r>
      <w:r w:rsidRPr="00FE59CC">
        <w:rPr>
          <w:sz w:val="20"/>
          <w:szCs w:val="20"/>
        </w:rPr>
        <w:t xml:space="preserve"> повышени</w:t>
      </w:r>
      <w:r>
        <w:rPr>
          <w:sz w:val="20"/>
          <w:szCs w:val="20"/>
        </w:rPr>
        <w:t>я</w:t>
      </w:r>
      <w:r w:rsidRPr="00FE59CC">
        <w:rPr>
          <w:sz w:val="20"/>
          <w:szCs w:val="20"/>
        </w:rPr>
        <w:t xml:space="preserve"> профессионально-деловых качеств резервиста, </w:t>
      </w:r>
      <w:r>
        <w:rPr>
          <w:sz w:val="20"/>
          <w:szCs w:val="20"/>
        </w:rPr>
        <w:t>о стажировках,</w:t>
      </w:r>
      <w:r w:rsidRPr="00FE59CC">
        <w:rPr>
          <w:sz w:val="20"/>
          <w:szCs w:val="20"/>
        </w:rPr>
        <w:t xml:space="preserve"> приобрете</w:t>
      </w:r>
      <w:r>
        <w:rPr>
          <w:sz w:val="20"/>
          <w:szCs w:val="20"/>
        </w:rPr>
        <w:t>нии дополнительного образования:</w:t>
      </w:r>
      <w:r w:rsidRPr="00FE59CC">
        <w:rPr>
          <w:sz w:val="20"/>
          <w:szCs w:val="20"/>
        </w:rPr>
        <w:t xml:space="preserve"> период прохождения, продолжительность, наименование образовательного учреждения и учебной программы.</w:t>
      </w:r>
    </w:p>
  </w:footnote>
  <w:footnote w:id="4">
    <w:p w:rsidR="00531705" w:rsidRDefault="00531705" w:rsidP="000B0B00">
      <w:pPr>
        <w:pStyle w:val="FootnoteText"/>
        <w:jc w:val="both"/>
      </w:pPr>
      <w:r>
        <w:rPr>
          <w:rStyle w:val="FootnoteReference"/>
        </w:rPr>
        <w:footnoteRef/>
      </w:r>
      <w:r>
        <w:t xml:space="preserve"> </w:t>
      </w:r>
      <w:r w:rsidRPr="00FE59CC">
        <w:t>Период прохождения службы, вид службы, должность/звание.</w:t>
      </w:r>
    </w:p>
  </w:footnote>
  <w:footnote w:id="5">
    <w:p w:rsidR="00531705" w:rsidRDefault="00531705" w:rsidP="000B0B00">
      <w:pPr>
        <w:spacing w:line="228" w:lineRule="auto"/>
        <w:jc w:val="both"/>
      </w:pPr>
      <w:r>
        <w:rPr>
          <w:rStyle w:val="FootnoteReference"/>
        </w:rPr>
        <w:footnoteRef/>
      </w:r>
      <w:r>
        <w:t xml:space="preserve"> </w:t>
      </w:r>
      <w:r w:rsidRPr="00FE59CC">
        <w:rPr>
          <w:sz w:val="20"/>
          <w:szCs w:val="20"/>
        </w:rPr>
        <w:t>Суммарный опыт руководящей работы, в том числе опыт работы в бизнесе и предпринимательской деятельности (стаж управленческой работы (всего лет), периоды работы по каждой управленческой позиции (суммарно, если</w:t>
      </w:r>
      <w:r>
        <w:rPr>
          <w:sz w:val="20"/>
          <w:szCs w:val="20"/>
        </w:rPr>
        <w:t xml:space="preserve"> занимал</w:t>
      </w:r>
      <w:bookmarkStart w:id="0" w:name="_GoBack"/>
      <w:bookmarkEnd w:id="0"/>
      <w:r>
        <w:rPr>
          <w:sz w:val="20"/>
          <w:szCs w:val="20"/>
        </w:rPr>
        <w:t>(а)</w:t>
      </w:r>
      <w:r w:rsidRPr="00FE59CC">
        <w:rPr>
          <w:sz w:val="20"/>
          <w:szCs w:val="20"/>
        </w:rPr>
        <w:t xml:space="preserve"> различные управленческие должности в одной организации).</w:t>
      </w:r>
    </w:p>
  </w:footnote>
  <w:footnote w:id="6">
    <w:p w:rsidR="00531705" w:rsidRDefault="00531705" w:rsidP="000B0B00">
      <w:pPr>
        <w:spacing w:line="228" w:lineRule="auto"/>
        <w:jc w:val="both"/>
      </w:pPr>
      <w:r>
        <w:rPr>
          <w:rStyle w:val="FootnoteReference"/>
        </w:rPr>
        <w:footnoteRef/>
      </w:r>
      <w:r>
        <w:t xml:space="preserve"> </w:t>
      </w:r>
      <w:r w:rsidRPr="00FE59CC">
        <w:rPr>
          <w:sz w:val="20"/>
          <w:szCs w:val="20"/>
        </w:rPr>
        <w:t>Сведения об участии в выборных кампаниях в качестве кандидата, работа на выборных должностях за весь период профессиональной деятельности (до и после включения в резерв).</w:t>
      </w:r>
    </w:p>
  </w:footnote>
  <w:footnote w:id="7">
    <w:p w:rsidR="00531705" w:rsidRDefault="00531705" w:rsidP="000B0B00">
      <w:pPr>
        <w:spacing w:line="228" w:lineRule="auto"/>
        <w:jc w:val="both"/>
      </w:pPr>
      <w:r>
        <w:rPr>
          <w:rStyle w:val="FootnoteReference"/>
        </w:rPr>
        <w:footnoteRef/>
      </w:r>
      <w:r>
        <w:t xml:space="preserve"> </w:t>
      </w:r>
      <w:r w:rsidRPr="00FE59CC">
        <w:rPr>
          <w:sz w:val="20"/>
          <w:szCs w:val="20"/>
        </w:rPr>
        <w:t>Формы социальной и профессиональной активности лица в качестве резервиста управленческих кадров (мероприятия, не относящиеся к служебной деятельности резервиста) – работа в комиссиях, на конференциях, форумах, круглых столах, в рабочих группах, материалы в СМИ от лица участника резерва, проектная деятельность (в том числе совместная с другими участниками резерва) и т.д., информация о членстве в общественных организациях.</w:t>
      </w:r>
    </w:p>
  </w:footnote>
  <w:footnote w:id="8">
    <w:p w:rsidR="00531705" w:rsidRDefault="00531705" w:rsidP="000B0B00">
      <w:pPr>
        <w:spacing w:line="228" w:lineRule="auto"/>
        <w:jc w:val="both"/>
      </w:pPr>
      <w:r>
        <w:rPr>
          <w:rStyle w:val="FootnoteReference"/>
        </w:rPr>
        <w:footnoteRef/>
      </w:r>
      <w:r>
        <w:t xml:space="preserve"> </w:t>
      </w:r>
      <w:r w:rsidRPr="00FE59CC">
        <w:rPr>
          <w:sz w:val="20"/>
          <w:szCs w:val="20"/>
        </w:rPr>
        <w:t>Деятельность резервиста в качестве инициатора, руководителя, координ</w:t>
      </w:r>
      <w:r>
        <w:rPr>
          <w:sz w:val="20"/>
          <w:szCs w:val="20"/>
        </w:rPr>
        <w:t>атора при реализации социально и экономически</w:t>
      </w:r>
      <w:r w:rsidRPr="00FE59CC">
        <w:rPr>
          <w:sz w:val="20"/>
          <w:szCs w:val="20"/>
        </w:rPr>
        <w:t xml:space="preserve"> значимых проектов регионального (федерального) и местного уровней (в том числе не связанная с участием в резерве).</w:t>
      </w:r>
    </w:p>
  </w:footnote>
  <w:footnote w:id="9">
    <w:p w:rsidR="00531705" w:rsidRPr="00FE59CC" w:rsidRDefault="00531705" w:rsidP="000B0B00">
      <w:pPr>
        <w:spacing w:line="228" w:lineRule="auto"/>
        <w:jc w:val="both"/>
        <w:rPr>
          <w:sz w:val="20"/>
          <w:szCs w:val="20"/>
        </w:rPr>
      </w:pPr>
      <w:r>
        <w:rPr>
          <w:rStyle w:val="FootnoteReference"/>
        </w:rPr>
        <w:footnoteRef/>
      </w:r>
      <w:r>
        <w:t xml:space="preserve"> </w:t>
      </w:r>
      <w:r w:rsidRPr="00FE59CC">
        <w:rPr>
          <w:sz w:val="20"/>
          <w:szCs w:val="20"/>
        </w:rPr>
        <w:t>Дополнительная информация технического характера (отказ от замещения вакантной должности, назначение на должность и т.п.), информация личного характера (классный чин, наличие государственных наград и официальных благодарностей/почетных грамот, общественная деятельность, благотворительность, увлечения и т.п.)</w:t>
      </w:r>
      <w:r>
        <w:rPr>
          <w:sz w:val="20"/>
          <w:szCs w:val="20"/>
        </w:rPr>
        <w:t>,</w:t>
      </w:r>
    </w:p>
    <w:p w:rsidR="00531705" w:rsidRDefault="00531705" w:rsidP="000B0B00">
      <w:pPr>
        <w:spacing w:line="228" w:lineRule="auto"/>
        <w:jc w:val="both"/>
      </w:pPr>
      <w:r w:rsidRPr="00FE59CC">
        <w:rPr>
          <w:sz w:val="20"/>
          <w:szCs w:val="20"/>
        </w:rPr>
        <w:t>по желанию резервиста указывается национальная принадлежность.</w:t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B0B00"/>
    <w:rsid w:val="00001DD7"/>
    <w:rsid w:val="00013D02"/>
    <w:rsid w:val="000317C9"/>
    <w:rsid w:val="00042978"/>
    <w:rsid w:val="000739C2"/>
    <w:rsid w:val="00083E11"/>
    <w:rsid w:val="00085098"/>
    <w:rsid w:val="00091012"/>
    <w:rsid w:val="00094200"/>
    <w:rsid w:val="000B0B00"/>
    <w:rsid w:val="000B474C"/>
    <w:rsid w:val="000B56CA"/>
    <w:rsid w:val="000C30D6"/>
    <w:rsid w:val="000E0C2B"/>
    <w:rsid w:val="000E5C66"/>
    <w:rsid w:val="000F299F"/>
    <w:rsid w:val="0010435E"/>
    <w:rsid w:val="001214D6"/>
    <w:rsid w:val="0013037A"/>
    <w:rsid w:val="001401FB"/>
    <w:rsid w:val="001416FA"/>
    <w:rsid w:val="00144843"/>
    <w:rsid w:val="001521D3"/>
    <w:rsid w:val="00153BF1"/>
    <w:rsid w:val="00161B53"/>
    <w:rsid w:val="00165506"/>
    <w:rsid w:val="0016641A"/>
    <w:rsid w:val="001765A6"/>
    <w:rsid w:val="00185083"/>
    <w:rsid w:val="00185F1A"/>
    <w:rsid w:val="00193DFC"/>
    <w:rsid w:val="001A173C"/>
    <w:rsid w:val="001A6C7A"/>
    <w:rsid w:val="001A74D5"/>
    <w:rsid w:val="001B0CF0"/>
    <w:rsid w:val="001B2C38"/>
    <w:rsid w:val="001C59FA"/>
    <w:rsid w:val="001D12D3"/>
    <w:rsid w:val="001D6842"/>
    <w:rsid w:val="001E6CF9"/>
    <w:rsid w:val="0020062A"/>
    <w:rsid w:val="002019A0"/>
    <w:rsid w:val="00202D24"/>
    <w:rsid w:val="00214B81"/>
    <w:rsid w:val="00243296"/>
    <w:rsid w:val="00243C1C"/>
    <w:rsid w:val="00243F15"/>
    <w:rsid w:val="00257281"/>
    <w:rsid w:val="002632B1"/>
    <w:rsid w:val="002656F4"/>
    <w:rsid w:val="002832DF"/>
    <w:rsid w:val="00283C25"/>
    <w:rsid w:val="00287E37"/>
    <w:rsid w:val="0029654A"/>
    <w:rsid w:val="00297559"/>
    <w:rsid w:val="002B3AFB"/>
    <w:rsid w:val="002B4703"/>
    <w:rsid w:val="002C45B6"/>
    <w:rsid w:val="002D142D"/>
    <w:rsid w:val="002D2474"/>
    <w:rsid w:val="002F249E"/>
    <w:rsid w:val="00322704"/>
    <w:rsid w:val="00340A50"/>
    <w:rsid w:val="00341977"/>
    <w:rsid w:val="00366E08"/>
    <w:rsid w:val="00377C85"/>
    <w:rsid w:val="00384221"/>
    <w:rsid w:val="003932CB"/>
    <w:rsid w:val="0039728C"/>
    <w:rsid w:val="003A541D"/>
    <w:rsid w:val="003C1781"/>
    <w:rsid w:val="003D1411"/>
    <w:rsid w:val="003D4C47"/>
    <w:rsid w:val="003E1629"/>
    <w:rsid w:val="003E3DC1"/>
    <w:rsid w:val="003E6F8F"/>
    <w:rsid w:val="003F1328"/>
    <w:rsid w:val="003F6379"/>
    <w:rsid w:val="003F671E"/>
    <w:rsid w:val="004010D6"/>
    <w:rsid w:val="00403996"/>
    <w:rsid w:val="00406703"/>
    <w:rsid w:val="00411880"/>
    <w:rsid w:val="0042176F"/>
    <w:rsid w:val="004335AF"/>
    <w:rsid w:val="00441E01"/>
    <w:rsid w:val="00443CEE"/>
    <w:rsid w:val="0046428D"/>
    <w:rsid w:val="00465855"/>
    <w:rsid w:val="00471C53"/>
    <w:rsid w:val="00485211"/>
    <w:rsid w:val="004916B2"/>
    <w:rsid w:val="004A4886"/>
    <w:rsid w:val="004B1F47"/>
    <w:rsid w:val="004B4954"/>
    <w:rsid w:val="004C30B5"/>
    <w:rsid w:val="004D27A8"/>
    <w:rsid w:val="004D479F"/>
    <w:rsid w:val="004D7EDF"/>
    <w:rsid w:val="004E56F4"/>
    <w:rsid w:val="004F351F"/>
    <w:rsid w:val="00505D6F"/>
    <w:rsid w:val="0050640D"/>
    <w:rsid w:val="00511D64"/>
    <w:rsid w:val="00531705"/>
    <w:rsid w:val="00531B79"/>
    <w:rsid w:val="005348A4"/>
    <w:rsid w:val="00536778"/>
    <w:rsid w:val="00536FC7"/>
    <w:rsid w:val="00545E61"/>
    <w:rsid w:val="00566E85"/>
    <w:rsid w:val="00570CBF"/>
    <w:rsid w:val="005715CD"/>
    <w:rsid w:val="00591E09"/>
    <w:rsid w:val="005A2B2D"/>
    <w:rsid w:val="005A3DBC"/>
    <w:rsid w:val="005A62C2"/>
    <w:rsid w:val="005B39B0"/>
    <w:rsid w:val="005B4EDF"/>
    <w:rsid w:val="005B7E66"/>
    <w:rsid w:val="005C2A4D"/>
    <w:rsid w:val="005D0E30"/>
    <w:rsid w:val="005E1AB8"/>
    <w:rsid w:val="00600184"/>
    <w:rsid w:val="006043B8"/>
    <w:rsid w:val="006053FD"/>
    <w:rsid w:val="006135D8"/>
    <w:rsid w:val="00617E57"/>
    <w:rsid w:val="006208C8"/>
    <w:rsid w:val="00642E80"/>
    <w:rsid w:val="0065287D"/>
    <w:rsid w:val="006674FD"/>
    <w:rsid w:val="00671470"/>
    <w:rsid w:val="0067212F"/>
    <w:rsid w:val="0068250A"/>
    <w:rsid w:val="006912BB"/>
    <w:rsid w:val="00691FD3"/>
    <w:rsid w:val="006A175B"/>
    <w:rsid w:val="006A2BF8"/>
    <w:rsid w:val="006A2D06"/>
    <w:rsid w:val="006A351D"/>
    <w:rsid w:val="006B0D78"/>
    <w:rsid w:val="006B7EE0"/>
    <w:rsid w:val="006C794A"/>
    <w:rsid w:val="006D6425"/>
    <w:rsid w:val="006D7941"/>
    <w:rsid w:val="006F6A9B"/>
    <w:rsid w:val="00707574"/>
    <w:rsid w:val="00741797"/>
    <w:rsid w:val="0076272A"/>
    <w:rsid w:val="00775C7B"/>
    <w:rsid w:val="00780CD0"/>
    <w:rsid w:val="007860B5"/>
    <w:rsid w:val="007A03A0"/>
    <w:rsid w:val="007A2DA0"/>
    <w:rsid w:val="007A387F"/>
    <w:rsid w:val="007A6806"/>
    <w:rsid w:val="007A6E1B"/>
    <w:rsid w:val="007A75F9"/>
    <w:rsid w:val="007B70A9"/>
    <w:rsid w:val="007B7398"/>
    <w:rsid w:val="007D0631"/>
    <w:rsid w:val="007D2A2F"/>
    <w:rsid w:val="007D3A7E"/>
    <w:rsid w:val="007D6FE5"/>
    <w:rsid w:val="007E13CA"/>
    <w:rsid w:val="007E2FDB"/>
    <w:rsid w:val="007E5B3E"/>
    <w:rsid w:val="007F6354"/>
    <w:rsid w:val="007F7EE0"/>
    <w:rsid w:val="00800ABD"/>
    <w:rsid w:val="00800C6F"/>
    <w:rsid w:val="00805F8B"/>
    <w:rsid w:val="008170ED"/>
    <w:rsid w:val="008173B6"/>
    <w:rsid w:val="00824E2F"/>
    <w:rsid w:val="00831335"/>
    <w:rsid w:val="008341B9"/>
    <w:rsid w:val="008479A6"/>
    <w:rsid w:val="00865B92"/>
    <w:rsid w:val="008866BF"/>
    <w:rsid w:val="0089042F"/>
    <w:rsid w:val="00892083"/>
    <w:rsid w:val="008B08C5"/>
    <w:rsid w:val="008C0D37"/>
    <w:rsid w:val="008C5394"/>
    <w:rsid w:val="008E798A"/>
    <w:rsid w:val="00903F21"/>
    <w:rsid w:val="009052CC"/>
    <w:rsid w:val="009078CB"/>
    <w:rsid w:val="00915BE3"/>
    <w:rsid w:val="00916120"/>
    <w:rsid w:val="009213C1"/>
    <w:rsid w:val="009352FF"/>
    <w:rsid w:val="00944BB1"/>
    <w:rsid w:val="009469C8"/>
    <w:rsid w:val="00947951"/>
    <w:rsid w:val="00957D99"/>
    <w:rsid w:val="00974135"/>
    <w:rsid w:val="00985431"/>
    <w:rsid w:val="00994488"/>
    <w:rsid w:val="009B5CE9"/>
    <w:rsid w:val="009B6874"/>
    <w:rsid w:val="009B7AA5"/>
    <w:rsid w:val="009D4368"/>
    <w:rsid w:val="009D70C6"/>
    <w:rsid w:val="009E751A"/>
    <w:rsid w:val="009F3BC3"/>
    <w:rsid w:val="00A26B5B"/>
    <w:rsid w:val="00A328D0"/>
    <w:rsid w:val="00A44D90"/>
    <w:rsid w:val="00A4703A"/>
    <w:rsid w:val="00A47538"/>
    <w:rsid w:val="00A477AA"/>
    <w:rsid w:val="00A64491"/>
    <w:rsid w:val="00A65A0F"/>
    <w:rsid w:val="00A65DA4"/>
    <w:rsid w:val="00A77456"/>
    <w:rsid w:val="00A83102"/>
    <w:rsid w:val="00A9377C"/>
    <w:rsid w:val="00AB03E7"/>
    <w:rsid w:val="00AD0C00"/>
    <w:rsid w:val="00AD1449"/>
    <w:rsid w:val="00AD146B"/>
    <w:rsid w:val="00AD3075"/>
    <w:rsid w:val="00AD4A9F"/>
    <w:rsid w:val="00AF2901"/>
    <w:rsid w:val="00B111EF"/>
    <w:rsid w:val="00B1352B"/>
    <w:rsid w:val="00B17F15"/>
    <w:rsid w:val="00B26761"/>
    <w:rsid w:val="00B31B28"/>
    <w:rsid w:val="00B4275C"/>
    <w:rsid w:val="00B53A1A"/>
    <w:rsid w:val="00B54485"/>
    <w:rsid w:val="00B60895"/>
    <w:rsid w:val="00B65B98"/>
    <w:rsid w:val="00B83059"/>
    <w:rsid w:val="00B86B3E"/>
    <w:rsid w:val="00B90CDB"/>
    <w:rsid w:val="00B9659E"/>
    <w:rsid w:val="00BC49B4"/>
    <w:rsid w:val="00BD0DE5"/>
    <w:rsid w:val="00BD1B9C"/>
    <w:rsid w:val="00BD2331"/>
    <w:rsid w:val="00BD410D"/>
    <w:rsid w:val="00BD6FE7"/>
    <w:rsid w:val="00BE2397"/>
    <w:rsid w:val="00BE5794"/>
    <w:rsid w:val="00C020E0"/>
    <w:rsid w:val="00C100DA"/>
    <w:rsid w:val="00C1347C"/>
    <w:rsid w:val="00C153D6"/>
    <w:rsid w:val="00C15B5F"/>
    <w:rsid w:val="00C1683A"/>
    <w:rsid w:val="00C23F91"/>
    <w:rsid w:val="00C34B0A"/>
    <w:rsid w:val="00C468D6"/>
    <w:rsid w:val="00C55B79"/>
    <w:rsid w:val="00C76F4C"/>
    <w:rsid w:val="00C8073C"/>
    <w:rsid w:val="00C91234"/>
    <w:rsid w:val="00CA40A6"/>
    <w:rsid w:val="00CB3F48"/>
    <w:rsid w:val="00CC380A"/>
    <w:rsid w:val="00CD3D39"/>
    <w:rsid w:val="00CF6243"/>
    <w:rsid w:val="00D06678"/>
    <w:rsid w:val="00D13E72"/>
    <w:rsid w:val="00D14750"/>
    <w:rsid w:val="00D17CF2"/>
    <w:rsid w:val="00D22893"/>
    <w:rsid w:val="00D33066"/>
    <w:rsid w:val="00D413B4"/>
    <w:rsid w:val="00D41F01"/>
    <w:rsid w:val="00D43E52"/>
    <w:rsid w:val="00D553F2"/>
    <w:rsid w:val="00D627E2"/>
    <w:rsid w:val="00D67AC4"/>
    <w:rsid w:val="00D94E16"/>
    <w:rsid w:val="00DB18D5"/>
    <w:rsid w:val="00DB4AF0"/>
    <w:rsid w:val="00DC3ACF"/>
    <w:rsid w:val="00DC5BA9"/>
    <w:rsid w:val="00DC71F7"/>
    <w:rsid w:val="00DD48C4"/>
    <w:rsid w:val="00DE4C3D"/>
    <w:rsid w:val="00E039E8"/>
    <w:rsid w:val="00E213BB"/>
    <w:rsid w:val="00E261F1"/>
    <w:rsid w:val="00E5237F"/>
    <w:rsid w:val="00E66B5D"/>
    <w:rsid w:val="00EA5A76"/>
    <w:rsid w:val="00EC39F8"/>
    <w:rsid w:val="00EC56F0"/>
    <w:rsid w:val="00ED4F5B"/>
    <w:rsid w:val="00EE4A49"/>
    <w:rsid w:val="00EF140B"/>
    <w:rsid w:val="00EF59FE"/>
    <w:rsid w:val="00F1214C"/>
    <w:rsid w:val="00F128BD"/>
    <w:rsid w:val="00F20EEE"/>
    <w:rsid w:val="00F422DD"/>
    <w:rsid w:val="00F438F6"/>
    <w:rsid w:val="00F43CEF"/>
    <w:rsid w:val="00F44E81"/>
    <w:rsid w:val="00F46A43"/>
    <w:rsid w:val="00F550EA"/>
    <w:rsid w:val="00F60481"/>
    <w:rsid w:val="00F61B8A"/>
    <w:rsid w:val="00F71337"/>
    <w:rsid w:val="00FA1A5C"/>
    <w:rsid w:val="00FA3982"/>
    <w:rsid w:val="00FB305B"/>
    <w:rsid w:val="00FC04A5"/>
    <w:rsid w:val="00FC0B5C"/>
    <w:rsid w:val="00FC0C8C"/>
    <w:rsid w:val="00FC17C6"/>
    <w:rsid w:val="00FC69AB"/>
    <w:rsid w:val="00FD028B"/>
    <w:rsid w:val="00FD0316"/>
    <w:rsid w:val="00FD2DC2"/>
    <w:rsid w:val="00FE54AF"/>
    <w:rsid w:val="00FE59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locked="1" w:semiHidden="0" w:uiPriority="0" w:unhideWhenUsed="0"/>
    <w:lsdException w:name="caption" w:locked="1" w:uiPriority="0" w:qFormat="1"/>
    <w:lsdException w:name="footnote reference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B0B00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1 Знак Знак"/>
    <w:basedOn w:val="Normal"/>
    <w:uiPriority w:val="99"/>
    <w:rsid w:val="000B0B00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FootnoteText">
    <w:name w:val="footnote text"/>
    <w:basedOn w:val="Normal"/>
    <w:link w:val="FootnoteTextChar"/>
    <w:uiPriority w:val="99"/>
    <w:semiHidden/>
    <w:rsid w:val="000B0B00"/>
    <w:rPr>
      <w:rFonts w:eastAsia="Calibri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0B0B00"/>
    <w:rPr>
      <w:rFonts w:ascii="Times New Roman" w:hAnsi="Times New Roman" w:cs="Times New Roman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0B0B00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rsid w:val="0050640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C08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125</Words>
  <Characters>719</Characters>
  <Application>Microsoft Office Outlook</Application>
  <DocSecurity>0</DocSecurity>
  <Lines>0</Lines>
  <Paragraphs>0</Paragraphs>
  <ScaleCrop>false</ScaleCrop>
  <Company>DOM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Людмила Александровна</dc:creator>
  <cp:keywords/>
  <dc:description/>
  <cp:lastModifiedBy>Черемных</cp:lastModifiedBy>
  <cp:revision>13</cp:revision>
  <cp:lastPrinted>2015-01-20T07:59:00Z</cp:lastPrinted>
  <dcterms:created xsi:type="dcterms:W3CDTF">2014-09-22T12:45:00Z</dcterms:created>
  <dcterms:modified xsi:type="dcterms:W3CDTF">2015-01-20T07:59:00Z</dcterms:modified>
</cp:coreProperties>
</file>