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E60" w:rsidRPr="000E3643" w:rsidRDefault="00AA4E60" w:rsidP="000E36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A4E60" w:rsidRPr="000318C4" w:rsidRDefault="00AA4E60" w:rsidP="00144066">
      <w:pPr>
        <w:pStyle w:val="ConsPlusNormal"/>
        <w:ind w:left="442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18C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AA4E60" w:rsidRPr="000318C4" w:rsidRDefault="00AA4E60" w:rsidP="00144066">
      <w:pPr>
        <w:pStyle w:val="ConsPlusNormal"/>
        <w:ind w:left="4423"/>
        <w:rPr>
          <w:rFonts w:ascii="Times New Roman" w:hAnsi="Times New Roman" w:cs="Times New Roman"/>
          <w:sz w:val="28"/>
          <w:szCs w:val="28"/>
        </w:rPr>
      </w:pPr>
      <w:r w:rsidRPr="000318C4">
        <w:rPr>
          <w:rFonts w:ascii="Times New Roman" w:hAnsi="Times New Roman" w:cs="Times New Roman"/>
          <w:sz w:val="28"/>
          <w:szCs w:val="28"/>
        </w:rPr>
        <w:t>к постановлению администрации городского округа «Город Калининград»</w:t>
      </w:r>
    </w:p>
    <w:p w:rsidR="00AA4E60" w:rsidRPr="000318C4" w:rsidRDefault="00AA4E60" w:rsidP="00144066">
      <w:pPr>
        <w:pStyle w:val="ConsPlusNormal"/>
        <w:ind w:left="4423"/>
        <w:rPr>
          <w:rFonts w:ascii="Times New Roman" w:hAnsi="Times New Roman" w:cs="Times New Roman"/>
          <w:sz w:val="28"/>
          <w:szCs w:val="28"/>
        </w:rPr>
      </w:pPr>
      <w:r w:rsidRPr="00503965">
        <w:rPr>
          <w:rFonts w:ascii="Times New Roman" w:hAnsi="Times New Roman" w:cs="Times New Roman"/>
          <w:sz w:val="28"/>
          <w:szCs w:val="28"/>
        </w:rPr>
        <w:t>от 25 ноября 2015 г. № 1968</w:t>
      </w:r>
    </w:p>
    <w:p w:rsidR="00AA4E60" w:rsidRDefault="00AA4E60" w:rsidP="00144066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AA4E60" w:rsidRDefault="00AA4E60" w:rsidP="00144066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AA4E60" w:rsidRDefault="00AA4E60" w:rsidP="00144066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AA4E60" w:rsidRDefault="00AA4E60" w:rsidP="00144066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AA4E60" w:rsidRPr="0011140F" w:rsidRDefault="00AA4E60" w:rsidP="00144066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AA4E60" w:rsidRPr="0011140F" w:rsidRDefault="00AA4E60" w:rsidP="007A02E8">
      <w:pPr>
        <w:pStyle w:val="ConsPlusNonformat"/>
      </w:pPr>
      <w:bookmarkStart w:id="0" w:name="Par114"/>
      <w:bookmarkEnd w:id="0"/>
      <w:r w:rsidRPr="0011140F">
        <w:t>ДОГОВОР №___</w:t>
      </w:r>
    </w:p>
    <w:p w:rsidR="00AA4E60" w:rsidRPr="0011140F" w:rsidRDefault="00AA4E60" w:rsidP="007A02E8">
      <w:pPr>
        <w:pStyle w:val="ConsPlusNonformat"/>
      </w:pPr>
      <w:r w:rsidRPr="0011140F">
        <w:t xml:space="preserve">на размещение торговых палаток и передвижных средств развозной торговли на территории городского округа «Город Калининград» </w:t>
      </w:r>
    </w:p>
    <w:p w:rsidR="00AA4E60" w:rsidRDefault="00AA4E60" w:rsidP="000E3643">
      <w:pPr>
        <w:pStyle w:val="ConsPlusNonformat"/>
        <w:jc w:val="both"/>
      </w:pPr>
    </w:p>
    <w:p w:rsidR="00AA4E60" w:rsidRPr="0011140F" w:rsidRDefault="00AA4E60" w:rsidP="007A02E8">
      <w:pPr>
        <w:pStyle w:val="ConsPlusNonformat"/>
      </w:pPr>
      <w:r w:rsidRPr="0011140F">
        <w:t>г. Калининград                                                               «</w:t>
      </w:r>
      <w:r>
        <w:t>___</w:t>
      </w:r>
      <w:r w:rsidRPr="0011140F">
        <w:t>»   ___________ 20___ г.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 xml:space="preserve">    Комитет экономики, финансов и контроля администрации муниципального образования </w:t>
      </w:r>
      <w:r>
        <w:rPr>
          <w:sz w:val="28"/>
          <w:szCs w:val="28"/>
        </w:rPr>
        <w:t>«Г</w:t>
      </w:r>
      <w:r w:rsidRPr="0011140F">
        <w:rPr>
          <w:sz w:val="28"/>
          <w:szCs w:val="28"/>
        </w:rPr>
        <w:t xml:space="preserve">ородской округ «Город Калининград», именуемый в дальнейшем Уполномоченный орган, в лице </w:t>
      </w:r>
      <w:r>
        <w:rPr>
          <w:sz w:val="28"/>
          <w:szCs w:val="28"/>
        </w:rPr>
        <w:t>______________________________________________________________________</w:t>
      </w:r>
      <w:r w:rsidRPr="0011140F">
        <w:rPr>
          <w:sz w:val="28"/>
          <w:szCs w:val="28"/>
        </w:rPr>
        <w:t xml:space="preserve">, действующей на основании </w:t>
      </w:r>
      <w:r>
        <w:rPr>
          <w:sz w:val="28"/>
          <w:szCs w:val="28"/>
        </w:rPr>
        <w:t>___________________________________________________</w:t>
      </w:r>
      <w:r w:rsidRPr="0011140F">
        <w:rPr>
          <w:sz w:val="28"/>
          <w:szCs w:val="28"/>
        </w:rPr>
        <w:t xml:space="preserve">, с одной стороны и     </w:t>
      </w:r>
      <w:r>
        <w:rPr>
          <w:sz w:val="28"/>
          <w:szCs w:val="28"/>
        </w:rPr>
        <w:t>_________________</w:t>
      </w:r>
      <w:r w:rsidRPr="0011140F">
        <w:rPr>
          <w:sz w:val="28"/>
          <w:szCs w:val="28"/>
        </w:rPr>
        <w:t>, именуемое в дальнейшем Оператор, в лице</w:t>
      </w:r>
      <w:r>
        <w:rPr>
          <w:sz w:val="28"/>
          <w:szCs w:val="28"/>
        </w:rPr>
        <w:t>_______________________________________,</w:t>
      </w:r>
      <w:r w:rsidRPr="0011140F">
        <w:rPr>
          <w:sz w:val="28"/>
          <w:szCs w:val="28"/>
        </w:rPr>
        <w:t xml:space="preserve"> действующ</w:t>
      </w:r>
      <w:r>
        <w:rPr>
          <w:sz w:val="28"/>
          <w:szCs w:val="28"/>
        </w:rPr>
        <w:t>его(ей)</w:t>
      </w:r>
      <w:bookmarkStart w:id="1" w:name="_GoBack"/>
      <w:bookmarkEnd w:id="1"/>
      <w:r w:rsidRPr="0011140F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___________</w:t>
      </w:r>
      <w:r w:rsidRPr="0011140F">
        <w:rPr>
          <w:sz w:val="28"/>
          <w:szCs w:val="28"/>
        </w:rPr>
        <w:t xml:space="preserve">, с другой стороны по результатам открытого конкурса от </w:t>
      </w:r>
      <w:r>
        <w:rPr>
          <w:sz w:val="28"/>
          <w:szCs w:val="28"/>
        </w:rPr>
        <w:t>____________</w:t>
      </w:r>
      <w:r w:rsidRPr="0011140F">
        <w:rPr>
          <w:sz w:val="28"/>
          <w:szCs w:val="28"/>
        </w:rPr>
        <w:t xml:space="preserve">и на основании протокола № 2 рассмотрения и оценки заявок на участие в конкурсе от </w:t>
      </w:r>
      <w:r>
        <w:rPr>
          <w:sz w:val="28"/>
          <w:szCs w:val="28"/>
        </w:rPr>
        <w:t>___________</w:t>
      </w:r>
      <w:r w:rsidRPr="0011140F">
        <w:rPr>
          <w:sz w:val="28"/>
          <w:szCs w:val="28"/>
        </w:rPr>
        <w:t xml:space="preserve">заключили настоящий договор </w:t>
      </w:r>
      <w:r>
        <w:rPr>
          <w:sz w:val="28"/>
          <w:szCs w:val="28"/>
        </w:rPr>
        <w:t xml:space="preserve">                                 </w:t>
      </w:r>
      <w:r w:rsidRPr="0011140F">
        <w:rPr>
          <w:sz w:val="28"/>
          <w:szCs w:val="28"/>
        </w:rPr>
        <w:t xml:space="preserve">(далее по тексту </w:t>
      </w:r>
      <w:r>
        <w:rPr>
          <w:sz w:val="28"/>
          <w:szCs w:val="28"/>
        </w:rPr>
        <w:t xml:space="preserve">– </w:t>
      </w:r>
      <w:r w:rsidRPr="0011140F">
        <w:rPr>
          <w:sz w:val="28"/>
          <w:szCs w:val="28"/>
        </w:rPr>
        <w:t>Договор) о нижеследующем: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</w:pPr>
      <w:r w:rsidRPr="0011140F">
        <w:t>1. ПРЕДМЕТ ДОГОВОРА</w:t>
      </w:r>
    </w:p>
    <w:p w:rsidR="00AA4E60" w:rsidRPr="0011140F" w:rsidRDefault="00AA4E60" w:rsidP="007A02E8">
      <w:pPr>
        <w:pStyle w:val="ConsPlusNonformat"/>
      </w:pPr>
    </w:p>
    <w:p w:rsidR="00AA4E60" w:rsidRPr="008E7655" w:rsidRDefault="00AA4E60" w:rsidP="007A02E8">
      <w:pPr>
        <w:pStyle w:val="ConsPlusNonformat"/>
        <w:jc w:val="both"/>
      </w:pPr>
      <w:r w:rsidRPr="0011140F">
        <w:t>1.1. Уполномоченный орган  предоставляет Оператору право размещать  торгов</w:t>
      </w:r>
      <w:r>
        <w:t>ую</w:t>
      </w:r>
      <w:r w:rsidRPr="0011140F">
        <w:t xml:space="preserve"> палат</w:t>
      </w:r>
      <w:r>
        <w:t>ку</w:t>
      </w:r>
      <w:r w:rsidRPr="0011140F">
        <w:t xml:space="preserve"> </w:t>
      </w:r>
      <w:r>
        <w:t>(</w:t>
      </w:r>
      <w:r w:rsidRPr="0011140F">
        <w:t>передвижн</w:t>
      </w:r>
      <w:r>
        <w:t>ое</w:t>
      </w:r>
      <w:r w:rsidRPr="0011140F">
        <w:t xml:space="preserve"> средств</w:t>
      </w:r>
      <w:r>
        <w:t>о</w:t>
      </w:r>
      <w:r w:rsidRPr="0011140F">
        <w:t xml:space="preserve"> развозной торговли</w:t>
      </w:r>
      <w:r>
        <w:t>)</w:t>
      </w:r>
      <w:r w:rsidRPr="0011140F">
        <w:t xml:space="preserve"> на территории городского округа «Город Калининград»</w:t>
      </w:r>
      <w:r>
        <w:t xml:space="preserve"> (далее – НТО)</w:t>
      </w:r>
      <w:r w:rsidRPr="0011140F">
        <w:t xml:space="preserve"> площадью  </w:t>
      </w:r>
      <w:r>
        <w:t>_________кв.м</w:t>
      </w:r>
      <w:r w:rsidRPr="0011140F">
        <w:t xml:space="preserve"> с прилегающей территорией площадью </w:t>
      </w:r>
      <w:r>
        <w:t>____</w:t>
      </w:r>
      <w:r w:rsidRPr="0011140F">
        <w:t xml:space="preserve"> кв.м в месте, расположенном по адресу: </w:t>
      </w:r>
      <w:r>
        <w:t>_____________________________________</w:t>
      </w:r>
      <w:r w:rsidRPr="0011140F">
        <w:rPr>
          <w:b/>
          <w:bCs/>
        </w:rPr>
        <w:t xml:space="preserve">, </w:t>
      </w:r>
      <w:r w:rsidRPr="008E7655">
        <w:t xml:space="preserve">для осуществления торговли___________________________. </w:t>
      </w:r>
    </w:p>
    <w:p w:rsidR="00AA4E60" w:rsidRDefault="00AA4E60" w:rsidP="007A02E8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7A02E8">
        <w:rPr>
          <w:sz w:val="22"/>
          <w:szCs w:val="22"/>
        </w:rPr>
        <w:t>(наименование ассортимента</w:t>
      </w:r>
      <w:r>
        <w:rPr>
          <w:sz w:val="22"/>
          <w:szCs w:val="22"/>
        </w:rPr>
        <w:t xml:space="preserve"> товаров</w:t>
      </w:r>
      <w:r w:rsidRPr="007A02E8">
        <w:rPr>
          <w:sz w:val="22"/>
          <w:szCs w:val="22"/>
        </w:rPr>
        <w:t xml:space="preserve">) </w:t>
      </w:r>
    </w:p>
    <w:p w:rsidR="00AA4E60" w:rsidRPr="007A02E8" w:rsidRDefault="00AA4E60" w:rsidP="007A02E8">
      <w:pPr>
        <w:pStyle w:val="ConsPlusNonformat"/>
        <w:jc w:val="both"/>
        <w:rPr>
          <w:sz w:val="22"/>
          <w:szCs w:val="22"/>
        </w:rPr>
      </w:pPr>
    </w:p>
    <w:p w:rsidR="00AA4E60" w:rsidRPr="0011140F" w:rsidRDefault="00AA4E60" w:rsidP="007A02E8">
      <w:pPr>
        <w:pStyle w:val="ConsPlusNonformat"/>
      </w:pPr>
      <w:r w:rsidRPr="0011140F">
        <w:t>2. СРОКИ ДОГОВОРА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0D64B8">
      <w:pPr>
        <w:pStyle w:val="ConsPlusNonformat"/>
        <w:jc w:val="both"/>
      </w:pPr>
      <w:r w:rsidRPr="0011140F">
        <w:t xml:space="preserve">2.1. Срок действия настоящего Договора устанавливается с </w:t>
      </w:r>
      <w:r>
        <w:t>___________</w:t>
      </w:r>
      <w:r w:rsidRPr="0011140F">
        <w:t xml:space="preserve"> до </w:t>
      </w:r>
      <w:r>
        <w:t>___________</w:t>
      </w:r>
      <w:r w:rsidRPr="0011140F">
        <w:t>.</w:t>
      </w:r>
    </w:p>
    <w:p w:rsidR="00AA4E60" w:rsidRPr="0011140F" w:rsidRDefault="00AA4E60" w:rsidP="000D64B8">
      <w:pPr>
        <w:pStyle w:val="ConsPlusNonformat"/>
        <w:jc w:val="both"/>
      </w:pPr>
      <w:r w:rsidRPr="0011140F">
        <w:t>2.2. Договор является заключенным с момента его подписания сторонами и действует  до окончания срока Договора (п. 2.1 Договора) или досрочного его  расторжения на основании действующего законодательства РФ или условий настоящего Договора.</w:t>
      </w:r>
    </w:p>
    <w:p w:rsidR="00AA4E60" w:rsidRDefault="00AA4E60" w:rsidP="007A02E8">
      <w:pPr>
        <w:pStyle w:val="ConsPlusNonformat"/>
      </w:pPr>
      <w:r w:rsidRPr="0011140F">
        <w:t>3. УСЛОВИЯ РАЗМЕЩЕНИЯ НТО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  <w:jc w:val="both"/>
      </w:pPr>
      <w:r w:rsidRPr="0011140F">
        <w:t>3.1. Оператор обязан использовать место размещения объекта для целей, обозначенных в п. 1.1 настоящего Договора.</w:t>
      </w:r>
    </w:p>
    <w:p w:rsidR="00AA4E60" w:rsidRPr="0011140F" w:rsidRDefault="00AA4E60" w:rsidP="007A02E8">
      <w:pPr>
        <w:pStyle w:val="ConsPlusNonformat"/>
        <w:jc w:val="both"/>
      </w:pPr>
      <w:r w:rsidRPr="0011140F">
        <w:t>3.2. Оператор не имеет прав</w:t>
      </w:r>
      <w:r>
        <w:t>а</w:t>
      </w:r>
      <w:r w:rsidRPr="0011140F">
        <w:t xml:space="preserve"> изменять место размещения, тип и площадь объекта.</w:t>
      </w:r>
    </w:p>
    <w:p w:rsidR="00AA4E60" w:rsidRPr="0011140F" w:rsidRDefault="00AA4E60" w:rsidP="007A02E8">
      <w:pPr>
        <w:pStyle w:val="ConsPlusNonformat"/>
        <w:jc w:val="both"/>
      </w:pPr>
      <w:r w:rsidRPr="0011140F">
        <w:t>3.3. Настоящий договор является подтверждением права на осуществление торговой деятельности и/или предоставления услуг Оператором в месте, предусмотренном в пункте 1.1 Договора</w:t>
      </w:r>
      <w:r>
        <w:t>,</w:t>
      </w:r>
      <w:r w:rsidRPr="0011140F">
        <w:t xml:space="preserve"> в соответствии со схемой места размещения НТО (приложение к настоящему </w:t>
      </w:r>
      <w:r>
        <w:t>Д</w:t>
      </w:r>
      <w:r w:rsidRPr="0011140F">
        <w:t>оговору).</w:t>
      </w:r>
    </w:p>
    <w:p w:rsidR="00AA4E60" w:rsidRPr="0011140F" w:rsidRDefault="00AA4E60" w:rsidP="007A02E8">
      <w:pPr>
        <w:pStyle w:val="ConsPlusNonformat"/>
        <w:jc w:val="both"/>
      </w:pPr>
      <w:r w:rsidRPr="0011140F">
        <w:t>3.4. Ответственность за эксплуатацию (содержание) НТО и места его размещения несет Оператор.</w:t>
      </w:r>
    </w:p>
    <w:p w:rsidR="00AA4E60" w:rsidRPr="0011140F" w:rsidRDefault="00AA4E60" w:rsidP="007A02E8">
      <w:pPr>
        <w:pStyle w:val="ConsPlusNonformat"/>
      </w:pPr>
      <w:r w:rsidRPr="0011140F">
        <w:t>4. ПЛАТА И ПОРЯДОК ПЛАТЕЖЕЙ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11140F">
      <w:pPr>
        <w:ind w:right="-5"/>
        <w:jc w:val="both"/>
        <w:rPr>
          <w:b/>
          <w:bCs/>
          <w:sz w:val="28"/>
          <w:szCs w:val="28"/>
        </w:rPr>
      </w:pPr>
      <w:r w:rsidRPr="0011140F">
        <w:rPr>
          <w:sz w:val="28"/>
          <w:szCs w:val="28"/>
        </w:rPr>
        <w:tab/>
        <w:t xml:space="preserve">4.1. Оператор оплачивает стоимость права на размещение </w:t>
      </w:r>
      <w:r>
        <w:rPr>
          <w:sz w:val="28"/>
          <w:szCs w:val="28"/>
        </w:rPr>
        <w:t xml:space="preserve">НТО </w:t>
      </w:r>
      <w:r w:rsidRPr="0011140F">
        <w:rPr>
          <w:sz w:val="28"/>
          <w:szCs w:val="28"/>
        </w:rPr>
        <w:t xml:space="preserve">на территории городского округа «Город Калининград» (за вычетом внесенного задатка) </w:t>
      </w:r>
      <w:r>
        <w:rPr>
          <w:sz w:val="28"/>
          <w:szCs w:val="28"/>
        </w:rPr>
        <w:t>в размере ___________________________</w:t>
      </w:r>
      <w:r w:rsidRPr="0011140F">
        <w:rPr>
          <w:b/>
          <w:bCs/>
          <w:sz w:val="28"/>
          <w:szCs w:val="28"/>
        </w:rPr>
        <w:t xml:space="preserve">. 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Средства перечисляются</w:t>
      </w:r>
      <w:r w:rsidRPr="0011140F">
        <w:rPr>
          <w:sz w:val="28"/>
          <w:szCs w:val="28"/>
        </w:rPr>
        <w:t>а следующие реквизиты: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b/>
          <w:bCs/>
          <w:sz w:val="28"/>
          <w:szCs w:val="28"/>
        </w:rPr>
        <w:tab/>
      </w:r>
      <w:r w:rsidRPr="0011140F">
        <w:rPr>
          <w:sz w:val="28"/>
          <w:szCs w:val="28"/>
        </w:rPr>
        <w:t>Получатель: УФК по Калининградской области (Комитет экономики, финансов и контроля администрации городского округа «Город Калининград»</w:t>
      </w:r>
      <w:r>
        <w:rPr>
          <w:sz w:val="28"/>
          <w:szCs w:val="28"/>
        </w:rPr>
        <w:t>)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  <w:u w:val="single"/>
        </w:rPr>
      </w:pPr>
      <w:r w:rsidRPr="0011140F">
        <w:rPr>
          <w:sz w:val="28"/>
          <w:szCs w:val="28"/>
          <w:u w:val="single"/>
        </w:rPr>
        <w:t>Счет: № 40101810000000010002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>Банк получателя: отделение Калининград г. Калининград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>БИК: 042748001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>ИНН (администратора)</w:t>
      </w:r>
      <w:r>
        <w:rPr>
          <w:sz w:val="28"/>
          <w:szCs w:val="28"/>
        </w:rPr>
        <w:t>:</w:t>
      </w:r>
      <w:r w:rsidRPr="0011140F">
        <w:rPr>
          <w:sz w:val="28"/>
          <w:szCs w:val="28"/>
        </w:rPr>
        <w:t xml:space="preserve"> 3905015619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>КПП (администратора)</w:t>
      </w:r>
      <w:r>
        <w:rPr>
          <w:sz w:val="28"/>
          <w:szCs w:val="28"/>
        </w:rPr>
        <w:t>:</w:t>
      </w:r>
      <w:r w:rsidRPr="0011140F">
        <w:rPr>
          <w:sz w:val="28"/>
          <w:szCs w:val="28"/>
        </w:rPr>
        <w:t xml:space="preserve"> 390601001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>Код БК:</w:t>
      </w:r>
      <w:r>
        <w:rPr>
          <w:sz w:val="28"/>
          <w:szCs w:val="28"/>
        </w:rPr>
        <w:t xml:space="preserve"> </w:t>
      </w:r>
      <w:r w:rsidRPr="0011140F">
        <w:rPr>
          <w:sz w:val="28"/>
          <w:szCs w:val="28"/>
        </w:rPr>
        <w:t xml:space="preserve">00511502040040010140 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>ОКТМО: 27701000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  <w:r w:rsidRPr="0011140F">
        <w:rPr>
          <w:sz w:val="28"/>
          <w:szCs w:val="28"/>
        </w:rPr>
        <w:t xml:space="preserve">Назначение платежа: оплата по результатам открытого конкурса от </w:t>
      </w:r>
      <w:r>
        <w:rPr>
          <w:sz w:val="28"/>
          <w:szCs w:val="28"/>
        </w:rPr>
        <w:t>___________</w:t>
      </w:r>
      <w:r w:rsidRPr="0011140F">
        <w:rPr>
          <w:sz w:val="28"/>
          <w:szCs w:val="28"/>
        </w:rPr>
        <w:t xml:space="preserve">. </w:t>
      </w:r>
    </w:p>
    <w:p w:rsidR="00AA4E60" w:rsidRPr="0011140F" w:rsidRDefault="00AA4E60" w:rsidP="0011140F">
      <w:pPr>
        <w:ind w:right="-5"/>
        <w:jc w:val="both"/>
        <w:rPr>
          <w:sz w:val="28"/>
          <w:szCs w:val="28"/>
        </w:rPr>
      </w:pPr>
    </w:p>
    <w:p w:rsidR="00AA4E60" w:rsidRPr="0011140F" w:rsidRDefault="00AA4E60" w:rsidP="007A02E8">
      <w:pPr>
        <w:pStyle w:val="ConsPlusNonformat"/>
      </w:pPr>
      <w:r w:rsidRPr="0011140F">
        <w:t>5. ПРАВА И ОБЯЗАННОСТИ ОПЕРАТОРА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  <w:jc w:val="both"/>
      </w:pPr>
      <w:r w:rsidRPr="0011140F">
        <w:t>5.1. Оператор имеет право:</w:t>
      </w:r>
    </w:p>
    <w:p w:rsidR="00AA4E60" w:rsidRPr="0011140F" w:rsidRDefault="00AA4E60" w:rsidP="007A02E8">
      <w:pPr>
        <w:pStyle w:val="ConsPlusNonformat"/>
        <w:jc w:val="both"/>
      </w:pPr>
      <w:r w:rsidRPr="0011140F">
        <w:t>5.1.1. Использовать место для размещения НТО на условиях, установленных Договором.</w:t>
      </w:r>
    </w:p>
    <w:p w:rsidR="00AA4E60" w:rsidRPr="0011140F" w:rsidRDefault="00AA4E60" w:rsidP="007A02E8">
      <w:pPr>
        <w:pStyle w:val="ConsPlusNonformat"/>
        <w:jc w:val="both"/>
      </w:pPr>
      <w:r w:rsidRPr="0011140F">
        <w:t>5.2. Оператор обязан:</w:t>
      </w:r>
    </w:p>
    <w:p w:rsidR="00AA4E60" w:rsidRPr="0011140F" w:rsidRDefault="00AA4E60" w:rsidP="007A02E8">
      <w:pPr>
        <w:pStyle w:val="ConsPlusNonformat"/>
        <w:jc w:val="both"/>
      </w:pPr>
      <w:r w:rsidRPr="0011140F">
        <w:t>5.2.1. Осуществлять размещение НТО, их эксплуатацию, а также обеспечивать  техническую оснащенность, условия приема, хранения и реализаци</w:t>
      </w:r>
      <w:r>
        <w:t>и</w:t>
      </w:r>
      <w:r w:rsidRPr="0011140F">
        <w:t xml:space="preserve"> товаров, условия для соблюдения личной гигиены в соответствии с санитарными, противопожарными, экологическими и другими нормами, правилами и требованиями.</w:t>
      </w:r>
    </w:p>
    <w:p w:rsidR="00AA4E60" w:rsidRPr="0011140F" w:rsidRDefault="00AA4E60" w:rsidP="007A02E8">
      <w:pPr>
        <w:pStyle w:val="ConsPlusNonformat"/>
        <w:jc w:val="both"/>
      </w:pPr>
      <w:r w:rsidRPr="0011140F">
        <w:t>5.2.2. Содержать НТО и прилегающую к нему территорию в чистоте и порядке, в надлежащем виде, своевременно красить, устранять повреждения на вывесках, конструктивных элементах, производить уборку и благоустройство прилегающей к объектам территории в соответствии с санитарными  требованиями  по  содержанию  и уборке городских территорий, а также условиям</w:t>
      </w:r>
      <w:r>
        <w:t>и</w:t>
      </w:r>
      <w:r w:rsidRPr="0011140F">
        <w:t xml:space="preserve"> договора.</w:t>
      </w:r>
    </w:p>
    <w:p w:rsidR="00AA4E60" w:rsidRPr="0011140F" w:rsidRDefault="00AA4E60" w:rsidP="007A02E8">
      <w:pPr>
        <w:pStyle w:val="ConsPlusNonformat"/>
        <w:jc w:val="both"/>
      </w:pPr>
      <w:r w:rsidRPr="0011140F">
        <w:t>5.2.3. Не нарушать права землепользователей.</w:t>
      </w:r>
    </w:p>
    <w:p w:rsidR="00AA4E60" w:rsidRPr="0011140F" w:rsidRDefault="00AA4E60" w:rsidP="007A02E8">
      <w:pPr>
        <w:pStyle w:val="ConsPlusNonformat"/>
        <w:jc w:val="both"/>
      </w:pPr>
      <w:r w:rsidRPr="0011140F">
        <w:t>5.2.4. Обеспечить беспрепятственный доступ к коммуникациям, расположенным на месте</w:t>
      </w:r>
      <w:r>
        <w:t xml:space="preserve"> установки НТО</w:t>
      </w:r>
      <w:r w:rsidRPr="0011140F">
        <w:t>, для  ремонта и обслуживания городским коммунальным службам.</w:t>
      </w:r>
    </w:p>
    <w:p w:rsidR="00AA4E60" w:rsidRPr="0011140F" w:rsidRDefault="00AA4E60" w:rsidP="007A02E8">
      <w:pPr>
        <w:pStyle w:val="ConsPlusNonformat"/>
        <w:jc w:val="both"/>
      </w:pPr>
      <w:r w:rsidRPr="0011140F">
        <w:t>5.2.5. Обеспечивать беспрепятственный доступ на место представителям Уполномоченного органа для проверки использования</w:t>
      </w:r>
      <w:r>
        <w:t xml:space="preserve"> НТО</w:t>
      </w:r>
      <w:r w:rsidRPr="0011140F">
        <w:t xml:space="preserve"> и соблюдения условий Договора.</w:t>
      </w:r>
    </w:p>
    <w:p w:rsidR="00AA4E60" w:rsidRPr="0011140F" w:rsidRDefault="00AA4E60" w:rsidP="007A02E8">
      <w:pPr>
        <w:pStyle w:val="ConsPlusNonformat"/>
        <w:jc w:val="both"/>
      </w:pPr>
      <w:r w:rsidRPr="0011140F">
        <w:t xml:space="preserve">5.2.6. Об изменении </w:t>
      </w:r>
      <w:r>
        <w:t xml:space="preserve">своего </w:t>
      </w:r>
      <w:r w:rsidRPr="0011140F">
        <w:t>почтового адреса, адреса места нахождения органа управления и (или) названия письменно известить Уполномоченный орган в десятидневный срок с момента такого изменения.</w:t>
      </w:r>
    </w:p>
    <w:p w:rsidR="00AA4E60" w:rsidRPr="0011140F" w:rsidRDefault="00AA4E60" w:rsidP="007A02E8">
      <w:pPr>
        <w:pStyle w:val="ConsPlusNonformat"/>
        <w:jc w:val="both"/>
      </w:pPr>
      <w:r w:rsidRPr="0011140F">
        <w:t xml:space="preserve">5.2.7. В случае досрочного расторжения Договора по причинам нарушения </w:t>
      </w:r>
      <w:r>
        <w:t xml:space="preserve">требований </w:t>
      </w:r>
      <w:r w:rsidRPr="0011140F">
        <w:t>действующего законодательства РФ или условий настоящего Договора в течение 10 календарных дней с момента расторжения договора за свой счет  демонтировать  НТО.</w:t>
      </w:r>
    </w:p>
    <w:p w:rsidR="00AA4E60" w:rsidRPr="0011140F" w:rsidRDefault="00AA4E60" w:rsidP="007A02E8">
      <w:pPr>
        <w:pStyle w:val="ConsPlusNonformat"/>
        <w:jc w:val="both"/>
      </w:pPr>
      <w:r w:rsidRPr="0011140F">
        <w:t>5.2.8. Заключить договор на вывоз твердых бытовых отходов (содержани</w:t>
      </w:r>
      <w:r>
        <w:t>е</w:t>
      </w:r>
      <w:r w:rsidRPr="0011140F">
        <w:t xml:space="preserve"> прилегающей территории) с организациями, предоставляющими такие услуги.</w:t>
      </w:r>
    </w:p>
    <w:p w:rsidR="00AA4E60" w:rsidRPr="0011140F" w:rsidRDefault="00AA4E60" w:rsidP="007A02E8">
      <w:pPr>
        <w:pStyle w:val="ConsPlusNonformat"/>
        <w:jc w:val="both"/>
      </w:pPr>
      <w:r w:rsidRPr="0011140F">
        <w:t xml:space="preserve">5.2.9. По окончании срока действия договора в семидневный срок демонтировать возведенные конструкции и провести благоустроительные работы на месте, предоставленном под размещение </w:t>
      </w:r>
      <w:r>
        <w:t>НТО</w:t>
      </w:r>
      <w:r w:rsidRPr="0011140F">
        <w:t>.</w:t>
      </w:r>
    </w:p>
    <w:p w:rsidR="00AA4E60" w:rsidRDefault="00AA4E60" w:rsidP="007A02E8">
      <w:pPr>
        <w:pStyle w:val="ConsPlusNonformat"/>
        <w:jc w:val="both"/>
      </w:pPr>
      <w:r>
        <w:t>5.2.10. В случае неисполнения указанного требования демонтаж НТО будет осуществлен администрацией городского округа «Город Калининград» за счет собственных средств со взысканием с Оператора понесенных расходов в судебном порядке.</w:t>
      </w:r>
    </w:p>
    <w:p w:rsidR="00AA4E60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</w:pPr>
      <w:r>
        <w:t xml:space="preserve">6. </w:t>
      </w:r>
      <w:r w:rsidRPr="0011140F">
        <w:t>ПРАВА И ОБЯЗАННОСТИ УПОЛНОМОЧЕННОГО ОРГАНА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  <w:jc w:val="both"/>
      </w:pPr>
      <w:r w:rsidRPr="0011140F">
        <w:t>6.1. Уполномоченный орган имеет право:</w:t>
      </w:r>
    </w:p>
    <w:p w:rsidR="00AA4E60" w:rsidRPr="0011140F" w:rsidRDefault="00AA4E60" w:rsidP="007A02E8">
      <w:pPr>
        <w:pStyle w:val="ConsPlusNonformat"/>
        <w:jc w:val="both"/>
      </w:pPr>
      <w:r w:rsidRPr="0011140F">
        <w:t>6.1.1. Контролировать соблюдение Оператором условий настоящего Договора.</w:t>
      </w:r>
    </w:p>
    <w:p w:rsidR="00AA4E60" w:rsidRPr="0011140F" w:rsidRDefault="00AA4E60" w:rsidP="007A02E8">
      <w:pPr>
        <w:pStyle w:val="ConsPlusNonformat"/>
        <w:jc w:val="both"/>
      </w:pPr>
      <w:r w:rsidRPr="0011140F">
        <w:t>6.1.2. Вносить с согласия Оператора, а в случае его отказа в судебном порядке</w:t>
      </w:r>
      <w:r>
        <w:t>,</w:t>
      </w:r>
      <w:r w:rsidRPr="0011140F">
        <w:t xml:space="preserve"> необходимые изменения и уточнения в настоящий Договор в случае изменения действующего законодательства РФ, за исключением изменений платы по Договору.</w:t>
      </w:r>
    </w:p>
    <w:p w:rsidR="00AA4E60" w:rsidRPr="0011140F" w:rsidRDefault="00AA4E60" w:rsidP="007A02E8">
      <w:pPr>
        <w:pStyle w:val="ConsPlusNonformat"/>
        <w:jc w:val="both"/>
      </w:pPr>
      <w:r w:rsidRPr="0011140F">
        <w:t>6.2. Уполномоченный орган обязан:</w:t>
      </w:r>
    </w:p>
    <w:p w:rsidR="00AA4E60" w:rsidRPr="0011140F" w:rsidRDefault="00AA4E60" w:rsidP="007A02E8">
      <w:pPr>
        <w:pStyle w:val="ConsPlusNonformat"/>
        <w:jc w:val="both"/>
      </w:pPr>
      <w:r w:rsidRPr="0011140F">
        <w:t>6.2.1. Не нарушать прав Оператора, предусмотренных законодательством РФ и настоящим Договором.</w:t>
      </w:r>
    </w:p>
    <w:p w:rsidR="00AA4E60" w:rsidRPr="0011140F" w:rsidRDefault="00AA4E60" w:rsidP="007A02E8">
      <w:pPr>
        <w:pStyle w:val="ConsPlusNonformat"/>
        <w:jc w:val="both"/>
      </w:pPr>
      <w:r w:rsidRPr="0011140F">
        <w:t>6.2.2. Выполнять в полном объеме все условия Договора.</w:t>
      </w:r>
    </w:p>
    <w:p w:rsidR="00AA4E60" w:rsidRPr="0011140F" w:rsidRDefault="00AA4E60" w:rsidP="007A02E8">
      <w:pPr>
        <w:pStyle w:val="ConsPlusNonformat"/>
        <w:jc w:val="both"/>
      </w:pPr>
    </w:p>
    <w:p w:rsidR="00AA4E60" w:rsidRPr="0011140F" w:rsidRDefault="00AA4E60" w:rsidP="007A02E8">
      <w:pPr>
        <w:pStyle w:val="ConsPlusNonformat"/>
      </w:pPr>
      <w:r w:rsidRPr="0011140F">
        <w:t>7. ОТВЕТСТВЕННОСТЬ СТОРОН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  <w:jc w:val="both"/>
      </w:pPr>
      <w:r w:rsidRPr="0011140F">
        <w:t>7.1. За нарушение условий настоящего Договора стороны несут ответственность,  предусмотренную действующим законодательством РФ и условиями настоящего Договора.</w:t>
      </w:r>
    </w:p>
    <w:p w:rsidR="00AA4E60" w:rsidRDefault="00AA4E60" w:rsidP="007A02E8">
      <w:pPr>
        <w:pStyle w:val="ConsPlusNonformat"/>
        <w:jc w:val="both"/>
      </w:pPr>
      <w:r w:rsidRPr="0011140F">
        <w:t>7.2. Ответственность сторон за нарушение обязательств по Договору, вызванное   действием обстоятельств непреодолимой силы, регулируется действующим законодательством РФ.</w:t>
      </w:r>
    </w:p>
    <w:p w:rsidR="00AA4E60" w:rsidRPr="0011140F" w:rsidRDefault="00AA4E60" w:rsidP="007A02E8">
      <w:pPr>
        <w:pStyle w:val="ConsPlusNonformat"/>
        <w:jc w:val="both"/>
      </w:pPr>
    </w:p>
    <w:p w:rsidR="00AA4E60" w:rsidRPr="0011140F" w:rsidRDefault="00AA4E60" w:rsidP="007A02E8">
      <w:pPr>
        <w:pStyle w:val="ConsPlusNonformat"/>
      </w:pPr>
      <w:r w:rsidRPr="0011140F">
        <w:t>8. ПОРЯДОК УРЕГУЛИРОВАНИЯ СПОРОВ</w:t>
      </w:r>
    </w:p>
    <w:p w:rsidR="00AA4E60" w:rsidRPr="0011140F" w:rsidRDefault="00AA4E60" w:rsidP="007A02E8">
      <w:pPr>
        <w:pStyle w:val="ConsPlusNonformat"/>
        <w:jc w:val="both"/>
      </w:pPr>
    </w:p>
    <w:p w:rsidR="00AA4E60" w:rsidRPr="0011140F" w:rsidRDefault="00AA4E60" w:rsidP="007A02E8">
      <w:pPr>
        <w:pStyle w:val="ConsPlusNonformat"/>
        <w:jc w:val="both"/>
      </w:pPr>
      <w:r w:rsidRPr="0011140F">
        <w:t>8.1. Споры сторон, вытекающие из исполнения условий  настоящего Договора,  разрешаются в претензионном порядке, а в случае неурегулирования спорных вопросов в судебном порядке.</w:t>
      </w:r>
    </w:p>
    <w:p w:rsidR="00AA4E60" w:rsidRPr="0011140F" w:rsidRDefault="00AA4E60" w:rsidP="007A02E8">
      <w:pPr>
        <w:pStyle w:val="ConsPlusNonformat"/>
        <w:jc w:val="both"/>
      </w:pPr>
    </w:p>
    <w:p w:rsidR="00AA4E60" w:rsidRPr="0011140F" w:rsidRDefault="00AA4E60" w:rsidP="007A02E8">
      <w:pPr>
        <w:pStyle w:val="ConsPlusNonformat"/>
      </w:pPr>
      <w:r w:rsidRPr="0011140F">
        <w:t>9. РАСТОРЖЕНИЕ И ПРЕКРАЩЕНИЕ ДЕЙСТВИЯ ДОГОВОРА</w:t>
      </w:r>
    </w:p>
    <w:p w:rsidR="00AA4E60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  <w:jc w:val="both"/>
      </w:pPr>
      <w:r w:rsidRPr="0011140F">
        <w:t>9.1. Договор может быть досрочно расторгнут:</w:t>
      </w:r>
    </w:p>
    <w:p w:rsidR="00AA4E60" w:rsidRPr="0011140F" w:rsidRDefault="00AA4E60" w:rsidP="007A02E8">
      <w:pPr>
        <w:pStyle w:val="ConsPlusNonformat"/>
        <w:jc w:val="both"/>
      </w:pPr>
      <w:r w:rsidRPr="0011140F">
        <w:t>9.1.1. В случае использования Оператором места размещения НТО не по целевому назначению, указанному в п. 1.1 настоящего Договора.</w:t>
      </w:r>
    </w:p>
    <w:p w:rsidR="00AA4E60" w:rsidRPr="0011140F" w:rsidRDefault="00AA4E60" w:rsidP="007A02E8">
      <w:pPr>
        <w:pStyle w:val="ConsPlusNonformat"/>
        <w:jc w:val="both"/>
      </w:pPr>
      <w:r w:rsidRPr="0011140F">
        <w:t>9.1.2. По соглашению сторон.</w:t>
      </w:r>
    </w:p>
    <w:p w:rsidR="00AA4E60" w:rsidRPr="0011140F" w:rsidRDefault="00AA4E60" w:rsidP="007A02E8">
      <w:pPr>
        <w:pStyle w:val="ConsPlusNonformat"/>
        <w:jc w:val="both"/>
      </w:pPr>
      <w:r w:rsidRPr="0011140F">
        <w:t>9.1.3. По решению суда.</w:t>
      </w:r>
    </w:p>
    <w:p w:rsidR="00AA4E60" w:rsidRPr="0011140F" w:rsidRDefault="00AA4E60" w:rsidP="007A02E8">
      <w:pPr>
        <w:pStyle w:val="ConsPlusNonformat"/>
        <w:jc w:val="both"/>
      </w:pPr>
      <w:r w:rsidRPr="0011140F">
        <w:t>9.1.4. В случае внесения изменений в схему размещения  НТО в части  упразднения мест размещения НТО или изменения их положения.</w:t>
      </w:r>
    </w:p>
    <w:p w:rsidR="00AA4E60" w:rsidRPr="0011140F" w:rsidRDefault="00AA4E60" w:rsidP="007A02E8">
      <w:pPr>
        <w:pStyle w:val="ConsPlusNonformat"/>
        <w:jc w:val="both"/>
      </w:pPr>
      <w:r w:rsidRPr="0011140F">
        <w:t xml:space="preserve">9.2. Договор считается расторгнутым Уполномоченным органом в случае одностороннего отказа от исполнения  </w:t>
      </w:r>
      <w:r>
        <w:t>его условий</w:t>
      </w:r>
      <w:r w:rsidRPr="0011140F">
        <w:t xml:space="preserve"> при неоднократном (дв</w:t>
      </w:r>
      <w:r>
        <w:t>а</w:t>
      </w:r>
      <w:r w:rsidRPr="0011140F">
        <w:t xml:space="preserve"> и более раз</w:t>
      </w:r>
      <w:r>
        <w:t>а</w:t>
      </w:r>
      <w:r w:rsidRPr="0011140F">
        <w:t xml:space="preserve">) нарушении Оператором условий размещения НТО (раздел 3 Договора) и неисполнении Оператором иных обязательств по </w:t>
      </w:r>
      <w:r>
        <w:t>Д</w:t>
      </w:r>
      <w:r w:rsidRPr="0011140F">
        <w:t xml:space="preserve">оговору (п. 5.2 Договора).  </w:t>
      </w:r>
    </w:p>
    <w:p w:rsidR="00AA4E60" w:rsidRPr="0011140F" w:rsidRDefault="00AA4E60" w:rsidP="007A02E8">
      <w:pPr>
        <w:pStyle w:val="ConsPlusNonformat"/>
        <w:jc w:val="both"/>
      </w:pPr>
      <w:r w:rsidRPr="0011140F">
        <w:t xml:space="preserve">9.3. Договор прекращает свое действие в случае прекращения правоспособности </w:t>
      </w:r>
      <w:r>
        <w:t>Оператора</w:t>
      </w:r>
      <w:r w:rsidRPr="0011140F">
        <w:t>.</w:t>
      </w:r>
    </w:p>
    <w:p w:rsidR="00AA4E60" w:rsidRPr="0011140F" w:rsidRDefault="00AA4E60" w:rsidP="007A02E8">
      <w:pPr>
        <w:pStyle w:val="ConsPlusNonformat"/>
        <w:jc w:val="both"/>
      </w:pPr>
    </w:p>
    <w:p w:rsidR="00AA4E60" w:rsidRPr="0011140F" w:rsidRDefault="00AA4E60" w:rsidP="007A02E8">
      <w:pPr>
        <w:pStyle w:val="ConsPlusNonformat"/>
      </w:pPr>
      <w:r w:rsidRPr="0011140F">
        <w:t>10. ЗАКЛЮЧИТЕЛЬНЫЕ ПОЛОЖЕНИЯ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  <w:jc w:val="both"/>
      </w:pPr>
      <w:r w:rsidRPr="0011140F">
        <w:t>10.1. Любые изменения  и дополнения к настоящему Договору (кроме изменения  размера  оплаты) должны быть письменно оформлены в виде дополнительных соглашений.</w:t>
      </w:r>
    </w:p>
    <w:p w:rsidR="00AA4E60" w:rsidRPr="0011140F" w:rsidRDefault="00AA4E60" w:rsidP="007A02E8">
      <w:pPr>
        <w:pStyle w:val="ConsPlusNonformat"/>
        <w:jc w:val="both"/>
      </w:pPr>
      <w:r w:rsidRPr="0011140F">
        <w:t>10.2. Настоящий Договор составлен и подписан в  двух экземплярах, имеющих  одинаковую  юридическую силу, по одному экземпляру каждой из сторон.</w:t>
      </w:r>
    </w:p>
    <w:p w:rsidR="00AA4E60" w:rsidRPr="0011140F" w:rsidRDefault="00AA4E60" w:rsidP="007A02E8">
      <w:pPr>
        <w:pStyle w:val="ConsPlusNonformat"/>
      </w:pPr>
    </w:p>
    <w:p w:rsidR="00AA4E60" w:rsidRDefault="00AA4E60" w:rsidP="007A02E8">
      <w:pPr>
        <w:pStyle w:val="ConsPlusNonformat"/>
      </w:pPr>
      <w:r w:rsidRPr="0011140F">
        <w:t>11. ПРИЛОЖЕНИЕ: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</w:pPr>
      <w:r w:rsidRPr="0011140F">
        <w:t>План места размещения НТО.</w:t>
      </w:r>
    </w:p>
    <w:p w:rsidR="00AA4E60" w:rsidRPr="0011140F" w:rsidRDefault="00AA4E60" w:rsidP="007A02E8">
      <w:pPr>
        <w:pStyle w:val="ConsPlusNonformat"/>
      </w:pPr>
    </w:p>
    <w:p w:rsidR="00AA4E60" w:rsidRPr="0011140F" w:rsidRDefault="00AA4E60" w:rsidP="007A02E8">
      <w:pPr>
        <w:pStyle w:val="ConsPlusNonformat"/>
      </w:pPr>
      <w:r w:rsidRPr="0011140F">
        <w:t>12. ЮРИДИЧЕСКИЕ АДРЕСА СТОРОН:</w:t>
      </w:r>
    </w:p>
    <w:tbl>
      <w:tblPr>
        <w:tblW w:w="0" w:type="auto"/>
        <w:tblInd w:w="-106" w:type="dxa"/>
        <w:tblLayout w:type="fixed"/>
        <w:tblLook w:val="0000"/>
      </w:tblPr>
      <w:tblGrid>
        <w:gridCol w:w="5738"/>
        <w:gridCol w:w="4655"/>
      </w:tblGrid>
      <w:tr w:rsidR="00AA4E60" w:rsidRPr="0011140F">
        <w:trPr>
          <w:trHeight w:val="708"/>
        </w:trPr>
        <w:tc>
          <w:tcPr>
            <w:tcW w:w="5738" w:type="dxa"/>
          </w:tcPr>
          <w:p w:rsidR="00AA4E60" w:rsidRPr="005E5880" w:rsidRDefault="00AA4E60" w:rsidP="000D64B8">
            <w:pPr>
              <w:pStyle w:val="ConsPlusNonformat"/>
              <w:ind w:left="290" w:firstLine="70"/>
            </w:pPr>
          </w:p>
          <w:p w:rsidR="00AA4E60" w:rsidRPr="005E5880" w:rsidRDefault="00AA4E60" w:rsidP="000D64B8">
            <w:pPr>
              <w:pStyle w:val="ConsPlusNonformat"/>
              <w:ind w:left="290" w:firstLine="70"/>
            </w:pPr>
            <w:r w:rsidRPr="005E5880">
              <w:t>УПОЛНОМОЧЕННЫЙ ОРГАН:</w:t>
            </w:r>
          </w:p>
          <w:p w:rsidR="00AA4E60" w:rsidRPr="005E5880" w:rsidRDefault="00AA4E60" w:rsidP="000D64B8">
            <w:pPr>
              <w:pStyle w:val="ConsPlusNonformat"/>
              <w:ind w:left="290" w:firstLine="70"/>
            </w:pPr>
          </w:p>
          <w:p w:rsidR="00AA4E60" w:rsidRPr="005E5880" w:rsidRDefault="00AA4E60" w:rsidP="000D64B8">
            <w:pPr>
              <w:pStyle w:val="ConsPlusNonformat"/>
              <w:ind w:left="290" w:firstLine="70"/>
              <w:jc w:val="both"/>
            </w:pPr>
            <w:r w:rsidRPr="005E5880">
              <w:t>Комитет экономики, финансов и контроля администрации городского округа «Город Калининград»</w:t>
            </w:r>
          </w:p>
          <w:p w:rsidR="00AA4E60" w:rsidRPr="005E5880" w:rsidRDefault="00AA4E60" w:rsidP="000D64B8">
            <w:pPr>
              <w:pStyle w:val="ConsPlusNonformat"/>
              <w:ind w:left="290" w:firstLine="70"/>
              <w:jc w:val="both"/>
            </w:pPr>
            <w:r w:rsidRPr="005E5880">
              <w:t xml:space="preserve">236035, г. Калининград, пл. Победы, 1 </w:t>
            </w:r>
          </w:p>
          <w:p w:rsidR="00AA4E60" w:rsidRPr="005E5880" w:rsidRDefault="00AA4E60" w:rsidP="000D64B8">
            <w:pPr>
              <w:pStyle w:val="ConsPlusNonformat"/>
              <w:ind w:left="290" w:firstLine="70"/>
              <w:jc w:val="both"/>
            </w:pPr>
          </w:p>
          <w:p w:rsidR="00AA4E60" w:rsidRPr="005E5880" w:rsidRDefault="00AA4E60" w:rsidP="000D64B8">
            <w:pPr>
              <w:pStyle w:val="ConsPlusNonformat"/>
              <w:ind w:left="290" w:firstLine="70"/>
            </w:pPr>
          </w:p>
        </w:tc>
        <w:tc>
          <w:tcPr>
            <w:tcW w:w="4655" w:type="dxa"/>
          </w:tcPr>
          <w:p w:rsidR="00AA4E60" w:rsidRDefault="00AA4E60" w:rsidP="001A6B00">
            <w:pPr>
              <w:snapToGrid w:val="0"/>
              <w:ind w:left="-45" w:right="199" w:firstLine="426"/>
              <w:jc w:val="center"/>
              <w:rPr>
                <w:sz w:val="28"/>
                <w:szCs w:val="28"/>
              </w:rPr>
            </w:pPr>
          </w:p>
          <w:p w:rsidR="00AA4E60" w:rsidRPr="0011140F" w:rsidRDefault="00AA4E60" w:rsidP="001A6B00">
            <w:pPr>
              <w:snapToGrid w:val="0"/>
              <w:ind w:left="-45" w:right="199" w:firstLine="426"/>
              <w:jc w:val="center"/>
              <w:rPr>
                <w:sz w:val="28"/>
                <w:szCs w:val="28"/>
              </w:rPr>
            </w:pPr>
            <w:r w:rsidRPr="0011140F">
              <w:rPr>
                <w:sz w:val="28"/>
                <w:szCs w:val="28"/>
              </w:rPr>
              <w:t>ОПЕРАТОР:</w:t>
            </w:r>
          </w:p>
          <w:p w:rsidR="00AA4E60" w:rsidRPr="005E5880" w:rsidRDefault="00AA4E60" w:rsidP="007A02E8">
            <w:pPr>
              <w:pStyle w:val="ConsPlusNonformat"/>
            </w:pPr>
          </w:p>
          <w:p w:rsidR="00AA4E60" w:rsidRPr="005E5880" w:rsidRDefault="00AA4E60" w:rsidP="007A02E8">
            <w:pPr>
              <w:pStyle w:val="ConsPlusNonformat"/>
            </w:pPr>
          </w:p>
        </w:tc>
      </w:tr>
      <w:tr w:rsidR="00AA4E60" w:rsidRPr="0011140F">
        <w:trPr>
          <w:trHeight w:val="708"/>
        </w:trPr>
        <w:tc>
          <w:tcPr>
            <w:tcW w:w="5738" w:type="dxa"/>
          </w:tcPr>
          <w:p w:rsidR="00AA4E60" w:rsidRPr="005E5880" w:rsidRDefault="00AA4E60" w:rsidP="007A02E8">
            <w:pPr>
              <w:pStyle w:val="ConsPlusNonformat"/>
            </w:pPr>
          </w:p>
        </w:tc>
        <w:tc>
          <w:tcPr>
            <w:tcW w:w="4655" w:type="dxa"/>
          </w:tcPr>
          <w:p w:rsidR="00AA4E60" w:rsidRPr="0011140F" w:rsidRDefault="00AA4E60" w:rsidP="001A6B00">
            <w:pPr>
              <w:snapToGrid w:val="0"/>
              <w:ind w:left="-45" w:right="199" w:firstLine="426"/>
              <w:jc w:val="center"/>
              <w:rPr>
                <w:sz w:val="28"/>
                <w:szCs w:val="28"/>
              </w:rPr>
            </w:pPr>
          </w:p>
        </w:tc>
      </w:tr>
    </w:tbl>
    <w:p w:rsidR="00AA4E60" w:rsidRPr="0011140F" w:rsidRDefault="00AA4E60" w:rsidP="007A02E8">
      <w:pPr>
        <w:pStyle w:val="ConsPlusNonformat"/>
      </w:pPr>
    </w:p>
    <w:sectPr w:rsidR="00AA4E60" w:rsidRPr="0011140F" w:rsidSect="002128B8">
      <w:headerReference w:type="default" r:id="rId6"/>
      <w:pgSz w:w="11906" w:h="16838" w:code="9"/>
      <w:pgMar w:top="1134" w:right="567" w:bottom="1134" w:left="1134" w:header="0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E60" w:rsidRDefault="00AA4E60" w:rsidP="002128B8">
      <w:r>
        <w:separator/>
      </w:r>
    </w:p>
  </w:endnote>
  <w:endnote w:type="continuationSeparator" w:id="0">
    <w:p w:rsidR="00AA4E60" w:rsidRDefault="00AA4E60" w:rsidP="0021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E60" w:rsidRDefault="00AA4E60" w:rsidP="002128B8">
      <w:r>
        <w:separator/>
      </w:r>
    </w:p>
  </w:footnote>
  <w:footnote w:type="continuationSeparator" w:id="0">
    <w:p w:rsidR="00AA4E60" w:rsidRDefault="00AA4E60" w:rsidP="002128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60" w:rsidRDefault="00AA4E60">
    <w:pPr>
      <w:pStyle w:val="Header"/>
      <w:jc w:val="center"/>
    </w:pPr>
  </w:p>
  <w:p w:rsidR="00AA4E60" w:rsidRDefault="00AA4E60">
    <w:pPr>
      <w:pStyle w:val="Header"/>
      <w:jc w:val="center"/>
    </w:pPr>
  </w:p>
  <w:p w:rsidR="00AA4E60" w:rsidRDefault="00AA4E60">
    <w:pPr>
      <w:pStyle w:val="Header"/>
      <w:jc w:val="center"/>
    </w:pPr>
    <w:fldSimple w:instr=" PAGE   \* MERGEFORMAT ">
      <w:r>
        <w:rPr>
          <w:noProof/>
        </w:rPr>
        <w:t>5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643"/>
    <w:rsid w:val="000014AD"/>
    <w:rsid w:val="000318C4"/>
    <w:rsid w:val="000D64B8"/>
    <w:rsid w:val="000E3643"/>
    <w:rsid w:val="0011140F"/>
    <w:rsid w:val="00112DE2"/>
    <w:rsid w:val="00113CF3"/>
    <w:rsid w:val="00144066"/>
    <w:rsid w:val="00190CEC"/>
    <w:rsid w:val="001A6B00"/>
    <w:rsid w:val="001B2A9A"/>
    <w:rsid w:val="001E75E9"/>
    <w:rsid w:val="002128B8"/>
    <w:rsid w:val="00296AF8"/>
    <w:rsid w:val="002A6CCB"/>
    <w:rsid w:val="002C5CA7"/>
    <w:rsid w:val="002D0B46"/>
    <w:rsid w:val="002D7B8B"/>
    <w:rsid w:val="002E25B0"/>
    <w:rsid w:val="0035169F"/>
    <w:rsid w:val="0043395A"/>
    <w:rsid w:val="004839AE"/>
    <w:rsid w:val="004C7A1F"/>
    <w:rsid w:val="004F1E57"/>
    <w:rsid w:val="00503965"/>
    <w:rsid w:val="0054563A"/>
    <w:rsid w:val="005A4EB5"/>
    <w:rsid w:val="005A5DC4"/>
    <w:rsid w:val="005A6AFF"/>
    <w:rsid w:val="005B5355"/>
    <w:rsid w:val="005E5880"/>
    <w:rsid w:val="00600CB1"/>
    <w:rsid w:val="006576AD"/>
    <w:rsid w:val="00663D83"/>
    <w:rsid w:val="00695C2F"/>
    <w:rsid w:val="006B381C"/>
    <w:rsid w:val="007363FA"/>
    <w:rsid w:val="007509DD"/>
    <w:rsid w:val="007A02E8"/>
    <w:rsid w:val="007E6385"/>
    <w:rsid w:val="00825584"/>
    <w:rsid w:val="008E7655"/>
    <w:rsid w:val="009B6A2A"/>
    <w:rsid w:val="00A955C8"/>
    <w:rsid w:val="00AA4E60"/>
    <w:rsid w:val="00AB63E4"/>
    <w:rsid w:val="00AF0FD0"/>
    <w:rsid w:val="00B2335C"/>
    <w:rsid w:val="00B346CF"/>
    <w:rsid w:val="00B66498"/>
    <w:rsid w:val="00B93DD6"/>
    <w:rsid w:val="00BE4808"/>
    <w:rsid w:val="00BF6E65"/>
    <w:rsid w:val="00C56F23"/>
    <w:rsid w:val="00C97514"/>
    <w:rsid w:val="00CD2FD2"/>
    <w:rsid w:val="00ED06F8"/>
    <w:rsid w:val="00F56A1C"/>
    <w:rsid w:val="00F62B46"/>
    <w:rsid w:val="00F727F3"/>
    <w:rsid w:val="00FA7DEE"/>
    <w:rsid w:val="00FB7236"/>
    <w:rsid w:val="00FD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6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643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link w:val="ConsPlusNonformat0"/>
    <w:uiPriority w:val="99"/>
    <w:rsid w:val="007A02E8"/>
    <w:pPr>
      <w:autoSpaceDE w:val="0"/>
      <w:autoSpaceDN w:val="0"/>
      <w:adjustRightInd w:val="0"/>
      <w:ind w:firstLine="360"/>
      <w:jc w:val="center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0E3643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customStyle="1" w:styleId="ConsPlusNonformat0">
    <w:name w:val="ConsPlusNonformat Знак"/>
    <w:basedOn w:val="DefaultParagraphFont"/>
    <w:link w:val="ConsPlusNonformat"/>
    <w:uiPriority w:val="99"/>
    <w:locked/>
    <w:rsid w:val="007A02E8"/>
    <w:rPr>
      <w:rFonts w:ascii="Times New Roman" w:hAnsi="Times New Roman" w:cs="Times New Roman"/>
      <w:sz w:val="28"/>
      <w:szCs w:val="28"/>
      <w:lang w:val="ru-RU" w:eastAsia="en-US"/>
    </w:rPr>
  </w:style>
  <w:style w:type="paragraph" w:styleId="NoSpacing">
    <w:name w:val="No Spacing"/>
    <w:uiPriority w:val="99"/>
    <w:qFormat/>
    <w:rsid w:val="0011140F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2128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8B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128B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8B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1122</TotalTime>
  <Pages>5</Pages>
  <Words>1174</Words>
  <Characters>6697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Инна Тимофеевна (ECON-MEDVEDEVA - Медведева)</dc:creator>
  <cp:keywords/>
  <dc:description/>
  <cp:lastModifiedBy>Наташа</cp:lastModifiedBy>
  <cp:revision>17</cp:revision>
  <cp:lastPrinted>2015-11-18T10:00:00Z</cp:lastPrinted>
  <dcterms:created xsi:type="dcterms:W3CDTF">2015-09-25T08:07:00Z</dcterms:created>
  <dcterms:modified xsi:type="dcterms:W3CDTF">2015-11-30T10:09:00Z</dcterms:modified>
</cp:coreProperties>
</file>