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3A5" w:rsidRPr="001E02B8" w:rsidRDefault="00C843A5" w:rsidP="00C37C19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E02B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постановлению администрации городского округа «Город Калининград» от 24 декабря  2015 г. № 2110</w:t>
      </w:r>
    </w:p>
    <w:p w:rsidR="00C843A5" w:rsidRPr="002774D2" w:rsidRDefault="00C843A5" w:rsidP="00336846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43A5" w:rsidRDefault="00C843A5" w:rsidP="00336846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874">
        <w:rPr>
          <w:rFonts w:ascii="Times New Roman" w:hAnsi="Times New Roman" w:cs="Times New Roman"/>
          <w:sz w:val="28"/>
          <w:szCs w:val="28"/>
        </w:rPr>
        <w:t>Сведения об объекте капитального строительства,</w:t>
      </w:r>
      <w:r w:rsidRPr="00FC6874">
        <w:rPr>
          <w:rFonts w:ascii="Times New Roman" w:hAnsi="Times New Roman" w:cs="Times New Roman"/>
          <w:sz w:val="28"/>
          <w:szCs w:val="28"/>
        </w:rPr>
        <w:br/>
        <w:t>в отношении которого принято решение об осуществлении капитальных вложений</w:t>
      </w:r>
      <w:r w:rsidRPr="00FC6874">
        <w:rPr>
          <w:rFonts w:ascii="Times New Roman" w:hAnsi="Times New Roman" w:cs="Times New Roman"/>
          <w:sz w:val="28"/>
          <w:szCs w:val="28"/>
        </w:rPr>
        <w:br/>
        <w:t>за счет средств бюджета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740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80"/>
        <w:gridCol w:w="4536"/>
        <w:gridCol w:w="2381"/>
        <w:gridCol w:w="2381"/>
        <w:gridCol w:w="2381"/>
        <w:gridCol w:w="2381"/>
      </w:tblGrid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9524" w:type="dxa"/>
            <w:gridSpan w:val="4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24" w:type="dxa"/>
            <w:gridSpan w:val="4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</w:t>
            </w:r>
          </w:p>
        </w:tc>
        <w:tc>
          <w:tcPr>
            <w:tcW w:w="9524" w:type="dxa"/>
            <w:gridSpan w:val="4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4A7">
              <w:rPr>
                <w:rFonts w:ascii="Times New Roman" w:hAnsi="Times New Roman" w:cs="Times New Roman"/>
                <w:sz w:val="28"/>
                <w:szCs w:val="28"/>
              </w:rPr>
              <w:t>Строительство очистных сооружений, г. Калининград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инвестирования </w:t>
            </w:r>
          </w:p>
        </w:tc>
        <w:tc>
          <w:tcPr>
            <w:tcW w:w="9524" w:type="dxa"/>
            <w:gridSpan w:val="4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предусматривающей осуществление капитальных вложений в объект муниципальной собственности</w:t>
            </w:r>
          </w:p>
        </w:tc>
        <w:tc>
          <w:tcPr>
            <w:tcW w:w="9524" w:type="dxa"/>
            <w:gridSpan w:val="4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Развитие коммунальной инфраструктуры городского округа «Город Калининград»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9524" w:type="dxa"/>
            <w:gridSpan w:val="4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хозяйства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«Город Калининград»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 xml:space="preserve">Способ финансового обеспечения капитальных вложений </w:t>
            </w:r>
          </w:p>
        </w:tc>
        <w:tc>
          <w:tcPr>
            <w:tcW w:w="9524" w:type="dxa"/>
            <w:gridSpan w:val="4"/>
          </w:tcPr>
          <w:p w:rsidR="00C843A5" w:rsidRPr="002F38C6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8C6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C843A5" w:rsidRPr="00A00AB5" w:rsidRDefault="00C843A5" w:rsidP="00863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 субсидии</w:t>
            </w:r>
          </w:p>
        </w:tc>
        <w:tc>
          <w:tcPr>
            <w:tcW w:w="9524" w:type="dxa"/>
            <w:gridSpan w:val="4"/>
          </w:tcPr>
          <w:p w:rsidR="00C843A5" w:rsidRPr="002F38C6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8C6">
              <w:rPr>
                <w:rFonts w:ascii="Times New Roman" w:hAnsi="Times New Roman" w:cs="Times New Roman"/>
                <w:sz w:val="28"/>
                <w:szCs w:val="28"/>
              </w:rPr>
              <w:t>Муниципальное предприятие коммунального хозяйства «Водоканал» городского округа «Город Калининград»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524" w:type="dxa"/>
            <w:gridSpan w:val="4"/>
          </w:tcPr>
          <w:p w:rsidR="00C843A5" w:rsidRPr="002F38C6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8C6">
              <w:rPr>
                <w:rFonts w:ascii="Times New Roman" w:hAnsi="Times New Roman" w:cs="Times New Roman"/>
                <w:sz w:val="28"/>
                <w:szCs w:val="28"/>
              </w:rPr>
              <w:t>2009-201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38C6"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24" w:type="dxa"/>
            <w:gridSpan w:val="4"/>
          </w:tcPr>
          <w:p w:rsidR="00C843A5" w:rsidRPr="002F38C6" w:rsidRDefault="00C843A5" w:rsidP="00174CD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8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 w:val="restart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Реквизиты:</w:t>
            </w:r>
          </w:p>
        </w:tc>
        <w:tc>
          <w:tcPr>
            <w:tcW w:w="9524" w:type="dxa"/>
            <w:gridSpan w:val="4"/>
            <w:tcBorders>
              <w:bottom w:val="nil"/>
            </w:tcBorders>
          </w:tcPr>
          <w:p w:rsidR="00C843A5" w:rsidRPr="002F38C6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государственной экспертизы проектной документации на объект капитального строительства;</w:t>
            </w:r>
          </w:p>
        </w:tc>
        <w:tc>
          <w:tcPr>
            <w:tcW w:w="9524" w:type="dxa"/>
            <w:gridSpan w:val="4"/>
            <w:tcBorders>
              <w:top w:val="nil"/>
              <w:bottom w:val="nil"/>
            </w:tcBorders>
          </w:tcPr>
          <w:p w:rsidR="00C843A5" w:rsidRPr="002F38C6" w:rsidRDefault="00C843A5" w:rsidP="0025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8C6">
              <w:rPr>
                <w:rFonts w:ascii="Times New Roman" w:hAnsi="Times New Roman" w:cs="Times New Roman"/>
                <w:sz w:val="28"/>
                <w:szCs w:val="28"/>
              </w:rPr>
              <w:t>№ 39-1-4-0338-13 от 03.12.2013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</w:tcBorders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документа об утверждении проектной документации заказчиком</w:t>
            </w:r>
          </w:p>
        </w:tc>
        <w:tc>
          <w:tcPr>
            <w:tcW w:w="9524" w:type="dxa"/>
            <w:gridSpan w:val="4"/>
            <w:tcBorders>
              <w:top w:val="nil"/>
            </w:tcBorders>
          </w:tcPr>
          <w:p w:rsidR="00C843A5" w:rsidRPr="002F38C6" w:rsidRDefault="00C843A5" w:rsidP="00D04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8C6">
              <w:rPr>
                <w:rFonts w:ascii="Times New Roman" w:hAnsi="Times New Roman" w:cs="Times New Roman"/>
                <w:sz w:val="28"/>
                <w:szCs w:val="28"/>
              </w:rPr>
              <w:t>Приказ комитета архитектуры и строительства администрации городского округа «Город Калининград» № п-КАиС-16 от 24.02.2014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Мощность объекта капита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льного строительства, подлежащего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 xml:space="preserve"> вводу</w:t>
            </w:r>
          </w:p>
        </w:tc>
        <w:tc>
          <w:tcPr>
            <w:tcW w:w="9524" w:type="dxa"/>
            <w:gridSpan w:val="4"/>
          </w:tcPr>
          <w:p w:rsidR="00C843A5" w:rsidRPr="00B924A7" w:rsidRDefault="00C843A5" w:rsidP="00174CD4">
            <w:pPr>
              <w:autoSpaceDE w:val="0"/>
              <w:autoSpaceDN w:val="0"/>
              <w:adjustRightInd w:val="0"/>
              <w:spacing w:after="0" w:line="240" w:lineRule="auto"/>
            </w:pPr>
            <w:r w:rsidRPr="002F38C6">
              <w:rPr>
                <w:rFonts w:ascii="Times New Roman" w:hAnsi="Times New Roman" w:cs="Times New Roman"/>
                <w:sz w:val="28"/>
                <w:szCs w:val="28"/>
              </w:rPr>
              <w:t>150 тыс. куб.м в сутки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 xml:space="preserve">Срок ввода в эксплуатацию объекта капитального строительства </w:t>
            </w:r>
          </w:p>
        </w:tc>
        <w:tc>
          <w:tcPr>
            <w:tcW w:w="9524" w:type="dxa"/>
            <w:gridSpan w:val="4"/>
          </w:tcPr>
          <w:p w:rsidR="00C843A5" w:rsidRPr="002F38C6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2F38C6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 w:val="restart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6" w:type="dxa"/>
            <w:vMerge w:val="restart"/>
            <w:tcBorders>
              <w:bottom w:val="nil"/>
            </w:tcBorders>
          </w:tcPr>
          <w:p w:rsidR="00C843A5" w:rsidRPr="00115F96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Сметная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 xml:space="preserve"> стоимость объекта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62" w:type="dxa"/>
            <w:gridSpan w:val="2"/>
            <w:vMerge w:val="restart"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762" w:type="dxa"/>
            <w:gridSpan w:val="2"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nil"/>
              <w:bottom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C843A5" w:rsidRPr="00A00AB5" w:rsidRDefault="00C843A5" w:rsidP="003E2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2006-2014 гг.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174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C843A5" w:rsidRPr="00B924A7">
        <w:trPr>
          <w:trHeight w:val="307"/>
          <w:tblCellSpacing w:w="5" w:type="nil"/>
          <w:jc w:val="center"/>
        </w:trPr>
        <w:tc>
          <w:tcPr>
            <w:tcW w:w="680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843A5" w:rsidRPr="00A00AB5" w:rsidRDefault="00C843A5" w:rsidP="00174CD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115F96">
              <w:rPr>
                <w:rFonts w:ascii="Times New Roman" w:hAnsi="Times New Roman" w:cs="Times New Roman"/>
                <w:sz w:val="28"/>
                <w:szCs w:val="28"/>
              </w:rPr>
              <w:t>в текущих ц</w:t>
            </w:r>
            <w:bookmarkStart w:id="0" w:name="_GoBack"/>
            <w:bookmarkEnd w:id="0"/>
            <w:r w:rsidRPr="00115F96">
              <w:rPr>
                <w:rFonts w:ascii="Times New Roman" w:hAnsi="Times New Roman" w:cs="Times New Roman"/>
                <w:sz w:val="28"/>
                <w:szCs w:val="28"/>
              </w:rPr>
              <w:t>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2 квартал 2007 г.;</w:t>
            </w:r>
          </w:p>
        </w:tc>
        <w:tc>
          <w:tcPr>
            <w:tcW w:w="4762" w:type="dxa"/>
            <w:gridSpan w:val="2"/>
            <w:tcBorders>
              <w:bottom w:val="nil"/>
            </w:tcBorders>
            <w:vAlign w:val="bottom"/>
          </w:tcPr>
          <w:p w:rsidR="00C843A5" w:rsidRPr="003E21D8" w:rsidRDefault="00C843A5" w:rsidP="0080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2 010 993,8</w:t>
            </w:r>
          </w:p>
        </w:tc>
        <w:tc>
          <w:tcPr>
            <w:tcW w:w="2381" w:type="dxa"/>
            <w:tcBorders>
              <w:bottom w:val="nil"/>
            </w:tcBorders>
            <w:vAlign w:val="bottom"/>
          </w:tcPr>
          <w:p w:rsidR="00C843A5" w:rsidRPr="00176AFF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1 763 585,7 *</w:t>
            </w:r>
          </w:p>
        </w:tc>
        <w:tc>
          <w:tcPr>
            <w:tcW w:w="2381" w:type="dxa"/>
            <w:tcBorders>
              <w:bottom w:val="nil"/>
            </w:tcBorders>
            <w:vAlign w:val="bottom"/>
          </w:tcPr>
          <w:p w:rsidR="00C843A5" w:rsidRPr="00CD31AD" w:rsidRDefault="00C843A5" w:rsidP="0080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247 408,1 *</w:t>
            </w:r>
          </w:p>
        </w:tc>
      </w:tr>
      <w:tr w:rsidR="00C843A5" w:rsidRPr="00B924A7">
        <w:trPr>
          <w:trHeight w:val="318"/>
          <w:tblCellSpacing w:w="5" w:type="nil"/>
          <w:jc w:val="center"/>
        </w:trPr>
        <w:tc>
          <w:tcPr>
            <w:tcW w:w="680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C843A5" w:rsidRPr="00115F96" w:rsidRDefault="00C843A5" w:rsidP="00174CD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115F96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762" w:type="dxa"/>
            <w:gridSpan w:val="2"/>
            <w:tcBorders>
              <w:top w:val="nil"/>
            </w:tcBorders>
            <w:vAlign w:val="bottom"/>
          </w:tcPr>
          <w:p w:rsidR="00C843A5" w:rsidRPr="00865B3E" w:rsidRDefault="00C843A5" w:rsidP="0080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1 899 197,7</w:t>
            </w:r>
            <w:r w:rsidRPr="00865B3E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381" w:type="dxa"/>
            <w:tcBorders>
              <w:top w:val="nil"/>
            </w:tcBorders>
            <w:vAlign w:val="bottom"/>
          </w:tcPr>
          <w:p w:rsidR="00C843A5" w:rsidRPr="00865B3E" w:rsidRDefault="00C843A5" w:rsidP="00021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B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460 057,1</w:t>
            </w:r>
            <w:r w:rsidRPr="00865B3E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381" w:type="dxa"/>
            <w:tcBorders>
              <w:top w:val="nil"/>
            </w:tcBorders>
            <w:vAlign w:val="bottom"/>
          </w:tcPr>
          <w:p w:rsidR="00C843A5" w:rsidRPr="00CD31AD" w:rsidRDefault="00C843A5" w:rsidP="0080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439 140,6 *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 w:val="restart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524" w:type="dxa"/>
            <w:gridSpan w:val="4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C843A5" w:rsidRPr="00115F96" w:rsidRDefault="00C843A5" w:rsidP="00B5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включая авторский надзор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4762" w:type="dxa"/>
            <w:gridSpan w:val="2"/>
            <w:tcBorders>
              <w:bottom w:val="nil"/>
            </w:tcBorders>
            <w:vAlign w:val="bottom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tcBorders>
              <w:bottom w:val="nil"/>
            </w:tcBorders>
            <w:vAlign w:val="bottom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tcBorders>
              <w:bottom w:val="nil"/>
            </w:tcBorders>
            <w:vAlign w:val="bottom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843A5" w:rsidRPr="00A00AB5" w:rsidRDefault="00C843A5" w:rsidP="00174CD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115F96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2 квартал 2007 г.;</w:t>
            </w:r>
          </w:p>
        </w:tc>
        <w:tc>
          <w:tcPr>
            <w:tcW w:w="4762" w:type="dxa"/>
            <w:gridSpan w:val="2"/>
            <w:tcBorders>
              <w:top w:val="nil"/>
              <w:bottom w:val="nil"/>
            </w:tcBorders>
            <w:vAlign w:val="bottom"/>
          </w:tcPr>
          <w:p w:rsidR="00C843A5" w:rsidRDefault="00C843A5" w:rsidP="0080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60 623,8</w:t>
            </w:r>
          </w:p>
        </w:tc>
        <w:tc>
          <w:tcPr>
            <w:tcW w:w="2381" w:type="dxa"/>
            <w:tcBorders>
              <w:top w:val="nil"/>
              <w:bottom w:val="nil"/>
            </w:tcBorders>
            <w:vAlign w:val="bottom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59 187,5</w:t>
            </w:r>
          </w:p>
        </w:tc>
        <w:tc>
          <w:tcPr>
            <w:tcW w:w="2381" w:type="dxa"/>
            <w:tcBorders>
              <w:top w:val="nil"/>
              <w:bottom w:val="nil"/>
            </w:tcBorders>
            <w:vAlign w:val="bottom"/>
          </w:tcPr>
          <w:p w:rsidR="00C843A5" w:rsidRDefault="00C843A5" w:rsidP="0080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1 436,3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C843A5" w:rsidRPr="00115F96" w:rsidRDefault="00C843A5" w:rsidP="00174CD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115F96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762" w:type="dxa"/>
            <w:gridSpan w:val="2"/>
            <w:tcBorders>
              <w:top w:val="nil"/>
            </w:tcBorders>
            <w:vAlign w:val="bottom"/>
          </w:tcPr>
          <w:p w:rsidR="00C843A5" w:rsidRPr="00176AFF" w:rsidRDefault="00C843A5" w:rsidP="0080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63 361,9</w:t>
            </w:r>
          </w:p>
        </w:tc>
        <w:tc>
          <w:tcPr>
            <w:tcW w:w="2381" w:type="dxa"/>
            <w:tcBorders>
              <w:top w:val="nil"/>
            </w:tcBorders>
            <w:vAlign w:val="bottom"/>
          </w:tcPr>
          <w:p w:rsidR="00C843A5" w:rsidRPr="00A00AB5" w:rsidRDefault="00C843A5" w:rsidP="00E72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60 631,1</w:t>
            </w:r>
          </w:p>
        </w:tc>
        <w:tc>
          <w:tcPr>
            <w:tcW w:w="2381" w:type="dxa"/>
            <w:tcBorders>
              <w:top w:val="nil"/>
            </w:tcBorders>
            <w:vAlign w:val="bottom"/>
          </w:tcPr>
          <w:p w:rsidR="00C843A5" w:rsidRDefault="00C843A5" w:rsidP="0080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2 730,8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</w:tcPr>
          <w:p w:rsidR="00C843A5" w:rsidRPr="00A00AB5" w:rsidRDefault="00C843A5" w:rsidP="00174CD4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843A5" w:rsidRPr="00A00AB5" w:rsidRDefault="00C843A5" w:rsidP="00174CD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24" w:type="dxa"/>
            <w:gridSpan w:val="4"/>
          </w:tcPr>
          <w:p w:rsidR="00C843A5" w:rsidRPr="00A00AB5" w:rsidRDefault="00C843A5" w:rsidP="00174CD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 w:val="restart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536" w:type="dxa"/>
            <w:tcBorders>
              <w:bottom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4762" w:type="dxa"/>
            <w:gridSpan w:val="2"/>
            <w:tcBorders>
              <w:bottom w:val="nil"/>
            </w:tcBorders>
            <w:vAlign w:val="bottom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tcBorders>
              <w:bottom w:val="nil"/>
            </w:tcBorders>
            <w:vAlign w:val="bottom"/>
          </w:tcPr>
          <w:p w:rsidR="00C843A5" w:rsidRPr="00F3513E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tcBorders>
              <w:bottom w:val="nil"/>
            </w:tcBorders>
            <w:vAlign w:val="bottom"/>
          </w:tcPr>
          <w:p w:rsidR="00C843A5" w:rsidRPr="00F3513E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843A5" w:rsidRPr="00A00AB5" w:rsidRDefault="00C843A5" w:rsidP="00174CD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2 квартал 2007 г.;</w:t>
            </w:r>
          </w:p>
        </w:tc>
        <w:tc>
          <w:tcPr>
            <w:tcW w:w="4762" w:type="dxa"/>
            <w:gridSpan w:val="2"/>
            <w:tcBorders>
              <w:top w:val="nil"/>
              <w:bottom w:val="nil"/>
            </w:tcBorders>
            <w:vAlign w:val="bottom"/>
          </w:tcPr>
          <w:p w:rsidR="00C843A5" w:rsidRDefault="00C843A5" w:rsidP="0080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1 950 370,0</w:t>
            </w:r>
          </w:p>
        </w:tc>
        <w:tc>
          <w:tcPr>
            <w:tcW w:w="2381" w:type="dxa"/>
            <w:tcBorders>
              <w:top w:val="nil"/>
              <w:bottom w:val="nil"/>
            </w:tcBorders>
            <w:vAlign w:val="bottom"/>
          </w:tcPr>
          <w:p w:rsidR="00C843A5" w:rsidRPr="00F3513E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1 704 398,2 *</w:t>
            </w:r>
          </w:p>
        </w:tc>
        <w:tc>
          <w:tcPr>
            <w:tcW w:w="2381" w:type="dxa"/>
            <w:tcBorders>
              <w:top w:val="nil"/>
              <w:bottom w:val="nil"/>
            </w:tcBorders>
            <w:vAlign w:val="bottom"/>
          </w:tcPr>
          <w:p w:rsidR="00C843A5" w:rsidRPr="00F3513E" w:rsidRDefault="00C843A5" w:rsidP="0080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245 971,8 *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C843A5" w:rsidRPr="00A00AB5" w:rsidRDefault="00C843A5" w:rsidP="00174CD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762" w:type="dxa"/>
            <w:gridSpan w:val="2"/>
            <w:tcBorders>
              <w:top w:val="nil"/>
            </w:tcBorders>
            <w:vAlign w:val="bottom"/>
          </w:tcPr>
          <w:p w:rsidR="00C843A5" w:rsidRPr="00865B3E" w:rsidRDefault="00C843A5" w:rsidP="00297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1 835 835,8</w:t>
            </w:r>
            <w:r w:rsidRPr="00865B3E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381" w:type="dxa"/>
            <w:tcBorders>
              <w:top w:val="nil"/>
            </w:tcBorders>
            <w:vAlign w:val="bottom"/>
          </w:tcPr>
          <w:p w:rsidR="00C843A5" w:rsidRPr="00865B3E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B3E">
              <w:rPr>
                <w:rFonts w:ascii="Times New Roman" w:hAnsi="Times New Roman" w:cs="Times New Roman"/>
                <w:sz w:val="28"/>
                <w:szCs w:val="28"/>
              </w:rPr>
              <w:t>1 399 426,0 *</w:t>
            </w:r>
          </w:p>
        </w:tc>
        <w:tc>
          <w:tcPr>
            <w:tcW w:w="2381" w:type="dxa"/>
            <w:tcBorders>
              <w:top w:val="nil"/>
            </w:tcBorders>
            <w:vAlign w:val="bottom"/>
          </w:tcPr>
          <w:p w:rsidR="00C843A5" w:rsidRPr="00865B3E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436 409,8</w:t>
            </w:r>
            <w:r w:rsidRPr="00865B3E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 w:val="restart"/>
            <w:tcBorders>
              <w:bottom w:val="nil"/>
            </w:tcBorders>
          </w:tcPr>
          <w:p w:rsidR="00C843A5" w:rsidRPr="00574A8F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6" w:type="dxa"/>
            <w:vMerge w:val="restart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Общий объем капитальных вложений в объект капитального строительства в ценах соот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лет с разбивкой по 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источникам финансирования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B924A7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B924A7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B924A7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6pt;height:19.8pt">
                  <v:imagedata r:id="rId7" o:title="" chromakey="white"/>
                </v:shape>
              </w:pict>
            </w:r>
            <w:r w:rsidRPr="00B924A7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B924A7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B924A7">
              <w:pict>
                <v:shape id="_x0000_i1026" type="#_x0000_t75" style="width:72.6pt;height:19.8pt">
                  <v:imagedata r:id="rId7" o:title="" chromakey="white"/>
                </v:shape>
              </w:pict>
            </w:r>
            <w:r w:rsidRPr="00B924A7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B924A7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B924A7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B924A7">
              <w:pict>
                <v:shape id="_x0000_i1027" type="#_x0000_t75" style="width:25.8pt;height:53.4pt">
                  <v:imagedata r:id="rId8" o:title="" chromakey="white"/>
                </v:shape>
              </w:pict>
            </w:r>
            <w:r w:rsidRPr="00B924A7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B924A7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B924A7">
              <w:pict>
                <v:shape id="_x0000_i1028" type="#_x0000_t75" style="width:25.8pt;height:53.4pt">
                  <v:imagedata r:id="rId8" o:title="" chromakey="white"/>
                </v:shape>
              </w:pict>
            </w:r>
            <w:r w:rsidRPr="00B924A7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62" w:type="dxa"/>
            <w:gridSpan w:val="2"/>
            <w:vMerge w:val="restart"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762" w:type="dxa"/>
            <w:gridSpan w:val="2"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  <w:tcBorders>
              <w:bottom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C843A5" w:rsidRPr="00A00AB5" w:rsidRDefault="00C843A5" w:rsidP="003E2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2006-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174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2015 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  <w:tcBorders>
              <w:bottom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704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1 892 839,2 *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1 453 698,6 *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232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439 140,6</w:t>
            </w:r>
            <w:r w:rsidRPr="007F647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  <w:tcBorders>
              <w:bottom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297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4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502 001,2</w:t>
            </w:r>
            <w:r w:rsidRPr="007F647C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B51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1 131 966,0 *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370 035,2</w:t>
            </w:r>
            <w:r w:rsidRPr="007F647C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  <w:tcBorders>
              <w:bottom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704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390 838,0</w:t>
            </w:r>
            <w:r w:rsidRPr="007F647C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381" w:type="dxa"/>
            <w:vAlign w:val="center"/>
          </w:tcPr>
          <w:p w:rsidR="00C843A5" w:rsidRPr="00066799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321 732,6 *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232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69 105,4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  <w:tcBorders>
              <w:bottom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524" w:type="dxa"/>
            <w:gridSpan w:val="4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4536" w:type="dxa"/>
            <w:vMerge w:val="restart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включая авторский надзор</w:t>
            </w:r>
          </w:p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2381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704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57 003,4 *</w:t>
            </w:r>
          </w:p>
        </w:tc>
        <w:tc>
          <w:tcPr>
            <w:tcW w:w="2381" w:type="dxa"/>
            <w:vAlign w:val="center"/>
          </w:tcPr>
          <w:p w:rsidR="00C843A5" w:rsidRPr="00B51BB8" w:rsidRDefault="00C843A5" w:rsidP="00B0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54 272,6 </w:t>
            </w:r>
            <w:r w:rsidRPr="00B51BB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232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2 730,8 *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  <w:tcBorders>
              <w:bottom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7F6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47C">
              <w:rPr>
                <w:rFonts w:ascii="Times New Roman" w:hAnsi="Times New Roman" w:cs="Times New Roman"/>
                <w:sz w:val="28"/>
                <w:szCs w:val="28"/>
              </w:rPr>
              <w:t>35 742,7 *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35 546,3 *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E86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196,4 *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  <w:tcBorders>
              <w:bottom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704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47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260,7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18 726,3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E86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2 534,4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 w:val="restart"/>
            <w:tcBorders>
              <w:top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4536" w:type="dxa"/>
            <w:vMerge w:val="restart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2381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297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1 835 835,8 *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1 399 426,0 *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436 409,8 *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  <w:tcBorders>
              <w:top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297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4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466 258,5</w:t>
            </w:r>
            <w:r w:rsidRPr="007F647C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381" w:type="dxa"/>
            <w:vAlign w:val="center"/>
          </w:tcPr>
          <w:p w:rsidR="00C843A5" w:rsidRPr="00A00AB5" w:rsidRDefault="00C843A5" w:rsidP="00CA6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1 096 419,7 *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E86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369 838,8</w:t>
            </w:r>
            <w:r w:rsidRPr="007F647C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</w:tr>
      <w:tr w:rsidR="00C843A5" w:rsidRPr="00B924A7">
        <w:trPr>
          <w:trHeight w:val="57"/>
          <w:tblCellSpacing w:w="5" w:type="nil"/>
          <w:jc w:val="center"/>
        </w:trPr>
        <w:tc>
          <w:tcPr>
            <w:tcW w:w="680" w:type="dxa"/>
            <w:vMerge/>
            <w:tcBorders>
              <w:top w:val="nil"/>
            </w:tcBorders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C843A5" w:rsidRPr="00A00AB5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AB5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7F6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369 577,3</w:t>
            </w:r>
          </w:p>
        </w:tc>
        <w:tc>
          <w:tcPr>
            <w:tcW w:w="2381" w:type="dxa"/>
            <w:vAlign w:val="center"/>
          </w:tcPr>
          <w:p w:rsidR="00C843A5" w:rsidRPr="00B51BB8" w:rsidRDefault="00C843A5" w:rsidP="00CA6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BB8">
              <w:rPr>
                <w:rFonts w:ascii="Times New Roman" w:hAnsi="Times New Roman" w:cs="Times New Roman"/>
                <w:sz w:val="28"/>
                <w:szCs w:val="28"/>
              </w:rPr>
              <w:t>303 006,3</w:t>
            </w:r>
          </w:p>
        </w:tc>
        <w:tc>
          <w:tcPr>
            <w:tcW w:w="2381" w:type="dxa"/>
            <w:vAlign w:val="center"/>
          </w:tcPr>
          <w:p w:rsidR="00C843A5" w:rsidRPr="007F647C" w:rsidRDefault="00C843A5" w:rsidP="00174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66 571,0</w:t>
            </w:r>
          </w:p>
        </w:tc>
      </w:tr>
    </w:tbl>
    <w:p w:rsidR="00C843A5" w:rsidRPr="00864ED0" w:rsidRDefault="00C843A5" w:rsidP="00574A8F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43A5" w:rsidRPr="00864ED0" w:rsidRDefault="00C843A5" w:rsidP="00574A8F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ED0">
        <w:rPr>
          <w:rFonts w:ascii="Times New Roman" w:hAnsi="Times New Roman" w:cs="Times New Roman"/>
          <w:sz w:val="28"/>
          <w:szCs w:val="28"/>
        </w:rPr>
        <w:t xml:space="preserve">* Подлежит уточнению после </w:t>
      </w:r>
      <w:r>
        <w:rPr>
          <w:rFonts w:ascii="Times New Roman" w:hAnsi="Times New Roman" w:cs="Times New Roman"/>
          <w:sz w:val="28"/>
          <w:szCs w:val="28"/>
        </w:rPr>
        <w:t>окончательных взаиморасчетов в рамках муниципального контракта № 12 от 31.07.2009.</w:t>
      </w:r>
    </w:p>
    <w:sectPr w:rsidR="00C843A5" w:rsidRPr="00864ED0" w:rsidSect="000074C4">
      <w:headerReference w:type="default" r:id="rId9"/>
      <w:footerReference w:type="default" r:id="rId10"/>
      <w:headerReference w:type="first" r:id="rId11"/>
      <w:footerReference w:type="first" r:id="rId12"/>
      <w:pgSz w:w="16838" w:h="11905" w:orient="landscape"/>
      <w:pgMar w:top="1418" w:right="1134" w:bottom="567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3A5" w:rsidRDefault="00C843A5" w:rsidP="00987250">
      <w:pPr>
        <w:spacing w:after="0" w:line="240" w:lineRule="auto"/>
      </w:pPr>
      <w:r>
        <w:separator/>
      </w:r>
    </w:p>
  </w:endnote>
  <w:endnote w:type="continuationSeparator" w:id="0">
    <w:p w:rsidR="00C843A5" w:rsidRDefault="00C843A5" w:rsidP="00987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3A5" w:rsidRDefault="00C843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3A5" w:rsidRDefault="00C843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3A5" w:rsidRDefault="00C843A5" w:rsidP="00987250">
      <w:pPr>
        <w:spacing w:after="0" w:line="240" w:lineRule="auto"/>
      </w:pPr>
      <w:r>
        <w:separator/>
      </w:r>
    </w:p>
  </w:footnote>
  <w:footnote w:type="continuationSeparator" w:id="0">
    <w:p w:rsidR="00C843A5" w:rsidRDefault="00C843A5" w:rsidP="00987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3A5" w:rsidRPr="002C36F1" w:rsidRDefault="00C843A5" w:rsidP="00127357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3A5" w:rsidRDefault="00C843A5">
    <w:pPr>
      <w:pStyle w:val="Header"/>
      <w:jc w:val="center"/>
    </w:pPr>
  </w:p>
  <w:p w:rsidR="00C843A5" w:rsidRDefault="00C843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6C14"/>
    <w:multiLevelType w:val="hybridMultilevel"/>
    <w:tmpl w:val="FC02A504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">
    <w:nsid w:val="323A1575"/>
    <w:multiLevelType w:val="hybridMultilevel"/>
    <w:tmpl w:val="9EFEE102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2">
    <w:nsid w:val="3A160F22"/>
    <w:multiLevelType w:val="hybridMultilevel"/>
    <w:tmpl w:val="AC20DD12"/>
    <w:lvl w:ilvl="0" w:tplc="8D488354">
      <w:start w:val="1"/>
      <w:numFmt w:val="bullet"/>
      <w:lvlText w:val=""/>
      <w:lvlJc w:val="left"/>
      <w:pPr>
        <w:ind w:left="104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3">
    <w:nsid w:val="4C7C66A2"/>
    <w:multiLevelType w:val="hybridMultilevel"/>
    <w:tmpl w:val="2DBC0240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4">
    <w:nsid w:val="500C1413"/>
    <w:multiLevelType w:val="hybridMultilevel"/>
    <w:tmpl w:val="CE727700"/>
    <w:lvl w:ilvl="0" w:tplc="04190001">
      <w:start w:val="30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1B842AB"/>
    <w:multiLevelType w:val="hybridMultilevel"/>
    <w:tmpl w:val="3B14B934"/>
    <w:lvl w:ilvl="0" w:tplc="8D488354">
      <w:start w:val="1"/>
      <w:numFmt w:val="bullet"/>
      <w:lvlText w:val=""/>
      <w:lvlJc w:val="left"/>
      <w:pPr>
        <w:ind w:left="104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6">
    <w:nsid w:val="6695376C"/>
    <w:multiLevelType w:val="hybridMultilevel"/>
    <w:tmpl w:val="B2CAA198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7">
    <w:nsid w:val="6D3B3BBA"/>
    <w:multiLevelType w:val="hybridMultilevel"/>
    <w:tmpl w:val="1A1E78CA"/>
    <w:lvl w:ilvl="0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9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346" w:hanging="360"/>
      </w:pPr>
      <w:rPr>
        <w:rFonts w:ascii="Wingdings" w:hAnsi="Wingdings" w:cs="Wingdings" w:hint="default"/>
      </w:rPr>
    </w:lvl>
  </w:abstractNum>
  <w:abstractNum w:abstractNumId="8">
    <w:nsid w:val="7C34174E"/>
    <w:multiLevelType w:val="hybridMultilevel"/>
    <w:tmpl w:val="9C4A7030"/>
    <w:lvl w:ilvl="0" w:tplc="3D8A60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854"/>
    <w:rsid w:val="000074C4"/>
    <w:rsid w:val="00012400"/>
    <w:rsid w:val="00013414"/>
    <w:rsid w:val="0001673C"/>
    <w:rsid w:val="00020A45"/>
    <w:rsid w:val="0002125F"/>
    <w:rsid w:val="000213C7"/>
    <w:rsid w:val="0003194C"/>
    <w:rsid w:val="00046FBC"/>
    <w:rsid w:val="00055592"/>
    <w:rsid w:val="00055E59"/>
    <w:rsid w:val="000577FC"/>
    <w:rsid w:val="00062AE2"/>
    <w:rsid w:val="00066799"/>
    <w:rsid w:val="00070CC2"/>
    <w:rsid w:val="000714FD"/>
    <w:rsid w:val="00074315"/>
    <w:rsid w:val="000833AF"/>
    <w:rsid w:val="00086B8D"/>
    <w:rsid w:val="00092A48"/>
    <w:rsid w:val="00096BA0"/>
    <w:rsid w:val="000970E0"/>
    <w:rsid w:val="000A58DF"/>
    <w:rsid w:val="000A74EA"/>
    <w:rsid w:val="000B42BC"/>
    <w:rsid w:val="000C05F0"/>
    <w:rsid w:val="000C3789"/>
    <w:rsid w:val="000C4C9E"/>
    <w:rsid w:val="000D5743"/>
    <w:rsid w:val="000E62DE"/>
    <w:rsid w:val="000E70F9"/>
    <w:rsid w:val="000F5C62"/>
    <w:rsid w:val="00105E17"/>
    <w:rsid w:val="00112149"/>
    <w:rsid w:val="00112A67"/>
    <w:rsid w:val="0011529B"/>
    <w:rsid w:val="00115F96"/>
    <w:rsid w:val="00127357"/>
    <w:rsid w:val="001333F0"/>
    <w:rsid w:val="0013470D"/>
    <w:rsid w:val="001364B3"/>
    <w:rsid w:val="00136C64"/>
    <w:rsid w:val="001420C1"/>
    <w:rsid w:val="00144BF6"/>
    <w:rsid w:val="001539F5"/>
    <w:rsid w:val="00153BAF"/>
    <w:rsid w:val="00174CD4"/>
    <w:rsid w:val="00176AFF"/>
    <w:rsid w:val="00177455"/>
    <w:rsid w:val="00182D2A"/>
    <w:rsid w:val="00182D5F"/>
    <w:rsid w:val="00184226"/>
    <w:rsid w:val="001927CA"/>
    <w:rsid w:val="00192DB8"/>
    <w:rsid w:val="001A2909"/>
    <w:rsid w:val="001A524E"/>
    <w:rsid w:val="001A60A9"/>
    <w:rsid w:val="001B25DB"/>
    <w:rsid w:val="001C5CAB"/>
    <w:rsid w:val="001C6849"/>
    <w:rsid w:val="001C71F8"/>
    <w:rsid w:val="001C7DCD"/>
    <w:rsid w:val="001E00CE"/>
    <w:rsid w:val="001E02B8"/>
    <w:rsid w:val="001E0DDC"/>
    <w:rsid w:val="001F1176"/>
    <w:rsid w:val="0020720D"/>
    <w:rsid w:val="00212C19"/>
    <w:rsid w:val="00216680"/>
    <w:rsid w:val="00224F85"/>
    <w:rsid w:val="00231F87"/>
    <w:rsid w:val="00232743"/>
    <w:rsid w:val="00235236"/>
    <w:rsid w:val="00235A6C"/>
    <w:rsid w:val="00235D74"/>
    <w:rsid w:val="00246E9B"/>
    <w:rsid w:val="00251C5F"/>
    <w:rsid w:val="002550C2"/>
    <w:rsid w:val="00260FB4"/>
    <w:rsid w:val="00264D9B"/>
    <w:rsid w:val="0026512F"/>
    <w:rsid w:val="0027511A"/>
    <w:rsid w:val="002774D2"/>
    <w:rsid w:val="00282EDB"/>
    <w:rsid w:val="00283D1D"/>
    <w:rsid w:val="00287BAB"/>
    <w:rsid w:val="0029024B"/>
    <w:rsid w:val="002917DB"/>
    <w:rsid w:val="00297F78"/>
    <w:rsid w:val="002A1D4F"/>
    <w:rsid w:val="002B5633"/>
    <w:rsid w:val="002C36F1"/>
    <w:rsid w:val="002E5136"/>
    <w:rsid w:val="002E6093"/>
    <w:rsid w:val="002F38C6"/>
    <w:rsid w:val="00304173"/>
    <w:rsid w:val="00306BC1"/>
    <w:rsid w:val="00306CC9"/>
    <w:rsid w:val="00311438"/>
    <w:rsid w:val="00311A18"/>
    <w:rsid w:val="0032274F"/>
    <w:rsid w:val="00326A71"/>
    <w:rsid w:val="00326A98"/>
    <w:rsid w:val="00335876"/>
    <w:rsid w:val="00336846"/>
    <w:rsid w:val="00342473"/>
    <w:rsid w:val="003570C6"/>
    <w:rsid w:val="003612E7"/>
    <w:rsid w:val="00362B06"/>
    <w:rsid w:val="003812BE"/>
    <w:rsid w:val="00381FDE"/>
    <w:rsid w:val="00382DFC"/>
    <w:rsid w:val="003911A6"/>
    <w:rsid w:val="003A399B"/>
    <w:rsid w:val="003B202B"/>
    <w:rsid w:val="003B2D4E"/>
    <w:rsid w:val="003C12AE"/>
    <w:rsid w:val="003C43ED"/>
    <w:rsid w:val="003E21D8"/>
    <w:rsid w:val="003E7973"/>
    <w:rsid w:val="003F05B1"/>
    <w:rsid w:val="003F1D6A"/>
    <w:rsid w:val="003F364F"/>
    <w:rsid w:val="00416332"/>
    <w:rsid w:val="00430134"/>
    <w:rsid w:val="00431640"/>
    <w:rsid w:val="004378AB"/>
    <w:rsid w:val="00441642"/>
    <w:rsid w:val="004432B9"/>
    <w:rsid w:val="004522DF"/>
    <w:rsid w:val="00453901"/>
    <w:rsid w:val="00457DC6"/>
    <w:rsid w:val="00463B72"/>
    <w:rsid w:val="00463FEA"/>
    <w:rsid w:val="00477D04"/>
    <w:rsid w:val="004817EA"/>
    <w:rsid w:val="00485310"/>
    <w:rsid w:val="0048680D"/>
    <w:rsid w:val="00490401"/>
    <w:rsid w:val="00492233"/>
    <w:rsid w:val="0049436C"/>
    <w:rsid w:val="004A0C41"/>
    <w:rsid w:val="004A19DC"/>
    <w:rsid w:val="004B0181"/>
    <w:rsid w:val="004B1BAB"/>
    <w:rsid w:val="004B7DCA"/>
    <w:rsid w:val="004C0467"/>
    <w:rsid w:val="004D0503"/>
    <w:rsid w:val="004D3AD0"/>
    <w:rsid w:val="004E5107"/>
    <w:rsid w:val="004F6BE9"/>
    <w:rsid w:val="00501102"/>
    <w:rsid w:val="00501362"/>
    <w:rsid w:val="0050576F"/>
    <w:rsid w:val="00515456"/>
    <w:rsid w:val="00525456"/>
    <w:rsid w:val="00540755"/>
    <w:rsid w:val="00546F47"/>
    <w:rsid w:val="00547B97"/>
    <w:rsid w:val="00552D8F"/>
    <w:rsid w:val="0055371D"/>
    <w:rsid w:val="00556857"/>
    <w:rsid w:val="005612DD"/>
    <w:rsid w:val="0056414C"/>
    <w:rsid w:val="00564AB4"/>
    <w:rsid w:val="00574A8F"/>
    <w:rsid w:val="005820CF"/>
    <w:rsid w:val="0058258C"/>
    <w:rsid w:val="00587389"/>
    <w:rsid w:val="00591674"/>
    <w:rsid w:val="00591C1C"/>
    <w:rsid w:val="005A62CF"/>
    <w:rsid w:val="005B1B0C"/>
    <w:rsid w:val="005C0C03"/>
    <w:rsid w:val="005D1618"/>
    <w:rsid w:val="005E05F4"/>
    <w:rsid w:val="005F175B"/>
    <w:rsid w:val="005F2D09"/>
    <w:rsid w:val="005F2F87"/>
    <w:rsid w:val="005F49A6"/>
    <w:rsid w:val="005F5B14"/>
    <w:rsid w:val="005F5FFD"/>
    <w:rsid w:val="006009A8"/>
    <w:rsid w:val="00604EC7"/>
    <w:rsid w:val="0061058D"/>
    <w:rsid w:val="00614C43"/>
    <w:rsid w:val="00615F7D"/>
    <w:rsid w:val="006239A8"/>
    <w:rsid w:val="00627A5D"/>
    <w:rsid w:val="006312BF"/>
    <w:rsid w:val="00631CD1"/>
    <w:rsid w:val="00653C03"/>
    <w:rsid w:val="0066313E"/>
    <w:rsid w:val="0067462C"/>
    <w:rsid w:val="0067636F"/>
    <w:rsid w:val="00677E8A"/>
    <w:rsid w:val="00682C7C"/>
    <w:rsid w:val="006860B4"/>
    <w:rsid w:val="00696024"/>
    <w:rsid w:val="00696161"/>
    <w:rsid w:val="006A0CFB"/>
    <w:rsid w:val="006A3743"/>
    <w:rsid w:val="006C2BC9"/>
    <w:rsid w:val="006C3BBC"/>
    <w:rsid w:val="006D3C88"/>
    <w:rsid w:val="006E7452"/>
    <w:rsid w:val="00704D8F"/>
    <w:rsid w:val="007228C1"/>
    <w:rsid w:val="00745528"/>
    <w:rsid w:val="00754B7A"/>
    <w:rsid w:val="007613FB"/>
    <w:rsid w:val="007637BC"/>
    <w:rsid w:val="00765C85"/>
    <w:rsid w:val="007664A8"/>
    <w:rsid w:val="0076797A"/>
    <w:rsid w:val="00767F1C"/>
    <w:rsid w:val="00774906"/>
    <w:rsid w:val="007801AE"/>
    <w:rsid w:val="00783309"/>
    <w:rsid w:val="007A0ADF"/>
    <w:rsid w:val="007A5159"/>
    <w:rsid w:val="007A6A95"/>
    <w:rsid w:val="007B037E"/>
    <w:rsid w:val="007B3C1D"/>
    <w:rsid w:val="007C1D5B"/>
    <w:rsid w:val="007C59F7"/>
    <w:rsid w:val="007D151B"/>
    <w:rsid w:val="007E218B"/>
    <w:rsid w:val="007E794A"/>
    <w:rsid w:val="007F647C"/>
    <w:rsid w:val="00804A38"/>
    <w:rsid w:val="00805A30"/>
    <w:rsid w:val="00811007"/>
    <w:rsid w:val="0081322D"/>
    <w:rsid w:val="00823620"/>
    <w:rsid w:val="00825237"/>
    <w:rsid w:val="008355FC"/>
    <w:rsid w:val="008367A4"/>
    <w:rsid w:val="008450C4"/>
    <w:rsid w:val="008503DE"/>
    <w:rsid w:val="008571BE"/>
    <w:rsid w:val="0086030C"/>
    <w:rsid w:val="008606C2"/>
    <w:rsid w:val="0086274D"/>
    <w:rsid w:val="00863044"/>
    <w:rsid w:val="00864ED0"/>
    <w:rsid w:val="00865B3E"/>
    <w:rsid w:val="0087185C"/>
    <w:rsid w:val="00877C6D"/>
    <w:rsid w:val="00886E27"/>
    <w:rsid w:val="008A086F"/>
    <w:rsid w:val="008A5622"/>
    <w:rsid w:val="008A67B9"/>
    <w:rsid w:val="008B05A7"/>
    <w:rsid w:val="008C1157"/>
    <w:rsid w:val="008C2AE6"/>
    <w:rsid w:val="008D1936"/>
    <w:rsid w:val="008D220E"/>
    <w:rsid w:val="008D2394"/>
    <w:rsid w:val="008D2E1D"/>
    <w:rsid w:val="008D3207"/>
    <w:rsid w:val="008D3B71"/>
    <w:rsid w:val="008F0533"/>
    <w:rsid w:val="008F2E01"/>
    <w:rsid w:val="0090058B"/>
    <w:rsid w:val="00907F42"/>
    <w:rsid w:val="00915C75"/>
    <w:rsid w:val="00916172"/>
    <w:rsid w:val="00931E53"/>
    <w:rsid w:val="009330C1"/>
    <w:rsid w:val="00944174"/>
    <w:rsid w:val="00951652"/>
    <w:rsid w:val="00951E1E"/>
    <w:rsid w:val="0095439F"/>
    <w:rsid w:val="00966624"/>
    <w:rsid w:val="00970731"/>
    <w:rsid w:val="00972FD5"/>
    <w:rsid w:val="00985D72"/>
    <w:rsid w:val="00987250"/>
    <w:rsid w:val="00994525"/>
    <w:rsid w:val="009A20AD"/>
    <w:rsid w:val="009A37CE"/>
    <w:rsid w:val="009C31CA"/>
    <w:rsid w:val="009D170B"/>
    <w:rsid w:val="009D1B54"/>
    <w:rsid w:val="009D2419"/>
    <w:rsid w:val="009E2A66"/>
    <w:rsid w:val="009E3DD6"/>
    <w:rsid w:val="009E5937"/>
    <w:rsid w:val="009F613B"/>
    <w:rsid w:val="009F6A2B"/>
    <w:rsid w:val="009F70C6"/>
    <w:rsid w:val="009F76A9"/>
    <w:rsid w:val="00A00AB5"/>
    <w:rsid w:val="00A053B2"/>
    <w:rsid w:val="00A17C08"/>
    <w:rsid w:val="00A2109C"/>
    <w:rsid w:val="00A27DD4"/>
    <w:rsid w:val="00A43DC7"/>
    <w:rsid w:val="00A47C8C"/>
    <w:rsid w:val="00A504C8"/>
    <w:rsid w:val="00A53580"/>
    <w:rsid w:val="00A57A50"/>
    <w:rsid w:val="00A6340C"/>
    <w:rsid w:val="00A662D1"/>
    <w:rsid w:val="00A7128C"/>
    <w:rsid w:val="00A74971"/>
    <w:rsid w:val="00A77ED8"/>
    <w:rsid w:val="00A80611"/>
    <w:rsid w:val="00A86896"/>
    <w:rsid w:val="00A875D0"/>
    <w:rsid w:val="00A9078F"/>
    <w:rsid w:val="00AA14F8"/>
    <w:rsid w:val="00AA1678"/>
    <w:rsid w:val="00AA6284"/>
    <w:rsid w:val="00AB2353"/>
    <w:rsid w:val="00AB30B6"/>
    <w:rsid w:val="00AB394D"/>
    <w:rsid w:val="00AC4858"/>
    <w:rsid w:val="00AC572D"/>
    <w:rsid w:val="00AD64BC"/>
    <w:rsid w:val="00AD7C27"/>
    <w:rsid w:val="00AE2B37"/>
    <w:rsid w:val="00AE5709"/>
    <w:rsid w:val="00AE759A"/>
    <w:rsid w:val="00AF3A72"/>
    <w:rsid w:val="00B03504"/>
    <w:rsid w:val="00B03FFB"/>
    <w:rsid w:val="00B04B17"/>
    <w:rsid w:val="00B06123"/>
    <w:rsid w:val="00B31B13"/>
    <w:rsid w:val="00B3306A"/>
    <w:rsid w:val="00B352C1"/>
    <w:rsid w:val="00B41D14"/>
    <w:rsid w:val="00B42F52"/>
    <w:rsid w:val="00B505D6"/>
    <w:rsid w:val="00B519CF"/>
    <w:rsid w:val="00B51BB8"/>
    <w:rsid w:val="00B6444C"/>
    <w:rsid w:val="00B85283"/>
    <w:rsid w:val="00B86C4A"/>
    <w:rsid w:val="00B924A7"/>
    <w:rsid w:val="00B92ABB"/>
    <w:rsid w:val="00B94C71"/>
    <w:rsid w:val="00B9718B"/>
    <w:rsid w:val="00BA5355"/>
    <w:rsid w:val="00BB3586"/>
    <w:rsid w:val="00BB5B07"/>
    <w:rsid w:val="00BC14C0"/>
    <w:rsid w:val="00BC2170"/>
    <w:rsid w:val="00BC42C9"/>
    <w:rsid w:val="00BC70B1"/>
    <w:rsid w:val="00BD26A7"/>
    <w:rsid w:val="00BE6E06"/>
    <w:rsid w:val="00BF254B"/>
    <w:rsid w:val="00C02555"/>
    <w:rsid w:val="00C06378"/>
    <w:rsid w:val="00C07ACC"/>
    <w:rsid w:val="00C13B65"/>
    <w:rsid w:val="00C24637"/>
    <w:rsid w:val="00C3015A"/>
    <w:rsid w:val="00C33838"/>
    <w:rsid w:val="00C3504F"/>
    <w:rsid w:val="00C35B79"/>
    <w:rsid w:val="00C361F2"/>
    <w:rsid w:val="00C37C19"/>
    <w:rsid w:val="00C42CCD"/>
    <w:rsid w:val="00C42E51"/>
    <w:rsid w:val="00C44B38"/>
    <w:rsid w:val="00C57DD3"/>
    <w:rsid w:val="00C64228"/>
    <w:rsid w:val="00C74AB9"/>
    <w:rsid w:val="00C74D0A"/>
    <w:rsid w:val="00C77994"/>
    <w:rsid w:val="00C81351"/>
    <w:rsid w:val="00C83378"/>
    <w:rsid w:val="00C83B44"/>
    <w:rsid w:val="00C843A5"/>
    <w:rsid w:val="00C85D48"/>
    <w:rsid w:val="00C9053F"/>
    <w:rsid w:val="00C91727"/>
    <w:rsid w:val="00C91844"/>
    <w:rsid w:val="00C91E26"/>
    <w:rsid w:val="00C97466"/>
    <w:rsid w:val="00CA1378"/>
    <w:rsid w:val="00CA18B6"/>
    <w:rsid w:val="00CA661C"/>
    <w:rsid w:val="00CC0800"/>
    <w:rsid w:val="00CC0A80"/>
    <w:rsid w:val="00CD2786"/>
    <w:rsid w:val="00CD29A0"/>
    <w:rsid w:val="00CD31AD"/>
    <w:rsid w:val="00CD3F25"/>
    <w:rsid w:val="00D004BD"/>
    <w:rsid w:val="00D04713"/>
    <w:rsid w:val="00D216B4"/>
    <w:rsid w:val="00D21977"/>
    <w:rsid w:val="00D258A4"/>
    <w:rsid w:val="00D36F87"/>
    <w:rsid w:val="00D37FAE"/>
    <w:rsid w:val="00D40C86"/>
    <w:rsid w:val="00D464BD"/>
    <w:rsid w:val="00D551AE"/>
    <w:rsid w:val="00D564E4"/>
    <w:rsid w:val="00D571F9"/>
    <w:rsid w:val="00D62C84"/>
    <w:rsid w:val="00D70D60"/>
    <w:rsid w:val="00D83337"/>
    <w:rsid w:val="00D9268E"/>
    <w:rsid w:val="00D95885"/>
    <w:rsid w:val="00DA6836"/>
    <w:rsid w:val="00DB2BD2"/>
    <w:rsid w:val="00DC11F8"/>
    <w:rsid w:val="00DD03F9"/>
    <w:rsid w:val="00DD2FC1"/>
    <w:rsid w:val="00DE265A"/>
    <w:rsid w:val="00DF1F51"/>
    <w:rsid w:val="00DF2358"/>
    <w:rsid w:val="00E37D36"/>
    <w:rsid w:val="00E54011"/>
    <w:rsid w:val="00E547FA"/>
    <w:rsid w:val="00E5659A"/>
    <w:rsid w:val="00E628DB"/>
    <w:rsid w:val="00E62B96"/>
    <w:rsid w:val="00E661AD"/>
    <w:rsid w:val="00E666F7"/>
    <w:rsid w:val="00E72DBB"/>
    <w:rsid w:val="00E74CF5"/>
    <w:rsid w:val="00E74DE2"/>
    <w:rsid w:val="00E76941"/>
    <w:rsid w:val="00E86751"/>
    <w:rsid w:val="00E969A5"/>
    <w:rsid w:val="00EA1229"/>
    <w:rsid w:val="00EA238F"/>
    <w:rsid w:val="00EA69E1"/>
    <w:rsid w:val="00EB617E"/>
    <w:rsid w:val="00EC6BB6"/>
    <w:rsid w:val="00ED4C89"/>
    <w:rsid w:val="00EE0045"/>
    <w:rsid w:val="00EE0B2B"/>
    <w:rsid w:val="00EE3329"/>
    <w:rsid w:val="00EE4D9D"/>
    <w:rsid w:val="00EE79AA"/>
    <w:rsid w:val="00F16427"/>
    <w:rsid w:val="00F16E1E"/>
    <w:rsid w:val="00F22E05"/>
    <w:rsid w:val="00F24BBD"/>
    <w:rsid w:val="00F25B8E"/>
    <w:rsid w:val="00F32207"/>
    <w:rsid w:val="00F32552"/>
    <w:rsid w:val="00F3513E"/>
    <w:rsid w:val="00F403DB"/>
    <w:rsid w:val="00F417E9"/>
    <w:rsid w:val="00F45AA7"/>
    <w:rsid w:val="00F60854"/>
    <w:rsid w:val="00F60D77"/>
    <w:rsid w:val="00F80B23"/>
    <w:rsid w:val="00F836C5"/>
    <w:rsid w:val="00F849E9"/>
    <w:rsid w:val="00F858DD"/>
    <w:rsid w:val="00F86CDA"/>
    <w:rsid w:val="00F94453"/>
    <w:rsid w:val="00F948BB"/>
    <w:rsid w:val="00FA112B"/>
    <w:rsid w:val="00FB16A0"/>
    <w:rsid w:val="00FC3C81"/>
    <w:rsid w:val="00FC6874"/>
    <w:rsid w:val="00FD119F"/>
    <w:rsid w:val="00FD13E0"/>
    <w:rsid w:val="00FE05CA"/>
    <w:rsid w:val="00FE285E"/>
    <w:rsid w:val="00FE7F3F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94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F60854"/>
  </w:style>
  <w:style w:type="paragraph" w:styleId="Header">
    <w:name w:val="header"/>
    <w:basedOn w:val="Normal"/>
    <w:link w:val="Head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F60854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8725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98725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872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87250"/>
    <w:rPr>
      <w:vertAlign w:val="superscript"/>
    </w:rPr>
  </w:style>
  <w:style w:type="paragraph" w:styleId="ListParagraph">
    <w:name w:val="List Paragraph"/>
    <w:basedOn w:val="Normal"/>
    <w:uiPriority w:val="99"/>
    <w:qFormat/>
    <w:rsid w:val="008D193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4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6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501</Words>
  <Characters>2859</Characters>
  <Application>Microsoft Office Outlook</Application>
  <DocSecurity>0</DocSecurity>
  <Lines>0</Lines>
  <Paragraphs>0</Paragraphs>
  <ScaleCrop>false</ScaleCrop>
  <Company>КЭФ и 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 Роман Владимирович (ECON_CHECHENINS - Клоков)</dc:creator>
  <cp:keywords/>
  <dc:description/>
  <cp:lastModifiedBy>Наташа</cp:lastModifiedBy>
  <cp:revision>6</cp:revision>
  <cp:lastPrinted>2015-12-14T10:34:00Z</cp:lastPrinted>
  <dcterms:created xsi:type="dcterms:W3CDTF">2015-12-14T10:20:00Z</dcterms:created>
  <dcterms:modified xsi:type="dcterms:W3CDTF">2015-12-28T09:39:00Z</dcterms:modified>
</cp:coreProperties>
</file>