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DB" w:rsidRDefault="00211EDB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11EDB" w:rsidRDefault="00211EDB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11EDB" w:rsidRDefault="00211EDB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11EDB" w:rsidRDefault="00211EDB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211EDB" w:rsidRDefault="00211EDB" w:rsidP="00C23C29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31 декабря  2014 г. № 2278</w:t>
      </w:r>
    </w:p>
    <w:p w:rsidR="00211EDB" w:rsidRPr="006D7E85" w:rsidRDefault="00211EDB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11EDB" w:rsidRPr="00635CD1" w:rsidRDefault="00211EDB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211EDB" w:rsidRPr="00635CD1" w:rsidRDefault="00211EDB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211EDB" w:rsidRPr="006E6A26" w:rsidRDefault="00211EDB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594" w:type="dxa"/>
        <w:tblInd w:w="-68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993"/>
        <w:gridCol w:w="4536"/>
        <w:gridCol w:w="2127"/>
        <w:gridCol w:w="1417"/>
        <w:gridCol w:w="1276"/>
        <w:gridCol w:w="1417"/>
        <w:gridCol w:w="1276"/>
        <w:gridCol w:w="1418"/>
        <w:gridCol w:w="1134"/>
      </w:tblGrid>
      <w:tr w:rsidR="00211EDB" w:rsidRPr="00797386">
        <w:trPr>
          <w:trHeight w:val="63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№  </w:t>
            </w:r>
          </w:p>
          <w:p w:rsidR="00211EDB" w:rsidRPr="00725EC7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Наименование задачи, показателя, </w:t>
            </w:r>
            <w:r>
              <w:rPr>
                <w:rFonts w:ascii="Times New Roman" w:hAnsi="Times New Roman" w:cs="Times New Roman"/>
              </w:rPr>
              <w:t xml:space="preserve">ведомственной целевой программы, </w:t>
            </w:r>
            <w:r w:rsidRPr="00725EC7">
              <w:rPr>
                <w:rFonts w:ascii="Times New Roman" w:hAnsi="Times New Roman" w:cs="Times New Roman"/>
              </w:rPr>
              <w:t xml:space="preserve">мероприятия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Наименование</w:t>
            </w:r>
            <w:r w:rsidRPr="00725EC7">
              <w:rPr>
                <w:rFonts w:ascii="Times New Roman" w:hAnsi="Times New Roman" w:cs="Times New Roman"/>
              </w:rPr>
              <w:br/>
              <w:t>показателя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25EC7">
              <w:rPr>
                <w:rFonts w:ascii="Times New Roman" w:hAnsi="Times New Roman" w:cs="Times New Roman"/>
              </w:rPr>
              <w:t>диницы</w:t>
            </w:r>
            <w:r w:rsidRPr="00725EC7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25EC7">
              <w:rPr>
                <w:rFonts w:ascii="Times New Roman" w:hAnsi="Times New Roman" w:cs="Times New Roman"/>
              </w:rPr>
              <w:t>азовое</w:t>
            </w:r>
            <w:r w:rsidRPr="00725EC7">
              <w:rPr>
                <w:rFonts w:ascii="Times New Roman" w:hAnsi="Times New Roman" w:cs="Times New Roman"/>
              </w:rPr>
              <w:br/>
              <w:t>значение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5</w:t>
            </w:r>
            <w:r w:rsidRPr="00725EC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16</w:t>
            </w:r>
            <w:r w:rsidRPr="00725EC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Pr="00725EC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Целевое</w:t>
            </w:r>
          </w:p>
          <w:p w:rsidR="00211EDB" w:rsidRPr="00725EC7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значение</w:t>
            </w:r>
          </w:p>
        </w:tc>
      </w:tr>
    </w:tbl>
    <w:p w:rsidR="00211EDB" w:rsidRPr="00C44976" w:rsidRDefault="00211EDB" w:rsidP="00C44976">
      <w:pPr>
        <w:spacing w:after="0" w:line="240" w:lineRule="auto"/>
        <w:rPr>
          <w:sz w:val="2"/>
          <w:szCs w:val="2"/>
        </w:rPr>
      </w:pPr>
    </w:p>
    <w:tbl>
      <w:tblPr>
        <w:tblW w:w="15790" w:type="dxa"/>
        <w:tblInd w:w="-68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195"/>
        <w:gridCol w:w="1"/>
        <w:gridCol w:w="797"/>
        <w:gridCol w:w="184"/>
        <w:gridCol w:w="4352"/>
        <w:gridCol w:w="184"/>
        <w:gridCol w:w="1943"/>
        <w:gridCol w:w="184"/>
        <w:gridCol w:w="1233"/>
        <w:gridCol w:w="196"/>
        <w:gridCol w:w="1080"/>
        <w:gridCol w:w="196"/>
        <w:gridCol w:w="1221"/>
        <w:gridCol w:w="196"/>
        <w:gridCol w:w="1080"/>
        <w:gridCol w:w="184"/>
        <w:gridCol w:w="1234"/>
        <w:gridCol w:w="196"/>
        <w:gridCol w:w="938"/>
        <w:gridCol w:w="196"/>
      </w:tblGrid>
      <w:tr w:rsidR="00211EDB" w:rsidRPr="00797386">
        <w:trPr>
          <w:gridAfter w:val="1"/>
          <w:wAfter w:w="196" w:type="dxa"/>
          <w:trHeight w:val="292"/>
          <w:tblHeader/>
        </w:trPr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935B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349DD" w:rsidRDefault="00211EDB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9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1559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D191F" w:rsidRDefault="00211EDB" w:rsidP="00091040">
            <w:pPr>
              <w:pStyle w:val="Default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A6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4D191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DC7294" w:rsidRDefault="00211EDB" w:rsidP="00FB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DC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DC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DC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DC2E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1E0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</w:t>
            </w:r>
            <w:r>
              <w:rPr>
                <w:rFonts w:ascii="Times New Roman" w:hAnsi="Times New Roman" w:cs="Times New Roman"/>
              </w:rPr>
              <w:t>ФГОС</w:t>
            </w:r>
            <w:r w:rsidRPr="00F730E3">
              <w:rPr>
                <w:rFonts w:ascii="Times New Roman" w:hAnsi="Times New Roman" w:cs="Times New Roman"/>
              </w:rPr>
              <w:t xml:space="preserve"> дошкольного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0414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>Доля детей в возрасте от 3 до 7 лет, получающих услугу по их содержанию в организациях  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56337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6D7E85" w:rsidRDefault="00211EDB" w:rsidP="006D7E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F730E3" w:rsidRDefault="00211EDB" w:rsidP="006D7E8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Удельный вес выпускников 9-х классов, не получивших аттестаты об основном общем образовании, в общем количестве выпускников 9-х классов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tabs>
                <w:tab w:val="left" w:pos="6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tabs>
                <w:tab w:val="left" w:pos="6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0,028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tabs>
                <w:tab w:val="left" w:pos="6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tabs>
                <w:tab w:val="left" w:pos="6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tabs>
                <w:tab w:val="left" w:pos="6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030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DC2E6A" w:rsidRDefault="00211EDB" w:rsidP="006D7E8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DC2E6A" w:rsidRDefault="00211EDB" w:rsidP="00DC2E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2E6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DC2E6A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2E6A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3D13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6D7E8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дополнительного образования детям в общеобразовательных учреждениях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Доля детей, охваченных образовательными программами дополнительного образования детей в общеобразовательных учреждениях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943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11EDB" w:rsidRPr="00F730E3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учащихся 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общеобразовательных учреждений, осваивающих основную образовательную программу «Технология» </w:t>
            </w:r>
          </w:p>
          <w:p w:rsidR="00211EDB" w:rsidRPr="00F730E3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в МАУ МУК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8372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3 723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3 770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3 770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3 770</w:t>
            </w:r>
          </w:p>
        </w:tc>
      </w:tr>
      <w:tr w:rsidR="00211EDB" w:rsidRPr="00BF489B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обучение обучающихся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943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обучающихся, которые проживают</w:t>
            </w:r>
          </w:p>
          <w:p w:rsidR="00211EDB" w:rsidRDefault="00211EDB" w:rsidP="00943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 в интернате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11EDB" w:rsidRPr="00F730E3" w:rsidRDefault="00211EDB" w:rsidP="00943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МАУ ШИЛИ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943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633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563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5633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654E14" w:rsidRDefault="00211EDB" w:rsidP="00EC2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211EDB" w:rsidRPr="00654E14" w:rsidRDefault="00211EDB" w:rsidP="00EC2C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C2C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Default="00211EDB" w:rsidP="00DC2E6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654E14" w:rsidRDefault="00211EDB" w:rsidP="00FB58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E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E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E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E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B589F" w:rsidRDefault="00211EDB" w:rsidP="00EE4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Default="00211EDB" w:rsidP="005537D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A87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детей, </w:t>
            </w:r>
            <w:r w:rsidRPr="00FB589F">
              <w:rPr>
                <w:rFonts w:ascii="Times New Roman" w:hAnsi="Times New Roman" w:cs="Times New Roman"/>
                <w:color w:val="000000"/>
              </w:rPr>
              <w:t xml:space="preserve">охваченных образовательными программами дополнительного образования детей, в общей численности детей и молодежи </w:t>
            </w:r>
          </w:p>
          <w:p w:rsidR="00211EDB" w:rsidRPr="00F730E3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89F">
              <w:rPr>
                <w:rFonts w:ascii="Times New Roman" w:hAnsi="Times New Roman" w:cs="Times New Roman"/>
                <w:color w:val="000000"/>
              </w:rPr>
              <w:t>5-18 лет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36 135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36 435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36 735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37 035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87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37 035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DC2E6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B664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3130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F730E3" w:rsidRDefault="00211EDB" w:rsidP="001D23A0">
            <w:pPr>
              <w:pStyle w:val="ConsPlusCell"/>
              <w:widowControl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F730E3" w:rsidRDefault="00211EDB" w:rsidP="006840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211EDB" w:rsidRPr="00F730E3" w:rsidRDefault="00211EDB" w:rsidP="001D5DC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FB4457" w:rsidRDefault="00211EDB" w:rsidP="00DC2E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jc w:val="center"/>
              <w:rPr>
                <w:rStyle w:val="111"/>
                <w:sz w:val="24"/>
                <w:szCs w:val="24"/>
                <w:lang w:eastAsia="ru-RU"/>
              </w:rPr>
            </w:pPr>
            <w:r w:rsidRPr="00945377">
              <w:rPr>
                <w:rStyle w:val="111"/>
                <w:sz w:val="24"/>
                <w:szCs w:val="24"/>
                <w:lang w:eastAsia="ru-RU"/>
              </w:rPr>
              <w:t>6,5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DC7294" w:rsidRDefault="00211EDB" w:rsidP="001D5DCC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опорных учреждений </w:t>
            </w:r>
          </w:p>
          <w:p w:rsidR="00211EDB" w:rsidRPr="00DC7294" w:rsidRDefault="00211EDB" w:rsidP="00316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>в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F730E3" w:rsidRDefault="00211EDB" w:rsidP="00C028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сопровождение образовательного процесса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9F5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информационно-технологическую поддержку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9F5E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5659A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9F5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9F5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6710B7" w:rsidRDefault="00211EDB" w:rsidP="00DC2E6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EE49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797386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DC7294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учреждений, </w:t>
            </w:r>
          </w:p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которых функционируют кадетские классы, </w:t>
            </w:r>
          </w:p>
          <w:p w:rsidR="00211EDB" w:rsidRPr="00DC7294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числа общеобразовательных учреждений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588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DC7294" w:rsidRDefault="00211EDB" w:rsidP="001D5D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DC7294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65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DC7294" w:rsidRDefault="00211EDB" w:rsidP="001D5D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DC7294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3D13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BF489B" w:rsidRDefault="00211EDB" w:rsidP="001E00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детей, охваченных отдыхом, оздоровлением и временной занятостью всех форм,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 xml:space="preserve"> 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 xml:space="preserve">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 xml:space="preserve"> детей в возрасте 7-17 лет, проживающих на территории муниципального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89,5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EE4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4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654E14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654E14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3D13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4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F730E3" w:rsidRDefault="00211EDB" w:rsidP="009F5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F730E3" w:rsidRDefault="00211EDB" w:rsidP="009F5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отдыхом, оздоровлением и временной занятостью всех форм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43 396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44 496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45 596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945377" w:rsidRDefault="00211EDB" w:rsidP="009F5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46 696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B030C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654E14" w:rsidRDefault="00211EDB" w:rsidP="006E0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96E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68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68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68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68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68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E00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9-х и 11-х классов, освоивших ФГОС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1D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1D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98,78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1D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98,79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154172" w:rsidRDefault="00211EDB" w:rsidP="001D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F75B2" w:rsidRDefault="00211EDB" w:rsidP="00DC2E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экзамена (в расчете </w:t>
            </w:r>
          </w:p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 процентах школ </w:t>
            </w:r>
          </w:p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лучшими результатами единого государственного экзамена к среднему баллу единого государственного экзамена (в расчете</w:t>
            </w:r>
          </w:p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211EDB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 процентах школ </w:t>
            </w:r>
          </w:p>
          <w:p w:rsidR="00211EDB" w:rsidRPr="008B5B39" w:rsidRDefault="00211EDB" w:rsidP="00DC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худшими результатами единого государственного экзамена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DC2E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F75B2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211EDB" w:rsidRPr="000F75B2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BD2E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0F75B2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ступенях общего образования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211EDB" w:rsidRPr="000F75B2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>по различным ступеням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B7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AB7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45377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23A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8939DF" w:rsidRDefault="00211EDB" w:rsidP="001D5DCC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  <w:p w:rsidR="00211EDB" w:rsidRPr="008939DF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1559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1519A" w:rsidRDefault="00211EDB" w:rsidP="001D5D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E00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1E0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211EDB" w:rsidRPr="007A4A5F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25EC7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211EDB" w:rsidRPr="00725EC7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6840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A206E6" w:rsidRDefault="00211EDB" w:rsidP="00C028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2913B4" w:rsidRDefault="00211EDB" w:rsidP="001E0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слетах,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6840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AB70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31665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деятельности, получающих стипендии, гранты, премии и проч., от общего количества воспитанников и учащихся муниципальных образовательных учреждений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E032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ED0263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 xml:space="preserve">Стипендии для одаренных детей – учащихся муниципальных общеобразовательных учреждений города Калининграда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ED0263" w:rsidRDefault="00211EDB" w:rsidP="001E0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032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ED0263" w:rsidRDefault="00211EDB" w:rsidP="000F0B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учащихся муниципальных общеобразовательных учреждений – за особые успехи в творческой деятельности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E0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032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1559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E92478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5B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и руководящих работников, охваченных различными формами повышения квалификации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97386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F75B2" w:rsidRDefault="00211EDB" w:rsidP="001E0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F75B2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образовательных учреждений, прошедших обучение и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сивших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0F75B2" w:rsidRDefault="00211EDB" w:rsidP="001E0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руководителей, прошедших обучение по вопросам менеджмента </w:t>
            </w:r>
          </w:p>
          <w:p w:rsidR="00211EDB" w:rsidRPr="000F75B2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6E6">
              <w:rPr>
                <w:rFonts w:ascii="Times New Roman" w:hAnsi="Times New Roman" w:cs="Times New Roman"/>
                <w:sz w:val="20"/>
                <w:szCs w:val="20"/>
              </w:rPr>
              <w:t xml:space="preserve">в сфере образования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E5F5C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E5F5C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3166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педагогических кадров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730E3" w:rsidRDefault="00211EDB" w:rsidP="00C0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проведенных при организационно-методической поддержке МАУ Методического центра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C0284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E36C8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E5F5C" w:rsidRDefault="00211EDB" w:rsidP="00DC2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7E5F5C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4A20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15594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F14186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316654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9F2B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9F2BC8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211EDB" w:rsidRPr="00D71303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5D1E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предписаний Госпожнадзора </w:t>
            </w:r>
          </w:p>
          <w:p w:rsidR="00211EDB" w:rsidRPr="00312A86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 учреждениям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B83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B83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B83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B832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Роспотребнадзора </w:t>
            </w:r>
          </w:p>
          <w:p w:rsidR="00211EDB" w:rsidRPr="00D71303" w:rsidRDefault="00211EDB" w:rsidP="001D5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подведомственным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C2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C2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C2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Pr="004A208D" w:rsidRDefault="00211EDB" w:rsidP="00EC2C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1D5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D71303" w:rsidRDefault="00211EDB" w:rsidP="001E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межрайонного отдела вневедомственной охраны управления вневедомственной охраны при УВД по Калининградской области 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1D5D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1890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B13D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</w:t>
            </w:r>
            <w:bookmarkStart w:id="0" w:name="_GoBack"/>
            <w:bookmarkEnd w:id="0"/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ествление строительного контроля):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D7130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C93764">
            <w:pPr>
              <w:pStyle w:val="ConsPlusNormal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  <w:sz w:val="24"/>
                <w:szCs w:val="24"/>
              </w:rPr>
              <w:t>МАДОУ д/с № 1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F730E3" w:rsidRDefault="00211EDB" w:rsidP="00C93764">
            <w:pPr>
              <w:pStyle w:val="ConsPlusNormal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22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36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DA0C56" w:rsidRDefault="00211EDB" w:rsidP="00DA0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 xml:space="preserve">МАДОУ д/с № 42 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764">
              <w:rPr>
                <w:rFonts w:ascii="Times New Roman" w:hAnsi="Times New Roman" w:cs="Times New Roman"/>
              </w:rPr>
              <w:t>МАДОУ д/с № 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764">
              <w:rPr>
                <w:rFonts w:ascii="Times New Roman" w:hAnsi="Times New Roman" w:cs="Times New Roman"/>
              </w:rPr>
              <w:t>МАДОУ д/с №</w:t>
            </w:r>
            <w:r>
              <w:rPr>
                <w:rFonts w:ascii="Times New Roman" w:hAnsi="Times New Roman" w:cs="Times New Roman"/>
              </w:rPr>
              <w:t xml:space="preserve"> 52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764">
              <w:rPr>
                <w:rFonts w:ascii="Times New Roman" w:hAnsi="Times New Roman" w:cs="Times New Roman"/>
              </w:rPr>
              <w:t>МАДОУ д/с №</w:t>
            </w:r>
            <w:r>
              <w:rPr>
                <w:rFonts w:ascii="Times New Roman" w:hAnsi="Times New Roman" w:cs="Times New Roman"/>
              </w:rPr>
              <w:t xml:space="preserve"> 54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764">
              <w:rPr>
                <w:rFonts w:ascii="Times New Roman" w:hAnsi="Times New Roman" w:cs="Times New Roman"/>
              </w:rPr>
              <w:t>МАДОУ д/с №</w:t>
            </w:r>
            <w:r>
              <w:rPr>
                <w:rFonts w:ascii="Times New Roman" w:hAnsi="Times New Roman" w:cs="Times New Roman"/>
              </w:rPr>
              <w:t xml:space="preserve"> 55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57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64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74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ЦРР д/с № 86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ЦРР д/с № 98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ЦРР д/с № 102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C937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764">
              <w:rPr>
                <w:rFonts w:ascii="Times New Roman" w:hAnsi="Times New Roman" w:cs="Times New Roman"/>
              </w:rPr>
              <w:t>МАДОУ д/с №</w:t>
            </w:r>
            <w:r>
              <w:rPr>
                <w:rFonts w:ascii="Times New Roman" w:hAnsi="Times New Roman" w:cs="Times New Roman"/>
              </w:rPr>
              <w:t xml:space="preserve"> 107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ЦРР д/с № 116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д/с № 127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МАДОУ ЦРР д/с № 136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СОШ № 12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лицей № 18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СОШ № 19 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гимназия № 22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СОШ № 28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СОШ № 45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8076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C93764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64">
              <w:rPr>
                <w:rFonts w:ascii="Times New Roman" w:hAnsi="Times New Roman" w:cs="Times New Roman"/>
              </w:rPr>
              <w:t>МАОУ СОШ № 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924E3" w:rsidRDefault="00211EDB" w:rsidP="00E80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E807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E032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5C63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07672B" w:rsidRDefault="00211EDB" w:rsidP="00DA0C56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E03287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E03287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E03287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1D5DCC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E54E4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DA0C56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E4D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36,1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E54E4D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26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0B353D" w:rsidRDefault="00211EDB" w:rsidP="00DA0C56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211EDB" w:rsidRPr="00EB314C" w:rsidRDefault="00211EDB" w:rsidP="00DA0C56">
            <w:pPr>
              <w:pStyle w:val="ConsPlusNormal"/>
              <w:widowControl/>
              <w:spacing w:line="21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дошкольных образовательных учреждений, строительство и реконструкция зданий и помещений действующих детских садов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1D5D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211EDB" w:rsidRPr="00D75482" w:rsidRDefault="00211EDB" w:rsidP="00B850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построенных и реконструированных 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C42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1EDB" w:rsidRPr="004A208D" w:rsidRDefault="00211EDB" w:rsidP="001D5D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4A6A33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4A6A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4A6A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4A6A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52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2B27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4A6A33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2B27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831E32" w:rsidRDefault="00211EDB" w:rsidP="004A6A33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A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4A6A33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A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DA0C56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DB" w:rsidRPr="00797386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EA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4A6A33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DB" w:rsidRPr="00277BF8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797386" w:rsidRDefault="00211EDB" w:rsidP="00277BF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одну смену,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461C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6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461C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3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461C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461C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211EDB" w:rsidRPr="005B6B2B">
        <w:tblPrEx>
          <w:jc w:val="center"/>
        </w:tblPrEx>
        <w:trPr>
          <w:gridBefore w:val="2"/>
          <w:wBefore w:w="196" w:type="dxa"/>
          <w:trHeight w:val="1180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277BF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0B353D" w:rsidRDefault="00211EDB" w:rsidP="000B35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211EDB" w:rsidRPr="000B353D" w:rsidRDefault="00211EDB" w:rsidP="000B35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построенных</w:t>
            </w:r>
            <w:r w:rsidRPr="003357CD">
              <w:rPr>
                <w:rFonts w:ascii="Times New Roman" w:hAnsi="Times New Roman" w:cs="Times New Roman"/>
              </w:rPr>
              <w:t xml:space="preserve"> </w:t>
            </w:r>
          </w:p>
          <w:p w:rsidR="00211EDB" w:rsidRPr="00D75482" w:rsidRDefault="00211EDB" w:rsidP="00D603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EA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1EDB" w:rsidRPr="00190D1E">
        <w:tblPrEx>
          <w:jc w:val="center"/>
        </w:tblPrEx>
        <w:trPr>
          <w:gridBefore w:val="2"/>
          <w:wBefore w:w="196" w:type="dxa"/>
          <w:trHeight w:val="842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Default="00211EDB" w:rsidP="006A10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6A1011" w:rsidRDefault="00211EDB" w:rsidP="003D13FB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E54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94482F">
        <w:tblPrEx>
          <w:jc w:val="center"/>
        </w:tblPrEx>
        <w:trPr>
          <w:gridBefore w:val="2"/>
          <w:wBefore w:w="196" w:type="dxa"/>
          <w:trHeight w:val="239"/>
          <w:jc w:val="center"/>
        </w:trPr>
        <w:tc>
          <w:tcPr>
            <w:tcW w:w="9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524B34" w:rsidRDefault="00211EDB" w:rsidP="003D13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на 825 учащихся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 Артиллерийской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в г. Калининграде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94482F">
        <w:tblPrEx>
          <w:jc w:val="center"/>
        </w:tblPrEx>
        <w:trPr>
          <w:gridBefore w:val="1"/>
          <w:wBefore w:w="196" w:type="dxa"/>
          <w:trHeight w:val="239"/>
          <w:jc w:val="center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A15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6A33" w:rsidRDefault="00211EDB" w:rsidP="00C0284C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94482F">
        <w:tblPrEx>
          <w:jc w:val="center"/>
        </w:tblPrEx>
        <w:trPr>
          <w:gridBefore w:val="1"/>
          <w:wBefore w:w="196" w:type="dxa"/>
          <w:trHeight w:val="239"/>
          <w:jc w:val="center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602C68" w:rsidRDefault="00211EDB" w:rsidP="00C0284C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Борзова в г. Калининграде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Pr="00131D09" w:rsidRDefault="00211EDB" w:rsidP="00C028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EDB" w:rsidRPr="0094482F">
        <w:tblPrEx>
          <w:jc w:val="center"/>
        </w:tblPrEx>
        <w:trPr>
          <w:gridBefore w:val="1"/>
          <w:wBefore w:w="196" w:type="dxa"/>
          <w:trHeight w:val="239"/>
          <w:jc w:val="center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BF1118" w:rsidRDefault="00211EDB" w:rsidP="005858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211EDB" w:rsidRPr="0094482F">
        <w:tblPrEx>
          <w:jc w:val="center"/>
        </w:tblPrEx>
        <w:trPr>
          <w:gridBefore w:val="1"/>
          <w:wBefore w:w="196" w:type="dxa"/>
          <w:trHeight w:val="239"/>
          <w:jc w:val="center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0B353D" w:rsidRDefault="00211EDB" w:rsidP="00DA0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211EDB" w:rsidRDefault="00211EDB" w:rsidP="003D1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1EDB" w:rsidRPr="00931C46" w:rsidRDefault="00211EDB" w:rsidP="003D13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211EDB" w:rsidRDefault="00211EDB" w:rsidP="00BF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1EDB" w:rsidRPr="0094482F">
        <w:tblPrEx>
          <w:jc w:val="center"/>
        </w:tblPrEx>
        <w:trPr>
          <w:gridBefore w:val="1"/>
          <w:wBefore w:w="196" w:type="dxa"/>
          <w:trHeight w:val="774"/>
          <w:jc w:val="center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EDB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EDB" w:rsidRDefault="00211EDB" w:rsidP="00DA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DB" w:rsidRPr="004A208D" w:rsidRDefault="00211EDB" w:rsidP="00277B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EDB" w:rsidRDefault="00211EDB" w:rsidP="00A55D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11EDB" w:rsidSect="00316654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EDB" w:rsidRDefault="00211EDB" w:rsidP="002124AC">
      <w:pPr>
        <w:spacing w:after="0" w:line="240" w:lineRule="auto"/>
      </w:pPr>
      <w:r>
        <w:separator/>
      </w:r>
    </w:p>
  </w:endnote>
  <w:endnote w:type="continuationSeparator" w:id="0">
    <w:p w:rsidR="00211EDB" w:rsidRDefault="00211EDB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EDB" w:rsidRDefault="00211EDB" w:rsidP="002124AC">
      <w:pPr>
        <w:spacing w:after="0" w:line="240" w:lineRule="auto"/>
      </w:pPr>
      <w:r>
        <w:separator/>
      </w:r>
    </w:p>
  </w:footnote>
  <w:footnote w:type="continuationSeparator" w:id="0">
    <w:p w:rsidR="00211EDB" w:rsidRDefault="00211EDB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EDB" w:rsidRDefault="00211EDB">
    <w:pPr>
      <w:pStyle w:val="Header"/>
      <w:jc w:val="center"/>
    </w:pPr>
    <w:fldSimple w:instr=" PAGE   \* MERGEFORMAT ">
      <w:r>
        <w:rPr>
          <w:noProof/>
        </w:rPr>
        <w:t>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25A6"/>
    <w:rsid w:val="000526E9"/>
    <w:rsid w:val="00052D38"/>
    <w:rsid w:val="00053130"/>
    <w:rsid w:val="000542E1"/>
    <w:rsid w:val="00056049"/>
    <w:rsid w:val="000560A0"/>
    <w:rsid w:val="00064FBF"/>
    <w:rsid w:val="000714CA"/>
    <w:rsid w:val="00074D9C"/>
    <w:rsid w:val="000764F8"/>
    <w:rsid w:val="000766E9"/>
    <w:rsid w:val="0007672B"/>
    <w:rsid w:val="000769E0"/>
    <w:rsid w:val="00077543"/>
    <w:rsid w:val="000776AD"/>
    <w:rsid w:val="00081DCC"/>
    <w:rsid w:val="000821F6"/>
    <w:rsid w:val="00087FE0"/>
    <w:rsid w:val="0009076D"/>
    <w:rsid w:val="0009087B"/>
    <w:rsid w:val="00091040"/>
    <w:rsid w:val="00091479"/>
    <w:rsid w:val="00092A3C"/>
    <w:rsid w:val="0009717A"/>
    <w:rsid w:val="000A0910"/>
    <w:rsid w:val="000A11AE"/>
    <w:rsid w:val="000A1316"/>
    <w:rsid w:val="000A3B13"/>
    <w:rsid w:val="000A4974"/>
    <w:rsid w:val="000A61DD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A8A"/>
    <w:rsid w:val="000C6C48"/>
    <w:rsid w:val="000D5844"/>
    <w:rsid w:val="000D7BC5"/>
    <w:rsid w:val="000E2D13"/>
    <w:rsid w:val="000E49C0"/>
    <w:rsid w:val="000F0B4D"/>
    <w:rsid w:val="000F0FC6"/>
    <w:rsid w:val="000F3559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3853"/>
    <w:rsid w:val="00123D97"/>
    <w:rsid w:val="00124A21"/>
    <w:rsid w:val="001302FE"/>
    <w:rsid w:val="00131D09"/>
    <w:rsid w:val="001349DD"/>
    <w:rsid w:val="001355A8"/>
    <w:rsid w:val="00137DD5"/>
    <w:rsid w:val="00140198"/>
    <w:rsid w:val="001414F2"/>
    <w:rsid w:val="0014400C"/>
    <w:rsid w:val="00147ED7"/>
    <w:rsid w:val="00150E71"/>
    <w:rsid w:val="001512BA"/>
    <w:rsid w:val="00151EC3"/>
    <w:rsid w:val="00154172"/>
    <w:rsid w:val="001542DD"/>
    <w:rsid w:val="00155C6B"/>
    <w:rsid w:val="00155D47"/>
    <w:rsid w:val="0016273C"/>
    <w:rsid w:val="001717AB"/>
    <w:rsid w:val="00176042"/>
    <w:rsid w:val="001777F0"/>
    <w:rsid w:val="0018458C"/>
    <w:rsid w:val="00185920"/>
    <w:rsid w:val="0019060F"/>
    <w:rsid w:val="00190D1E"/>
    <w:rsid w:val="001924E3"/>
    <w:rsid w:val="00196BF2"/>
    <w:rsid w:val="00196E2A"/>
    <w:rsid w:val="001A6C09"/>
    <w:rsid w:val="001A7020"/>
    <w:rsid w:val="001A7509"/>
    <w:rsid w:val="001B166C"/>
    <w:rsid w:val="001B5155"/>
    <w:rsid w:val="001C1CE2"/>
    <w:rsid w:val="001C47F9"/>
    <w:rsid w:val="001C5168"/>
    <w:rsid w:val="001C6A25"/>
    <w:rsid w:val="001C7220"/>
    <w:rsid w:val="001D047F"/>
    <w:rsid w:val="001D0908"/>
    <w:rsid w:val="001D1A18"/>
    <w:rsid w:val="001D1EB9"/>
    <w:rsid w:val="001D23A0"/>
    <w:rsid w:val="001D3169"/>
    <w:rsid w:val="001D3C48"/>
    <w:rsid w:val="001D431D"/>
    <w:rsid w:val="001D46FC"/>
    <w:rsid w:val="001D53A0"/>
    <w:rsid w:val="001D5DCC"/>
    <w:rsid w:val="001E0030"/>
    <w:rsid w:val="001E3484"/>
    <w:rsid w:val="001E4177"/>
    <w:rsid w:val="001E4419"/>
    <w:rsid w:val="001E4C4E"/>
    <w:rsid w:val="001E5363"/>
    <w:rsid w:val="001F339B"/>
    <w:rsid w:val="001F368C"/>
    <w:rsid w:val="001F706A"/>
    <w:rsid w:val="002036AC"/>
    <w:rsid w:val="00203B3D"/>
    <w:rsid w:val="00204235"/>
    <w:rsid w:val="0020619E"/>
    <w:rsid w:val="0021060C"/>
    <w:rsid w:val="00211EDB"/>
    <w:rsid w:val="002124AC"/>
    <w:rsid w:val="002155F3"/>
    <w:rsid w:val="0023279A"/>
    <w:rsid w:val="00233C69"/>
    <w:rsid w:val="002406AE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5881"/>
    <w:rsid w:val="00297EA8"/>
    <w:rsid w:val="002A5F90"/>
    <w:rsid w:val="002A6A17"/>
    <w:rsid w:val="002A6AC9"/>
    <w:rsid w:val="002B032D"/>
    <w:rsid w:val="002B0B1C"/>
    <w:rsid w:val="002B1C5D"/>
    <w:rsid w:val="002B27F4"/>
    <w:rsid w:val="002B3D4D"/>
    <w:rsid w:val="002C18D6"/>
    <w:rsid w:val="002C1F02"/>
    <w:rsid w:val="002C3DD7"/>
    <w:rsid w:val="002C63B1"/>
    <w:rsid w:val="002C6AA5"/>
    <w:rsid w:val="002D7289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EAC"/>
    <w:rsid w:val="0036187C"/>
    <w:rsid w:val="003644C6"/>
    <w:rsid w:val="0037094D"/>
    <w:rsid w:val="0039424B"/>
    <w:rsid w:val="003A2936"/>
    <w:rsid w:val="003A6969"/>
    <w:rsid w:val="003B336A"/>
    <w:rsid w:val="003B3AD3"/>
    <w:rsid w:val="003B48DF"/>
    <w:rsid w:val="003B4B87"/>
    <w:rsid w:val="003B7865"/>
    <w:rsid w:val="003C19BB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31C"/>
    <w:rsid w:val="003D7D37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083"/>
    <w:rsid w:val="0042297D"/>
    <w:rsid w:val="00427087"/>
    <w:rsid w:val="00427FE1"/>
    <w:rsid w:val="00430CC8"/>
    <w:rsid w:val="0043320E"/>
    <w:rsid w:val="00433316"/>
    <w:rsid w:val="0043542C"/>
    <w:rsid w:val="00442042"/>
    <w:rsid w:val="00452FE1"/>
    <w:rsid w:val="00454AC0"/>
    <w:rsid w:val="00460656"/>
    <w:rsid w:val="00461CBF"/>
    <w:rsid w:val="004647AD"/>
    <w:rsid w:val="00464CD2"/>
    <w:rsid w:val="00466A83"/>
    <w:rsid w:val="004725F1"/>
    <w:rsid w:val="00474F06"/>
    <w:rsid w:val="00476FD4"/>
    <w:rsid w:val="00477BE2"/>
    <w:rsid w:val="00480743"/>
    <w:rsid w:val="00481452"/>
    <w:rsid w:val="0048194C"/>
    <w:rsid w:val="00484744"/>
    <w:rsid w:val="00494467"/>
    <w:rsid w:val="00495BA5"/>
    <w:rsid w:val="004A1280"/>
    <w:rsid w:val="004A208D"/>
    <w:rsid w:val="004A507E"/>
    <w:rsid w:val="004A6A33"/>
    <w:rsid w:val="004A6AFE"/>
    <w:rsid w:val="004B13C0"/>
    <w:rsid w:val="004B2D81"/>
    <w:rsid w:val="004B4D7D"/>
    <w:rsid w:val="004C05DF"/>
    <w:rsid w:val="004C2D29"/>
    <w:rsid w:val="004C3291"/>
    <w:rsid w:val="004C57B0"/>
    <w:rsid w:val="004C5D28"/>
    <w:rsid w:val="004C782F"/>
    <w:rsid w:val="004D00B1"/>
    <w:rsid w:val="004D191F"/>
    <w:rsid w:val="004D4DAF"/>
    <w:rsid w:val="004D6C16"/>
    <w:rsid w:val="004E1B30"/>
    <w:rsid w:val="004F030C"/>
    <w:rsid w:val="004F2E8B"/>
    <w:rsid w:val="004F3D0E"/>
    <w:rsid w:val="004F4376"/>
    <w:rsid w:val="004F5B61"/>
    <w:rsid w:val="004F6F5F"/>
    <w:rsid w:val="00502541"/>
    <w:rsid w:val="0051204F"/>
    <w:rsid w:val="00514A1E"/>
    <w:rsid w:val="00517412"/>
    <w:rsid w:val="0052319C"/>
    <w:rsid w:val="00524B34"/>
    <w:rsid w:val="00526B0F"/>
    <w:rsid w:val="00532DA7"/>
    <w:rsid w:val="005356E5"/>
    <w:rsid w:val="00540D18"/>
    <w:rsid w:val="0054339A"/>
    <w:rsid w:val="005446B7"/>
    <w:rsid w:val="005479C8"/>
    <w:rsid w:val="00550ECA"/>
    <w:rsid w:val="00551F0B"/>
    <w:rsid w:val="005520E5"/>
    <w:rsid w:val="005537D6"/>
    <w:rsid w:val="0056004E"/>
    <w:rsid w:val="00563375"/>
    <w:rsid w:val="005659AC"/>
    <w:rsid w:val="005669F8"/>
    <w:rsid w:val="00566D9D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7E60"/>
    <w:rsid w:val="00602C68"/>
    <w:rsid w:val="00603F2B"/>
    <w:rsid w:val="00606140"/>
    <w:rsid w:val="00611050"/>
    <w:rsid w:val="00620CB6"/>
    <w:rsid w:val="0062172C"/>
    <w:rsid w:val="00623108"/>
    <w:rsid w:val="00626111"/>
    <w:rsid w:val="006266AA"/>
    <w:rsid w:val="006276A5"/>
    <w:rsid w:val="0063427D"/>
    <w:rsid w:val="00635CD1"/>
    <w:rsid w:val="00635F11"/>
    <w:rsid w:val="00636908"/>
    <w:rsid w:val="00637EA4"/>
    <w:rsid w:val="006444F1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FD7"/>
    <w:rsid w:val="0067784A"/>
    <w:rsid w:val="00680442"/>
    <w:rsid w:val="006820CC"/>
    <w:rsid w:val="00682DAF"/>
    <w:rsid w:val="00683AB8"/>
    <w:rsid w:val="00683EA2"/>
    <w:rsid w:val="006840BF"/>
    <w:rsid w:val="00685841"/>
    <w:rsid w:val="006873DA"/>
    <w:rsid w:val="00690A2A"/>
    <w:rsid w:val="00692E57"/>
    <w:rsid w:val="00693990"/>
    <w:rsid w:val="006A03BE"/>
    <w:rsid w:val="006A1011"/>
    <w:rsid w:val="006A5EBD"/>
    <w:rsid w:val="006B2C2B"/>
    <w:rsid w:val="006B53BB"/>
    <w:rsid w:val="006B5923"/>
    <w:rsid w:val="006C01D1"/>
    <w:rsid w:val="006C74BF"/>
    <w:rsid w:val="006D433C"/>
    <w:rsid w:val="006D7E85"/>
    <w:rsid w:val="006E017C"/>
    <w:rsid w:val="006E0370"/>
    <w:rsid w:val="006E0A99"/>
    <w:rsid w:val="006E6578"/>
    <w:rsid w:val="006E6A26"/>
    <w:rsid w:val="006E78BB"/>
    <w:rsid w:val="006F6DD4"/>
    <w:rsid w:val="00701540"/>
    <w:rsid w:val="00701F85"/>
    <w:rsid w:val="00705D08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72526"/>
    <w:rsid w:val="007768EA"/>
    <w:rsid w:val="007828CD"/>
    <w:rsid w:val="00784276"/>
    <w:rsid w:val="00785857"/>
    <w:rsid w:val="0078591E"/>
    <w:rsid w:val="00787278"/>
    <w:rsid w:val="00791997"/>
    <w:rsid w:val="00794A38"/>
    <w:rsid w:val="0079512D"/>
    <w:rsid w:val="00797386"/>
    <w:rsid w:val="007A1E3A"/>
    <w:rsid w:val="007A4352"/>
    <w:rsid w:val="007A4A5F"/>
    <w:rsid w:val="007B03F6"/>
    <w:rsid w:val="007B106A"/>
    <w:rsid w:val="007B2003"/>
    <w:rsid w:val="007B6F53"/>
    <w:rsid w:val="007C4B8A"/>
    <w:rsid w:val="007C4EE0"/>
    <w:rsid w:val="007C6A0C"/>
    <w:rsid w:val="007D631E"/>
    <w:rsid w:val="007E0732"/>
    <w:rsid w:val="007E0BE1"/>
    <w:rsid w:val="007E201B"/>
    <w:rsid w:val="007E3DB0"/>
    <w:rsid w:val="007E5ED5"/>
    <w:rsid w:val="007E5F5C"/>
    <w:rsid w:val="007F0CA1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7170"/>
    <w:rsid w:val="00830210"/>
    <w:rsid w:val="00831E32"/>
    <w:rsid w:val="00832896"/>
    <w:rsid w:val="008341BC"/>
    <w:rsid w:val="00835C3C"/>
    <w:rsid w:val="00835D7B"/>
    <w:rsid w:val="008372DC"/>
    <w:rsid w:val="00841125"/>
    <w:rsid w:val="00843507"/>
    <w:rsid w:val="00845B7D"/>
    <w:rsid w:val="0085296E"/>
    <w:rsid w:val="0086687F"/>
    <w:rsid w:val="00866941"/>
    <w:rsid w:val="008675F0"/>
    <w:rsid w:val="008676D9"/>
    <w:rsid w:val="008703D0"/>
    <w:rsid w:val="008720BB"/>
    <w:rsid w:val="0088340C"/>
    <w:rsid w:val="00885832"/>
    <w:rsid w:val="008911C5"/>
    <w:rsid w:val="008939DF"/>
    <w:rsid w:val="00894931"/>
    <w:rsid w:val="008978AD"/>
    <w:rsid w:val="008A5036"/>
    <w:rsid w:val="008A6940"/>
    <w:rsid w:val="008A7A57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F1CC3"/>
    <w:rsid w:val="008F5324"/>
    <w:rsid w:val="00900089"/>
    <w:rsid w:val="009007C9"/>
    <w:rsid w:val="0090226D"/>
    <w:rsid w:val="00903BEF"/>
    <w:rsid w:val="00903FF1"/>
    <w:rsid w:val="0090506B"/>
    <w:rsid w:val="009058AE"/>
    <w:rsid w:val="00906731"/>
    <w:rsid w:val="00906D58"/>
    <w:rsid w:val="0091015D"/>
    <w:rsid w:val="009102C5"/>
    <w:rsid w:val="00916BA5"/>
    <w:rsid w:val="009216A9"/>
    <w:rsid w:val="00921830"/>
    <w:rsid w:val="0092423B"/>
    <w:rsid w:val="00925941"/>
    <w:rsid w:val="00927E97"/>
    <w:rsid w:val="00930C3C"/>
    <w:rsid w:val="00931C46"/>
    <w:rsid w:val="009326E4"/>
    <w:rsid w:val="009345BC"/>
    <w:rsid w:val="00934BC2"/>
    <w:rsid w:val="00935B10"/>
    <w:rsid w:val="00937AB2"/>
    <w:rsid w:val="00942CDE"/>
    <w:rsid w:val="00943992"/>
    <w:rsid w:val="00944074"/>
    <w:rsid w:val="0094482F"/>
    <w:rsid w:val="00945377"/>
    <w:rsid w:val="009500D4"/>
    <w:rsid w:val="009514E2"/>
    <w:rsid w:val="009516AC"/>
    <w:rsid w:val="00952D71"/>
    <w:rsid w:val="00954D07"/>
    <w:rsid w:val="00956AB1"/>
    <w:rsid w:val="009579DC"/>
    <w:rsid w:val="00960FC8"/>
    <w:rsid w:val="00961B2A"/>
    <w:rsid w:val="00962D93"/>
    <w:rsid w:val="009631C8"/>
    <w:rsid w:val="00972D0B"/>
    <w:rsid w:val="009814F0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A0038F"/>
    <w:rsid w:val="00A02D68"/>
    <w:rsid w:val="00A03E11"/>
    <w:rsid w:val="00A11C05"/>
    <w:rsid w:val="00A14232"/>
    <w:rsid w:val="00A145A2"/>
    <w:rsid w:val="00A15250"/>
    <w:rsid w:val="00A15265"/>
    <w:rsid w:val="00A15780"/>
    <w:rsid w:val="00A17BB2"/>
    <w:rsid w:val="00A206E6"/>
    <w:rsid w:val="00A20D41"/>
    <w:rsid w:val="00A2412B"/>
    <w:rsid w:val="00A25AAA"/>
    <w:rsid w:val="00A25BA6"/>
    <w:rsid w:val="00A25BC0"/>
    <w:rsid w:val="00A344EB"/>
    <w:rsid w:val="00A36863"/>
    <w:rsid w:val="00A43436"/>
    <w:rsid w:val="00A4358F"/>
    <w:rsid w:val="00A45B9C"/>
    <w:rsid w:val="00A47E17"/>
    <w:rsid w:val="00A537F4"/>
    <w:rsid w:val="00A54ACC"/>
    <w:rsid w:val="00A55D01"/>
    <w:rsid w:val="00A5607D"/>
    <w:rsid w:val="00A56978"/>
    <w:rsid w:val="00A60202"/>
    <w:rsid w:val="00A60999"/>
    <w:rsid w:val="00A64321"/>
    <w:rsid w:val="00A64DEC"/>
    <w:rsid w:val="00A65862"/>
    <w:rsid w:val="00A6622F"/>
    <w:rsid w:val="00A720E6"/>
    <w:rsid w:val="00A7315E"/>
    <w:rsid w:val="00A733B1"/>
    <w:rsid w:val="00A751D4"/>
    <w:rsid w:val="00A76FAC"/>
    <w:rsid w:val="00A80E25"/>
    <w:rsid w:val="00A83C47"/>
    <w:rsid w:val="00A84780"/>
    <w:rsid w:val="00A84C4A"/>
    <w:rsid w:val="00A86D7F"/>
    <w:rsid w:val="00A8766D"/>
    <w:rsid w:val="00A916A9"/>
    <w:rsid w:val="00AA0D78"/>
    <w:rsid w:val="00AA1B55"/>
    <w:rsid w:val="00AA3E04"/>
    <w:rsid w:val="00AA7C4F"/>
    <w:rsid w:val="00AA7D54"/>
    <w:rsid w:val="00AB16CC"/>
    <w:rsid w:val="00AB70E4"/>
    <w:rsid w:val="00AC5C2D"/>
    <w:rsid w:val="00AC5EDD"/>
    <w:rsid w:val="00AC71EC"/>
    <w:rsid w:val="00AC7CBC"/>
    <w:rsid w:val="00AD2463"/>
    <w:rsid w:val="00AD4D53"/>
    <w:rsid w:val="00AD6CFA"/>
    <w:rsid w:val="00AE156E"/>
    <w:rsid w:val="00AE3494"/>
    <w:rsid w:val="00AE5163"/>
    <w:rsid w:val="00AE6CCF"/>
    <w:rsid w:val="00AF637C"/>
    <w:rsid w:val="00B021B5"/>
    <w:rsid w:val="00B02200"/>
    <w:rsid w:val="00B0374D"/>
    <w:rsid w:val="00B11089"/>
    <w:rsid w:val="00B13DC1"/>
    <w:rsid w:val="00B14C73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618C"/>
    <w:rsid w:val="00B46C97"/>
    <w:rsid w:val="00B47715"/>
    <w:rsid w:val="00B50080"/>
    <w:rsid w:val="00B5173A"/>
    <w:rsid w:val="00B51852"/>
    <w:rsid w:val="00B54A41"/>
    <w:rsid w:val="00B5650A"/>
    <w:rsid w:val="00B66404"/>
    <w:rsid w:val="00B707BF"/>
    <w:rsid w:val="00B718EE"/>
    <w:rsid w:val="00B80506"/>
    <w:rsid w:val="00B805C7"/>
    <w:rsid w:val="00B81567"/>
    <w:rsid w:val="00B8321F"/>
    <w:rsid w:val="00B84043"/>
    <w:rsid w:val="00B840D5"/>
    <w:rsid w:val="00B85004"/>
    <w:rsid w:val="00B85EBA"/>
    <w:rsid w:val="00B86144"/>
    <w:rsid w:val="00B87578"/>
    <w:rsid w:val="00B87D59"/>
    <w:rsid w:val="00B915B5"/>
    <w:rsid w:val="00B97CA9"/>
    <w:rsid w:val="00BA6964"/>
    <w:rsid w:val="00BA78AC"/>
    <w:rsid w:val="00BB07DF"/>
    <w:rsid w:val="00BB42CA"/>
    <w:rsid w:val="00BB568D"/>
    <w:rsid w:val="00BC107D"/>
    <w:rsid w:val="00BC1114"/>
    <w:rsid w:val="00BC2535"/>
    <w:rsid w:val="00BC3E80"/>
    <w:rsid w:val="00BC64D2"/>
    <w:rsid w:val="00BC66BA"/>
    <w:rsid w:val="00BC694A"/>
    <w:rsid w:val="00BD2E99"/>
    <w:rsid w:val="00BD63B1"/>
    <w:rsid w:val="00BD7A25"/>
    <w:rsid w:val="00BE0AA5"/>
    <w:rsid w:val="00BE59CB"/>
    <w:rsid w:val="00BF1118"/>
    <w:rsid w:val="00BF489B"/>
    <w:rsid w:val="00C0242A"/>
    <w:rsid w:val="00C0284C"/>
    <w:rsid w:val="00C110B3"/>
    <w:rsid w:val="00C11166"/>
    <w:rsid w:val="00C14588"/>
    <w:rsid w:val="00C154A3"/>
    <w:rsid w:val="00C16208"/>
    <w:rsid w:val="00C162F0"/>
    <w:rsid w:val="00C204E3"/>
    <w:rsid w:val="00C23C29"/>
    <w:rsid w:val="00C24209"/>
    <w:rsid w:val="00C242D7"/>
    <w:rsid w:val="00C24D52"/>
    <w:rsid w:val="00C26C17"/>
    <w:rsid w:val="00C30CFD"/>
    <w:rsid w:val="00C3120B"/>
    <w:rsid w:val="00C407D1"/>
    <w:rsid w:val="00C42250"/>
    <w:rsid w:val="00C44770"/>
    <w:rsid w:val="00C44976"/>
    <w:rsid w:val="00C47063"/>
    <w:rsid w:val="00C474B5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75900"/>
    <w:rsid w:val="00C77072"/>
    <w:rsid w:val="00C808BF"/>
    <w:rsid w:val="00C83463"/>
    <w:rsid w:val="00C91A2B"/>
    <w:rsid w:val="00C928C8"/>
    <w:rsid w:val="00C93764"/>
    <w:rsid w:val="00CA0D77"/>
    <w:rsid w:val="00CA4EC7"/>
    <w:rsid w:val="00CA54BB"/>
    <w:rsid w:val="00CA5B23"/>
    <w:rsid w:val="00CA67D1"/>
    <w:rsid w:val="00CA7E7B"/>
    <w:rsid w:val="00CB09DD"/>
    <w:rsid w:val="00CC2B7B"/>
    <w:rsid w:val="00CC3532"/>
    <w:rsid w:val="00CC4DD5"/>
    <w:rsid w:val="00CC5D73"/>
    <w:rsid w:val="00CD065E"/>
    <w:rsid w:val="00CD1938"/>
    <w:rsid w:val="00CD198C"/>
    <w:rsid w:val="00CD2E46"/>
    <w:rsid w:val="00CD671E"/>
    <w:rsid w:val="00CE194C"/>
    <w:rsid w:val="00CE3436"/>
    <w:rsid w:val="00CF1C76"/>
    <w:rsid w:val="00CF2494"/>
    <w:rsid w:val="00CF2B51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7173"/>
    <w:rsid w:val="00D22DD2"/>
    <w:rsid w:val="00D23F13"/>
    <w:rsid w:val="00D25074"/>
    <w:rsid w:val="00D250B1"/>
    <w:rsid w:val="00D26781"/>
    <w:rsid w:val="00D26E38"/>
    <w:rsid w:val="00D33987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2569"/>
    <w:rsid w:val="00D73290"/>
    <w:rsid w:val="00D75482"/>
    <w:rsid w:val="00D76733"/>
    <w:rsid w:val="00D7756E"/>
    <w:rsid w:val="00D80D10"/>
    <w:rsid w:val="00D82355"/>
    <w:rsid w:val="00D826E4"/>
    <w:rsid w:val="00D83451"/>
    <w:rsid w:val="00D84E31"/>
    <w:rsid w:val="00D8766A"/>
    <w:rsid w:val="00D91334"/>
    <w:rsid w:val="00D924B4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2B15"/>
    <w:rsid w:val="00DC2E6A"/>
    <w:rsid w:val="00DC3A19"/>
    <w:rsid w:val="00DC4E39"/>
    <w:rsid w:val="00DC6B27"/>
    <w:rsid w:val="00DC7250"/>
    <w:rsid w:val="00DC7294"/>
    <w:rsid w:val="00DD1924"/>
    <w:rsid w:val="00DD26B4"/>
    <w:rsid w:val="00DD2AED"/>
    <w:rsid w:val="00DD2C22"/>
    <w:rsid w:val="00DD752B"/>
    <w:rsid w:val="00DD7C0B"/>
    <w:rsid w:val="00DD7F72"/>
    <w:rsid w:val="00DE0139"/>
    <w:rsid w:val="00DE069D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7AA2"/>
    <w:rsid w:val="00E80768"/>
    <w:rsid w:val="00E82A79"/>
    <w:rsid w:val="00E84BC4"/>
    <w:rsid w:val="00E92478"/>
    <w:rsid w:val="00E93A16"/>
    <w:rsid w:val="00E95641"/>
    <w:rsid w:val="00E958B0"/>
    <w:rsid w:val="00E96249"/>
    <w:rsid w:val="00E9732F"/>
    <w:rsid w:val="00EA0F3D"/>
    <w:rsid w:val="00EA22A7"/>
    <w:rsid w:val="00EB314C"/>
    <w:rsid w:val="00EB7D26"/>
    <w:rsid w:val="00EC26B4"/>
    <w:rsid w:val="00EC2C03"/>
    <w:rsid w:val="00EC3845"/>
    <w:rsid w:val="00EC6D2F"/>
    <w:rsid w:val="00EC7D0A"/>
    <w:rsid w:val="00ED0263"/>
    <w:rsid w:val="00ED2332"/>
    <w:rsid w:val="00ED3058"/>
    <w:rsid w:val="00ED3639"/>
    <w:rsid w:val="00ED3C78"/>
    <w:rsid w:val="00EE0E2F"/>
    <w:rsid w:val="00EE1CE8"/>
    <w:rsid w:val="00EE49FC"/>
    <w:rsid w:val="00EF27B7"/>
    <w:rsid w:val="00EF330C"/>
    <w:rsid w:val="00EF3B13"/>
    <w:rsid w:val="00EF4F28"/>
    <w:rsid w:val="00EF56D6"/>
    <w:rsid w:val="00F00C48"/>
    <w:rsid w:val="00F00F72"/>
    <w:rsid w:val="00F018DF"/>
    <w:rsid w:val="00F01BAF"/>
    <w:rsid w:val="00F039EE"/>
    <w:rsid w:val="00F04203"/>
    <w:rsid w:val="00F05163"/>
    <w:rsid w:val="00F06C4C"/>
    <w:rsid w:val="00F10A92"/>
    <w:rsid w:val="00F10D99"/>
    <w:rsid w:val="00F14186"/>
    <w:rsid w:val="00F15100"/>
    <w:rsid w:val="00F156B4"/>
    <w:rsid w:val="00F157A1"/>
    <w:rsid w:val="00F15B79"/>
    <w:rsid w:val="00F22F72"/>
    <w:rsid w:val="00F24043"/>
    <w:rsid w:val="00F313A8"/>
    <w:rsid w:val="00F323BB"/>
    <w:rsid w:val="00F327A7"/>
    <w:rsid w:val="00F354F0"/>
    <w:rsid w:val="00F373F0"/>
    <w:rsid w:val="00F422E7"/>
    <w:rsid w:val="00F456D5"/>
    <w:rsid w:val="00F5313E"/>
    <w:rsid w:val="00F55520"/>
    <w:rsid w:val="00F62C36"/>
    <w:rsid w:val="00F63DEF"/>
    <w:rsid w:val="00F64745"/>
    <w:rsid w:val="00F66BC4"/>
    <w:rsid w:val="00F730E3"/>
    <w:rsid w:val="00F74A92"/>
    <w:rsid w:val="00F75DF5"/>
    <w:rsid w:val="00F805D8"/>
    <w:rsid w:val="00F81219"/>
    <w:rsid w:val="00F8776E"/>
    <w:rsid w:val="00F91B7E"/>
    <w:rsid w:val="00F94FAD"/>
    <w:rsid w:val="00FA00F6"/>
    <w:rsid w:val="00FA3989"/>
    <w:rsid w:val="00FA4F27"/>
    <w:rsid w:val="00FA5746"/>
    <w:rsid w:val="00FA5BB1"/>
    <w:rsid w:val="00FA6441"/>
    <w:rsid w:val="00FA6EA2"/>
    <w:rsid w:val="00FB0E85"/>
    <w:rsid w:val="00FB1DA9"/>
    <w:rsid w:val="00FB4457"/>
    <w:rsid w:val="00FB589F"/>
    <w:rsid w:val="00FB7332"/>
    <w:rsid w:val="00FC11BB"/>
    <w:rsid w:val="00FC5108"/>
    <w:rsid w:val="00FC76C6"/>
    <w:rsid w:val="00FD0B50"/>
    <w:rsid w:val="00FD25DD"/>
    <w:rsid w:val="00FD4401"/>
    <w:rsid w:val="00FD742C"/>
    <w:rsid w:val="00FE1F58"/>
    <w:rsid w:val="00FE5371"/>
    <w:rsid w:val="00FE6218"/>
    <w:rsid w:val="00FE6A3B"/>
    <w:rsid w:val="00FE7956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66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13</Pages>
  <Words>2566</Words>
  <Characters>14631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Колесникова Наталья Юрьевна (UIR-NK - Колесникова)</cp:lastModifiedBy>
  <cp:revision>9</cp:revision>
  <cp:lastPrinted>2014-12-30T07:20:00Z</cp:lastPrinted>
  <dcterms:created xsi:type="dcterms:W3CDTF">2014-12-22T17:50:00Z</dcterms:created>
  <dcterms:modified xsi:type="dcterms:W3CDTF">2015-01-15T13:28:00Z</dcterms:modified>
</cp:coreProperties>
</file>