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3DC" w:rsidRDefault="004273DC" w:rsidP="00DD7700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4273DC" w:rsidRDefault="004273DC" w:rsidP="00DD7700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273DC" w:rsidRDefault="004273DC" w:rsidP="00DD7700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4273DC" w:rsidRDefault="004273DC" w:rsidP="00DD7700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Калининград»</w:t>
      </w:r>
    </w:p>
    <w:p w:rsidR="004273DC" w:rsidRDefault="004273DC" w:rsidP="00ED66DB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 31 декабря  2014 г. № 2278</w:t>
      </w:r>
    </w:p>
    <w:p w:rsidR="004273DC" w:rsidRDefault="004273DC" w:rsidP="000F31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73DC" w:rsidRDefault="004273DC" w:rsidP="000F31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5CD1">
        <w:rPr>
          <w:rFonts w:ascii="Times New Roman" w:hAnsi="Times New Roman" w:cs="Times New Roman"/>
          <w:sz w:val="28"/>
          <w:szCs w:val="28"/>
        </w:rPr>
        <w:t>ГРАФИК</w:t>
      </w:r>
    </w:p>
    <w:p w:rsidR="004273DC" w:rsidRDefault="004273DC" w:rsidP="000F316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35CD1">
        <w:rPr>
          <w:rFonts w:ascii="Times New Roman" w:hAnsi="Times New Roman" w:cs="Times New Roman"/>
          <w:sz w:val="28"/>
          <w:szCs w:val="28"/>
        </w:rPr>
        <w:t>выполнения мероприятий в 20</w:t>
      </w:r>
      <w:r>
        <w:rPr>
          <w:rFonts w:ascii="Times New Roman" w:hAnsi="Times New Roman" w:cs="Times New Roman"/>
          <w:sz w:val="28"/>
          <w:szCs w:val="28"/>
        </w:rPr>
        <w:t xml:space="preserve">15 </w:t>
      </w:r>
      <w:r w:rsidRPr="00635CD1">
        <w:rPr>
          <w:rFonts w:ascii="Times New Roman" w:hAnsi="Times New Roman" w:cs="Times New Roman"/>
          <w:sz w:val="28"/>
          <w:szCs w:val="28"/>
        </w:rPr>
        <w:t>г.</w:t>
      </w:r>
    </w:p>
    <w:p w:rsidR="004273DC" w:rsidRDefault="004273DC" w:rsidP="002A607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08"/>
        <w:gridCol w:w="5265"/>
        <w:gridCol w:w="1050"/>
        <w:gridCol w:w="1053"/>
        <w:gridCol w:w="1053"/>
        <w:gridCol w:w="1053"/>
        <w:gridCol w:w="4244"/>
      </w:tblGrid>
      <w:tr w:rsidR="004273DC" w:rsidRPr="00797386">
        <w:tc>
          <w:tcPr>
            <w:tcW w:w="310" w:type="pct"/>
            <w:tcMar>
              <w:left w:w="28" w:type="dxa"/>
              <w:right w:w="28" w:type="dxa"/>
            </w:tcMar>
          </w:tcPr>
          <w:p w:rsidR="004273DC" w:rsidRPr="00374822" w:rsidRDefault="004273DC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4273DC" w:rsidRPr="00374822" w:rsidRDefault="004273DC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800" w:type="pct"/>
            <w:tcMar>
              <w:left w:w="28" w:type="dxa"/>
              <w:right w:w="28" w:type="dxa"/>
            </w:tcMar>
          </w:tcPr>
          <w:p w:rsidR="004273DC" w:rsidRPr="00374822" w:rsidRDefault="004273DC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Наименование задачи, мероприятия, этапа</w:t>
            </w:r>
          </w:p>
        </w:tc>
        <w:tc>
          <w:tcPr>
            <w:tcW w:w="359" w:type="pct"/>
            <w:tcMar>
              <w:left w:w="28" w:type="dxa"/>
              <w:right w:w="28" w:type="dxa"/>
            </w:tcMar>
          </w:tcPr>
          <w:p w:rsidR="004273DC" w:rsidRPr="00374822" w:rsidRDefault="004273DC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1 кв.</w:t>
            </w:r>
          </w:p>
        </w:tc>
        <w:tc>
          <w:tcPr>
            <w:tcW w:w="360" w:type="pct"/>
            <w:tcMar>
              <w:left w:w="28" w:type="dxa"/>
              <w:right w:w="28" w:type="dxa"/>
            </w:tcMar>
          </w:tcPr>
          <w:p w:rsidR="004273DC" w:rsidRPr="00374822" w:rsidRDefault="004273DC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2 кв.</w:t>
            </w:r>
          </w:p>
        </w:tc>
        <w:tc>
          <w:tcPr>
            <w:tcW w:w="360" w:type="pct"/>
            <w:tcMar>
              <w:left w:w="28" w:type="dxa"/>
              <w:right w:w="28" w:type="dxa"/>
            </w:tcMar>
          </w:tcPr>
          <w:p w:rsidR="004273DC" w:rsidRPr="00374822" w:rsidRDefault="004273DC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3 кв.</w:t>
            </w:r>
          </w:p>
        </w:tc>
        <w:tc>
          <w:tcPr>
            <w:tcW w:w="360" w:type="pct"/>
            <w:tcMar>
              <w:left w:w="28" w:type="dxa"/>
              <w:right w:w="28" w:type="dxa"/>
            </w:tcMar>
          </w:tcPr>
          <w:p w:rsidR="004273DC" w:rsidRPr="00374822" w:rsidRDefault="004273DC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4 кв.</w:t>
            </w:r>
          </w:p>
        </w:tc>
        <w:tc>
          <w:tcPr>
            <w:tcW w:w="1452" w:type="pct"/>
            <w:tcMar>
              <w:left w:w="28" w:type="dxa"/>
              <w:right w:w="28" w:type="dxa"/>
            </w:tcMar>
          </w:tcPr>
          <w:p w:rsidR="004273DC" w:rsidRPr="00374822" w:rsidRDefault="004273DC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</w:tbl>
    <w:p w:rsidR="004273DC" w:rsidRDefault="004273DC" w:rsidP="002A607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"/>
          <w:szCs w:val="2"/>
        </w:rPr>
      </w:pPr>
    </w:p>
    <w:p w:rsidR="004273DC" w:rsidRDefault="004273DC" w:rsidP="002A607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"/>
          <w:szCs w:val="2"/>
        </w:rPr>
      </w:pPr>
    </w:p>
    <w:p w:rsidR="004273DC" w:rsidRPr="00A206E6" w:rsidRDefault="004273DC" w:rsidP="002A607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"/>
          <w:szCs w:val="2"/>
        </w:rPr>
      </w:pP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06"/>
        <w:gridCol w:w="14"/>
        <w:gridCol w:w="5239"/>
        <w:gridCol w:w="12"/>
        <w:gridCol w:w="1050"/>
        <w:gridCol w:w="995"/>
        <w:gridCol w:w="50"/>
        <w:gridCol w:w="992"/>
        <w:gridCol w:w="53"/>
        <w:gridCol w:w="1044"/>
        <w:gridCol w:w="4271"/>
      </w:tblGrid>
      <w:tr w:rsidR="004273DC" w:rsidRPr="00797386">
        <w:trPr>
          <w:tblHeader/>
        </w:trPr>
        <w:tc>
          <w:tcPr>
            <w:tcW w:w="310" w:type="pct"/>
            <w:tcMar>
              <w:left w:w="28" w:type="dxa"/>
              <w:right w:w="28" w:type="dxa"/>
            </w:tcMar>
          </w:tcPr>
          <w:p w:rsidR="004273DC" w:rsidRPr="0079738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0" w:type="pct"/>
            <w:gridSpan w:val="3"/>
            <w:tcMar>
              <w:left w:w="28" w:type="dxa"/>
              <w:right w:w="28" w:type="dxa"/>
            </w:tcMar>
          </w:tcPr>
          <w:p w:rsidR="004273DC" w:rsidRPr="0079738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9" w:type="pct"/>
            <w:tcMar>
              <w:left w:w="28" w:type="dxa"/>
              <w:right w:w="28" w:type="dxa"/>
            </w:tcMar>
          </w:tcPr>
          <w:p w:rsidR="004273DC" w:rsidRPr="0079738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7" w:type="pct"/>
            <w:gridSpan w:val="2"/>
            <w:tcMar>
              <w:left w:w="28" w:type="dxa"/>
              <w:right w:w="28" w:type="dxa"/>
            </w:tcMar>
          </w:tcPr>
          <w:p w:rsidR="004273DC" w:rsidRPr="0079738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7" w:type="pct"/>
            <w:gridSpan w:val="2"/>
            <w:tcMar>
              <w:left w:w="28" w:type="dxa"/>
              <w:right w:w="28" w:type="dxa"/>
            </w:tcMar>
          </w:tcPr>
          <w:p w:rsidR="004273DC" w:rsidRPr="0079738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4273DC" w:rsidRPr="0079738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79738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273DC" w:rsidRPr="00797386">
        <w:tc>
          <w:tcPr>
            <w:tcW w:w="5000" w:type="pct"/>
            <w:gridSpan w:val="11"/>
            <w:tcMar>
              <w:left w:w="28" w:type="dxa"/>
              <w:right w:w="28" w:type="dxa"/>
            </w:tcMar>
          </w:tcPr>
          <w:p w:rsidR="004273DC" w:rsidRPr="00265030" w:rsidRDefault="004273DC" w:rsidP="0026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1. </w:t>
            </w:r>
            <w:r w:rsidRPr="00265030">
              <w:rPr>
                <w:rFonts w:ascii="Times New Roman" w:hAnsi="Times New Roman" w:cs="Times New Roman"/>
                <w:sz w:val="28"/>
                <w:szCs w:val="28"/>
              </w:rPr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образования, обеспечение дополнительного образования детей, организация отдыха детей и подростков в каникулярное время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265030" w:rsidRDefault="004273D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65030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B84866" w:rsidRDefault="004273DC" w:rsidP="0026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Предоставление общедоступного и бесплатного дошкольного образования в соответствии с ФГОС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265030" w:rsidRDefault="004273D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650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4273DC" w:rsidRPr="00797386" w:rsidRDefault="004273DC" w:rsidP="0026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C18D6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265030" w:rsidRDefault="004273D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650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4273DC" w:rsidRPr="00797386" w:rsidRDefault="004273DC" w:rsidP="002650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265030" w:rsidRDefault="004273D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B84866" w:rsidRDefault="004273DC" w:rsidP="002650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Присмотр и уход за детьми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99468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650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4273DC" w:rsidRPr="00797386" w:rsidRDefault="004273DC" w:rsidP="0026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C18D6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650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4273DC" w:rsidRPr="00797386" w:rsidRDefault="004273DC" w:rsidP="002650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1F43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B84866" w:rsidRDefault="004273DC" w:rsidP="001F431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Предоставление общедоступного и бесплатного начального общего, основного общего и среднего общего образования по общеобразовательным программам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99468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936CF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4273DC" w:rsidRPr="00797386" w:rsidRDefault="004273DC" w:rsidP="00936CF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C18D6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1312B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936CF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4273DC" w:rsidRPr="00797386" w:rsidRDefault="004273DC" w:rsidP="00936C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1312BC" w:rsidRDefault="004273DC" w:rsidP="001F43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5C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245C3A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3A">
              <w:rPr>
                <w:rFonts w:ascii="Times New Roman" w:hAnsi="Times New Roman" w:cs="Times New Roman"/>
                <w:sz w:val="24"/>
                <w:szCs w:val="24"/>
              </w:rPr>
              <w:t>Организация семинаров, консультаций по проблемам психолого-педагогического и социального сопровождения семей, имеющих детей с особыми образовательными потребностями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1312B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4273DC" w:rsidRPr="0079738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C18D6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1312B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4273DC" w:rsidRPr="0079738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994681" w:rsidRDefault="004273DC" w:rsidP="001F43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1.2.3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Предоставление дополнительного образования детям в общеобразовательных учреждениях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99468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4273DC" w:rsidRPr="0079738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C18D6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4273DC" w:rsidRPr="0079738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994681" w:rsidRDefault="004273DC" w:rsidP="001F43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1.2.4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общеобразовательной программы в части изучения предмета «Технология»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99468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994681" w:rsidRDefault="004273DC" w:rsidP="001F43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1.2.5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Содержание и обучение обучающихся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99468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1F43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1.2.6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Содержание и воспитание детей и подростков, находящихся в трудной жизненной ситуации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52B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1.2.7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функционирования, сохранности муниципального имущества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1.2.8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245C3A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3A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питания школьников в муниципальных общеобразовательных учреждениях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1.3.1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B84866" w:rsidRDefault="004273DC" w:rsidP="0045421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Предоставление дополнительного образования детям в учреждениях дополнительного образования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45421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45421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4542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4542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4542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4542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1.4.1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245C3A" w:rsidRDefault="004273DC" w:rsidP="00245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3A">
              <w:rPr>
                <w:rFonts w:ascii="Times New Roman" w:hAnsi="Times New Roman" w:cs="Times New Roman"/>
                <w:sz w:val="24"/>
                <w:szCs w:val="24"/>
              </w:rPr>
              <w:t>Оказание услуг по присмотру и уходу за детьми в частных организациях, осуществляющих образовательную деятельность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1.4.2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 xml:space="preserve"> опорных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учреждений 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дошкольного и дополнительного образования (на основе конкурсного отбора по результатам деятельности)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1.4.3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B84866" w:rsidRDefault="004273DC" w:rsidP="00E80D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Информационно-технологическое сопровождение образовательного процесса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FE324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Мероприятия проводятся в течение года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FE324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4C76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4C76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4C76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4C76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994681" w:rsidRDefault="004273DC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1.5.1</w:t>
            </w: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Развитие кадетского движения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99468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99468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7C775A" w:rsidRDefault="004273DC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духовно-нравственное воспитание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7C775A" w:rsidRDefault="004273D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7C775A" w:rsidRDefault="004273D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7C775A" w:rsidRDefault="004273DC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043FE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гражданское и патриотическое воспитание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797386" w:rsidRDefault="004273D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9500D4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79738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79738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79738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79738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79738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797386" w:rsidRDefault="004273D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043FE1" w:rsidRDefault="004273DC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1.6.1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формирование здорового образа жизни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797386" w:rsidRDefault="004273D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797386" w:rsidRDefault="004273D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E80D00" w:rsidRDefault="004273D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80D00">
              <w:rPr>
                <w:rFonts w:ascii="Times New Roman" w:hAnsi="Times New Roman" w:cs="Times New Roman"/>
                <w:sz w:val="24"/>
                <w:szCs w:val="24"/>
              </w:rPr>
              <w:t>1.6.2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E80D00" w:rsidRDefault="004273DC" w:rsidP="00E80D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подростков в каникулярное время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E80D00" w:rsidRDefault="004273D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93398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E80D00" w:rsidRDefault="004273D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93398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97,5%</w:t>
            </w: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97,5%</w:t>
            </w: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043FE1" w:rsidRDefault="004273DC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Внедрение инновационных проектов организации каникулярного времени, ориентированных на непрерывный процесс интеллектуального, творческого и физического развития детей и подростков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797386" w:rsidRDefault="004273D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797386" w:rsidRDefault="004273D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043FE1" w:rsidRDefault="004273DC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Государственная (итоговая) аттестация выпускников 11-х классов в форме ЕГЭ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797386" w:rsidRDefault="004273D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797386" w:rsidRDefault="004273D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043FE1" w:rsidRDefault="004273DC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(итоговая) аттестация выпускников 9-х классов 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797386" w:rsidRDefault="004273D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797386" w:rsidRDefault="004273D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043FE1" w:rsidRDefault="004273DC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043FE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Мониторинг образовательных достижений обучающихся на разных ступенях общего образования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797386" w:rsidRDefault="004273D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79738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797386" w:rsidRDefault="004273D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79738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7C775A" w:rsidRDefault="004273DC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Разработка, издание информационно-аналитических материалов, методических рекомендаций по проблемам образования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79738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79738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7C775A" w:rsidRDefault="004273DC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B84866" w:rsidRDefault="004273DC" w:rsidP="00C53DD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Организация городских ученических олимпиад, смотров, конкурсов, игр, фестивалей, соревнований, конференций и других мероприятий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7C775A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Организация работы городской Школы для одаренных детей, профильных и иных, в том числе выездных, лагерей для одаренных детей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B84866" w:rsidRDefault="004273DC" w:rsidP="00517CC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воспитанников и учащихся 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 xml:space="preserve"> во всероссийских и международных конференциях, форумах, слетах и других проектах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  <w:gridSpan w:val="3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74" w:type="pct"/>
            <w:gridSpan w:val="3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7C775A" w:rsidRDefault="004273DC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 xml:space="preserve">Стипендии для одаренных детей – учащихся муниципальных общеобразовательных учреждений города Калининграда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за особые достижения в сфере образования</w:t>
            </w:r>
          </w:p>
        </w:tc>
      </w:tr>
      <w:tr w:rsidR="004273DC" w:rsidRPr="00797386">
        <w:trPr>
          <w:trHeight w:val="489"/>
        </w:trPr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Конкурсный отбор стипендиатов проводится в августе-сентябре, стипендии выплачиваются в течение учебного года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7C775A" w:rsidRDefault="004273DC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ED0263" w:rsidRDefault="004273DC" w:rsidP="00517C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263">
              <w:rPr>
                <w:rFonts w:ascii="Times New Roman" w:hAnsi="Times New Roman" w:cs="Times New Roman"/>
                <w:sz w:val="24"/>
                <w:szCs w:val="24"/>
              </w:rPr>
              <w:t>Стипендии для одаренных детей – воспитанников муниципальных учреждений дополнительного образования детей творческой направленности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одаренных детей, учащихся муниципальных общеобразовательных учреждений </w:t>
            </w:r>
            <w:r w:rsidRPr="00ED026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особые успехи в творческой деятельности</w:t>
            </w:r>
          </w:p>
        </w:tc>
      </w:tr>
      <w:tr w:rsidR="004273DC" w:rsidRPr="00797386">
        <w:trPr>
          <w:trHeight w:val="536"/>
        </w:trPr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Конкурсный отбор стипендиатов проводится в августе-сентябре, стипендии выплачиваются в течение учебного года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4273DC" w:rsidRPr="0079738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D9701B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1B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B84866" w:rsidRDefault="004273DC" w:rsidP="000825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педагогических работников (</w:t>
            </w:r>
            <w:r w:rsidRPr="00B84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педагогические чтения, конференции, семинары по вопросам введения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ФГОС</w:t>
            </w:r>
            <w:r w:rsidRPr="00B84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общего образования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D9701B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1B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0F75B2" w:rsidRDefault="004273DC" w:rsidP="009E3F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>Повыше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квалификации руководителей </w:t>
            </w: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>образовательных учреждений по вопросам управления образовательными системами и внедрения современных технологий обучения и воспитания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0FC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конференци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семинар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вопросам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введения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ФГОС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общего образования</w:t>
            </w:r>
            <w:r w:rsidRPr="00960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273DC" w:rsidRPr="00797386">
        <w:trPr>
          <w:trHeight w:val="264"/>
        </w:trPr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Проведение городского образовательного форума, педагогических научно-практических конференций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C53DD7">
            <w:pPr>
              <w:tabs>
                <w:tab w:val="left" w:pos="400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B84866" w:rsidRDefault="004273DC" w:rsidP="00614CB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Организационно-методическое сопровождение мероприятий комитета по образованию и подведомственных учреждений, повышени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квалификации педагогических кадров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C53DD7">
            <w:pPr>
              <w:tabs>
                <w:tab w:val="left" w:pos="400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C53D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C53D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C53D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C53D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C53DD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C53D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C53D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C53D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C53D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3.1.5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B84866" w:rsidRDefault="004273DC" w:rsidP="005F6F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профессиональных конкурсов и 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праздничных мероприятий</w:t>
            </w: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B84866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797386">
        <w:tc>
          <w:tcPr>
            <w:tcW w:w="5000" w:type="pct"/>
            <w:gridSpan w:val="11"/>
            <w:tcMar>
              <w:left w:w="28" w:type="dxa"/>
              <w:right w:w="28" w:type="dxa"/>
            </w:tcMar>
          </w:tcPr>
          <w:p w:rsidR="004273DC" w:rsidRPr="00993C67" w:rsidRDefault="004273D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3C67">
              <w:rPr>
                <w:rFonts w:ascii="Times New Roman" w:hAnsi="Times New Roman" w:cs="Times New Roman"/>
                <w:sz w:val="28"/>
                <w:szCs w:val="28"/>
              </w:rPr>
              <w:t>4. Развитие сети учреждений образования и обеспечение комплексной безопасности зданий подведомственных учреждений (противопожарной, санитарно-эпидемиологической, антитеррористической и т.д.) в соответствии с действующим законодательством</w:t>
            </w:r>
          </w:p>
        </w:tc>
      </w:tr>
      <w:tr w:rsidR="004273DC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082541" w:rsidRDefault="004273DC" w:rsidP="00E80D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 «Обеспечение требований комплексной  безопасности в муниципальных учреждениях образования и загородных оздоровительных центрах»</w:t>
            </w:r>
          </w:p>
        </w:tc>
      </w:tr>
      <w:tr w:rsidR="004273DC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4273DC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FB4C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082541" w:rsidRDefault="004273DC" w:rsidP="00F30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материально-технической базы образовательных учреждений и загородных </w:t>
            </w:r>
            <w:r w:rsidRPr="007501FD">
              <w:rPr>
                <w:rFonts w:ascii="Times New Roman" w:hAnsi="Times New Roman" w:cs="Times New Roman"/>
                <w:sz w:val="24"/>
                <w:szCs w:val="24"/>
              </w:rPr>
              <w:t>оздоровительных центров (в т.ч. изготовление и проверка проектной и рабочей документации и осуществление строительного контроля)</w:t>
            </w:r>
          </w:p>
        </w:tc>
      </w:tr>
      <w:tr w:rsidR="004273DC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4273DC" w:rsidRPr="00082541" w:rsidRDefault="004273DC" w:rsidP="00A87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4273DC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FB4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082541" w:rsidRDefault="004273DC" w:rsidP="00FB4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FB4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FB4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082541" w:rsidRDefault="004273DC" w:rsidP="00993C6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сети учреждений образования </w:t>
            </w:r>
          </w:p>
        </w:tc>
      </w:tr>
      <w:tr w:rsidR="004273DC" w:rsidRPr="00082541">
        <w:tc>
          <w:tcPr>
            <w:tcW w:w="315" w:type="pct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Строительство дошкольных образовательных учреждений</w:t>
            </w:r>
          </w:p>
        </w:tc>
      </w:tr>
      <w:tr w:rsidR="004273D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9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муниципального дошкольного учреждения детский сад</w:t>
            </w: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 xml:space="preserve"> по ул. Артиллерийская –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 Закатная – ул. Пирогова в г. </w:t>
            </w: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Калининграде</w:t>
            </w:r>
          </w:p>
        </w:tc>
      </w:tr>
      <w:tr w:rsidR="004273DC" w:rsidRPr="00082541">
        <w:tc>
          <w:tcPr>
            <w:tcW w:w="31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082541">
        <w:tc>
          <w:tcPr>
            <w:tcW w:w="31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082541" w:rsidRDefault="004273DC" w:rsidP="000406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</w:tr>
      <w:tr w:rsidR="004273DC" w:rsidRPr="00082541">
        <w:tc>
          <w:tcPr>
            <w:tcW w:w="315" w:type="pct"/>
            <w:gridSpan w:val="2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082541" w:rsidRDefault="004273DC" w:rsidP="00E8076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корпусов начальной школы - детского сада муниципального автономного общеобразовательного учреждения города Калининграда гимназии № 22 по ул. Октябрьской в г. Калининграде (</w:t>
            </w:r>
            <w:r w:rsidRPr="0008254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 </w:t>
            </w:r>
            <w:r w:rsidRPr="000825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этап)</w:t>
            </w:r>
          </w:p>
        </w:tc>
      </w:tr>
      <w:tr w:rsidR="004273DC" w:rsidRPr="00082541">
        <w:tc>
          <w:tcPr>
            <w:tcW w:w="31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082541">
        <w:tc>
          <w:tcPr>
            <w:tcW w:w="31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4273D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5" w:type="pct"/>
            <w:gridSpan w:val="9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Style w:val="Heading1Char"/>
                <w:color w:val="000000"/>
                <w:sz w:val="24"/>
                <w:szCs w:val="24"/>
                <w:lang w:val="ru-RU"/>
              </w:rPr>
              <w:t>Строительство муниципального дошкольного учреждения</w:t>
            </w:r>
            <w:r w:rsidRPr="00082541">
              <w:rPr>
                <w:rStyle w:val="Heading1Char"/>
                <w:sz w:val="24"/>
                <w:szCs w:val="24"/>
                <w:lang w:val="ru-RU"/>
              </w:rPr>
              <w:t xml:space="preserve"> по ул. Аксакова – дор. Окружная в г. Калининграде</w:t>
            </w:r>
          </w:p>
        </w:tc>
      </w:tr>
      <w:tr w:rsidR="004273DC" w:rsidRPr="00082541">
        <w:tc>
          <w:tcPr>
            <w:tcW w:w="31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082541">
        <w:tc>
          <w:tcPr>
            <w:tcW w:w="31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2015 гг.</w:t>
            </w:r>
          </w:p>
        </w:tc>
      </w:tr>
      <w:tr w:rsidR="004273D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5" w:type="pct"/>
            <w:gridSpan w:val="9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Детский сад на 240 мест по ул. Левитана в Юго-Восточном микрорайоне г. Калининграда</w:t>
            </w:r>
          </w:p>
        </w:tc>
      </w:tr>
      <w:tr w:rsidR="004273DC" w:rsidRPr="00082541">
        <w:tc>
          <w:tcPr>
            <w:tcW w:w="31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082541">
        <w:tc>
          <w:tcPr>
            <w:tcW w:w="31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85" w:type="pct"/>
            <w:gridSpan w:val="9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нового корпуса МАДОУ ЦРР детский сад № 122 по ул. Маршала Борзова, 95 в г. Калининграде</w:t>
            </w:r>
          </w:p>
        </w:tc>
      </w:tr>
      <w:tr w:rsidR="004273DC" w:rsidRPr="00082541">
        <w:tc>
          <w:tcPr>
            <w:tcW w:w="31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082541">
        <w:tc>
          <w:tcPr>
            <w:tcW w:w="31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082541" w:rsidRDefault="004273DC" w:rsidP="000406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</w:tr>
      <w:tr w:rsidR="004273DC" w:rsidRPr="00082541">
        <w:tc>
          <w:tcPr>
            <w:tcW w:w="31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85" w:type="pct"/>
            <w:gridSpan w:val="9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корпуса МАДОУ детского сада № 86 по ул. Б. Хмельницкого, 84 в г. Калининграде</w:t>
            </w:r>
          </w:p>
        </w:tc>
      </w:tr>
      <w:tr w:rsidR="004273DC" w:rsidRPr="00082541">
        <w:tc>
          <w:tcPr>
            <w:tcW w:w="31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082541">
        <w:tc>
          <w:tcPr>
            <w:tcW w:w="31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082541" w:rsidRDefault="004273DC" w:rsidP="000406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2015  г.</w:t>
            </w:r>
          </w:p>
        </w:tc>
      </w:tr>
      <w:tr w:rsidR="004273DC" w:rsidRPr="00082541">
        <w:tc>
          <w:tcPr>
            <w:tcW w:w="315" w:type="pct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4.3.1</w:t>
            </w:r>
          </w:p>
        </w:tc>
        <w:tc>
          <w:tcPr>
            <w:tcW w:w="4685" w:type="pct"/>
            <w:gridSpan w:val="9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муниципальных общеобразовательных учреждений</w:t>
            </w:r>
          </w:p>
        </w:tc>
      </w:tr>
      <w:tr w:rsidR="004273D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9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и рабочей документации по объекту «Строительство общеобразовательной школы в Восточном жилом районе г. Калининграда»</w:t>
            </w:r>
          </w:p>
        </w:tc>
      </w:tr>
      <w:tr w:rsidR="004273DC" w:rsidRPr="00082541">
        <w:tc>
          <w:tcPr>
            <w:tcW w:w="31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082541">
        <w:tc>
          <w:tcPr>
            <w:tcW w:w="31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</w:tr>
      <w:tr w:rsidR="004273D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D1467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9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D146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проектной и рабочей документации по объекту «Строительство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средней общеобразовательной</w:t>
            </w:r>
            <w:r w:rsidRPr="000825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школы по ул. Марш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</w:t>
            </w:r>
            <w:r w:rsidRPr="000825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Борзова в г. Калининграде»</w:t>
            </w:r>
          </w:p>
        </w:tc>
      </w:tr>
      <w:tr w:rsidR="004273DC" w:rsidRPr="00082541">
        <w:tc>
          <w:tcPr>
            <w:tcW w:w="31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C53DD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082541">
        <w:tc>
          <w:tcPr>
            <w:tcW w:w="31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C53DD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</w:tr>
      <w:tr w:rsidR="004273D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FB4C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4.4.1</w:t>
            </w:r>
          </w:p>
        </w:tc>
        <w:tc>
          <w:tcPr>
            <w:tcW w:w="4685" w:type="pct"/>
            <w:gridSpan w:val="9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517CC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D13FB">
              <w:rPr>
                <w:rFonts w:ascii="Times New Roman" w:hAnsi="Times New Roman" w:cs="Times New Roman"/>
                <w:sz w:val="24"/>
                <w:szCs w:val="24"/>
              </w:rPr>
              <w:t>Реконструкция физкультурно-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оздоровительных </w:t>
            </w:r>
            <w:r w:rsidRPr="003D13FB">
              <w:rPr>
                <w:rFonts w:ascii="Times New Roman" w:hAnsi="Times New Roman" w:cs="Times New Roman"/>
                <w:sz w:val="24"/>
                <w:szCs w:val="24"/>
              </w:rPr>
              <w:t xml:space="preserve"> площад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 муниципальных общеобразовательных учреждений</w:t>
            </w:r>
          </w:p>
        </w:tc>
      </w:tr>
      <w:tr w:rsidR="004273D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Default="004273DC" w:rsidP="00FB4C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7501F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D13FB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физкультурно-спортивной площадки для МАОУ СОШ № 31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ул. Пролетарской, 66а в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г. </w:t>
            </w:r>
            <w:r w:rsidRPr="003D13FB">
              <w:rPr>
                <w:rFonts w:ascii="Times New Roman" w:hAnsi="Times New Roman" w:cs="Times New Roman"/>
                <w:sz w:val="24"/>
                <w:szCs w:val="24"/>
              </w:rPr>
              <w:t>Калининграде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082541" w:rsidRDefault="004273D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FB4CB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FB4CB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FB4C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082541" w:rsidRDefault="004273DC" w:rsidP="00FB4C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FB4C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FB4C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082541" w:rsidRDefault="004273DC" w:rsidP="00FB4C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3DC" w:rsidRPr="00082541">
        <w:tc>
          <w:tcPr>
            <w:tcW w:w="31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FB4CB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4273DC" w:rsidRPr="00082541" w:rsidRDefault="004273DC" w:rsidP="00FB4CB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FB4C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Mar>
              <w:left w:w="28" w:type="dxa"/>
              <w:right w:w="28" w:type="dxa"/>
            </w:tcMar>
          </w:tcPr>
          <w:p w:rsidR="004273DC" w:rsidRPr="00082541" w:rsidRDefault="004273DC" w:rsidP="00FB4C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FB4C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Mar>
              <w:left w:w="28" w:type="dxa"/>
              <w:right w:w="28" w:type="dxa"/>
            </w:tcMar>
          </w:tcPr>
          <w:p w:rsidR="004273DC" w:rsidRPr="00082541" w:rsidRDefault="004273DC" w:rsidP="00FB4C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4273DC" w:rsidRPr="00082541" w:rsidRDefault="004273DC" w:rsidP="00FB4C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</w:tr>
    </w:tbl>
    <w:p w:rsidR="004273DC" w:rsidRPr="00082541" w:rsidRDefault="004273DC">
      <w:pPr>
        <w:rPr>
          <w:sz w:val="24"/>
          <w:szCs w:val="24"/>
        </w:rPr>
      </w:pPr>
    </w:p>
    <w:sectPr w:rsidR="004273DC" w:rsidRPr="00082541" w:rsidSect="00614CB8">
      <w:headerReference w:type="default" r:id="rId7"/>
      <w:pgSz w:w="16838" w:h="11906" w:orient="landscape"/>
      <w:pgMar w:top="851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3DC" w:rsidRDefault="004273DC" w:rsidP="00CB7380">
      <w:pPr>
        <w:spacing w:after="0" w:line="240" w:lineRule="auto"/>
      </w:pPr>
      <w:r>
        <w:separator/>
      </w:r>
    </w:p>
  </w:endnote>
  <w:endnote w:type="continuationSeparator" w:id="0">
    <w:p w:rsidR="004273DC" w:rsidRDefault="004273DC" w:rsidP="00CB7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3DC" w:rsidRDefault="004273DC" w:rsidP="00CB7380">
      <w:pPr>
        <w:spacing w:after="0" w:line="240" w:lineRule="auto"/>
      </w:pPr>
      <w:r>
        <w:separator/>
      </w:r>
    </w:p>
  </w:footnote>
  <w:footnote w:type="continuationSeparator" w:id="0">
    <w:p w:rsidR="004273DC" w:rsidRDefault="004273DC" w:rsidP="00CB7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3DC" w:rsidRDefault="004273DC">
    <w:pPr>
      <w:pStyle w:val="Header"/>
      <w:jc w:val="center"/>
    </w:pPr>
    <w:fldSimple w:instr="PAGE   \* MERGEFORMAT">
      <w:r>
        <w:rPr>
          <w:noProof/>
        </w:rPr>
        <w:t>6</w:t>
      </w:r>
    </w:fldSimple>
  </w:p>
  <w:p w:rsidR="004273DC" w:rsidRDefault="004273D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22E61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A564F0"/>
    <w:multiLevelType w:val="hybridMultilevel"/>
    <w:tmpl w:val="3940DACC"/>
    <w:lvl w:ilvl="0" w:tplc="5C246C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F02731D"/>
    <w:multiLevelType w:val="hybridMultilevel"/>
    <w:tmpl w:val="EFE01930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49431D3"/>
    <w:multiLevelType w:val="multilevel"/>
    <w:tmpl w:val="52E20B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5">
    <w:nsid w:val="1A66041C"/>
    <w:multiLevelType w:val="hybridMultilevel"/>
    <w:tmpl w:val="7328575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6">
    <w:nsid w:val="20F87DF6"/>
    <w:multiLevelType w:val="hybridMultilevel"/>
    <w:tmpl w:val="59768E72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cs="Wingdings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55572BF"/>
    <w:multiLevelType w:val="hybridMultilevel"/>
    <w:tmpl w:val="C0949252"/>
    <w:lvl w:ilvl="0" w:tplc="E75896CE">
      <w:start w:val="1"/>
      <w:numFmt w:val="bullet"/>
      <w:lvlText w:val=""/>
      <w:lvlJc w:val="left"/>
      <w:pPr>
        <w:ind w:left="133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7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9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3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5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93" w:hanging="360"/>
      </w:pPr>
      <w:rPr>
        <w:rFonts w:ascii="Wingdings" w:hAnsi="Wingdings" w:cs="Wingdings" w:hint="default"/>
      </w:rPr>
    </w:lvl>
  </w:abstractNum>
  <w:abstractNum w:abstractNumId="8">
    <w:nsid w:val="2B422F60"/>
    <w:multiLevelType w:val="hybridMultilevel"/>
    <w:tmpl w:val="8CC29698"/>
    <w:lvl w:ilvl="0" w:tplc="CEAC540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3EC18DF"/>
    <w:multiLevelType w:val="hybridMultilevel"/>
    <w:tmpl w:val="C7E40756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6E36AF8"/>
    <w:multiLevelType w:val="hybridMultilevel"/>
    <w:tmpl w:val="F2AAEA46"/>
    <w:lvl w:ilvl="0" w:tplc="04190001">
      <w:start w:val="1"/>
      <w:numFmt w:val="bullet"/>
      <w:lvlText w:val="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1">
    <w:nsid w:val="38973126"/>
    <w:multiLevelType w:val="hybridMultilevel"/>
    <w:tmpl w:val="97FAD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741D05"/>
    <w:multiLevelType w:val="hybridMultilevel"/>
    <w:tmpl w:val="179E64CE"/>
    <w:lvl w:ilvl="0" w:tplc="E75896CE">
      <w:start w:val="1"/>
      <w:numFmt w:val="bullet"/>
      <w:lvlText w:val="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3">
    <w:nsid w:val="44F70AC6"/>
    <w:multiLevelType w:val="hybridMultilevel"/>
    <w:tmpl w:val="BBCCF210"/>
    <w:lvl w:ilvl="0" w:tplc="E75896CE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4">
    <w:nsid w:val="45D135D3"/>
    <w:multiLevelType w:val="hybridMultilevel"/>
    <w:tmpl w:val="D772D83E"/>
    <w:lvl w:ilvl="0" w:tplc="80827FF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7853F4"/>
    <w:multiLevelType w:val="hybridMultilevel"/>
    <w:tmpl w:val="FD14A7E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6">
    <w:nsid w:val="4C701E2B"/>
    <w:multiLevelType w:val="multilevel"/>
    <w:tmpl w:val="03E238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31B75A4"/>
    <w:multiLevelType w:val="hybridMultilevel"/>
    <w:tmpl w:val="C60C6E36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10" w:hanging="360"/>
      </w:pPr>
      <w:rPr>
        <w:rFonts w:ascii="Wingdings" w:hAnsi="Wingdings" w:cs="Wingdings" w:hint="default"/>
      </w:rPr>
    </w:lvl>
  </w:abstractNum>
  <w:abstractNum w:abstractNumId="18">
    <w:nsid w:val="5BA04D8F"/>
    <w:multiLevelType w:val="hybridMultilevel"/>
    <w:tmpl w:val="100E523A"/>
    <w:lvl w:ilvl="0" w:tplc="46DCD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6A2C6780"/>
    <w:multiLevelType w:val="hybridMultilevel"/>
    <w:tmpl w:val="FF5C2818"/>
    <w:lvl w:ilvl="0" w:tplc="8CB477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372148"/>
    <w:multiLevelType w:val="hybridMultilevel"/>
    <w:tmpl w:val="152CB6C8"/>
    <w:lvl w:ilvl="0" w:tplc="E75896CE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1">
    <w:nsid w:val="76753C23"/>
    <w:multiLevelType w:val="hybridMultilevel"/>
    <w:tmpl w:val="E0F0083E"/>
    <w:lvl w:ilvl="0" w:tplc="C1F8F3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7D276AF"/>
    <w:multiLevelType w:val="hybridMultilevel"/>
    <w:tmpl w:val="6810B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494E63"/>
    <w:multiLevelType w:val="hybridMultilevel"/>
    <w:tmpl w:val="295C1DAA"/>
    <w:lvl w:ilvl="0" w:tplc="684CADB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4">
    <w:nsid w:val="78B7452A"/>
    <w:multiLevelType w:val="multilevel"/>
    <w:tmpl w:val="612E932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1"/>
  </w:num>
  <w:num w:numId="5">
    <w:abstractNumId w:val="19"/>
  </w:num>
  <w:num w:numId="6">
    <w:abstractNumId w:val="14"/>
  </w:num>
  <w:num w:numId="7">
    <w:abstractNumId w:val="23"/>
  </w:num>
  <w:num w:numId="8">
    <w:abstractNumId w:val="18"/>
  </w:num>
  <w:num w:numId="9">
    <w:abstractNumId w:val="2"/>
  </w:num>
  <w:num w:numId="10">
    <w:abstractNumId w:val="6"/>
  </w:num>
  <w:num w:numId="11">
    <w:abstractNumId w:val="15"/>
  </w:num>
  <w:num w:numId="12">
    <w:abstractNumId w:val="17"/>
  </w:num>
  <w:num w:numId="13">
    <w:abstractNumId w:val="20"/>
  </w:num>
  <w:num w:numId="14">
    <w:abstractNumId w:val="13"/>
  </w:num>
  <w:num w:numId="15">
    <w:abstractNumId w:val="22"/>
  </w:num>
  <w:num w:numId="16">
    <w:abstractNumId w:val="3"/>
  </w:num>
  <w:num w:numId="17">
    <w:abstractNumId w:val="5"/>
  </w:num>
  <w:num w:numId="18">
    <w:abstractNumId w:val="21"/>
  </w:num>
  <w:num w:numId="19">
    <w:abstractNumId w:val="8"/>
  </w:num>
  <w:num w:numId="20">
    <w:abstractNumId w:val="24"/>
  </w:num>
  <w:num w:numId="21">
    <w:abstractNumId w:val="16"/>
  </w:num>
  <w:num w:numId="22">
    <w:abstractNumId w:val="4"/>
  </w:num>
  <w:num w:numId="23">
    <w:abstractNumId w:val="9"/>
  </w:num>
  <w:num w:numId="24">
    <w:abstractNumId w:val="1"/>
  </w:num>
  <w:num w:numId="25">
    <w:abstractNumId w:val="10"/>
  </w:num>
  <w:num w:numId="26">
    <w:abstractNumId w:val="12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070"/>
    <w:rsid w:val="00001D1E"/>
    <w:rsid w:val="0000432F"/>
    <w:rsid w:val="0002542F"/>
    <w:rsid w:val="000406CD"/>
    <w:rsid w:val="00043FE1"/>
    <w:rsid w:val="00082541"/>
    <w:rsid w:val="000852C1"/>
    <w:rsid w:val="000B3D4A"/>
    <w:rsid w:val="000C4200"/>
    <w:rsid w:val="000F316B"/>
    <w:rsid w:val="000F75B2"/>
    <w:rsid w:val="001312BC"/>
    <w:rsid w:val="001334AA"/>
    <w:rsid w:val="00140911"/>
    <w:rsid w:val="00183060"/>
    <w:rsid w:val="00192CF1"/>
    <w:rsid w:val="001E7E53"/>
    <w:rsid w:val="001F28B3"/>
    <w:rsid w:val="001F4312"/>
    <w:rsid w:val="00245C3A"/>
    <w:rsid w:val="0024770D"/>
    <w:rsid w:val="00265030"/>
    <w:rsid w:val="00266F19"/>
    <w:rsid w:val="00285142"/>
    <w:rsid w:val="002A6070"/>
    <w:rsid w:val="002C18D6"/>
    <w:rsid w:val="002F28A8"/>
    <w:rsid w:val="003648FF"/>
    <w:rsid w:val="00374822"/>
    <w:rsid w:val="0037570B"/>
    <w:rsid w:val="003A3C08"/>
    <w:rsid w:val="003D13FB"/>
    <w:rsid w:val="00400E7B"/>
    <w:rsid w:val="0040235D"/>
    <w:rsid w:val="004273DC"/>
    <w:rsid w:val="00452B17"/>
    <w:rsid w:val="00454218"/>
    <w:rsid w:val="00475D3E"/>
    <w:rsid w:val="004A39A2"/>
    <w:rsid w:val="004C761E"/>
    <w:rsid w:val="004F7C80"/>
    <w:rsid w:val="00517CCB"/>
    <w:rsid w:val="005520B5"/>
    <w:rsid w:val="00552738"/>
    <w:rsid w:val="00557720"/>
    <w:rsid w:val="005A5096"/>
    <w:rsid w:val="005B1E65"/>
    <w:rsid w:val="005B464F"/>
    <w:rsid w:val="005F6F14"/>
    <w:rsid w:val="00614CB8"/>
    <w:rsid w:val="00623ADC"/>
    <w:rsid w:val="00635CD1"/>
    <w:rsid w:val="006510DB"/>
    <w:rsid w:val="00673AA1"/>
    <w:rsid w:val="006907F2"/>
    <w:rsid w:val="006A4703"/>
    <w:rsid w:val="006F2D66"/>
    <w:rsid w:val="007501FD"/>
    <w:rsid w:val="00782916"/>
    <w:rsid w:val="00797386"/>
    <w:rsid w:val="007C4A59"/>
    <w:rsid w:val="007C775A"/>
    <w:rsid w:val="00805682"/>
    <w:rsid w:val="008202BD"/>
    <w:rsid w:val="00830412"/>
    <w:rsid w:val="00857F55"/>
    <w:rsid w:val="00890FC8"/>
    <w:rsid w:val="008A67EF"/>
    <w:rsid w:val="008D12A0"/>
    <w:rsid w:val="00900284"/>
    <w:rsid w:val="009016F7"/>
    <w:rsid w:val="009063C3"/>
    <w:rsid w:val="00907AC9"/>
    <w:rsid w:val="00913A89"/>
    <w:rsid w:val="00920876"/>
    <w:rsid w:val="0092533F"/>
    <w:rsid w:val="00933988"/>
    <w:rsid w:val="00936CFB"/>
    <w:rsid w:val="009500D4"/>
    <w:rsid w:val="00950726"/>
    <w:rsid w:val="00960FC8"/>
    <w:rsid w:val="00974030"/>
    <w:rsid w:val="00993C67"/>
    <w:rsid w:val="00994681"/>
    <w:rsid w:val="009C0C4C"/>
    <w:rsid w:val="009D69DC"/>
    <w:rsid w:val="009E3F78"/>
    <w:rsid w:val="00A206E6"/>
    <w:rsid w:val="00A4551C"/>
    <w:rsid w:val="00A87B77"/>
    <w:rsid w:val="00AA5E0A"/>
    <w:rsid w:val="00AE4AE0"/>
    <w:rsid w:val="00B22C3E"/>
    <w:rsid w:val="00B84866"/>
    <w:rsid w:val="00B90832"/>
    <w:rsid w:val="00BD7941"/>
    <w:rsid w:val="00BE3218"/>
    <w:rsid w:val="00BE438A"/>
    <w:rsid w:val="00BF7F1E"/>
    <w:rsid w:val="00C53DD7"/>
    <w:rsid w:val="00CB7380"/>
    <w:rsid w:val="00D11B5E"/>
    <w:rsid w:val="00D14676"/>
    <w:rsid w:val="00D36A97"/>
    <w:rsid w:val="00D6707E"/>
    <w:rsid w:val="00D9701B"/>
    <w:rsid w:val="00DB3934"/>
    <w:rsid w:val="00DD7700"/>
    <w:rsid w:val="00E10B69"/>
    <w:rsid w:val="00E15183"/>
    <w:rsid w:val="00E737ED"/>
    <w:rsid w:val="00E758EA"/>
    <w:rsid w:val="00E8076A"/>
    <w:rsid w:val="00E80D00"/>
    <w:rsid w:val="00E93579"/>
    <w:rsid w:val="00ED0263"/>
    <w:rsid w:val="00ED66DB"/>
    <w:rsid w:val="00EF2A0A"/>
    <w:rsid w:val="00F06D5A"/>
    <w:rsid w:val="00F302AE"/>
    <w:rsid w:val="00F63AE5"/>
    <w:rsid w:val="00FB4CBB"/>
    <w:rsid w:val="00FC556C"/>
    <w:rsid w:val="00FE3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070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A607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A6070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2A60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A60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2A60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2A607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A6070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2A60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ext3cl">
    <w:name w:val="text3cl"/>
    <w:basedOn w:val="Normal"/>
    <w:uiPriority w:val="99"/>
    <w:rsid w:val="002A6070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2A6070"/>
    <w:pPr>
      <w:ind w:left="720"/>
    </w:pPr>
    <w:rPr>
      <w:rFonts w:eastAsia="Times New Roman"/>
      <w:lang w:eastAsia="ru-RU"/>
    </w:rPr>
  </w:style>
  <w:style w:type="paragraph" w:customStyle="1" w:styleId="1">
    <w:name w:val="Абзац списка1"/>
    <w:basedOn w:val="Normal"/>
    <w:uiPriority w:val="99"/>
    <w:rsid w:val="002A6070"/>
    <w:pPr>
      <w:ind w:left="720"/>
    </w:pPr>
    <w:rPr>
      <w:rFonts w:eastAsia="Times New Roman"/>
      <w:lang w:val="en-US"/>
    </w:rPr>
  </w:style>
  <w:style w:type="character" w:customStyle="1" w:styleId="111">
    <w:name w:val="Основной текст + 111"/>
    <w:aliases w:val="5 pt1"/>
    <w:uiPriority w:val="99"/>
    <w:rsid w:val="002A6070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Style4">
    <w:name w:val="Style4"/>
    <w:basedOn w:val="Normal"/>
    <w:uiPriority w:val="99"/>
    <w:rsid w:val="002A6070"/>
    <w:pPr>
      <w:widowControl w:val="0"/>
      <w:autoSpaceDE w:val="0"/>
      <w:autoSpaceDN w:val="0"/>
      <w:adjustRightInd w:val="0"/>
      <w:spacing w:after="0" w:line="323" w:lineRule="exact"/>
      <w:ind w:firstLine="715"/>
      <w:jc w:val="both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2A6070"/>
    <w:rPr>
      <w:rFonts w:ascii="Times New Roman" w:hAnsi="Times New Roman" w:cs="Times New Roman"/>
      <w:sz w:val="26"/>
      <w:szCs w:val="26"/>
    </w:rPr>
  </w:style>
  <w:style w:type="paragraph" w:customStyle="1" w:styleId="2">
    <w:name w:val="Знак2"/>
    <w:basedOn w:val="Normal"/>
    <w:uiPriority w:val="99"/>
    <w:rsid w:val="002A6070"/>
    <w:pPr>
      <w:spacing w:after="160" w:line="240" w:lineRule="exact"/>
    </w:pPr>
    <w:rPr>
      <w:noProof/>
      <w:sz w:val="20"/>
      <w:szCs w:val="20"/>
      <w:lang w:eastAsia="ru-RU"/>
    </w:rPr>
  </w:style>
  <w:style w:type="paragraph" w:customStyle="1" w:styleId="10">
    <w:name w:val="Знак1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">
    <w:name w:val="Знак Знак Знак Знак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20">
    <w:name w:val="Font Style20"/>
    <w:uiPriority w:val="99"/>
    <w:rsid w:val="002A6070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Default">
    <w:name w:val="Default"/>
    <w:uiPriority w:val="99"/>
    <w:rsid w:val="002A607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2A607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rsid w:val="002A607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A6070"/>
    <w:rPr>
      <w:rFonts w:ascii="Calibri" w:eastAsia="Times New Roman" w:hAnsi="Calibri" w:cs="Calibri"/>
    </w:rPr>
  </w:style>
  <w:style w:type="paragraph" w:styleId="NoSpacing">
    <w:name w:val="No Spacing"/>
    <w:link w:val="NoSpacingChar"/>
    <w:uiPriority w:val="99"/>
    <w:qFormat/>
    <w:rsid w:val="002A6070"/>
    <w:pPr>
      <w:spacing w:after="160" w:line="259" w:lineRule="auto"/>
    </w:pPr>
    <w:rPr>
      <w:rFonts w:cs="Calibri"/>
    </w:rPr>
  </w:style>
  <w:style w:type="character" w:customStyle="1" w:styleId="NoSpacingChar">
    <w:name w:val="No Spacing Char"/>
    <w:link w:val="NoSpacing"/>
    <w:uiPriority w:val="99"/>
    <w:locked/>
    <w:rsid w:val="002A6070"/>
    <w:rPr>
      <w:rFonts w:ascii="Calibri" w:eastAsia="Times New Roman" w:hAnsi="Calibri" w:cs="Calibri"/>
      <w:sz w:val="22"/>
      <w:szCs w:val="22"/>
      <w:lang w:eastAsia="ru-RU"/>
    </w:rPr>
  </w:style>
  <w:style w:type="paragraph" w:styleId="NormalWeb">
    <w:name w:val="Normal (Web)"/>
    <w:basedOn w:val="Normal"/>
    <w:uiPriority w:val="99"/>
    <w:rsid w:val="002A6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2A607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text">
    <w:name w:val="text"/>
    <w:basedOn w:val="DefaultParagraphFont"/>
    <w:uiPriority w:val="99"/>
    <w:rsid w:val="002A6070"/>
  </w:style>
  <w:style w:type="paragraph" w:styleId="Caption">
    <w:name w:val="caption"/>
    <w:basedOn w:val="Normal"/>
    <w:next w:val="Normal"/>
    <w:uiPriority w:val="99"/>
    <w:qFormat/>
    <w:rsid w:val="002A6070"/>
    <w:pPr>
      <w:spacing w:line="240" w:lineRule="auto"/>
    </w:pPr>
    <w:rPr>
      <w:rFonts w:eastAsia="Times New Roman"/>
      <w:b/>
      <w:bCs/>
      <w:color w:val="4F81BD"/>
      <w:sz w:val="18"/>
      <w:szCs w:val="1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A6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6070"/>
    <w:rPr>
      <w:rFonts w:ascii="Tahoma" w:eastAsia="Times New Roman" w:hAnsi="Tahoma" w:cs="Tahoma"/>
      <w:sz w:val="16"/>
      <w:szCs w:val="16"/>
    </w:rPr>
  </w:style>
  <w:style w:type="paragraph" w:customStyle="1" w:styleId="Iaey">
    <w:name w:val="Ia?ey"/>
    <w:basedOn w:val="Normal"/>
    <w:uiPriority w:val="99"/>
    <w:rsid w:val="002A6070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1">
    <w:name w:val="c1"/>
    <w:basedOn w:val="DefaultParagraphFont"/>
    <w:uiPriority w:val="99"/>
    <w:rsid w:val="002A6070"/>
  </w:style>
  <w:style w:type="paragraph" w:styleId="ListBullet">
    <w:name w:val="List Bullet"/>
    <w:basedOn w:val="Normal"/>
    <w:uiPriority w:val="99"/>
    <w:rsid w:val="002A6070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MediumGrid1-Accent6">
    <w:name w:val="Medium Grid 1 Accent 6"/>
    <w:basedOn w:val="TableNormal"/>
    <w:uiPriority w:val="99"/>
    <w:rsid w:val="002A6070"/>
    <w:pPr>
      <w:ind w:firstLine="709"/>
      <w:jc w:val="both"/>
    </w:pPr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Header">
    <w:name w:val="header"/>
    <w:basedOn w:val="Normal"/>
    <w:link w:val="HeaderChar"/>
    <w:uiPriority w:val="99"/>
    <w:rsid w:val="002A6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A6070"/>
    <w:rPr>
      <w:rFonts w:ascii="Calibri" w:eastAsia="Times New Roman" w:hAnsi="Calibri" w:cs="Calibri"/>
    </w:rPr>
  </w:style>
  <w:style w:type="paragraph" w:styleId="Footer">
    <w:name w:val="footer"/>
    <w:basedOn w:val="Normal"/>
    <w:link w:val="FooterChar"/>
    <w:uiPriority w:val="99"/>
    <w:semiHidden/>
    <w:rsid w:val="002A6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A6070"/>
    <w:rPr>
      <w:rFonts w:ascii="Calibri" w:eastAsia="Times New Roman" w:hAnsi="Calibri" w:cs="Calibri"/>
    </w:rPr>
  </w:style>
  <w:style w:type="paragraph" w:customStyle="1" w:styleId="4">
    <w:name w:val="Знак Знак Знак Знак4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">
    <w:name w:val="Знак Знак Знак Знак3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2A6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A6070"/>
    <w:rPr>
      <w:rFonts w:ascii="Tahoma" w:eastAsia="Times New Roman" w:hAnsi="Tahoma" w:cs="Tahoma"/>
      <w:sz w:val="16"/>
      <w:szCs w:val="16"/>
    </w:rPr>
  </w:style>
  <w:style w:type="paragraph" w:customStyle="1" w:styleId="20">
    <w:name w:val="Знак Знак Знак Знак2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 Знак Знак Знак1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2A60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A6070"/>
    <w:rPr>
      <w:rFonts w:ascii="Calibri" w:eastAsia="Times New Roman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A60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A607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21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6</Pages>
  <Words>1603</Words>
  <Characters>9143</Characters>
  <Application>Microsoft Office Outlook</Application>
  <DocSecurity>0</DocSecurity>
  <Lines>0</Lines>
  <Paragraphs>0</Paragraphs>
  <ScaleCrop>false</ScaleCrop>
  <Company>Krokoz™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Колесникова Наталья Юрьевна (UIR-NK - Колесникова)</cp:lastModifiedBy>
  <cp:revision>7</cp:revision>
  <cp:lastPrinted>2014-12-30T07:42:00Z</cp:lastPrinted>
  <dcterms:created xsi:type="dcterms:W3CDTF">2014-12-22T18:06:00Z</dcterms:created>
  <dcterms:modified xsi:type="dcterms:W3CDTF">2015-01-15T13:29:00Z</dcterms:modified>
</cp:coreProperties>
</file>