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402" w:rsidRPr="00765C85" w:rsidRDefault="00C24402" w:rsidP="00765C85">
      <w:pPr>
        <w:spacing w:after="24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FA153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765C85">
        <w:rPr>
          <w:rFonts w:ascii="Times New Roman" w:hAnsi="Times New Roman" w:cs="Times New Roman"/>
          <w:sz w:val="28"/>
          <w:szCs w:val="28"/>
        </w:rPr>
        <w:br/>
        <w:t>к постановлению администрации городского округа «Город Кали</w:t>
      </w:r>
      <w:r>
        <w:rPr>
          <w:rFonts w:ascii="Times New Roman" w:hAnsi="Times New Roman" w:cs="Times New Roman"/>
          <w:sz w:val="28"/>
          <w:szCs w:val="28"/>
        </w:rPr>
        <w:t>нинград» от 08 апреля  2016 г. № 408</w:t>
      </w:r>
    </w:p>
    <w:p w:rsidR="00C24402" w:rsidRPr="008D3207" w:rsidRDefault="00C24402" w:rsidP="008D3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4402" w:rsidRPr="008D3207" w:rsidRDefault="00C24402" w:rsidP="008D3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207">
        <w:rPr>
          <w:rFonts w:ascii="Times New Roman" w:hAnsi="Times New Roman" w:cs="Times New Roman"/>
          <w:sz w:val="28"/>
          <w:szCs w:val="28"/>
        </w:rPr>
        <w:t xml:space="preserve">Сведения об объекте капитального строительства, в отношении которого </w:t>
      </w:r>
    </w:p>
    <w:p w:rsidR="00C24402" w:rsidRPr="008D3207" w:rsidRDefault="00C24402" w:rsidP="008D3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207">
        <w:rPr>
          <w:rFonts w:ascii="Times New Roman" w:hAnsi="Times New Roman" w:cs="Times New Roman"/>
          <w:sz w:val="28"/>
          <w:szCs w:val="28"/>
        </w:rPr>
        <w:t xml:space="preserve">принято решение об осуществлении капитальных вложений за счет средств бюджета </w:t>
      </w:r>
    </w:p>
    <w:p w:rsidR="00C24402" w:rsidRDefault="00C24402" w:rsidP="008D3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207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</w:p>
    <w:p w:rsidR="00C24402" w:rsidRPr="002635C8" w:rsidRDefault="00C24402" w:rsidP="008D320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672" w:type="dxa"/>
        <w:jc w:val="center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536"/>
        <w:gridCol w:w="4608"/>
        <w:gridCol w:w="1953"/>
        <w:gridCol w:w="2385"/>
        <w:gridCol w:w="3212"/>
        <w:gridCol w:w="2978"/>
      </w:tblGrid>
      <w:tr w:rsidR="00C24402" w:rsidRPr="00C84DB7">
        <w:trPr>
          <w:trHeight w:val="231"/>
          <w:tblCellSpacing w:w="5" w:type="nil"/>
          <w:jc w:val="center"/>
        </w:trPr>
        <w:tc>
          <w:tcPr>
            <w:tcW w:w="536" w:type="dxa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08" w:type="dxa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0528" w:type="dxa"/>
            <w:gridSpan w:val="4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C24402" w:rsidRPr="00C84DB7">
        <w:trPr>
          <w:trHeight w:val="155"/>
          <w:tblCellSpacing w:w="5" w:type="nil"/>
          <w:jc w:val="center"/>
        </w:trPr>
        <w:tc>
          <w:tcPr>
            <w:tcW w:w="536" w:type="dxa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08" w:type="dxa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28" w:type="dxa"/>
            <w:gridSpan w:val="4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24402" w:rsidRPr="00C84DB7">
        <w:trPr>
          <w:trHeight w:val="287"/>
          <w:tblCellSpacing w:w="5" w:type="nil"/>
          <w:jc w:val="center"/>
        </w:trPr>
        <w:tc>
          <w:tcPr>
            <w:tcW w:w="536" w:type="dxa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08" w:type="dxa"/>
          </w:tcPr>
          <w:p w:rsidR="00C24402" w:rsidRPr="00C7310E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объекта капитального строительства </w:t>
            </w:r>
          </w:p>
        </w:tc>
        <w:tc>
          <w:tcPr>
            <w:tcW w:w="10528" w:type="dxa"/>
            <w:gridSpan w:val="4"/>
          </w:tcPr>
          <w:p w:rsidR="00C24402" w:rsidRPr="00C7310E" w:rsidRDefault="00C24402" w:rsidP="006B1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Ген. Павлова</w:t>
            </w: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 в г. Калининграде</w:t>
            </w:r>
          </w:p>
        </w:tc>
      </w:tr>
      <w:tr w:rsidR="00C24402" w:rsidRPr="00C84DB7">
        <w:trPr>
          <w:trHeight w:val="85"/>
          <w:tblCellSpacing w:w="5" w:type="nil"/>
          <w:jc w:val="center"/>
        </w:trPr>
        <w:tc>
          <w:tcPr>
            <w:tcW w:w="536" w:type="dxa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08" w:type="dxa"/>
          </w:tcPr>
          <w:p w:rsidR="00C24402" w:rsidRPr="00C7310E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инвестирования </w:t>
            </w:r>
          </w:p>
        </w:tc>
        <w:tc>
          <w:tcPr>
            <w:tcW w:w="10528" w:type="dxa"/>
            <w:gridSpan w:val="4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Реконструкция</w:t>
            </w:r>
          </w:p>
        </w:tc>
      </w:tr>
      <w:tr w:rsidR="00C24402" w:rsidRPr="00C84DB7">
        <w:trPr>
          <w:trHeight w:val="1375"/>
          <w:tblCellSpacing w:w="5" w:type="nil"/>
          <w:jc w:val="center"/>
        </w:trPr>
        <w:tc>
          <w:tcPr>
            <w:tcW w:w="536" w:type="dxa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08" w:type="dxa"/>
          </w:tcPr>
          <w:p w:rsidR="00C24402" w:rsidRPr="00C7310E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предусматривающей осуществление капитальных вложений в объект муниципальной собственности</w:t>
            </w:r>
          </w:p>
        </w:tc>
        <w:tc>
          <w:tcPr>
            <w:tcW w:w="10528" w:type="dxa"/>
            <w:gridSpan w:val="4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12" w:firstLine="12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Развитие дорожно-транспортного комплекса городского округа «Город Калининград»</w:t>
            </w:r>
          </w:p>
        </w:tc>
      </w:tr>
      <w:tr w:rsidR="00C24402" w:rsidRPr="00C84DB7">
        <w:trPr>
          <w:trHeight w:val="57"/>
          <w:tblCellSpacing w:w="5" w:type="nil"/>
          <w:jc w:val="center"/>
        </w:trPr>
        <w:tc>
          <w:tcPr>
            <w:tcW w:w="536" w:type="dxa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08" w:type="dxa"/>
            <w:vAlign w:val="center"/>
          </w:tcPr>
          <w:p w:rsidR="00C24402" w:rsidRPr="00C7310E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бюджетных средств</w:t>
            </w:r>
          </w:p>
        </w:tc>
        <w:tc>
          <w:tcPr>
            <w:tcW w:w="10528" w:type="dxa"/>
            <w:gridSpan w:val="4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Комитет архитектуры и строительства администрации городского округа «Город Калининград»</w:t>
            </w:r>
          </w:p>
        </w:tc>
      </w:tr>
      <w:tr w:rsidR="00C24402" w:rsidRPr="00C84DB7">
        <w:trPr>
          <w:trHeight w:val="57"/>
          <w:tblCellSpacing w:w="5" w:type="nil"/>
          <w:jc w:val="center"/>
        </w:trPr>
        <w:tc>
          <w:tcPr>
            <w:tcW w:w="536" w:type="dxa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08" w:type="dxa"/>
            <w:vAlign w:val="center"/>
          </w:tcPr>
          <w:p w:rsidR="00C24402" w:rsidRPr="00C7310E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Способ финансового обеспечения капитальных вложений </w:t>
            </w:r>
          </w:p>
        </w:tc>
        <w:tc>
          <w:tcPr>
            <w:tcW w:w="10528" w:type="dxa"/>
            <w:gridSpan w:val="4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инвестиции </w:t>
            </w:r>
          </w:p>
        </w:tc>
      </w:tr>
      <w:tr w:rsidR="00C24402" w:rsidRPr="00C84DB7">
        <w:trPr>
          <w:trHeight w:val="57"/>
          <w:tblCellSpacing w:w="5" w:type="nil"/>
          <w:jc w:val="center"/>
        </w:trPr>
        <w:tc>
          <w:tcPr>
            <w:tcW w:w="536" w:type="dxa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08" w:type="dxa"/>
            <w:vAlign w:val="center"/>
          </w:tcPr>
          <w:p w:rsidR="00C24402" w:rsidRPr="00C7310E" w:rsidRDefault="00C24402" w:rsidP="007914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муниципального заказчика </w:t>
            </w:r>
          </w:p>
        </w:tc>
        <w:tc>
          <w:tcPr>
            <w:tcW w:w="10528" w:type="dxa"/>
            <w:gridSpan w:val="4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строительства» городского округа «Город Калининград»</w:t>
            </w:r>
          </w:p>
        </w:tc>
      </w:tr>
      <w:tr w:rsidR="00C24402" w:rsidRPr="00C84DB7">
        <w:trPr>
          <w:trHeight w:val="57"/>
          <w:tblCellSpacing w:w="5" w:type="nil"/>
          <w:jc w:val="center"/>
        </w:trPr>
        <w:tc>
          <w:tcPr>
            <w:tcW w:w="536" w:type="dxa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08" w:type="dxa"/>
            <w:vAlign w:val="center"/>
          </w:tcPr>
          <w:p w:rsidR="00C24402" w:rsidRPr="00C7310E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10528" w:type="dxa"/>
            <w:gridSpan w:val="4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2016-2017 гг.</w:t>
            </w:r>
          </w:p>
        </w:tc>
      </w:tr>
      <w:tr w:rsidR="00C24402" w:rsidRPr="00C84DB7">
        <w:trPr>
          <w:trHeight w:val="57"/>
          <w:tblCellSpacing w:w="5" w:type="nil"/>
          <w:jc w:val="center"/>
        </w:trPr>
        <w:tc>
          <w:tcPr>
            <w:tcW w:w="536" w:type="dxa"/>
            <w:shd w:val="clear" w:color="auto" w:fill="FFFFFF"/>
          </w:tcPr>
          <w:p w:rsidR="00C24402" w:rsidRPr="00C7310E" w:rsidRDefault="00C24402" w:rsidP="006B1844">
            <w:pPr>
              <w:pageBreakBefore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08" w:type="dxa"/>
            <w:shd w:val="clear" w:color="auto" w:fill="FFFFFF"/>
          </w:tcPr>
          <w:p w:rsidR="00C24402" w:rsidRPr="00C7310E" w:rsidRDefault="00C24402" w:rsidP="006B1844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28" w:type="dxa"/>
            <w:gridSpan w:val="4"/>
            <w:shd w:val="clear" w:color="auto" w:fill="FFFFFF"/>
          </w:tcPr>
          <w:p w:rsidR="00C24402" w:rsidRPr="00C7310E" w:rsidRDefault="00C24402" w:rsidP="006B1844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24402" w:rsidRPr="00C84DB7">
        <w:trPr>
          <w:trHeight w:val="57"/>
          <w:tblCellSpacing w:w="5" w:type="nil"/>
          <w:jc w:val="center"/>
        </w:trPr>
        <w:tc>
          <w:tcPr>
            <w:tcW w:w="536" w:type="dxa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08" w:type="dxa"/>
            <w:vAlign w:val="center"/>
          </w:tcPr>
          <w:p w:rsidR="00C24402" w:rsidRPr="00C7310E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Реквизиты:</w:t>
            </w:r>
          </w:p>
          <w:p w:rsidR="00C24402" w:rsidRPr="00945444" w:rsidRDefault="00C24402" w:rsidP="006977E9">
            <w:pPr>
              <w:pStyle w:val="ListParagraph"/>
              <w:numPr>
                <w:ilvl w:val="0"/>
                <w:numId w:val="12"/>
              </w:num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5444">
              <w:rPr>
                <w:rFonts w:ascii="Times New Roman" w:hAnsi="Times New Roman" w:cs="Times New Roman"/>
                <w:sz w:val="28"/>
                <w:szCs w:val="28"/>
              </w:rPr>
              <w:t>положительного заключения государственной экспертизы проектной документации на объект капитального строительства;</w:t>
            </w:r>
          </w:p>
          <w:p w:rsidR="00C24402" w:rsidRDefault="00C24402" w:rsidP="006977E9">
            <w:pPr>
              <w:pStyle w:val="ListParagraph"/>
              <w:numPr>
                <w:ilvl w:val="0"/>
                <w:numId w:val="12"/>
              </w:num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5444">
              <w:rPr>
                <w:rFonts w:ascii="Times New Roman" w:hAnsi="Times New Roman" w:cs="Times New Roman"/>
                <w:sz w:val="28"/>
                <w:szCs w:val="28"/>
              </w:rPr>
              <w:t>положительного заключения о достоверности определения сметной стоимости объекта капитального строительства;</w:t>
            </w:r>
          </w:p>
          <w:p w:rsidR="00C24402" w:rsidRPr="00E973AA" w:rsidRDefault="00C24402" w:rsidP="006977E9">
            <w:pPr>
              <w:pStyle w:val="ListParagraph"/>
              <w:numPr>
                <w:ilvl w:val="0"/>
                <w:numId w:val="12"/>
              </w:numPr>
              <w:tabs>
                <w:tab w:val="left" w:pos="24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73AA">
              <w:rPr>
                <w:rFonts w:ascii="Times New Roman" w:hAnsi="Times New Roman" w:cs="Times New Roman"/>
                <w:sz w:val="28"/>
                <w:szCs w:val="28"/>
              </w:rPr>
              <w:t>документа об утверждении проектной документации заказчиком</w:t>
            </w:r>
          </w:p>
        </w:tc>
        <w:tc>
          <w:tcPr>
            <w:tcW w:w="10528" w:type="dxa"/>
            <w:gridSpan w:val="4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C24402" w:rsidRPr="00C84DB7">
        <w:trPr>
          <w:trHeight w:val="520"/>
          <w:tblCellSpacing w:w="5" w:type="nil"/>
          <w:jc w:val="center"/>
        </w:trPr>
        <w:tc>
          <w:tcPr>
            <w:tcW w:w="536" w:type="dxa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08" w:type="dxa"/>
          </w:tcPr>
          <w:p w:rsidR="00C24402" w:rsidRPr="00C7310E" w:rsidRDefault="00C24402" w:rsidP="0099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Мощность объекта капитального строительства, подлежащего вводу</w:t>
            </w:r>
          </w:p>
        </w:tc>
        <w:tc>
          <w:tcPr>
            <w:tcW w:w="10528" w:type="dxa"/>
            <w:gridSpan w:val="4"/>
          </w:tcPr>
          <w:p w:rsidR="00C24402" w:rsidRPr="006B1844" w:rsidRDefault="00C24402" w:rsidP="006B1844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294" w:hanging="29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bookmarkStart w:id="0" w:name="_GoBack"/>
            <w:bookmarkEnd w:id="0"/>
            <w:r w:rsidRPr="006B1844">
              <w:rPr>
                <w:rFonts w:ascii="Times New Roman" w:hAnsi="Times New Roman" w:cs="Times New Roman"/>
                <w:sz w:val="28"/>
                <w:szCs w:val="28"/>
              </w:rPr>
              <w:t>ротяженность – 930,0 м;</w:t>
            </w:r>
          </w:p>
          <w:p w:rsidR="00C24402" w:rsidRPr="006B1844" w:rsidRDefault="00C24402" w:rsidP="006B1844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294" w:hanging="294"/>
              <w:rPr>
                <w:rFonts w:ascii="Times New Roman" w:hAnsi="Times New Roman" w:cs="Times New Roman"/>
                <w:sz w:val="28"/>
                <w:szCs w:val="28"/>
              </w:rPr>
            </w:pPr>
            <w:r w:rsidRPr="006B1844">
              <w:rPr>
                <w:rFonts w:ascii="Times New Roman" w:hAnsi="Times New Roman" w:cs="Times New Roman"/>
                <w:sz w:val="28"/>
                <w:szCs w:val="28"/>
              </w:rPr>
              <w:t>число полос движения – 2;</w:t>
            </w:r>
          </w:p>
          <w:p w:rsidR="00C24402" w:rsidRPr="006B1844" w:rsidRDefault="00C24402" w:rsidP="006B1844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294" w:hanging="294"/>
              <w:rPr>
                <w:rFonts w:ascii="Times New Roman" w:hAnsi="Times New Roman" w:cs="Times New Roman"/>
                <w:sz w:val="28"/>
                <w:szCs w:val="28"/>
              </w:rPr>
            </w:pPr>
            <w:r w:rsidRPr="006B1844">
              <w:rPr>
                <w:rFonts w:ascii="Times New Roman" w:hAnsi="Times New Roman" w:cs="Times New Roman"/>
                <w:sz w:val="28"/>
                <w:szCs w:val="28"/>
              </w:rPr>
              <w:t>ширина полосы движения – 3,0 м</w:t>
            </w:r>
          </w:p>
        </w:tc>
      </w:tr>
      <w:tr w:rsidR="00C24402" w:rsidRPr="00C84DB7">
        <w:trPr>
          <w:trHeight w:val="702"/>
          <w:tblCellSpacing w:w="5" w:type="nil"/>
          <w:jc w:val="center"/>
        </w:trPr>
        <w:tc>
          <w:tcPr>
            <w:tcW w:w="536" w:type="dxa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08" w:type="dxa"/>
          </w:tcPr>
          <w:p w:rsidR="00C24402" w:rsidRPr="00C7310E" w:rsidRDefault="00C24402" w:rsidP="00992D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Срок ввода в эксплуатацию объекта капитального строительства </w:t>
            </w:r>
          </w:p>
        </w:tc>
        <w:tc>
          <w:tcPr>
            <w:tcW w:w="10528" w:type="dxa"/>
            <w:gridSpan w:val="4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</w:tr>
      <w:tr w:rsidR="00C24402" w:rsidRPr="00C84DB7">
        <w:trPr>
          <w:trHeight w:val="57"/>
          <w:tblCellSpacing w:w="5" w:type="nil"/>
          <w:jc w:val="center"/>
        </w:trPr>
        <w:tc>
          <w:tcPr>
            <w:tcW w:w="536" w:type="dxa"/>
            <w:vMerge w:val="restart"/>
          </w:tcPr>
          <w:p w:rsidR="00C24402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C24402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Pr="007F273C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</w:t>
            </w:r>
          </w:p>
        </w:tc>
        <w:tc>
          <w:tcPr>
            <w:tcW w:w="4608" w:type="dxa"/>
            <w:vMerge w:val="restart"/>
          </w:tcPr>
          <w:p w:rsidR="00C24402" w:rsidRPr="007F273C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Предполагаемая стоимость объекта капитального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 xml:space="preserve"> (тыс.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руб.):</w:t>
            </w:r>
          </w:p>
          <w:p w:rsidR="00C24402" w:rsidRPr="007F273C" w:rsidRDefault="00C24402" w:rsidP="00465A4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в текущих ценах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24402" w:rsidRPr="007F273C" w:rsidRDefault="00C24402" w:rsidP="00465A4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4338" w:type="dxa"/>
            <w:gridSpan w:val="2"/>
            <w:vMerge w:val="restart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190" w:type="dxa"/>
            <w:gridSpan w:val="2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C24402" w:rsidRPr="00C84DB7">
        <w:trPr>
          <w:trHeight w:val="85"/>
          <w:tblCellSpacing w:w="5" w:type="nil"/>
          <w:jc w:val="center"/>
        </w:trPr>
        <w:tc>
          <w:tcPr>
            <w:tcW w:w="536" w:type="dxa"/>
            <w:vMerge/>
          </w:tcPr>
          <w:p w:rsidR="00C24402" w:rsidRPr="007F273C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C24402" w:rsidRPr="007F273C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ind w:left="32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vMerge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2978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</w:tr>
      <w:tr w:rsidR="00C24402" w:rsidRPr="00C84DB7">
        <w:trPr>
          <w:trHeight w:val="902"/>
          <w:tblCellSpacing w:w="5" w:type="nil"/>
          <w:jc w:val="center"/>
        </w:trPr>
        <w:tc>
          <w:tcPr>
            <w:tcW w:w="536" w:type="dxa"/>
            <w:vMerge/>
          </w:tcPr>
          <w:p w:rsidR="00C24402" w:rsidRPr="007F273C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C24402" w:rsidRPr="007F273C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ind w:left="389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vAlign w:val="bottom"/>
          </w:tcPr>
          <w:p w:rsidR="00C24402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70 307,42</w:t>
            </w:r>
          </w:p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74 019,97</w:t>
            </w:r>
          </w:p>
        </w:tc>
        <w:tc>
          <w:tcPr>
            <w:tcW w:w="3212" w:type="dxa"/>
            <w:vAlign w:val="bottom"/>
          </w:tcPr>
          <w:p w:rsidR="00C24402" w:rsidRDefault="00C24402" w:rsidP="00290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800,00</w:t>
            </w:r>
          </w:p>
          <w:p w:rsidR="00C24402" w:rsidRPr="00C7310E" w:rsidRDefault="00C24402" w:rsidP="002902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800,00</w:t>
            </w:r>
          </w:p>
        </w:tc>
        <w:tc>
          <w:tcPr>
            <w:tcW w:w="2978" w:type="dxa"/>
            <w:vAlign w:val="bottom"/>
          </w:tcPr>
          <w:p w:rsidR="00C24402" w:rsidRDefault="00C24402" w:rsidP="0004776A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69 507,42</w:t>
            </w:r>
          </w:p>
          <w:p w:rsidR="00C24402" w:rsidRPr="00C7310E" w:rsidRDefault="00C24402" w:rsidP="0004776A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73 219,97</w:t>
            </w:r>
          </w:p>
        </w:tc>
      </w:tr>
      <w:tr w:rsidR="00C24402" w:rsidRPr="00C84DB7">
        <w:trPr>
          <w:trHeight w:val="745"/>
          <w:tblCellSpacing w:w="5" w:type="nil"/>
          <w:jc w:val="center"/>
        </w:trPr>
        <w:tc>
          <w:tcPr>
            <w:tcW w:w="536" w:type="dxa"/>
            <w:vMerge/>
          </w:tcPr>
          <w:p w:rsidR="00C24402" w:rsidRPr="007F273C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tcBorders>
              <w:top w:val="nil"/>
            </w:tcBorders>
          </w:tcPr>
          <w:p w:rsidR="00C24402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C24402" w:rsidRPr="007F273C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проектно-изыскательские работы (тыс.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руб.):</w:t>
            </w:r>
          </w:p>
          <w:p w:rsidR="00C24402" w:rsidRPr="007F273C" w:rsidRDefault="00C24402" w:rsidP="00465A4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в текущих ценах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24402" w:rsidRPr="007F273C" w:rsidRDefault="00C24402" w:rsidP="00465A4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4338" w:type="dxa"/>
            <w:gridSpan w:val="2"/>
            <w:tcBorders>
              <w:top w:val="nil"/>
            </w:tcBorders>
            <w:vAlign w:val="bottom"/>
          </w:tcPr>
          <w:p w:rsidR="00C24402" w:rsidRDefault="00C24402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5 175,04</w:t>
            </w:r>
          </w:p>
          <w:p w:rsidR="00C24402" w:rsidRPr="00C7310E" w:rsidRDefault="00C24402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5 175,04</w:t>
            </w:r>
          </w:p>
        </w:tc>
        <w:tc>
          <w:tcPr>
            <w:tcW w:w="3212" w:type="dxa"/>
            <w:tcBorders>
              <w:top w:val="nil"/>
            </w:tcBorders>
            <w:vAlign w:val="bottom"/>
          </w:tcPr>
          <w:p w:rsidR="00C24402" w:rsidRDefault="00C24402" w:rsidP="0065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800,00</w:t>
            </w:r>
          </w:p>
          <w:p w:rsidR="00C24402" w:rsidRPr="00C7310E" w:rsidRDefault="00C24402" w:rsidP="0065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800,00</w:t>
            </w:r>
          </w:p>
        </w:tc>
        <w:tc>
          <w:tcPr>
            <w:tcW w:w="2978" w:type="dxa"/>
            <w:tcBorders>
              <w:top w:val="nil"/>
            </w:tcBorders>
            <w:vAlign w:val="bottom"/>
          </w:tcPr>
          <w:p w:rsidR="00C24402" w:rsidRDefault="00C24402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4 375,04</w:t>
            </w:r>
          </w:p>
          <w:p w:rsidR="00C24402" w:rsidRPr="00C7310E" w:rsidRDefault="00C24402" w:rsidP="0065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4 375,04</w:t>
            </w:r>
          </w:p>
        </w:tc>
      </w:tr>
      <w:tr w:rsidR="00C24402" w:rsidRPr="00C84DB7">
        <w:trPr>
          <w:trHeight w:val="57"/>
          <w:tblCellSpacing w:w="5" w:type="nil"/>
          <w:jc w:val="center"/>
        </w:trPr>
        <w:tc>
          <w:tcPr>
            <w:tcW w:w="536" w:type="dxa"/>
            <w:shd w:val="clear" w:color="auto" w:fill="FFFFFF"/>
          </w:tcPr>
          <w:p w:rsidR="00C24402" w:rsidRPr="00C7310E" w:rsidRDefault="00C24402" w:rsidP="00B476F6">
            <w:pPr>
              <w:pageBreakBefore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08" w:type="dxa"/>
            <w:shd w:val="clear" w:color="auto" w:fill="FFFFFF"/>
          </w:tcPr>
          <w:p w:rsidR="00C24402" w:rsidRPr="00C7310E" w:rsidRDefault="00C24402" w:rsidP="00B476F6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28" w:type="dxa"/>
            <w:gridSpan w:val="4"/>
            <w:shd w:val="clear" w:color="auto" w:fill="FFFFFF"/>
          </w:tcPr>
          <w:p w:rsidR="00C24402" w:rsidRPr="00C7310E" w:rsidRDefault="00C24402" w:rsidP="00B476F6">
            <w:pPr>
              <w:pageBreakBefore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402" w:rsidRPr="00C84DB7">
        <w:trPr>
          <w:trHeight w:val="1301"/>
          <w:tblCellSpacing w:w="5" w:type="nil"/>
          <w:jc w:val="center"/>
        </w:trPr>
        <w:tc>
          <w:tcPr>
            <w:tcW w:w="536" w:type="dxa"/>
            <w:tcBorders>
              <w:top w:val="nil"/>
            </w:tcBorders>
          </w:tcPr>
          <w:p w:rsidR="00C24402" w:rsidRPr="007F273C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11.2</w:t>
            </w:r>
          </w:p>
        </w:tc>
        <w:tc>
          <w:tcPr>
            <w:tcW w:w="4608" w:type="dxa"/>
          </w:tcPr>
          <w:p w:rsidR="00C24402" w:rsidRPr="007F273C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строительно-монтажные работы, приобретение оборудования, прочие работы и затраты (тыс.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руб.):</w:t>
            </w:r>
          </w:p>
          <w:p w:rsidR="00C24402" w:rsidRPr="007F273C" w:rsidRDefault="00C24402" w:rsidP="00465A4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в текущих ценах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24402" w:rsidRPr="007F273C" w:rsidRDefault="00C24402" w:rsidP="00465A44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в ценах соответствующих лет</w:t>
            </w:r>
          </w:p>
        </w:tc>
        <w:tc>
          <w:tcPr>
            <w:tcW w:w="4338" w:type="dxa"/>
            <w:gridSpan w:val="2"/>
            <w:vAlign w:val="bottom"/>
          </w:tcPr>
          <w:p w:rsidR="00C24402" w:rsidRDefault="00C24402" w:rsidP="00347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65 132,38</w:t>
            </w:r>
          </w:p>
          <w:p w:rsidR="00C24402" w:rsidRPr="00C7310E" w:rsidRDefault="00C24402" w:rsidP="00347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68 844,93</w:t>
            </w:r>
          </w:p>
        </w:tc>
        <w:tc>
          <w:tcPr>
            <w:tcW w:w="3212" w:type="dxa"/>
            <w:vAlign w:val="bottom"/>
          </w:tcPr>
          <w:p w:rsidR="00C24402" w:rsidRDefault="00C24402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24402" w:rsidRPr="00C7310E" w:rsidRDefault="00C24402" w:rsidP="00B37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8" w:type="dxa"/>
            <w:vAlign w:val="bottom"/>
          </w:tcPr>
          <w:p w:rsidR="00C24402" w:rsidRDefault="00C24402" w:rsidP="00047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65 132,38</w:t>
            </w:r>
          </w:p>
          <w:p w:rsidR="00C24402" w:rsidRPr="00C7310E" w:rsidRDefault="00C24402" w:rsidP="00047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68 844,93</w:t>
            </w:r>
          </w:p>
        </w:tc>
      </w:tr>
      <w:tr w:rsidR="00C24402" w:rsidRPr="00C84DB7">
        <w:trPr>
          <w:trHeight w:val="57"/>
          <w:tblCellSpacing w:w="5" w:type="nil"/>
          <w:jc w:val="center"/>
        </w:trPr>
        <w:tc>
          <w:tcPr>
            <w:tcW w:w="536" w:type="dxa"/>
            <w:vMerge w:val="restart"/>
          </w:tcPr>
          <w:p w:rsidR="00C24402" w:rsidRPr="007F273C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C24402" w:rsidRPr="007F273C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Pr="007F273C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Pr="007F273C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Pr="007F273C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Pr="007F273C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Pr="007F273C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</w:p>
          <w:p w:rsidR="00C24402" w:rsidRPr="007F273C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Pr="007F273C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Pr="007F273C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Pr="007F273C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</w:p>
          <w:p w:rsidR="00C24402" w:rsidRPr="007F273C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402" w:rsidRPr="007F273C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 w:val="restart"/>
          </w:tcPr>
          <w:p w:rsidR="00C24402" w:rsidRPr="007F273C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капитальных вложений в объект капитального строительства в ценах соответствующих лет с разбивкой по  источникам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C84DB7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C84DB7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C84DB7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pt;height:19.8pt">
                  <v:imagedata r:id="rId7" o:title="" chromakey="white"/>
                </v:shape>
              </w:pict>
            </w:r>
            <w:r w:rsidRPr="00C84DB7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C84DB7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C84DB7">
              <w:pict>
                <v:shape id="_x0000_i1026" type="#_x0000_t75" style="width:75pt;height:19.8pt">
                  <v:imagedata r:id="rId7" o:title="" chromakey="white"/>
                </v:shape>
              </w:pict>
            </w:r>
            <w:r w:rsidRPr="00C84DB7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C84DB7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C84DB7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C84DB7">
              <w:pict>
                <v:shape id="_x0000_i1027" type="#_x0000_t75" style="width:25.8pt;height:53.4pt">
                  <v:imagedata r:id="rId8" o:title="" chromakey="white"/>
                </v:shape>
              </w:pict>
            </w:r>
            <w:r w:rsidRPr="00C84DB7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C84DB7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C84DB7">
              <w:pict>
                <v:shape id="_x0000_i1028" type="#_x0000_t75" style="width:25.8pt;height:53.4pt">
                  <v:imagedata r:id="rId8" o:title="" chromakey="white"/>
                </v:shape>
              </w:pict>
            </w:r>
            <w:r w:rsidRPr="00C84DB7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instrText xml:space="preserve"> </w:instrText>
            </w:r>
            <w:r w:rsidRPr="007F273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4338" w:type="dxa"/>
            <w:gridSpan w:val="2"/>
            <w:vMerge w:val="restart"/>
            <w:vAlign w:val="center"/>
          </w:tcPr>
          <w:p w:rsidR="00C24402" w:rsidRPr="00C7310E" w:rsidRDefault="00C24402" w:rsidP="008D3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190" w:type="dxa"/>
            <w:gridSpan w:val="2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Годы </w:t>
            </w:r>
          </w:p>
        </w:tc>
      </w:tr>
      <w:tr w:rsidR="00C24402" w:rsidRPr="00C84DB7">
        <w:trPr>
          <w:trHeight w:val="96"/>
          <w:tblCellSpacing w:w="5" w:type="nil"/>
          <w:jc w:val="center"/>
        </w:trPr>
        <w:tc>
          <w:tcPr>
            <w:tcW w:w="536" w:type="dxa"/>
            <w:vMerge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</w:tc>
        <w:tc>
          <w:tcPr>
            <w:tcW w:w="4608" w:type="dxa"/>
            <w:vMerge/>
          </w:tcPr>
          <w:p w:rsidR="00C24402" w:rsidRPr="00C7310E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8" w:type="dxa"/>
            <w:gridSpan w:val="2"/>
            <w:vMerge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2" w:type="dxa"/>
            <w:vAlign w:val="center"/>
          </w:tcPr>
          <w:p w:rsidR="00C24402" w:rsidRPr="00C7310E" w:rsidRDefault="00C24402" w:rsidP="00B47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2978" w:type="dxa"/>
            <w:vAlign w:val="center"/>
          </w:tcPr>
          <w:p w:rsidR="00C24402" w:rsidRPr="00C7310E" w:rsidRDefault="00C24402" w:rsidP="00B47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г.</w:t>
            </w:r>
          </w:p>
        </w:tc>
      </w:tr>
      <w:tr w:rsidR="00C24402" w:rsidRPr="00C84DB7">
        <w:trPr>
          <w:trHeight w:val="57"/>
          <w:tblCellSpacing w:w="5" w:type="nil"/>
          <w:jc w:val="center"/>
        </w:trPr>
        <w:tc>
          <w:tcPr>
            <w:tcW w:w="536" w:type="dxa"/>
            <w:vMerge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C24402" w:rsidRPr="00C7310E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85" w:type="dxa"/>
            <w:vAlign w:val="center"/>
          </w:tcPr>
          <w:p w:rsidR="00C24402" w:rsidRPr="00C7310E" w:rsidRDefault="00C24402" w:rsidP="00CF5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74 019,97</w:t>
            </w:r>
          </w:p>
        </w:tc>
        <w:tc>
          <w:tcPr>
            <w:tcW w:w="3212" w:type="dxa"/>
            <w:vAlign w:val="center"/>
          </w:tcPr>
          <w:p w:rsidR="00C24402" w:rsidRPr="00C7310E" w:rsidRDefault="00C24402" w:rsidP="00CF5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800,00</w:t>
            </w:r>
          </w:p>
        </w:tc>
        <w:tc>
          <w:tcPr>
            <w:tcW w:w="2978" w:type="dxa"/>
            <w:vAlign w:val="center"/>
          </w:tcPr>
          <w:p w:rsidR="00C24402" w:rsidRPr="00C7310E" w:rsidRDefault="00C24402" w:rsidP="00CF5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73 219,97</w:t>
            </w:r>
          </w:p>
        </w:tc>
      </w:tr>
      <w:tr w:rsidR="00C24402" w:rsidRPr="00C84DB7">
        <w:trPr>
          <w:trHeight w:val="96"/>
          <w:tblCellSpacing w:w="5" w:type="nil"/>
          <w:jc w:val="center"/>
        </w:trPr>
        <w:tc>
          <w:tcPr>
            <w:tcW w:w="536" w:type="dxa"/>
            <w:vMerge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C24402" w:rsidRPr="00C7310E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385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74 019,97</w:t>
            </w:r>
          </w:p>
        </w:tc>
        <w:tc>
          <w:tcPr>
            <w:tcW w:w="3212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800,00</w:t>
            </w:r>
          </w:p>
        </w:tc>
        <w:tc>
          <w:tcPr>
            <w:tcW w:w="2978" w:type="dxa"/>
            <w:vAlign w:val="center"/>
          </w:tcPr>
          <w:p w:rsidR="00C24402" w:rsidRPr="00C7310E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73 219,97</w:t>
            </w:r>
          </w:p>
        </w:tc>
      </w:tr>
      <w:tr w:rsidR="00C24402" w:rsidRPr="00C84DB7">
        <w:trPr>
          <w:trHeight w:val="96"/>
          <w:tblCellSpacing w:w="5" w:type="nil"/>
          <w:jc w:val="center"/>
        </w:trPr>
        <w:tc>
          <w:tcPr>
            <w:tcW w:w="536" w:type="dxa"/>
            <w:vMerge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C24402" w:rsidRPr="00C7310E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85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2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8" w:type="dxa"/>
            <w:vAlign w:val="center"/>
          </w:tcPr>
          <w:p w:rsidR="00C24402" w:rsidRPr="00C7310E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24402" w:rsidRPr="00C84DB7">
        <w:trPr>
          <w:trHeight w:val="223"/>
          <w:tblCellSpacing w:w="5" w:type="nil"/>
          <w:jc w:val="center"/>
        </w:trPr>
        <w:tc>
          <w:tcPr>
            <w:tcW w:w="536" w:type="dxa"/>
            <w:vMerge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 w:val="restart"/>
          </w:tcPr>
          <w:p w:rsidR="00C24402" w:rsidRPr="00C7310E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C24402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проектно-изыскательские работы </w:t>
            </w:r>
          </w:p>
          <w:p w:rsidR="00C24402" w:rsidRPr="00C7310E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  <w:tc>
          <w:tcPr>
            <w:tcW w:w="1953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85" w:type="dxa"/>
            <w:vAlign w:val="center"/>
          </w:tcPr>
          <w:p w:rsidR="00C24402" w:rsidRPr="00C7310E" w:rsidRDefault="00C24402" w:rsidP="003A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5 175,04</w:t>
            </w:r>
          </w:p>
        </w:tc>
        <w:tc>
          <w:tcPr>
            <w:tcW w:w="3212" w:type="dxa"/>
            <w:vAlign w:val="center"/>
          </w:tcPr>
          <w:p w:rsidR="00C24402" w:rsidRPr="00C7310E" w:rsidRDefault="00C24402" w:rsidP="003A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800,00</w:t>
            </w:r>
          </w:p>
        </w:tc>
        <w:tc>
          <w:tcPr>
            <w:tcW w:w="2978" w:type="dxa"/>
            <w:vAlign w:val="center"/>
          </w:tcPr>
          <w:p w:rsidR="00C24402" w:rsidRPr="00C7310E" w:rsidRDefault="00C24402" w:rsidP="003A11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4 375,04</w:t>
            </w:r>
          </w:p>
        </w:tc>
      </w:tr>
      <w:tr w:rsidR="00C24402" w:rsidRPr="00C84DB7">
        <w:trPr>
          <w:trHeight w:val="262"/>
          <w:tblCellSpacing w:w="5" w:type="nil"/>
          <w:jc w:val="center"/>
        </w:trPr>
        <w:tc>
          <w:tcPr>
            <w:tcW w:w="536" w:type="dxa"/>
            <w:vMerge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C24402" w:rsidRPr="00C7310E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385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5 175,04</w:t>
            </w:r>
          </w:p>
        </w:tc>
        <w:tc>
          <w:tcPr>
            <w:tcW w:w="3212" w:type="dxa"/>
            <w:vAlign w:val="center"/>
          </w:tcPr>
          <w:p w:rsidR="00C24402" w:rsidRPr="00C7310E" w:rsidRDefault="00C24402" w:rsidP="00650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800,00</w:t>
            </w:r>
          </w:p>
        </w:tc>
        <w:tc>
          <w:tcPr>
            <w:tcW w:w="2978" w:type="dxa"/>
            <w:vAlign w:val="center"/>
          </w:tcPr>
          <w:p w:rsidR="00C24402" w:rsidRPr="00C7310E" w:rsidRDefault="00C24402" w:rsidP="00347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4 375,04</w:t>
            </w:r>
          </w:p>
        </w:tc>
      </w:tr>
      <w:tr w:rsidR="00C24402" w:rsidRPr="00C84DB7">
        <w:trPr>
          <w:trHeight w:val="96"/>
          <w:tblCellSpacing w:w="5" w:type="nil"/>
          <w:jc w:val="center"/>
        </w:trPr>
        <w:tc>
          <w:tcPr>
            <w:tcW w:w="536" w:type="dxa"/>
            <w:vMerge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C24402" w:rsidRPr="00C7310E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85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2" w:type="dxa"/>
            <w:vAlign w:val="center"/>
          </w:tcPr>
          <w:p w:rsidR="00C24402" w:rsidRPr="00C7310E" w:rsidRDefault="00C24402" w:rsidP="00E27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8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24402" w:rsidRPr="00C84DB7">
        <w:trPr>
          <w:trHeight w:val="57"/>
          <w:tblCellSpacing w:w="5" w:type="nil"/>
          <w:jc w:val="center"/>
        </w:trPr>
        <w:tc>
          <w:tcPr>
            <w:tcW w:w="536" w:type="dxa"/>
            <w:vMerge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 w:val="restart"/>
          </w:tcPr>
          <w:p w:rsidR="00C24402" w:rsidRPr="00C7310E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строительно-монтажные работы, приобретение оборудования, прочие работы и затраты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  <w:tc>
          <w:tcPr>
            <w:tcW w:w="1953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385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68 844,93</w:t>
            </w:r>
          </w:p>
        </w:tc>
        <w:tc>
          <w:tcPr>
            <w:tcW w:w="3212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8" w:type="dxa"/>
            <w:vAlign w:val="center"/>
          </w:tcPr>
          <w:p w:rsidR="00C24402" w:rsidRPr="00C7310E" w:rsidRDefault="00C24402" w:rsidP="00465A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68 844,93</w:t>
            </w:r>
          </w:p>
        </w:tc>
      </w:tr>
      <w:tr w:rsidR="00C24402" w:rsidRPr="00C84DB7">
        <w:trPr>
          <w:trHeight w:val="57"/>
          <w:tblCellSpacing w:w="5" w:type="nil"/>
          <w:jc w:val="center"/>
        </w:trPr>
        <w:tc>
          <w:tcPr>
            <w:tcW w:w="536" w:type="dxa"/>
            <w:vMerge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10E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</w:p>
        </w:tc>
        <w:tc>
          <w:tcPr>
            <w:tcW w:w="2385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68 844,93</w:t>
            </w:r>
          </w:p>
        </w:tc>
        <w:tc>
          <w:tcPr>
            <w:tcW w:w="3212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8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68 844,93</w:t>
            </w:r>
          </w:p>
        </w:tc>
      </w:tr>
      <w:tr w:rsidR="00C24402" w:rsidRPr="00C84DB7">
        <w:trPr>
          <w:trHeight w:val="57"/>
          <w:tblCellSpacing w:w="5" w:type="nil"/>
          <w:jc w:val="center"/>
        </w:trPr>
        <w:tc>
          <w:tcPr>
            <w:tcW w:w="536" w:type="dxa"/>
            <w:vMerge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8" w:type="dxa"/>
            <w:vMerge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3" w:type="dxa"/>
            <w:vAlign w:val="center"/>
          </w:tcPr>
          <w:p w:rsidR="00C24402" w:rsidRPr="00C7310E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85" w:type="dxa"/>
            <w:vAlign w:val="center"/>
          </w:tcPr>
          <w:p w:rsidR="00C24402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212" w:type="dxa"/>
            <w:vAlign w:val="center"/>
          </w:tcPr>
          <w:p w:rsidR="00C24402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78" w:type="dxa"/>
            <w:vAlign w:val="center"/>
          </w:tcPr>
          <w:p w:rsidR="00C24402" w:rsidRDefault="00C24402" w:rsidP="008D3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24402" w:rsidRPr="008D3207" w:rsidRDefault="00C24402" w:rsidP="008D320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C24402" w:rsidRPr="008D3207" w:rsidSect="000074C4">
      <w:headerReference w:type="default" r:id="rId9"/>
      <w:footerReference w:type="default" r:id="rId10"/>
      <w:headerReference w:type="first" r:id="rId11"/>
      <w:footerReference w:type="first" r:id="rId12"/>
      <w:pgSz w:w="16838" w:h="11905" w:orient="landscape"/>
      <w:pgMar w:top="1418" w:right="1134" w:bottom="567" w:left="1134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402" w:rsidRDefault="00C24402" w:rsidP="00987250">
      <w:pPr>
        <w:spacing w:after="0" w:line="240" w:lineRule="auto"/>
      </w:pPr>
      <w:r>
        <w:separator/>
      </w:r>
    </w:p>
  </w:endnote>
  <w:endnote w:type="continuationSeparator" w:id="0">
    <w:p w:rsidR="00C24402" w:rsidRDefault="00C24402" w:rsidP="00987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402" w:rsidRDefault="00C2440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402" w:rsidRDefault="00C244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402" w:rsidRDefault="00C24402" w:rsidP="00987250">
      <w:pPr>
        <w:spacing w:after="0" w:line="240" w:lineRule="auto"/>
      </w:pPr>
      <w:r>
        <w:separator/>
      </w:r>
    </w:p>
  </w:footnote>
  <w:footnote w:type="continuationSeparator" w:id="0">
    <w:p w:rsidR="00C24402" w:rsidRDefault="00C24402" w:rsidP="00987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402" w:rsidRPr="002C36F1" w:rsidRDefault="00C24402" w:rsidP="00127357">
    <w:pPr>
      <w:pStyle w:val="Header"/>
      <w:jc w:val="center"/>
    </w:pPr>
    <w:fldSimple w:instr=" PAGE   \* MERGEFORMAT ">
      <w:r>
        <w:rPr>
          <w:noProof/>
        </w:rPr>
        <w:t>3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402" w:rsidRDefault="00C24402">
    <w:pPr>
      <w:pStyle w:val="Header"/>
      <w:jc w:val="center"/>
    </w:pPr>
  </w:p>
  <w:p w:rsidR="00C24402" w:rsidRDefault="00C244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747FB"/>
    <w:multiLevelType w:val="hybridMultilevel"/>
    <w:tmpl w:val="70C24D90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1">
    <w:nsid w:val="1D8A6BB8"/>
    <w:multiLevelType w:val="hybridMultilevel"/>
    <w:tmpl w:val="62805680"/>
    <w:lvl w:ilvl="0" w:tplc="3D8A60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D555494"/>
    <w:multiLevelType w:val="hybridMultilevel"/>
    <w:tmpl w:val="0AF23936"/>
    <w:lvl w:ilvl="0" w:tplc="3D8A6078">
      <w:start w:val="1"/>
      <w:numFmt w:val="bullet"/>
      <w:lvlText w:val="-"/>
      <w:lvlJc w:val="left"/>
      <w:pPr>
        <w:ind w:left="89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3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5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9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1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59" w:hanging="360"/>
      </w:pPr>
      <w:rPr>
        <w:rFonts w:ascii="Wingdings" w:hAnsi="Wingdings" w:cs="Wingdings" w:hint="default"/>
      </w:rPr>
    </w:lvl>
  </w:abstractNum>
  <w:abstractNum w:abstractNumId="3">
    <w:nsid w:val="2E122BA6"/>
    <w:multiLevelType w:val="hybridMultilevel"/>
    <w:tmpl w:val="50F641CC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4">
    <w:nsid w:val="332266BD"/>
    <w:multiLevelType w:val="hybridMultilevel"/>
    <w:tmpl w:val="4F700EB2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5">
    <w:nsid w:val="35EA044E"/>
    <w:multiLevelType w:val="hybridMultilevel"/>
    <w:tmpl w:val="C8B6A4D2"/>
    <w:lvl w:ilvl="0" w:tplc="8D48835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6215A54"/>
    <w:multiLevelType w:val="hybridMultilevel"/>
    <w:tmpl w:val="304AFE08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7">
    <w:nsid w:val="365B0115"/>
    <w:multiLevelType w:val="hybridMultilevel"/>
    <w:tmpl w:val="646A9DFA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8">
    <w:nsid w:val="4034522A"/>
    <w:multiLevelType w:val="hybridMultilevel"/>
    <w:tmpl w:val="A0AECD52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9">
    <w:nsid w:val="60C6459C"/>
    <w:multiLevelType w:val="hybridMultilevel"/>
    <w:tmpl w:val="6F36D2E6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10">
    <w:nsid w:val="6D3B3BBA"/>
    <w:multiLevelType w:val="hybridMultilevel"/>
    <w:tmpl w:val="1A1E78CA"/>
    <w:lvl w:ilvl="0" w:tplc="04190001">
      <w:start w:val="1"/>
      <w:numFmt w:val="bullet"/>
      <w:lvlText w:val=""/>
      <w:lvlJc w:val="left"/>
      <w:pPr>
        <w:ind w:left="35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50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57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1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9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86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9346" w:hanging="360"/>
      </w:pPr>
      <w:rPr>
        <w:rFonts w:ascii="Wingdings" w:hAnsi="Wingdings" w:cs="Wingdings" w:hint="default"/>
      </w:rPr>
    </w:lvl>
  </w:abstractNum>
  <w:abstractNum w:abstractNumId="11">
    <w:nsid w:val="6FF14F4C"/>
    <w:multiLevelType w:val="hybridMultilevel"/>
    <w:tmpl w:val="AAF648BE"/>
    <w:lvl w:ilvl="0" w:tplc="3D8A6078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02" w:hanging="360"/>
      </w:pPr>
      <w:rPr>
        <w:rFonts w:ascii="Wingdings" w:hAnsi="Wingdings" w:cs="Wingdings" w:hint="default"/>
      </w:rPr>
    </w:lvl>
  </w:abstractNum>
  <w:abstractNum w:abstractNumId="12">
    <w:nsid w:val="7E611C60"/>
    <w:multiLevelType w:val="hybridMultilevel"/>
    <w:tmpl w:val="774E62EC"/>
    <w:lvl w:ilvl="0" w:tplc="3D8A60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9"/>
  </w:num>
  <w:num w:numId="9">
    <w:abstractNumId w:val="4"/>
  </w:num>
  <w:num w:numId="10">
    <w:abstractNumId w:val="8"/>
  </w:num>
  <w:num w:numId="11">
    <w:abstractNumId w:val="1"/>
  </w:num>
  <w:num w:numId="12">
    <w:abstractNumId w:val="1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0854"/>
    <w:rsid w:val="000074C4"/>
    <w:rsid w:val="00012400"/>
    <w:rsid w:val="0001673C"/>
    <w:rsid w:val="00017148"/>
    <w:rsid w:val="00020A45"/>
    <w:rsid w:val="0002125F"/>
    <w:rsid w:val="0003194C"/>
    <w:rsid w:val="0004776A"/>
    <w:rsid w:val="000577FC"/>
    <w:rsid w:val="00070CC2"/>
    <w:rsid w:val="000833AF"/>
    <w:rsid w:val="00092A48"/>
    <w:rsid w:val="00096BA0"/>
    <w:rsid w:val="000A74EA"/>
    <w:rsid w:val="000B42BC"/>
    <w:rsid w:val="000B5CA0"/>
    <w:rsid w:val="000C05F0"/>
    <w:rsid w:val="000C4C9E"/>
    <w:rsid w:val="000E62DE"/>
    <w:rsid w:val="000E70F9"/>
    <w:rsid w:val="000F5C62"/>
    <w:rsid w:val="00112149"/>
    <w:rsid w:val="00112A67"/>
    <w:rsid w:val="0011529B"/>
    <w:rsid w:val="00127357"/>
    <w:rsid w:val="001333F0"/>
    <w:rsid w:val="0013470D"/>
    <w:rsid w:val="00136C64"/>
    <w:rsid w:val="001539F5"/>
    <w:rsid w:val="0015514E"/>
    <w:rsid w:val="00167651"/>
    <w:rsid w:val="00176939"/>
    <w:rsid w:val="00182D2A"/>
    <w:rsid w:val="00182D5F"/>
    <w:rsid w:val="00192DB8"/>
    <w:rsid w:val="001A2909"/>
    <w:rsid w:val="001A60A9"/>
    <w:rsid w:val="001C1556"/>
    <w:rsid w:val="001C5CAB"/>
    <w:rsid w:val="001C6849"/>
    <w:rsid w:val="001C71F8"/>
    <w:rsid w:val="001C7DCD"/>
    <w:rsid w:val="001E00CE"/>
    <w:rsid w:val="001E02B8"/>
    <w:rsid w:val="001E0DDC"/>
    <w:rsid w:val="001F1176"/>
    <w:rsid w:val="001F24CC"/>
    <w:rsid w:val="00212C19"/>
    <w:rsid w:val="00216680"/>
    <w:rsid w:val="0022696D"/>
    <w:rsid w:val="00231C03"/>
    <w:rsid w:val="00231F87"/>
    <w:rsid w:val="00235236"/>
    <w:rsid w:val="00235D74"/>
    <w:rsid w:val="00241BC6"/>
    <w:rsid w:val="00246E9B"/>
    <w:rsid w:val="002542B8"/>
    <w:rsid w:val="002635C8"/>
    <w:rsid w:val="0027511A"/>
    <w:rsid w:val="002774D2"/>
    <w:rsid w:val="00282EDB"/>
    <w:rsid w:val="00283D1D"/>
    <w:rsid w:val="0028656D"/>
    <w:rsid w:val="00287BAB"/>
    <w:rsid w:val="00290215"/>
    <w:rsid w:val="0029024B"/>
    <w:rsid w:val="002917DB"/>
    <w:rsid w:val="002954C2"/>
    <w:rsid w:val="002A1D4F"/>
    <w:rsid w:val="002B5633"/>
    <w:rsid w:val="002C36F1"/>
    <w:rsid w:val="002E2200"/>
    <w:rsid w:val="002E5136"/>
    <w:rsid w:val="002E522C"/>
    <w:rsid w:val="002E6093"/>
    <w:rsid w:val="002F5251"/>
    <w:rsid w:val="002F72AF"/>
    <w:rsid w:val="00304173"/>
    <w:rsid w:val="00306BC1"/>
    <w:rsid w:val="00306CC9"/>
    <w:rsid w:val="00311438"/>
    <w:rsid w:val="00311A18"/>
    <w:rsid w:val="00326A71"/>
    <w:rsid w:val="00326A98"/>
    <w:rsid w:val="00336846"/>
    <w:rsid w:val="00342473"/>
    <w:rsid w:val="003479B7"/>
    <w:rsid w:val="003612E7"/>
    <w:rsid w:val="00362B06"/>
    <w:rsid w:val="003734B3"/>
    <w:rsid w:val="00373582"/>
    <w:rsid w:val="003812BE"/>
    <w:rsid w:val="00382DFC"/>
    <w:rsid w:val="003A115D"/>
    <w:rsid w:val="003B2D4E"/>
    <w:rsid w:val="003C12AE"/>
    <w:rsid w:val="003E214B"/>
    <w:rsid w:val="003E7973"/>
    <w:rsid w:val="00416332"/>
    <w:rsid w:val="00430134"/>
    <w:rsid w:val="00436FEC"/>
    <w:rsid w:val="004378AB"/>
    <w:rsid w:val="004432B9"/>
    <w:rsid w:val="00453901"/>
    <w:rsid w:val="00457DC6"/>
    <w:rsid w:val="00463FEA"/>
    <w:rsid w:val="00465A44"/>
    <w:rsid w:val="004817EA"/>
    <w:rsid w:val="00485310"/>
    <w:rsid w:val="0048680D"/>
    <w:rsid w:val="00490401"/>
    <w:rsid w:val="00492233"/>
    <w:rsid w:val="004A0C41"/>
    <w:rsid w:val="004A19DC"/>
    <w:rsid w:val="004B0181"/>
    <w:rsid w:val="004B1BAB"/>
    <w:rsid w:val="004B67CD"/>
    <w:rsid w:val="004B687B"/>
    <w:rsid w:val="004B7DCA"/>
    <w:rsid w:val="004C0467"/>
    <w:rsid w:val="004C160A"/>
    <w:rsid w:val="004C1E7C"/>
    <w:rsid w:val="004C35CB"/>
    <w:rsid w:val="004D3AD0"/>
    <w:rsid w:val="004D59CF"/>
    <w:rsid w:val="004E5107"/>
    <w:rsid w:val="00501102"/>
    <w:rsid w:val="00501362"/>
    <w:rsid w:val="00501E03"/>
    <w:rsid w:val="0050576F"/>
    <w:rsid w:val="00515456"/>
    <w:rsid w:val="00525456"/>
    <w:rsid w:val="00533184"/>
    <w:rsid w:val="00540755"/>
    <w:rsid w:val="00546F47"/>
    <w:rsid w:val="00547B97"/>
    <w:rsid w:val="0055371D"/>
    <w:rsid w:val="00556857"/>
    <w:rsid w:val="005612DD"/>
    <w:rsid w:val="0056414C"/>
    <w:rsid w:val="00591674"/>
    <w:rsid w:val="00591C1C"/>
    <w:rsid w:val="00596542"/>
    <w:rsid w:val="005A62CF"/>
    <w:rsid w:val="005B1B0C"/>
    <w:rsid w:val="005B1C07"/>
    <w:rsid w:val="005C0C03"/>
    <w:rsid w:val="005D1618"/>
    <w:rsid w:val="005E05F4"/>
    <w:rsid w:val="005E3260"/>
    <w:rsid w:val="005F2D09"/>
    <w:rsid w:val="005F2F87"/>
    <w:rsid w:val="005F3076"/>
    <w:rsid w:val="005F5165"/>
    <w:rsid w:val="005F5B14"/>
    <w:rsid w:val="006009A8"/>
    <w:rsid w:val="0060277A"/>
    <w:rsid w:val="00604EC7"/>
    <w:rsid w:val="006074B8"/>
    <w:rsid w:val="0061058D"/>
    <w:rsid w:val="00614C43"/>
    <w:rsid w:val="006312BF"/>
    <w:rsid w:val="00645A0C"/>
    <w:rsid w:val="006508DE"/>
    <w:rsid w:val="006514D7"/>
    <w:rsid w:val="0067426A"/>
    <w:rsid w:val="0067462C"/>
    <w:rsid w:val="0067636F"/>
    <w:rsid w:val="00677E8A"/>
    <w:rsid w:val="006860B4"/>
    <w:rsid w:val="006977E9"/>
    <w:rsid w:val="006A3743"/>
    <w:rsid w:val="006B1844"/>
    <w:rsid w:val="006C129B"/>
    <w:rsid w:val="006C2BC9"/>
    <w:rsid w:val="006C3BBC"/>
    <w:rsid w:val="006C5C30"/>
    <w:rsid w:val="006D3C88"/>
    <w:rsid w:val="006E7452"/>
    <w:rsid w:val="00711182"/>
    <w:rsid w:val="007228C1"/>
    <w:rsid w:val="00732B25"/>
    <w:rsid w:val="00754B7A"/>
    <w:rsid w:val="007637BC"/>
    <w:rsid w:val="00765C85"/>
    <w:rsid w:val="0076797A"/>
    <w:rsid w:val="007736C0"/>
    <w:rsid w:val="00774906"/>
    <w:rsid w:val="007801AE"/>
    <w:rsid w:val="00791449"/>
    <w:rsid w:val="007A0ADF"/>
    <w:rsid w:val="007A5159"/>
    <w:rsid w:val="007A6A95"/>
    <w:rsid w:val="007B037E"/>
    <w:rsid w:val="007B3C1D"/>
    <w:rsid w:val="007C1D5B"/>
    <w:rsid w:val="007C2A68"/>
    <w:rsid w:val="007C59F7"/>
    <w:rsid w:val="007D151B"/>
    <w:rsid w:val="007D6D78"/>
    <w:rsid w:val="007E218B"/>
    <w:rsid w:val="007E794A"/>
    <w:rsid w:val="007F273C"/>
    <w:rsid w:val="00805A30"/>
    <w:rsid w:val="00811007"/>
    <w:rsid w:val="0081322D"/>
    <w:rsid w:val="00825237"/>
    <w:rsid w:val="008571BE"/>
    <w:rsid w:val="0086030C"/>
    <w:rsid w:val="008606C2"/>
    <w:rsid w:val="00860C14"/>
    <w:rsid w:val="0087185C"/>
    <w:rsid w:val="00877C6D"/>
    <w:rsid w:val="008809EC"/>
    <w:rsid w:val="00886E27"/>
    <w:rsid w:val="008A67B9"/>
    <w:rsid w:val="008B05A7"/>
    <w:rsid w:val="008B5654"/>
    <w:rsid w:val="008C1157"/>
    <w:rsid w:val="008D1936"/>
    <w:rsid w:val="008D2394"/>
    <w:rsid w:val="008D2E1D"/>
    <w:rsid w:val="008D3207"/>
    <w:rsid w:val="008D3B71"/>
    <w:rsid w:val="008F0533"/>
    <w:rsid w:val="008F2E01"/>
    <w:rsid w:val="0090058B"/>
    <w:rsid w:val="00907F42"/>
    <w:rsid w:val="00915C75"/>
    <w:rsid w:val="00916172"/>
    <w:rsid w:val="00917D18"/>
    <w:rsid w:val="009330C1"/>
    <w:rsid w:val="00941895"/>
    <w:rsid w:val="00944174"/>
    <w:rsid w:val="00945444"/>
    <w:rsid w:val="00951652"/>
    <w:rsid w:val="00951E1E"/>
    <w:rsid w:val="0095439F"/>
    <w:rsid w:val="00970731"/>
    <w:rsid w:val="00972FD5"/>
    <w:rsid w:val="00985D72"/>
    <w:rsid w:val="00987250"/>
    <w:rsid w:val="00992D9F"/>
    <w:rsid w:val="009A20AD"/>
    <w:rsid w:val="009A37CE"/>
    <w:rsid w:val="009C31CA"/>
    <w:rsid w:val="009C4C50"/>
    <w:rsid w:val="009D2419"/>
    <w:rsid w:val="009E3DD6"/>
    <w:rsid w:val="009F6A2B"/>
    <w:rsid w:val="009F70C6"/>
    <w:rsid w:val="009F76A9"/>
    <w:rsid w:val="00A00AB5"/>
    <w:rsid w:val="00A04520"/>
    <w:rsid w:val="00A053B2"/>
    <w:rsid w:val="00A17C08"/>
    <w:rsid w:val="00A24BA5"/>
    <w:rsid w:val="00A27DD4"/>
    <w:rsid w:val="00A46B73"/>
    <w:rsid w:val="00A504C8"/>
    <w:rsid w:val="00A50CBB"/>
    <w:rsid w:val="00A53580"/>
    <w:rsid w:val="00A57A50"/>
    <w:rsid w:val="00A6340C"/>
    <w:rsid w:val="00A64793"/>
    <w:rsid w:val="00A662D1"/>
    <w:rsid w:val="00A7128C"/>
    <w:rsid w:val="00A77ED8"/>
    <w:rsid w:val="00A875D0"/>
    <w:rsid w:val="00AA24C7"/>
    <w:rsid w:val="00AB2353"/>
    <w:rsid w:val="00AB394D"/>
    <w:rsid w:val="00AC4858"/>
    <w:rsid w:val="00AD64BC"/>
    <w:rsid w:val="00AD7C27"/>
    <w:rsid w:val="00AE2B37"/>
    <w:rsid w:val="00AE759A"/>
    <w:rsid w:val="00AE79B3"/>
    <w:rsid w:val="00AF3A72"/>
    <w:rsid w:val="00B03504"/>
    <w:rsid w:val="00B03FFB"/>
    <w:rsid w:val="00B270F8"/>
    <w:rsid w:val="00B31B13"/>
    <w:rsid w:val="00B352C1"/>
    <w:rsid w:val="00B37E89"/>
    <w:rsid w:val="00B42F52"/>
    <w:rsid w:val="00B476F6"/>
    <w:rsid w:val="00B505D6"/>
    <w:rsid w:val="00B519CF"/>
    <w:rsid w:val="00B6444C"/>
    <w:rsid w:val="00B648D3"/>
    <w:rsid w:val="00B85283"/>
    <w:rsid w:val="00B86C4A"/>
    <w:rsid w:val="00B94C71"/>
    <w:rsid w:val="00B9718B"/>
    <w:rsid w:val="00BA55F0"/>
    <w:rsid w:val="00BB5B07"/>
    <w:rsid w:val="00BB7198"/>
    <w:rsid w:val="00BC31E3"/>
    <w:rsid w:val="00BC70B1"/>
    <w:rsid w:val="00BD26A7"/>
    <w:rsid w:val="00BE6E06"/>
    <w:rsid w:val="00C02555"/>
    <w:rsid w:val="00C06378"/>
    <w:rsid w:val="00C16EC5"/>
    <w:rsid w:val="00C24402"/>
    <w:rsid w:val="00C24637"/>
    <w:rsid w:val="00C27E96"/>
    <w:rsid w:val="00C3015A"/>
    <w:rsid w:val="00C3504F"/>
    <w:rsid w:val="00C37C19"/>
    <w:rsid w:val="00C42CCD"/>
    <w:rsid w:val="00C42F5E"/>
    <w:rsid w:val="00C57DD3"/>
    <w:rsid w:val="00C64228"/>
    <w:rsid w:val="00C7310E"/>
    <w:rsid w:val="00C74D0A"/>
    <w:rsid w:val="00C77994"/>
    <w:rsid w:val="00C80F28"/>
    <w:rsid w:val="00C83378"/>
    <w:rsid w:val="00C84DB7"/>
    <w:rsid w:val="00C85D48"/>
    <w:rsid w:val="00C90405"/>
    <w:rsid w:val="00C9053F"/>
    <w:rsid w:val="00C91844"/>
    <w:rsid w:val="00C91E26"/>
    <w:rsid w:val="00CA1378"/>
    <w:rsid w:val="00CA5B95"/>
    <w:rsid w:val="00CC0A80"/>
    <w:rsid w:val="00CC1B1D"/>
    <w:rsid w:val="00CD2786"/>
    <w:rsid w:val="00CF3C43"/>
    <w:rsid w:val="00CF53FE"/>
    <w:rsid w:val="00D004BD"/>
    <w:rsid w:val="00D1580B"/>
    <w:rsid w:val="00D216B4"/>
    <w:rsid w:val="00D21977"/>
    <w:rsid w:val="00D258A4"/>
    <w:rsid w:val="00D3141F"/>
    <w:rsid w:val="00D34E41"/>
    <w:rsid w:val="00D36F87"/>
    <w:rsid w:val="00D37FAE"/>
    <w:rsid w:val="00D40C86"/>
    <w:rsid w:val="00D52A41"/>
    <w:rsid w:val="00D54C81"/>
    <w:rsid w:val="00D551AE"/>
    <w:rsid w:val="00D70D60"/>
    <w:rsid w:val="00D83337"/>
    <w:rsid w:val="00D9268E"/>
    <w:rsid w:val="00DA6836"/>
    <w:rsid w:val="00DB2BD2"/>
    <w:rsid w:val="00DC11F8"/>
    <w:rsid w:val="00DC467E"/>
    <w:rsid w:val="00DC68CE"/>
    <w:rsid w:val="00DD2FC1"/>
    <w:rsid w:val="00DF1F51"/>
    <w:rsid w:val="00DF2358"/>
    <w:rsid w:val="00E15ED6"/>
    <w:rsid w:val="00E277FF"/>
    <w:rsid w:val="00E3636F"/>
    <w:rsid w:val="00E54011"/>
    <w:rsid w:val="00E5659A"/>
    <w:rsid w:val="00E628DB"/>
    <w:rsid w:val="00E62B96"/>
    <w:rsid w:val="00E661AD"/>
    <w:rsid w:val="00E74CF5"/>
    <w:rsid w:val="00E74DE2"/>
    <w:rsid w:val="00E969A5"/>
    <w:rsid w:val="00E973AA"/>
    <w:rsid w:val="00E9794B"/>
    <w:rsid w:val="00EA1229"/>
    <w:rsid w:val="00EA238F"/>
    <w:rsid w:val="00EA69E1"/>
    <w:rsid w:val="00EB617E"/>
    <w:rsid w:val="00EC2ECD"/>
    <w:rsid w:val="00ED1CD0"/>
    <w:rsid w:val="00EE0045"/>
    <w:rsid w:val="00EE0B2B"/>
    <w:rsid w:val="00EE1DA4"/>
    <w:rsid w:val="00EE4D9D"/>
    <w:rsid w:val="00EE79AA"/>
    <w:rsid w:val="00F02F8E"/>
    <w:rsid w:val="00F03E5F"/>
    <w:rsid w:val="00F24BBD"/>
    <w:rsid w:val="00F25B8E"/>
    <w:rsid w:val="00F26A4F"/>
    <w:rsid w:val="00F32207"/>
    <w:rsid w:val="00F32552"/>
    <w:rsid w:val="00F3354D"/>
    <w:rsid w:val="00F4130F"/>
    <w:rsid w:val="00F45AA7"/>
    <w:rsid w:val="00F60854"/>
    <w:rsid w:val="00F60D77"/>
    <w:rsid w:val="00F64662"/>
    <w:rsid w:val="00F6713B"/>
    <w:rsid w:val="00F80B23"/>
    <w:rsid w:val="00F858DD"/>
    <w:rsid w:val="00F86CDA"/>
    <w:rsid w:val="00F948BB"/>
    <w:rsid w:val="00FA1537"/>
    <w:rsid w:val="00FB2902"/>
    <w:rsid w:val="00FC6874"/>
    <w:rsid w:val="00FD119F"/>
    <w:rsid w:val="00FD3450"/>
    <w:rsid w:val="00FD4305"/>
    <w:rsid w:val="00FE285E"/>
    <w:rsid w:val="00FE5D7D"/>
    <w:rsid w:val="00FF3A24"/>
    <w:rsid w:val="00FF5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13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60854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60854"/>
    <w:rPr>
      <w:rFonts w:ascii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rsid w:val="00F60854"/>
  </w:style>
  <w:style w:type="paragraph" w:styleId="Header">
    <w:name w:val="header"/>
    <w:basedOn w:val="Normal"/>
    <w:link w:val="HeaderChar"/>
    <w:uiPriority w:val="99"/>
    <w:rsid w:val="00F60854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60854"/>
    <w:rPr>
      <w:rFonts w:ascii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F60854"/>
    <w:rPr>
      <w:rFonts w:cs="Calibri"/>
      <w:sz w:val="20"/>
      <w:szCs w:val="20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987250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987250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87250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87250"/>
    <w:rPr>
      <w:vertAlign w:val="superscript"/>
    </w:rPr>
  </w:style>
  <w:style w:type="paragraph" w:styleId="ListParagraph">
    <w:name w:val="List Paragraph"/>
    <w:basedOn w:val="Normal"/>
    <w:uiPriority w:val="99"/>
    <w:qFormat/>
    <w:rsid w:val="008D193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4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163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3</Pages>
  <Words>440</Words>
  <Characters>2514</Characters>
  <Application>Microsoft Office Outlook</Application>
  <DocSecurity>0</DocSecurity>
  <Lines>0</Lines>
  <Paragraphs>0</Paragraphs>
  <ScaleCrop>false</ScaleCrop>
  <Company>КЭФ и 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Клоков Роман Владимирович (ECON_CHECHENINS - Клоков)</dc:creator>
  <cp:keywords/>
  <dc:description/>
  <cp:lastModifiedBy>Наташа</cp:lastModifiedBy>
  <cp:revision>8</cp:revision>
  <cp:lastPrinted>2016-02-19T09:35:00Z</cp:lastPrinted>
  <dcterms:created xsi:type="dcterms:W3CDTF">2016-03-10T15:37:00Z</dcterms:created>
  <dcterms:modified xsi:type="dcterms:W3CDTF">2016-04-12T09:27:00Z</dcterms:modified>
</cp:coreProperties>
</file>