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194" w:rsidRDefault="00706194" w:rsidP="00C41DB5">
      <w:pPr>
        <w:pStyle w:val="Title"/>
        <w:ind w:left="4253"/>
        <w:jc w:val="left"/>
      </w:pPr>
      <w:r w:rsidRPr="00BD6DE9">
        <w:t xml:space="preserve">Приложение № </w:t>
      </w:r>
      <w:r>
        <w:t>2</w:t>
      </w:r>
    </w:p>
    <w:p w:rsidR="00706194" w:rsidRPr="00BD6DE9" w:rsidRDefault="00706194" w:rsidP="00C41DB5">
      <w:pPr>
        <w:pStyle w:val="Title"/>
        <w:ind w:left="4253"/>
        <w:jc w:val="left"/>
      </w:pPr>
      <w:r w:rsidRPr="00BD6DE9">
        <w:t xml:space="preserve">к </w:t>
      </w:r>
      <w:r>
        <w:t xml:space="preserve">постановлению администрации </w:t>
      </w:r>
      <w:r w:rsidRPr="00302524">
        <w:t>городского округа «Город</w:t>
      </w:r>
      <w:r>
        <w:t xml:space="preserve"> </w:t>
      </w:r>
      <w:r w:rsidRPr="00302524">
        <w:t>Калининград»</w:t>
      </w:r>
    </w:p>
    <w:p w:rsidR="00706194" w:rsidRPr="00BD6DE9" w:rsidRDefault="00706194" w:rsidP="00C41DB5">
      <w:pPr>
        <w:ind w:left="4253"/>
        <w:rPr>
          <w:sz w:val="28"/>
          <w:szCs w:val="28"/>
        </w:rPr>
      </w:pPr>
      <w:r w:rsidRPr="00302524">
        <w:rPr>
          <w:sz w:val="28"/>
          <w:szCs w:val="28"/>
        </w:rPr>
        <w:t xml:space="preserve">от </w:t>
      </w:r>
      <w:r>
        <w:rPr>
          <w:sz w:val="28"/>
          <w:szCs w:val="28"/>
        </w:rPr>
        <w:t>30 декабря 2015 г. № 2211</w:t>
      </w:r>
    </w:p>
    <w:p w:rsidR="00706194" w:rsidRPr="00BD6DE9" w:rsidRDefault="00706194" w:rsidP="00AF36D7">
      <w:pPr>
        <w:ind w:firstLine="798"/>
        <w:jc w:val="center"/>
        <w:rPr>
          <w:sz w:val="28"/>
          <w:szCs w:val="28"/>
        </w:rPr>
      </w:pPr>
    </w:p>
    <w:p w:rsidR="00706194" w:rsidRPr="00BD6DE9" w:rsidRDefault="00706194" w:rsidP="00AF36D7">
      <w:pPr>
        <w:ind w:firstLine="798"/>
        <w:jc w:val="center"/>
        <w:rPr>
          <w:sz w:val="28"/>
          <w:szCs w:val="28"/>
        </w:rPr>
      </w:pPr>
    </w:p>
    <w:p w:rsidR="00706194" w:rsidRPr="00BD6DE9" w:rsidRDefault="00706194" w:rsidP="00AF36D7">
      <w:pPr>
        <w:ind w:firstLine="798"/>
        <w:jc w:val="center"/>
        <w:rPr>
          <w:sz w:val="28"/>
          <w:szCs w:val="28"/>
        </w:rPr>
      </w:pPr>
      <w:r>
        <w:rPr>
          <w:sz w:val="28"/>
          <w:szCs w:val="28"/>
        </w:rPr>
        <w:t>Адресный п</w:t>
      </w:r>
      <w:r w:rsidRPr="00BD6DE9">
        <w:rPr>
          <w:sz w:val="28"/>
          <w:szCs w:val="28"/>
        </w:rPr>
        <w:t>еречень мероприятий, направленных на повышение безопасности дорожного движения на улично-дорожной сети</w:t>
      </w:r>
      <w:r>
        <w:rPr>
          <w:sz w:val="28"/>
          <w:szCs w:val="28"/>
        </w:rPr>
        <w:t xml:space="preserve"> </w:t>
      </w:r>
      <w:r w:rsidRPr="00BD6DE9">
        <w:rPr>
          <w:sz w:val="28"/>
          <w:szCs w:val="28"/>
        </w:rPr>
        <w:t>города Калининграда</w:t>
      </w:r>
    </w:p>
    <w:p w:rsidR="00706194" w:rsidRPr="00BD6DE9" w:rsidRDefault="00706194" w:rsidP="00AF36D7">
      <w:pPr>
        <w:ind w:firstLine="798"/>
        <w:jc w:val="center"/>
        <w:rPr>
          <w:sz w:val="28"/>
          <w:szCs w:val="28"/>
        </w:rPr>
      </w:pPr>
    </w:p>
    <w:p w:rsidR="00706194" w:rsidRPr="00BD6DE9" w:rsidRDefault="00706194" w:rsidP="001F2DD3">
      <w:pPr>
        <w:jc w:val="center"/>
        <w:rPr>
          <w:sz w:val="28"/>
          <w:szCs w:val="28"/>
        </w:rPr>
      </w:pPr>
      <w:r w:rsidRPr="00BD6DE9">
        <w:rPr>
          <w:sz w:val="28"/>
          <w:szCs w:val="28"/>
        </w:rPr>
        <w:t xml:space="preserve">Установка </w:t>
      </w:r>
      <w:r>
        <w:rPr>
          <w:sz w:val="28"/>
          <w:szCs w:val="28"/>
        </w:rPr>
        <w:t xml:space="preserve">и модернизация </w:t>
      </w:r>
      <w:r w:rsidRPr="00BD6DE9">
        <w:rPr>
          <w:sz w:val="28"/>
          <w:szCs w:val="28"/>
        </w:rPr>
        <w:t>светофорных объектов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6"/>
        <w:gridCol w:w="6457"/>
        <w:gridCol w:w="2447"/>
      </w:tblGrid>
      <w:tr w:rsidR="00706194" w:rsidRPr="00BD6DE9">
        <w:trPr>
          <w:trHeight w:val="594"/>
        </w:trPr>
        <w:tc>
          <w:tcPr>
            <w:tcW w:w="666" w:type="dxa"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6457" w:type="dxa"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Место установки</w:t>
            </w:r>
          </w:p>
        </w:tc>
        <w:tc>
          <w:tcPr>
            <w:tcW w:w="2447" w:type="dxa"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 исполнения</w:t>
            </w:r>
          </w:p>
        </w:tc>
      </w:tr>
      <w:tr w:rsidR="00706194" w:rsidRPr="00BD6DE9">
        <w:tc>
          <w:tcPr>
            <w:tcW w:w="666" w:type="dxa"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6457" w:type="dxa"/>
            <w:vAlign w:val="center"/>
          </w:tcPr>
          <w:p w:rsidR="00706194" w:rsidRPr="00BD6DE9" w:rsidRDefault="00706194" w:rsidP="005F0E72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Советский</w:t>
            </w:r>
            <w:r w:rsidRPr="00BD6DE9">
              <w:rPr>
                <w:b/>
                <w:bCs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>в районе дома № 3</w:t>
            </w:r>
          </w:p>
        </w:tc>
        <w:tc>
          <w:tcPr>
            <w:tcW w:w="2447" w:type="dxa"/>
            <w:vMerge w:val="restart"/>
            <w:vAlign w:val="center"/>
          </w:tcPr>
          <w:p w:rsidR="00706194" w:rsidRPr="00BD6DE9" w:rsidRDefault="00706194" w:rsidP="00BC487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2015 г.</w:t>
            </w:r>
          </w:p>
        </w:tc>
      </w:tr>
      <w:tr w:rsidR="00706194" w:rsidRPr="00BD6DE9">
        <w:tc>
          <w:tcPr>
            <w:tcW w:w="666" w:type="dxa"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6457" w:type="dxa"/>
            <w:vAlign w:val="center"/>
          </w:tcPr>
          <w:p w:rsidR="00706194" w:rsidRPr="00BD6DE9" w:rsidRDefault="00706194" w:rsidP="00413FC3">
            <w:pPr>
              <w:shd w:val="clear" w:color="auto" w:fill="FFFFFF"/>
              <w:jc w:val="center"/>
              <w:rPr>
                <w:spacing w:val="-5"/>
                <w:sz w:val="28"/>
                <w:szCs w:val="28"/>
              </w:rPr>
            </w:pPr>
            <w:r w:rsidRPr="00BD6DE9">
              <w:rPr>
                <w:spacing w:val="-5"/>
                <w:sz w:val="28"/>
                <w:szCs w:val="28"/>
              </w:rPr>
              <w:t>ул. Батальная – пер. Батальный</w:t>
            </w:r>
          </w:p>
        </w:tc>
        <w:tc>
          <w:tcPr>
            <w:tcW w:w="2447" w:type="dxa"/>
            <w:vMerge/>
            <w:vAlign w:val="center"/>
          </w:tcPr>
          <w:p w:rsidR="00706194" w:rsidRPr="00BD6DE9" w:rsidRDefault="00706194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66" w:type="dxa"/>
            <w:vAlign w:val="center"/>
          </w:tcPr>
          <w:p w:rsidR="00706194" w:rsidRPr="00BD6DE9" w:rsidRDefault="00706194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6457" w:type="dxa"/>
            <w:vAlign w:val="center"/>
          </w:tcPr>
          <w:p w:rsidR="00706194" w:rsidRPr="00BD6DE9" w:rsidRDefault="00706194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А. Суворова – ул. Камская</w:t>
            </w:r>
          </w:p>
        </w:tc>
        <w:tc>
          <w:tcPr>
            <w:tcW w:w="2447" w:type="dxa"/>
            <w:vMerge/>
            <w:vAlign w:val="center"/>
          </w:tcPr>
          <w:p w:rsidR="00706194" w:rsidRPr="00BD6DE9" w:rsidRDefault="00706194" w:rsidP="00BC4871">
            <w:pPr>
              <w:jc w:val="center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66" w:type="dxa"/>
            <w:vAlign w:val="center"/>
          </w:tcPr>
          <w:p w:rsidR="00706194" w:rsidRPr="00BD6DE9" w:rsidRDefault="00706194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6457" w:type="dxa"/>
            <w:vAlign w:val="center"/>
          </w:tcPr>
          <w:p w:rsidR="00706194" w:rsidRPr="006701B0" w:rsidRDefault="00706194" w:rsidP="00F53B7A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6701B0">
              <w:rPr>
                <w:spacing w:val="-1"/>
                <w:sz w:val="28"/>
                <w:szCs w:val="28"/>
              </w:rPr>
              <w:t xml:space="preserve">АСУДД ул. 9 Апреля – ул. А. Невского –                    ул. Черняховского – ул. Литовский вал                                                            </w:t>
            </w:r>
          </w:p>
        </w:tc>
        <w:tc>
          <w:tcPr>
            <w:tcW w:w="2447" w:type="dxa"/>
            <w:vMerge/>
            <w:vAlign w:val="center"/>
          </w:tcPr>
          <w:p w:rsidR="00706194" w:rsidRPr="00BD6DE9" w:rsidRDefault="00706194" w:rsidP="00BC4871">
            <w:pPr>
              <w:jc w:val="center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66" w:type="dxa"/>
            <w:vAlign w:val="center"/>
          </w:tcPr>
          <w:p w:rsidR="00706194" w:rsidRPr="00BD6DE9" w:rsidRDefault="00706194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6457" w:type="dxa"/>
            <w:vAlign w:val="center"/>
          </w:tcPr>
          <w:p w:rsidR="00706194" w:rsidRPr="006701B0" w:rsidRDefault="00706194" w:rsidP="00C52D18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E077BE">
              <w:rPr>
                <w:spacing w:val="-1"/>
                <w:sz w:val="28"/>
                <w:szCs w:val="28"/>
              </w:rPr>
              <w:t>АСУДД ул. А.Невского  – ул. Курортная</w:t>
            </w:r>
          </w:p>
        </w:tc>
        <w:tc>
          <w:tcPr>
            <w:tcW w:w="2447" w:type="dxa"/>
            <w:vMerge/>
            <w:vAlign w:val="center"/>
          </w:tcPr>
          <w:p w:rsidR="00706194" w:rsidRPr="00BD6DE9" w:rsidRDefault="00706194" w:rsidP="00BC4871">
            <w:pPr>
              <w:jc w:val="center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66" w:type="dxa"/>
            <w:vAlign w:val="center"/>
          </w:tcPr>
          <w:p w:rsidR="00706194" w:rsidRPr="00BD6DE9" w:rsidRDefault="00706194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6457" w:type="dxa"/>
            <w:vAlign w:val="center"/>
          </w:tcPr>
          <w:p w:rsidR="00706194" w:rsidRPr="006701B0" w:rsidRDefault="00706194" w:rsidP="00F53B7A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6701B0">
              <w:rPr>
                <w:spacing w:val="-1"/>
                <w:sz w:val="28"/>
                <w:szCs w:val="28"/>
              </w:rPr>
              <w:t>АСУДД ул. А. Невского – ул. Куйбышева</w:t>
            </w:r>
          </w:p>
        </w:tc>
        <w:tc>
          <w:tcPr>
            <w:tcW w:w="2447" w:type="dxa"/>
            <w:vMerge/>
            <w:vAlign w:val="center"/>
          </w:tcPr>
          <w:p w:rsidR="00706194" w:rsidRPr="00BD6DE9" w:rsidRDefault="00706194" w:rsidP="00BC4871">
            <w:pPr>
              <w:jc w:val="center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66" w:type="dxa"/>
            <w:vAlign w:val="center"/>
          </w:tcPr>
          <w:p w:rsidR="00706194" w:rsidRPr="00BD6DE9" w:rsidRDefault="00706194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6457" w:type="dxa"/>
            <w:vAlign w:val="center"/>
          </w:tcPr>
          <w:p w:rsidR="00706194" w:rsidRPr="00BD6DE9" w:rsidRDefault="00706194" w:rsidP="00BC4871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Согласия</w:t>
            </w:r>
            <w:r w:rsidRPr="00BD6DE9">
              <w:rPr>
                <w:b/>
                <w:bCs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 xml:space="preserve">в районе дома № </w:t>
            </w:r>
            <w:r w:rsidRPr="00BD6DE9">
              <w:rPr>
                <w:spacing w:val="-1"/>
                <w:sz w:val="28"/>
                <w:szCs w:val="28"/>
              </w:rPr>
              <w:t>15</w:t>
            </w:r>
          </w:p>
        </w:tc>
        <w:tc>
          <w:tcPr>
            <w:tcW w:w="2447" w:type="dxa"/>
            <w:vMerge w:val="restart"/>
            <w:vAlign w:val="center"/>
          </w:tcPr>
          <w:p w:rsidR="00706194" w:rsidRPr="00BD6DE9" w:rsidRDefault="00706194" w:rsidP="00BC487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2016 г.</w:t>
            </w:r>
          </w:p>
        </w:tc>
      </w:tr>
      <w:tr w:rsidR="00706194" w:rsidRPr="00BD6DE9">
        <w:tc>
          <w:tcPr>
            <w:tcW w:w="666" w:type="dxa"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6457" w:type="dxa"/>
            <w:vAlign w:val="center"/>
          </w:tcPr>
          <w:p w:rsidR="00706194" w:rsidRPr="00BD6DE9" w:rsidRDefault="00706194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Гайдара</w:t>
            </w:r>
            <w:r w:rsidRPr="00BD6DE9">
              <w:rPr>
                <w:b/>
                <w:bCs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 xml:space="preserve">в районе дома № </w:t>
            </w:r>
            <w:r w:rsidRPr="00BD6DE9">
              <w:rPr>
                <w:spacing w:val="-1"/>
                <w:sz w:val="28"/>
                <w:szCs w:val="28"/>
              </w:rPr>
              <w:t>15</w:t>
            </w:r>
          </w:p>
        </w:tc>
        <w:tc>
          <w:tcPr>
            <w:tcW w:w="2447" w:type="dxa"/>
            <w:vMerge/>
            <w:vAlign w:val="center"/>
          </w:tcPr>
          <w:p w:rsidR="00706194" w:rsidRPr="00BD6DE9" w:rsidRDefault="00706194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66" w:type="dxa"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6457" w:type="dxa"/>
            <w:vAlign w:val="center"/>
          </w:tcPr>
          <w:p w:rsidR="00706194" w:rsidRPr="00BD6DE9" w:rsidRDefault="00706194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 xml:space="preserve">ул. </w:t>
            </w:r>
            <w:r>
              <w:rPr>
                <w:spacing w:val="-1"/>
                <w:sz w:val="28"/>
                <w:szCs w:val="28"/>
              </w:rPr>
              <w:t>9 Апреля</w:t>
            </w:r>
            <w:r w:rsidRPr="00BD6DE9">
              <w:rPr>
                <w:spacing w:val="-1"/>
                <w:sz w:val="28"/>
                <w:szCs w:val="28"/>
              </w:rPr>
              <w:t xml:space="preserve"> – ул. </w:t>
            </w:r>
            <w:r>
              <w:rPr>
                <w:spacing w:val="-1"/>
                <w:sz w:val="28"/>
                <w:szCs w:val="28"/>
              </w:rPr>
              <w:t>Нерчинская</w:t>
            </w:r>
          </w:p>
        </w:tc>
        <w:tc>
          <w:tcPr>
            <w:tcW w:w="2447" w:type="dxa"/>
            <w:vMerge/>
            <w:vAlign w:val="center"/>
          </w:tcPr>
          <w:p w:rsidR="00706194" w:rsidRPr="00BD6DE9" w:rsidRDefault="00706194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66" w:type="dxa"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6457" w:type="dxa"/>
            <w:vAlign w:val="center"/>
          </w:tcPr>
          <w:p w:rsidR="00706194" w:rsidRPr="00BD6DE9" w:rsidRDefault="00706194" w:rsidP="00806F8D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Гайдара – ул. Горького</w:t>
            </w:r>
          </w:p>
        </w:tc>
        <w:tc>
          <w:tcPr>
            <w:tcW w:w="2447" w:type="dxa"/>
            <w:vMerge w:val="restart"/>
            <w:vAlign w:val="center"/>
          </w:tcPr>
          <w:p w:rsidR="00706194" w:rsidRPr="00BD6DE9" w:rsidRDefault="00706194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2017 г.</w:t>
            </w:r>
          </w:p>
        </w:tc>
      </w:tr>
      <w:tr w:rsidR="00706194" w:rsidRPr="00BD6DE9">
        <w:tc>
          <w:tcPr>
            <w:tcW w:w="666" w:type="dxa"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6457" w:type="dxa"/>
            <w:vAlign w:val="center"/>
          </w:tcPr>
          <w:p w:rsidR="00706194" w:rsidRPr="00BD6DE9" w:rsidRDefault="00706194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Интернациональная – ул. О. Кошевого</w:t>
            </w:r>
          </w:p>
        </w:tc>
        <w:tc>
          <w:tcPr>
            <w:tcW w:w="2447" w:type="dxa"/>
            <w:vMerge/>
            <w:vAlign w:val="center"/>
          </w:tcPr>
          <w:p w:rsidR="00706194" w:rsidRPr="00BD6DE9" w:rsidRDefault="00706194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66" w:type="dxa"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12</w:t>
            </w:r>
          </w:p>
        </w:tc>
        <w:tc>
          <w:tcPr>
            <w:tcW w:w="6457" w:type="dxa"/>
            <w:vAlign w:val="center"/>
          </w:tcPr>
          <w:p w:rsidR="00706194" w:rsidRPr="00BD6DE9" w:rsidRDefault="00706194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Интернациональная – ул. У. Громовой</w:t>
            </w:r>
          </w:p>
        </w:tc>
        <w:tc>
          <w:tcPr>
            <w:tcW w:w="2447" w:type="dxa"/>
            <w:vMerge/>
            <w:vAlign w:val="center"/>
          </w:tcPr>
          <w:p w:rsidR="00706194" w:rsidRPr="00BD6DE9" w:rsidRDefault="00706194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66" w:type="dxa"/>
            <w:vAlign w:val="center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13</w:t>
            </w:r>
          </w:p>
        </w:tc>
        <w:tc>
          <w:tcPr>
            <w:tcW w:w="6457" w:type="dxa"/>
            <w:vAlign w:val="center"/>
          </w:tcPr>
          <w:p w:rsidR="00706194" w:rsidRPr="00BD6DE9" w:rsidRDefault="00706194" w:rsidP="00EC1EC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ул. К.Маркса – ул. Каштановая аллея</w:t>
            </w:r>
          </w:p>
        </w:tc>
        <w:tc>
          <w:tcPr>
            <w:tcW w:w="2447" w:type="dxa"/>
            <w:vMerge w:val="restart"/>
            <w:vAlign w:val="center"/>
          </w:tcPr>
          <w:p w:rsidR="00706194" w:rsidRPr="00BD6DE9" w:rsidRDefault="00706194" w:rsidP="00EC1ECC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D6DE9">
              <w:rPr>
                <w:sz w:val="28"/>
                <w:szCs w:val="28"/>
              </w:rPr>
              <w:t xml:space="preserve"> г.</w:t>
            </w:r>
          </w:p>
        </w:tc>
      </w:tr>
      <w:tr w:rsidR="00706194" w:rsidRPr="00BD6DE9">
        <w:tc>
          <w:tcPr>
            <w:tcW w:w="666" w:type="dxa"/>
            <w:vAlign w:val="center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14</w:t>
            </w:r>
          </w:p>
        </w:tc>
        <w:tc>
          <w:tcPr>
            <w:tcW w:w="6457" w:type="dxa"/>
            <w:vAlign w:val="center"/>
          </w:tcPr>
          <w:p w:rsidR="00706194" w:rsidRPr="00BD6DE9" w:rsidRDefault="00706194" w:rsidP="00EC1EC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ул. Суворова,  139А</w:t>
            </w:r>
          </w:p>
        </w:tc>
        <w:tc>
          <w:tcPr>
            <w:tcW w:w="2447" w:type="dxa"/>
            <w:vMerge/>
            <w:vAlign w:val="center"/>
          </w:tcPr>
          <w:p w:rsidR="00706194" w:rsidRPr="00BD6DE9" w:rsidRDefault="00706194" w:rsidP="00EC1ECC">
            <w:pPr>
              <w:jc w:val="center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66" w:type="dxa"/>
            <w:vAlign w:val="center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15</w:t>
            </w:r>
          </w:p>
        </w:tc>
        <w:tc>
          <w:tcPr>
            <w:tcW w:w="6457" w:type="dxa"/>
            <w:vAlign w:val="center"/>
          </w:tcPr>
          <w:p w:rsidR="00706194" w:rsidRPr="00BD6DE9" w:rsidRDefault="00706194" w:rsidP="00EC1EC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ул. Портовая – ул. Железнодорожная</w:t>
            </w:r>
          </w:p>
        </w:tc>
        <w:tc>
          <w:tcPr>
            <w:tcW w:w="2447" w:type="dxa"/>
            <w:vMerge/>
            <w:vAlign w:val="center"/>
          </w:tcPr>
          <w:p w:rsidR="00706194" w:rsidRPr="00BD6DE9" w:rsidRDefault="00706194" w:rsidP="00EC1ECC">
            <w:pPr>
              <w:jc w:val="center"/>
              <w:rPr>
                <w:sz w:val="28"/>
                <w:szCs w:val="28"/>
              </w:rPr>
            </w:pPr>
          </w:p>
        </w:tc>
      </w:tr>
    </w:tbl>
    <w:p w:rsidR="00706194" w:rsidRPr="00BD6DE9" w:rsidRDefault="00706194" w:rsidP="00CD12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06194" w:rsidRPr="00BD6DE9" w:rsidRDefault="00706194" w:rsidP="003D75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06194" w:rsidRPr="00BD6DE9" w:rsidRDefault="00706194" w:rsidP="00D20AF4">
      <w:pPr>
        <w:jc w:val="center"/>
        <w:rPr>
          <w:sz w:val="28"/>
          <w:szCs w:val="28"/>
        </w:rPr>
      </w:pPr>
      <w:r>
        <w:rPr>
          <w:sz w:val="28"/>
          <w:szCs w:val="28"/>
        </w:rPr>
        <w:t>Модернизация</w:t>
      </w:r>
      <w:r w:rsidRPr="00BD6DE9">
        <w:rPr>
          <w:sz w:val="28"/>
          <w:szCs w:val="28"/>
        </w:rPr>
        <w:t xml:space="preserve"> остановочных павильонов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3762"/>
        <w:gridCol w:w="3392"/>
        <w:gridCol w:w="1768"/>
      </w:tblGrid>
      <w:tr w:rsidR="00706194" w:rsidRPr="00BD6DE9">
        <w:tc>
          <w:tcPr>
            <w:tcW w:w="648" w:type="dxa"/>
            <w:vAlign w:val="center"/>
          </w:tcPr>
          <w:p w:rsidR="00706194" w:rsidRPr="00BD6DE9" w:rsidRDefault="00706194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376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Место установки</w:t>
            </w:r>
          </w:p>
        </w:tc>
        <w:tc>
          <w:tcPr>
            <w:tcW w:w="339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Название остановки</w:t>
            </w:r>
          </w:p>
        </w:tc>
        <w:tc>
          <w:tcPr>
            <w:tcW w:w="1768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срок выполнения</w:t>
            </w:r>
          </w:p>
        </w:tc>
      </w:tr>
      <w:tr w:rsidR="00706194" w:rsidRPr="00BD6DE9">
        <w:tc>
          <w:tcPr>
            <w:tcW w:w="648" w:type="dxa"/>
            <w:vAlign w:val="center"/>
          </w:tcPr>
          <w:p w:rsidR="00706194" w:rsidRPr="00BD6DE9" w:rsidRDefault="00706194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76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Красная, нечетная сторона</w:t>
            </w:r>
          </w:p>
        </w:tc>
        <w:tc>
          <w:tcPr>
            <w:tcW w:w="339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Захарова</w:t>
            </w:r>
          </w:p>
        </w:tc>
        <w:tc>
          <w:tcPr>
            <w:tcW w:w="1768" w:type="dxa"/>
            <w:vMerge w:val="restart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2015 г.</w:t>
            </w:r>
          </w:p>
        </w:tc>
      </w:tr>
      <w:tr w:rsidR="00706194" w:rsidRPr="00BD6DE9">
        <w:tc>
          <w:tcPr>
            <w:tcW w:w="648" w:type="dxa"/>
            <w:vAlign w:val="center"/>
          </w:tcPr>
          <w:p w:rsidR="00706194" w:rsidRPr="00BD6DE9" w:rsidRDefault="00706194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76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Артиллерийская, нечетная сторона</w:t>
            </w:r>
          </w:p>
        </w:tc>
        <w:tc>
          <w:tcPr>
            <w:tcW w:w="3392" w:type="dxa"/>
            <w:vAlign w:val="center"/>
          </w:tcPr>
          <w:p w:rsidR="00706194" w:rsidRPr="00BD6DE9" w:rsidRDefault="00706194" w:rsidP="00586CB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Артиллерийская </w:t>
            </w:r>
          </w:p>
        </w:tc>
        <w:tc>
          <w:tcPr>
            <w:tcW w:w="1768" w:type="dxa"/>
            <w:vMerge/>
          </w:tcPr>
          <w:p w:rsidR="00706194" w:rsidRPr="00BD6DE9" w:rsidRDefault="00706194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48" w:type="dxa"/>
            <w:vAlign w:val="center"/>
          </w:tcPr>
          <w:p w:rsidR="00706194" w:rsidRPr="00BD6DE9" w:rsidRDefault="00706194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76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Коммунистическая, нечетная сторона</w:t>
            </w:r>
          </w:p>
        </w:tc>
        <w:tc>
          <w:tcPr>
            <w:tcW w:w="339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Коммунистическая</w:t>
            </w:r>
          </w:p>
        </w:tc>
        <w:tc>
          <w:tcPr>
            <w:tcW w:w="1768" w:type="dxa"/>
            <w:vMerge/>
          </w:tcPr>
          <w:p w:rsidR="00706194" w:rsidRPr="00BD6DE9" w:rsidRDefault="00706194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48" w:type="dxa"/>
            <w:vAlign w:val="center"/>
          </w:tcPr>
          <w:p w:rsidR="00706194" w:rsidRPr="00BD6DE9" w:rsidRDefault="00706194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76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А. </w:t>
            </w:r>
            <w:r w:rsidRPr="00BD6DE9">
              <w:rPr>
                <w:sz w:val="28"/>
                <w:szCs w:val="28"/>
              </w:rPr>
              <w:t>Суворова, нечетная сторона</w:t>
            </w:r>
          </w:p>
        </w:tc>
        <w:tc>
          <w:tcPr>
            <w:tcW w:w="339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пер. Ладушкина</w:t>
            </w:r>
          </w:p>
        </w:tc>
        <w:tc>
          <w:tcPr>
            <w:tcW w:w="1768" w:type="dxa"/>
            <w:vMerge/>
          </w:tcPr>
          <w:p w:rsidR="00706194" w:rsidRPr="00BD6DE9" w:rsidRDefault="00706194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48" w:type="dxa"/>
            <w:vAlign w:val="center"/>
          </w:tcPr>
          <w:p w:rsidR="00706194" w:rsidRPr="00BD6DE9" w:rsidRDefault="00706194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376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Молодой гвардии, нечетная сторона</w:t>
            </w:r>
          </w:p>
        </w:tc>
        <w:tc>
          <w:tcPr>
            <w:tcW w:w="339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Молодой гвардии</w:t>
            </w:r>
          </w:p>
        </w:tc>
        <w:tc>
          <w:tcPr>
            <w:tcW w:w="1768" w:type="dxa"/>
            <w:vMerge/>
          </w:tcPr>
          <w:p w:rsidR="00706194" w:rsidRPr="00BD6DE9" w:rsidRDefault="00706194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48" w:type="dxa"/>
            <w:vAlign w:val="center"/>
          </w:tcPr>
          <w:p w:rsidR="00706194" w:rsidRPr="00BD6DE9" w:rsidRDefault="00706194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376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Октябрьская, нечетная сторона </w:t>
            </w:r>
          </w:p>
        </w:tc>
        <w:tc>
          <w:tcPr>
            <w:tcW w:w="339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наб. Ветеранов</w:t>
            </w:r>
          </w:p>
        </w:tc>
        <w:tc>
          <w:tcPr>
            <w:tcW w:w="1768" w:type="dxa"/>
            <w:vMerge/>
          </w:tcPr>
          <w:p w:rsidR="00706194" w:rsidRPr="00BD6DE9" w:rsidRDefault="00706194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48" w:type="dxa"/>
            <w:vAlign w:val="center"/>
          </w:tcPr>
          <w:p w:rsidR="00706194" w:rsidRPr="00BD6DE9" w:rsidRDefault="00706194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376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Октябрьская, четная сторона</w:t>
            </w:r>
          </w:p>
        </w:tc>
        <w:tc>
          <w:tcPr>
            <w:tcW w:w="339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наб. Ветеранов</w:t>
            </w:r>
          </w:p>
        </w:tc>
        <w:tc>
          <w:tcPr>
            <w:tcW w:w="1768" w:type="dxa"/>
            <w:vMerge/>
          </w:tcPr>
          <w:p w:rsidR="00706194" w:rsidRPr="00BD6DE9" w:rsidRDefault="00706194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48" w:type="dxa"/>
            <w:vAlign w:val="center"/>
          </w:tcPr>
          <w:p w:rsidR="00706194" w:rsidRPr="00BD6DE9" w:rsidRDefault="00706194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376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Янтарная, нечетная сторона</w:t>
            </w:r>
          </w:p>
        </w:tc>
        <w:tc>
          <w:tcPr>
            <w:tcW w:w="339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садовое общество «Искра» (по требованию)</w:t>
            </w:r>
          </w:p>
        </w:tc>
        <w:tc>
          <w:tcPr>
            <w:tcW w:w="1768" w:type="dxa"/>
            <w:vMerge/>
          </w:tcPr>
          <w:p w:rsidR="00706194" w:rsidRPr="00BD6DE9" w:rsidRDefault="00706194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48" w:type="dxa"/>
            <w:vAlign w:val="center"/>
          </w:tcPr>
          <w:p w:rsidR="00706194" w:rsidRPr="00BD6DE9" w:rsidRDefault="00706194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376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Суворова, четная сторона</w:t>
            </w:r>
          </w:p>
        </w:tc>
        <w:tc>
          <w:tcPr>
            <w:tcW w:w="339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</w:t>
            </w:r>
          </w:p>
        </w:tc>
        <w:tc>
          <w:tcPr>
            <w:tcW w:w="1768" w:type="dxa"/>
            <w:vMerge/>
          </w:tcPr>
          <w:p w:rsidR="00706194" w:rsidRPr="00BD6DE9" w:rsidRDefault="00706194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06194" w:rsidRPr="00BD6DE9">
        <w:tc>
          <w:tcPr>
            <w:tcW w:w="648" w:type="dxa"/>
            <w:vAlign w:val="center"/>
          </w:tcPr>
          <w:p w:rsidR="00706194" w:rsidRPr="00BD6DE9" w:rsidRDefault="00706194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3762" w:type="dxa"/>
            <w:vAlign w:val="center"/>
          </w:tcPr>
          <w:p w:rsidR="00706194" w:rsidRPr="00C20E19" w:rsidRDefault="00706194" w:rsidP="00C20E19">
            <w:pPr>
              <w:jc w:val="center"/>
              <w:rPr>
                <w:sz w:val="28"/>
                <w:szCs w:val="28"/>
                <w:highlight w:val="yellow"/>
              </w:rPr>
            </w:pPr>
            <w:r w:rsidRPr="00254BCE">
              <w:rPr>
                <w:sz w:val="28"/>
                <w:szCs w:val="28"/>
              </w:rPr>
              <w:t>ул. А. Суворова, четная сторона</w:t>
            </w:r>
          </w:p>
        </w:tc>
        <w:tc>
          <w:tcPr>
            <w:tcW w:w="3392" w:type="dxa"/>
            <w:vAlign w:val="center"/>
          </w:tcPr>
          <w:p w:rsidR="00706194" w:rsidRPr="00254BCE" w:rsidRDefault="00706194" w:rsidP="00C20E19">
            <w:pPr>
              <w:jc w:val="center"/>
              <w:rPr>
                <w:sz w:val="28"/>
                <w:szCs w:val="28"/>
              </w:rPr>
            </w:pPr>
            <w:r w:rsidRPr="00254BCE">
              <w:rPr>
                <w:sz w:val="28"/>
                <w:szCs w:val="28"/>
              </w:rPr>
              <w:t xml:space="preserve">ул. Нансена </w:t>
            </w:r>
          </w:p>
          <w:p w:rsidR="00706194" w:rsidRPr="00C20E19" w:rsidRDefault="00706194" w:rsidP="00C20E19">
            <w:pPr>
              <w:jc w:val="center"/>
              <w:rPr>
                <w:sz w:val="28"/>
                <w:szCs w:val="28"/>
                <w:highlight w:val="yellow"/>
              </w:rPr>
            </w:pPr>
            <w:r w:rsidRPr="00254BCE">
              <w:rPr>
                <w:sz w:val="28"/>
                <w:szCs w:val="28"/>
              </w:rPr>
              <w:t>(ул. Суворова)</w:t>
            </w:r>
          </w:p>
        </w:tc>
        <w:tc>
          <w:tcPr>
            <w:tcW w:w="1768" w:type="dxa"/>
            <w:vMerge/>
          </w:tcPr>
          <w:p w:rsidR="00706194" w:rsidRPr="00BD6DE9" w:rsidRDefault="00706194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06194" w:rsidRPr="00BD6DE9">
        <w:trPr>
          <w:trHeight w:val="1140"/>
        </w:trPr>
        <w:tc>
          <w:tcPr>
            <w:tcW w:w="648" w:type="dxa"/>
            <w:vAlign w:val="center"/>
          </w:tcPr>
          <w:p w:rsidR="00706194" w:rsidRPr="00BD6DE9" w:rsidRDefault="00706194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  <w:p w:rsidR="00706194" w:rsidRPr="00BD6DE9" w:rsidRDefault="00706194" w:rsidP="000954D1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76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Краснокаменная, нечетная сторона</w:t>
            </w:r>
          </w:p>
        </w:tc>
        <w:tc>
          <w:tcPr>
            <w:tcW w:w="3392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«Аортатранс»</w:t>
            </w:r>
          </w:p>
        </w:tc>
        <w:tc>
          <w:tcPr>
            <w:tcW w:w="1768" w:type="dxa"/>
            <w:vAlign w:val="center"/>
          </w:tcPr>
          <w:p w:rsidR="00706194" w:rsidRPr="00BD6DE9" w:rsidRDefault="00706194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2016 г.</w:t>
            </w:r>
          </w:p>
        </w:tc>
      </w:tr>
    </w:tbl>
    <w:p w:rsidR="00706194" w:rsidRDefault="00706194" w:rsidP="00CB138F">
      <w:pPr>
        <w:pStyle w:val="ConsTitle"/>
        <w:widowControl/>
        <w:tabs>
          <w:tab w:val="left" w:pos="306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706194" w:rsidRPr="00BD6DE9" w:rsidRDefault="00706194" w:rsidP="003D7565">
      <w:pPr>
        <w:ind w:firstLine="709"/>
        <w:jc w:val="center"/>
        <w:rPr>
          <w:sz w:val="28"/>
          <w:szCs w:val="28"/>
        </w:rPr>
      </w:pPr>
    </w:p>
    <w:p w:rsidR="00706194" w:rsidRDefault="00706194" w:rsidP="00E077BE">
      <w:pPr>
        <w:ind w:firstLine="855"/>
        <w:jc w:val="center"/>
        <w:rPr>
          <w:sz w:val="28"/>
          <w:szCs w:val="28"/>
        </w:rPr>
      </w:pPr>
      <w:r>
        <w:rPr>
          <w:sz w:val="28"/>
          <w:szCs w:val="28"/>
        </w:rPr>
        <w:t>Установка искусственных неровностей у детских учреждений</w:t>
      </w:r>
    </w:p>
    <w:p w:rsidR="00706194" w:rsidRPr="00BD6DE9" w:rsidRDefault="00706194" w:rsidP="00E077BE">
      <w:pPr>
        <w:ind w:firstLine="855"/>
        <w:jc w:val="center"/>
        <w:rPr>
          <w:sz w:val="28"/>
          <w:szCs w:val="28"/>
        </w:rPr>
      </w:pPr>
      <w:r>
        <w:rPr>
          <w:sz w:val="28"/>
          <w:szCs w:val="28"/>
        </w:rPr>
        <w:t>и на аварийно-опасных участках УДС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"/>
        <w:gridCol w:w="6445"/>
        <w:gridCol w:w="2466"/>
      </w:tblGrid>
      <w:tr w:rsidR="00706194" w:rsidRPr="00BD6DE9">
        <w:tc>
          <w:tcPr>
            <w:tcW w:w="659" w:type="dxa"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Место установки</w:t>
            </w:r>
          </w:p>
        </w:tc>
        <w:tc>
          <w:tcPr>
            <w:tcW w:w="2466" w:type="dxa"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 исполнения</w:t>
            </w: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Озерная – «БГА РФ» ФГБОУ ВПО «КГТУ»</w:t>
            </w:r>
          </w:p>
        </w:tc>
        <w:tc>
          <w:tcPr>
            <w:tcW w:w="2466" w:type="dxa"/>
            <w:vMerge w:val="restart"/>
            <w:vAlign w:val="center"/>
          </w:tcPr>
          <w:p w:rsidR="00706194" w:rsidRPr="00BD6DE9" w:rsidRDefault="00706194" w:rsidP="00DD5ED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2015 г.</w:t>
            </w:r>
          </w:p>
          <w:p w:rsidR="00706194" w:rsidRPr="00BD6DE9" w:rsidRDefault="00706194" w:rsidP="00DD5ED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06194" w:rsidRPr="00BD6DE9" w:rsidRDefault="00706194" w:rsidP="00E25CC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Чекистов – стадион «Спартак»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194" w:rsidRPr="00BD6DE9">
        <w:trPr>
          <w:trHeight w:val="426"/>
        </w:trPr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5F18CB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Минина и Пожарского – МАОУ ДОД ДМШ                  им. Р.М. Глиэра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Полоцкая – МДОУ ЦРР детский сад № 19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проспект Победы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,24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– МАДОУ детский сад № 27 комбинированного вида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Судостроительная, в районе дома № 131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Г. Димитрова – МОУ лицей № 49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(бывший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детский сад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№119)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Проф. Севастьянова, в районе дома № 6-12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пер. Крылова –</w:t>
            </w:r>
          </w:p>
          <w:p w:rsidR="00706194" w:rsidRPr="00BD6DE9" w:rsidRDefault="00706194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МС (К) ОУ VIII вида школа-интернат № 1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Дрожжевая – МДОУ детский сад № 131 – </w:t>
            </w:r>
          </w:p>
          <w:p w:rsidR="00706194" w:rsidRPr="00BD6DE9" w:rsidRDefault="00706194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МАОУ СОШ № 29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rPr>
          <w:trHeight w:val="361"/>
        </w:trPr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6445" w:type="dxa"/>
            <w:vAlign w:val="center"/>
          </w:tcPr>
          <w:p w:rsidR="00706194" w:rsidRPr="00783F25" w:rsidRDefault="00706194" w:rsidP="00783F2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83F2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Ярославская - МАДОУ детский сад № 24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rPr>
          <w:trHeight w:val="361"/>
        </w:trPr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12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пер. Зоологический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–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Ш. Руставели – МДОУ детский сад № 25</w:t>
            </w:r>
          </w:p>
        </w:tc>
        <w:tc>
          <w:tcPr>
            <w:tcW w:w="2466" w:type="dxa"/>
            <w:vMerge w:val="restart"/>
            <w:vAlign w:val="center"/>
          </w:tcPr>
          <w:p w:rsidR="00706194" w:rsidRPr="00BD6DE9" w:rsidRDefault="00706194" w:rsidP="00DD5ED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2016 г.</w:t>
            </w:r>
          </w:p>
        </w:tc>
      </w:tr>
      <w:tr w:rsidR="00706194" w:rsidRPr="00BD6DE9">
        <w:trPr>
          <w:trHeight w:val="361"/>
        </w:trPr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13</w:t>
            </w:r>
          </w:p>
        </w:tc>
        <w:tc>
          <w:tcPr>
            <w:tcW w:w="6445" w:type="dxa"/>
            <w:vAlign w:val="center"/>
          </w:tcPr>
          <w:p w:rsidR="00706194" w:rsidRPr="00254BCE" w:rsidRDefault="00706194" w:rsidP="007652F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54BC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Еловая аллея </w:t>
            </w:r>
          </w:p>
          <w:p w:rsidR="00706194" w:rsidRPr="00F103C3" w:rsidRDefault="00706194" w:rsidP="007652F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54BC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МОУ СОШ № 2 – МАДОУ детский сад № 123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rPr>
          <w:trHeight w:val="361"/>
        </w:trPr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14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Р. Люксембург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,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районе домов №№ 4-6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rPr>
          <w:trHeight w:val="361"/>
        </w:trPr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15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66215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Аксакова – МАДОУ ЦРР детский сад № 133 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rPr>
          <w:trHeight w:val="361"/>
        </w:trPr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16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8054A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Черепичная – Центр медицинской профилактики (проспект Московский, д. 160)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17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2B18A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С. Разина – МОУ СОШ № 4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18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Книжная, д. 1а – МДОУ ДС № 3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19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Кутаисская 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–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городская поликлиника № 5 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C52D18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Артиллерийская - ул. Липовая аллея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21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38749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Фермора – МАДОУ детский сад № 56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22</w:t>
            </w:r>
          </w:p>
        </w:tc>
        <w:tc>
          <w:tcPr>
            <w:tcW w:w="6445" w:type="dxa"/>
            <w:vAlign w:val="center"/>
          </w:tcPr>
          <w:p w:rsidR="00706194" w:rsidRPr="00F103C3" w:rsidRDefault="00706194" w:rsidP="007652F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103C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Свердлова МОУ СОШ № 13 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23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CF593A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Батальная – МАДОУ ДС № 130</w:t>
            </w:r>
          </w:p>
        </w:tc>
        <w:tc>
          <w:tcPr>
            <w:tcW w:w="2466" w:type="dxa"/>
            <w:vMerge w:val="restart"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2017 г.</w:t>
            </w: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24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C52D18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Миклухо-Маклая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25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Белинского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26</w:t>
            </w:r>
          </w:p>
        </w:tc>
        <w:tc>
          <w:tcPr>
            <w:tcW w:w="6445" w:type="dxa"/>
            <w:vAlign w:val="center"/>
          </w:tcPr>
          <w:p w:rsidR="00706194" w:rsidRPr="00F103C3" w:rsidRDefault="00706194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103C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Толбухина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27</w:t>
            </w:r>
          </w:p>
        </w:tc>
        <w:tc>
          <w:tcPr>
            <w:tcW w:w="6445" w:type="dxa"/>
            <w:vAlign w:val="center"/>
          </w:tcPr>
          <w:p w:rsidR="00706194" w:rsidRPr="00B02794" w:rsidRDefault="00706194" w:rsidP="007652F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Артиллерийская – МАДОУ д/с № 125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28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Челюскинская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29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Сухумская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30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П. Панина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31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Белибейская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32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2E5AC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1-я Алтайская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33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2E5AC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К. Назаровой – МАОУ СОШ № 5</w:t>
            </w:r>
          </w:p>
        </w:tc>
        <w:tc>
          <w:tcPr>
            <w:tcW w:w="2466" w:type="dxa"/>
            <w:vMerge/>
            <w:vAlign w:val="center"/>
          </w:tcPr>
          <w:p w:rsidR="00706194" w:rsidRPr="00BD6DE9" w:rsidRDefault="00706194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34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наб. Адм. Трибуца</w:t>
            </w:r>
          </w:p>
        </w:tc>
        <w:tc>
          <w:tcPr>
            <w:tcW w:w="2466" w:type="dxa"/>
            <w:vMerge w:val="restart"/>
          </w:tcPr>
          <w:p w:rsidR="00706194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06194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06194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06194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06194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06194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г.</w:t>
            </w:r>
          </w:p>
          <w:p w:rsidR="00706194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06194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06194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06194" w:rsidRPr="00BD6DE9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35</w:t>
            </w:r>
          </w:p>
        </w:tc>
        <w:tc>
          <w:tcPr>
            <w:tcW w:w="6445" w:type="dxa"/>
            <w:vAlign w:val="center"/>
          </w:tcPr>
          <w:p w:rsidR="00706194" w:rsidRPr="00B02794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бул. Л.Шевцовой, 2-20</w:t>
            </w:r>
          </w:p>
        </w:tc>
        <w:tc>
          <w:tcPr>
            <w:tcW w:w="2466" w:type="dxa"/>
            <w:vMerge/>
          </w:tcPr>
          <w:p w:rsidR="00706194" w:rsidRPr="00BD6DE9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36</w:t>
            </w:r>
          </w:p>
        </w:tc>
        <w:tc>
          <w:tcPr>
            <w:tcW w:w="6445" w:type="dxa"/>
            <w:vAlign w:val="center"/>
          </w:tcPr>
          <w:p w:rsidR="00706194" w:rsidRPr="00B02794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Заводская</w:t>
            </w:r>
          </w:p>
        </w:tc>
        <w:tc>
          <w:tcPr>
            <w:tcW w:w="2466" w:type="dxa"/>
            <w:vMerge/>
          </w:tcPr>
          <w:p w:rsidR="00706194" w:rsidRPr="00BD6DE9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F103C3">
        <w:tc>
          <w:tcPr>
            <w:tcW w:w="659" w:type="dxa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37</w:t>
            </w:r>
          </w:p>
        </w:tc>
        <w:tc>
          <w:tcPr>
            <w:tcW w:w="6445" w:type="dxa"/>
            <w:vAlign w:val="center"/>
          </w:tcPr>
          <w:p w:rsidR="00706194" w:rsidRPr="00F103C3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Иртышская</w:t>
            </w:r>
          </w:p>
        </w:tc>
        <w:tc>
          <w:tcPr>
            <w:tcW w:w="2466" w:type="dxa"/>
            <w:vMerge/>
          </w:tcPr>
          <w:p w:rsidR="00706194" w:rsidRPr="00BD6DE9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F103C3">
        <w:tc>
          <w:tcPr>
            <w:tcW w:w="659" w:type="dxa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38</w:t>
            </w:r>
          </w:p>
        </w:tc>
        <w:tc>
          <w:tcPr>
            <w:tcW w:w="6445" w:type="dxa"/>
            <w:vAlign w:val="center"/>
          </w:tcPr>
          <w:p w:rsidR="00706194" w:rsidRPr="00F103C3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Славянская</w:t>
            </w:r>
          </w:p>
        </w:tc>
        <w:tc>
          <w:tcPr>
            <w:tcW w:w="2466" w:type="dxa"/>
            <w:vMerge/>
          </w:tcPr>
          <w:p w:rsidR="00706194" w:rsidRPr="00BD6DE9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39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Тенистая аллея</w:t>
            </w:r>
          </w:p>
        </w:tc>
        <w:tc>
          <w:tcPr>
            <w:tcW w:w="2466" w:type="dxa"/>
            <w:vMerge/>
          </w:tcPr>
          <w:p w:rsidR="00706194" w:rsidRPr="00BD6DE9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40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Тихорецкая, 37</w:t>
            </w:r>
          </w:p>
        </w:tc>
        <w:tc>
          <w:tcPr>
            <w:tcW w:w="2466" w:type="dxa"/>
            <w:vMerge/>
          </w:tcPr>
          <w:p w:rsidR="00706194" w:rsidRPr="00BD6DE9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41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Трудовая</w:t>
            </w:r>
          </w:p>
        </w:tc>
        <w:tc>
          <w:tcPr>
            <w:tcW w:w="2466" w:type="dxa"/>
            <w:vMerge/>
          </w:tcPr>
          <w:p w:rsidR="00706194" w:rsidRPr="00BD6DE9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42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Бронницкая</w:t>
            </w:r>
          </w:p>
        </w:tc>
        <w:tc>
          <w:tcPr>
            <w:tcW w:w="2466" w:type="dxa"/>
            <w:vMerge/>
          </w:tcPr>
          <w:p w:rsidR="00706194" w:rsidRPr="00BD6DE9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43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Ольштынская</w:t>
            </w:r>
          </w:p>
        </w:tc>
        <w:tc>
          <w:tcPr>
            <w:tcW w:w="2466" w:type="dxa"/>
            <w:vMerge/>
          </w:tcPr>
          <w:p w:rsidR="00706194" w:rsidRPr="00BD6DE9" w:rsidRDefault="00706194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06194" w:rsidRPr="00BD6DE9">
        <w:tc>
          <w:tcPr>
            <w:tcW w:w="659" w:type="dxa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44</w:t>
            </w:r>
          </w:p>
        </w:tc>
        <w:tc>
          <w:tcPr>
            <w:tcW w:w="6445" w:type="dxa"/>
            <w:vAlign w:val="center"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Богатырская</w:t>
            </w:r>
          </w:p>
        </w:tc>
        <w:tc>
          <w:tcPr>
            <w:tcW w:w="2466" w:type="dxa"/>
            <w:vMerge/>
          </w:tcPr>
          <w:p w:rsidR="00706194" w:rsidRPr="00BD6DE9" w:rsidRDefault="00706194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706194" w:rsidRDefault="00706194" w:rsidP="00D16F7A">
      <w:pPr>
        <w:ind w:firstLine="720"/>
        <w:jc w:val="both"/>
        <w:rPr>
          <w:sz w:val="28"/>
          <w:szCs w:val="28"/>
        </w:rPr>
      </w:pPr>
    </w:p>
    <w:p w:rsidR="00706194" w:rsidRPr="00BD6DE9" w:rsidRDefault="00706194" w:rsidP="00D16F7A">
      <w:pPr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 w:rsidRPr="00BD6DE9">
        <w:rPr>
          <w:sz w:val="28"/>
          <w:szCs w:val="28"/>
        </w:rPr>
        <w:t>Корректировка мероприятий и сроков их реализации может производиться в зависимости от изменения дорожно-транспортной обстановки и технических возможностей.</w:t>
      </w:r>
    </w:p>
    <w:sectPr w:rsidR="00706194" w:rsidRPr="00BD6DE9" w:rsidSect="00CB138F">
      <w:headerReference w:type="default" r:id="rId7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194" w:rsidRPr="00145E69" w:rsidRDefault="00706194" w:rsidP="00145E69">
      <w:pPr>
        <w:pStyle w:val="Title"/>
        <w:rPr>
          <w:sz w:val="24"/>
          <w:szCs w:val="24"/>
        </w:rPr>
      </w:pPr>
      <w:r>
        <w:separator/>
      </w:r>
    </w:p>
  </w:endnote>
  <w:endnote w:type="continuationSeparator" w:id="0">
    <w:p w:rsidR="00706194" w:rsidRPr="00145E69" w:rsidRDefault="00706194" w:rsidP="00145E69">
      <w:pPr>
        <w:pStyle w:val="Title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194" w:rsidRPr="00145E69" w:rsidRDefault="00706194" w:rsidP="00145E69">
      <w:pPr>
        <w:pStyle w:val="Title"/>
        <w:rPr>
          <w:sz w:val="24"/>
          <w:szCs w:val="24"/>
        </w:rPr>
      </w:pPr>
      <w:r>
        <w:separator/>
      </w:r>
    </w:p>
  </w:footnote>
  <w:footnote w:type="continuationSeparator" w:id="0">
    <w:p w:rsidR="00706194" w:rsidRPr="00145E69" w:rsidRDefault="00706194" w:rsidP="00145E69">
      <w:pPr>
        <w:pStyle w:val="Title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194" w:rsidRDefault="00706194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706194" w:rsidRDefault="0070619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3C9D"/>
    <w:multiLevelType w:val="hybridMultilevel"/>
    <w:tmpl w:val="0650775A"/>
    <w:lvl w:ilvl="0" w:tplc="175475AE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C15753"/>
    <w:multiLevelType w:val="singleLevel"/>
    <w:tmpl w:val="A7389E26"/>
    <w:lvl w:ilvl="0">
      <w:start w:val="7"/>
      <w:numFmt w:val="bullet"/>
      <w:lvlText w:val="-"/>
      <w:lvlJc w:val="left"/>
      <w:pPr>
        <w:tabs>
          <w:tab w:val="num" w:pos="675"/>
        </w:tabs>
        <w:ind w:left="675" w:hanging="675"/>
      </w:pPr>
      <w:rPr>
        <w:rFonts w:hint="default"/>
      </w:rPr>
    </w:lvl>
  </w:abstractNum>
  <w:abstractNum w:abstractNumId="2">
    <w:nsid w:val="1ECE09AA"/>
    <w:multiLevelType w:val="hybridMultilevel"/>
    <w:tmpl w:val="BAA286A2"/>
    <w:lvl w:ilvl="0" w:tplc="974E0EA6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19" w:hanging="360"/>
      </w:pPr>
    </w:lvl>
    <w:lvl w:ilvl="2" w:tplc="0419001B">
      <w:start w:val="1"/>
      <w:numFmt w:val="lowerRoman"/>
      <w:lvlText w:val="%3."/>
      <w:lvlJc w:val="right"/>
      <w:pPr>
        <w:ind w:left="1739" w:hanging="180"/>
      </w:pPr>
    </w:lvl>
    <w:lvl w:ilvl="3" w:tplc="0419000F">
      <w:start w:val="1"/>
      <w:numFmt w:val="decimal"/>
      <w:lvlText w:val="%4."/>
      <w:lvlJc w:val="left"/>
      <w:pPr>
        <w:ind w:left="2459" w:hanging="360"/>
      </w:pPr>
    </w:lvl>
    <w:lvl w:ilvl="4" w:tplc="04190019">
      <w:start w:val="1"/>
      <w:numFmt w:val="lowerLetter"/>
      <w:lvlText w:val="%5."/>
      <w:lvlJc w:val="left"/>
      <w:pPr>
        <w:ind w:left="3179" w:hanging="360"/>
      </w:pPr>
    </w:lvl>
    <w:lvl w:ilvl="5" w:tplc="0419001B">
      <w:start w:val="1"/>
      <w:numFmt w:val="lowerRoman"/>
      <w:lvlText w:val="%6."/>
      <w:lvlJc w:val="right"/>
      <w:pPr>
        <w:ind w:left="3899" w:hanging="180"/>
      </w:pPr>
    </w:lvl>
    <w:lvl w:ilvl="6" w:tplc="0419000F">
      <w:start w:val="1"/>
      <w:numFmt w:val="decimal"/>
      <w:lvlText w:val="%7."/>
      <w:lvlJc w:val="left"/>
      <w:pPr>
        <w:ind w:left="4619" w:hanging="360"/>
      </w:pPr>
    </w:lvl>
    <w:lvl w:ilvl="7" w:tplc="04190019">
      <w:start w:val="1"/>
      <w:numFmt w:val="lowerLetter"/>
      <w:lvlText w:val="%8."/>
      <w:lvlJc w:val="left"/>
      <w:pPr>
        <w:ind w:left="5339" w:hanging="360"/>
      </w:pPr>
    </w:lvl>
    <w:lvl w:ilvl="8" w:tplc="0419001B">
      <w:start w:val="1"/>
      <w:numFmt w:val="lowerRoman"/>
      <w:lvlText w:val="%9."/>
      <w:lvlJc w:val="right"/>
      <w:pPr>
        <w:ind w:left="6059" w:hanging="180"/>
      </w:pPr>
    </w:lvl>
  </w:abstractNum>
  <w:abstractNum w:abstractNumId="3">
    <w:nsid w:val="229E2EB1"/>
    <w:multiLevelType w:val="multilevel"/>
    <w:tmpl w:val="F69A22E0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47C741B"/>
    <w:multiLevelType w:val="hybridMultilevel"/>
    <w:tmpl w:val="E6003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B3865"/>
    <w:multiLevelType w:val="hybridMultilevel"/>
    <w:tmpl w:val="99CEF69A"/>
    <w:lvl w:ilvl="0" w:tplc="556C9178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8B121C"/>
    <w:multiLevelType w:val="singleLevel"/>
    <w:tmpl w:val="F214AB3A"/>
    <w:lvl w:ilvl="0">
      <w:start w:val="1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7">
    <w:nsid w:val="293D4CBA"/>
    <w:multiLevelType w:val="hybridMultilevel"/>
    <w:tmpl w:val="77A2F4A0"/>
    <w:lvl w:ilvl="0" w:tplc="A7389E26">
      <w:start w:val="7"/>
      <w:numFmt w:val="bullet"/>
      <w:lvlText w:val="-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2614E22"/>
    <w:multiLevelType w:val="singleLevel"/>
    <w:tmpl w:val="F214AB3A"/>
    <w:lvl w:ilvl="0">
      <w:start w:val="1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9">
    <w:nsid w:val="44181ED0"/>
    <w:multiLevelType w:val="hybridMultilevel"/>
    <w:tmpl w:val="A9B2A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E027A"/>
    <w:multiLevelType w:val="hybridMultilevel"/>
    <w:tmpl w:val="FA3A452A"/>
    <w:lvl w:ilvl="0" w:tplc="154A289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C2B7199"/>
    <w:multiLevelType w:val="hybridMultilevel"/>
    <w:tmpl w:val="1E1C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206F27"/>
    <w:multiLevelType w:val="hybridMultilevel"/>
    <w:tmpl w:val="7CCE6346"/>
    <w:lvl w:ilvl="0" w:tplc="DB783840">
      <w:start w:val="5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4FE"/>
    <w:rsid w:val="000000AD"/>
    <w:rsid w:val="00000161"/>
    <w:rsid w:val="0000255A"/>
    <w:rsid w:val="0000424D"/>
    <w:rsid w:val="00004ED0"/>
    <w:rsid w:val="0000631D"/>
    <w:rsid w:val="000069EF"/>
    <w:rsid w:val="00007344"/>
    <w:rsid w:val="000078D9"/>
    <w:rsid w:val="00010D92"/>
    <w:rsid w:val="0001548E"/>
    <w:rsid w:val="00017551"/>
    <w:rsid w:val="00017861"/>
    <w:rsid w:val="00021509"/>
    <w:rsid w:val="0002195C"/>
    <w:rsid w:val="0002229F"/>
    <w:rsid w:val="00026559"/>
    <w:rsid w:val="0002676A"/>
    <w:rsid w:val="00030197"/>
    <w:rsid w:val="00035403"/>
    <w:rsid w:val="00035612"/>
    <w:rsid w:val="00037017"/>
    <w:rsid w:val="00037177"/>
    <w:rsid w:val="00037C2C"/>
    <w:rsid w:val="00041D20"/>
    <w:rsid w:val="00044249"/>
    <w:rsid w:val="000455BB"/>
    <w:rsid w:val="00046E0D"/>
    <w:rsid w:val="00047B78"/>
    <w:rsid w:val="00047F88"/>
    <w:rsid w:val="000519C3"/>
    <w:rsid w:val="00051F5F"/>
    <w:rsid w:val="00052F2B"/>
    <w:rsid w:val="000541B7"/>
    <w:rsid w:val="0005592A"/>
    <w:rsid w:val="00057226"/>
    <w:rsid w:val="000604DC"/>
    <w:rsid w:val="00061443"/>
    <w:rsid w:val="00063098"/>
    <w:rsid w:val="0006325F"/>
    <w:rsid w:val="00064056"/>
    <w:rsid w:val="000646C3"/>
    <w:rsid w:val="00067C3C"/>
    <w:rsid w:val="000706EF"/>
    <w:rsid w:val="00075D71"/>
    <w:rsid w:val="00077C9A"/>
    <w:rsid w:val="000806DC"/>
    <w:rsid w:val="00080D16"/>
    <w:rsid w:val="0008134E"/>
    <w:rsid w:val="00081BA3"/>
    <w:rsid w:val="00081EF0"/>
    <w:rsid w:val="000827AF"/>
    <w:rsid w:val="00083E3F"/>
    <w:rsid w:val="00085708"/>
    <w:rsid w:val="0008649E"/>
    <w:rsid w:val="00091294"/>
    <w:rsid w:val="0009305A"/>
    <w:rsid w:val="00093641"/>
    <w:rsid w:val="00094724"/>
    <w:rsid w:val="00094BF2"/>
    <w:rsid w:val="00094D1C"/>
    <w:rsid w:val="000954D1"/>
    <w:rsid w:val="00095D88"/>
    <w:rsid w:val="000A0374"/>
    <w:rsid w:val="000A0595"/>
    <w:rsid w:val="000A0B44"/>
    <w:rsid w:val="000A13A4"/>
    <w:rsid w:val="000A205C"/>
    <w:rsid w:val="000A2282"/>
    <w:rsid w:val="000A2B4A"/>
    <w:rsid w:val="000A468E"/>
    <w:rsid w:val="000A474E"/>
    <w:rsid w:val="000A54D2"/>
    <w:rsid w:val="000A5DE6"/>
    <w:rsid w:val="000A7604"/>
    <w:rsid w:val="000B14D2"/>
    <w:rsid w:val="000B1728"/>
    <w:rsid w:val="000B1FFE"/>
    <w:rsid w:val="000B2CE6"/>
    <w:rsid w:val="000B321F"/>
    <w:rsid w:val="000B333C"/>
    <w:rsid w:val="000B3498"/>
    <w:rsid w:val="000B7B9B"/>
    <w:rsid w:val="000B7D78"/>
    <w:rsid w:val="000C1087"/>
    <w:rsid w:val="000C2E36"/>
    <w:rsid w:val="000C385B"/>
    <w:rsid w:val="000C42AC"/>
    <w:rsid w:val="000C6526"/>
    <w:rsid w:val="000C68DB"/>
    <w:rsid w:val="000C7F7A"/>
    <w:rsid w:val="000D1155"/>
    <w:rsid w:val="000D1E6A"/>
    <w:rsid w:val="000D3105"/>
    <w:rsid w:val="000D61A4"/>
    <w:rsid w:val="000E15A8"/>
    <w:rsid w:val="000E23FD"/>
    <w:rsid w:val="000E2B8E"/>
    <w:rsid w:val="000E2BBE"/>
    <w:rsid w:val="000E3A3F"/>
    <w:rsid w:val="000E4190"/>
    <w:rsid w:val="000E4247"/>
    <w:rsid w:val="000F182E"/>
    <w:rsid w:val="000F1DA3"/>
    <w:rsid w:val="000F2BD5"/>
    <w:rsid w:val="000F316A"/>
    <w:rsid w:val="000F3E74"/>
    <w:rsid w:val="00102133"/>
    <w:rsid w:val="00102513"/>
    <w:rsid w:val="00104AA2"/>
    <w:rsid w:val="00105E31"/>
    <w:rsid w:val="00112515"/>
    <w:rsid w:val="00114D40"/>
    <w:rsid w:val="00115505"/>
    <w:rsid w:val="00115B36"/>
    <w:rsid w:val="00125903"/>
    <w:rsid w:val="001262DE"/>
    <w:rsid w:val="001325A3"/>
    <w:rsid w:val="00133ACB"/>
    <w:rsid w:val="00135961"/>
    <w:rsid w:val="00136ADC"/>
    <w:rsid w:val="00137290"/>
    <w:rsid w:val="001401D4"/>
    <w:rsid w:val="00141B28"/>
    <w:rsid w:val="0014227A"/>
    <w:rsid w:val="00142824"/>
    <w:rsid w:val="001437F3"/>
    <w:rsid w:val="001451EF"/>
    <w:rsid w:val="00145E69"/>
    <w:rsid w:val="0014650C"/>
    <w:rsid w:val="00150F25"/>
    <w:rsid w:val="00152F87"/>
    <w:rsid w:val="00160731"/>
    <w:rsid w:val="00160B6B"/>
    <w:rsid w:val="00163003"/>
    <w:rsid w:val="00165206"/>
    <w:rsid w:val="00166DD7"/>
    <w:rsid w:val="001674C7"/>
    <w:rsid w:val="00171756"/>
    <w:rsid w:val="0017193A"/>
    <w:rsid w:val="00173603"/>
    <w:rsid w:val="00173A33"/>
    <w:rsid w:val="001752F8"/>
    <w:rsid w:val="00177B0E"/>
    <w:rsid w:val="00180EAF"/>
    <w:rsid w:val="0018545B"/>
    <w:rsid w:val="00187F97"/>
    <w:rsid w:val="00190A68"/>
    <w:rsid w:val="00190F35"/>
    <w:rsid w:val="001944BA"/>
    <w:rsid w:val="001944D5"/>
    <w:rsid w:val="00194993"/>
    <w:rsid w:val="00194A3D"/>
    <w:rsid w:val="001950BA"/>
    <w:rsid w:val="00195F95"/>
    <w:rsid w:val="001A118D"/>
    <w:rsid w:val="001A183E"/>
    <w:rsid w:val="001A275E"/>
    <w:rsid w:val="001A33F6"/>
    <w:rsid w:val="001A3F04"/>
    <w:rsid w:val="001A409D"/>
    <w:rsid w:val="001A4417"/>
    <w:rsid w:val="001A4CDB"/>
    <w:rsid w:val="001A4F52"/>
    <w:rsid w:val="001A537C"/>
    <w:rsid w:val="001A5713"/>
    <w:rsid w:val="001A78F6"/>
    <w:rsid w:val="001B0E36"/>
    <w:rsid w:val="001B2745"/>
    <w:rsid w:val="001B30D2"/>
    <w:rsid w:val="001B5CB9"/>
    <w:rsid w:val="001B727D"/>
    <w:rsid w:val="001B7577"/>
    <w:rsid w:val="001C168D"/>
    <w:rsid w:val="001C2934"/>
    <w:rsid w:val="001C4DD9"/>
    <w:rsid w:val="001C4FE8"/>
    <w:rsid w:val="001C5E9E"/>
    <w:rsid w:val="001C73E8"/>
    <w:rsid w:val="001D0298"/>
    <w:rsid w:val="001D02B9"/>
    <w:rsid w:val="001D13A2"/>
    <w:rsid w:val="001D1861"/>
    <w:rsid w:val="001D29CC"/>
    <w:rsid w:val="001D3055"/>
    <w:rsid w:val="001D434B"/>
    <w:rsid w:val="001D57E8"/>
    <w:rsid w:val="001D57EB"/>
    <w:rsid w:val="001D588F"/>
    <w:rsid w:val="001D5E90"/>
    <w:rsid w:val="001D73EA"/>
    <w:rsid w:val="001E20A1"/>
    <w:rsid w:val="001E28D1"/>
    <w:rsid w:val="001E40C6"/>
    <w:rsid w:val="001E6903"/>
    <w:rsid w:val="001F0E58"/>
    <w:rsid w:val="001F2DD3"/>
    <w:rsid w:val="001F5E75"/>
    <w:rsid w:val="001F6B06"/>
    <w:rsid w:val="001F74D1"/>
    <w:rsid w:val="001F752A"/>
    <w:rsid w:val="00201379"/>
    <w:rsid w:val="00203B4C"/>
    <w:rsid w:val="00204F6C"/>
    <w:rsid w:val="00207825"/>
    <w:rsid w:val="00215986"/>
    <w:rsid w:val="002211B7"/>
    <w:rsid w:val="002217F4"/>
    <w:rsid w:val="0022365C"/>
    <w:rsid w:val="00224009"/>
    <w:rsid w:val="0022595D"/>
    <w:rsid w:val="00225E15"/>
    <w:rsid w:val="002260A8"/>
    <w:rsid w:val="00226258"/>
    <w:rsid w:val="00227D7A"/>
    <w:rsid w:val="00231E02"/>
    <w:rsid w:val="0023214B"/>
    <w:rsid w:val="002335E8"/>
    <w:rsid w:val="00233EA0"/>
    <w:rsid w:val="002342A3"/>
    <w:rsid w:val="00236713"/>
    <w:rsid w:val="002403F3"/>
    <w:rsid w:val="00240BF4"/>
    <w:rsid w:val="0024147F"/>
    <w:rsid w:val="00241929"/>
    <w:rsid w:val="00241E0B"/>
    <w:rsid w:val="00242EEB"/>
    <w:rsid w:val="0024310B"/>
    <w:rsid w:val="00243E09"/>
    <w:rsid w:val="00244329"/>
    <w:rsid w:val="002444B9"/>
    <w:rsid w:val="00244AB3"/>
    <w:rsid w:val="0024649B"/>
    <w:rsid w:val="0025316C"/>
    <w:rsid w:val="002532DD"/>
    <w:rsid w:val="00253B1E"/>
    <w:rsid w:val="00254BCE"/>
    <w:rsid w:val="00261752"/>
    <w:rsid w:val="0026445B"/>
    <w:rsid w:val="00264D25"/>
    <w:rsid w:val="00266164"/>
    <w:rsid w:val="00266F8E"/>
    <w:rsid w:val="002708B4"/>
    <w:rsid w:val="002719A4"/>
    <w:rsid w:val="00281495"/>
    <w:rsid w:val="00281818"/>
    <w:rsid w:val="00282282"/>
    <w:rsid w:val="00283AB7"/>
    <w:rsid w:val="0028527F"/>
    <w:rsid w:val="00287B0F"/>
    <w:rsid w:val="00287D89"/>
    <w:rsid w:val="002906C0"/>
    <w:rsid w:val="002914FE"/>
    <w:rsid w:val="00292C7B"/>
    <w:rsid w:val="00293642"/>
    <w:rsid w:val="0029412B"/>
    <w:rsid w:val="002946B4"/>
    <w:rsid w:val="002962C2"/>
    <w:rsid w:val="002A2E20"/>
    <w:rsid w:val="002A3283"/>
    <w:rsid w:val="002A47B0"/>
    <w:rsid w:val="002B0749"/>
    <w:rsid w:val="002B1524"/>
    <w:rsid w:val="002B18A5"/>
    <w:rsid w:val="002B379F"/>
    <w:rsid w:val="002B3E82"/>
    <w:rsid w:val="002B4193"/>
    <w:rsid w:val="002B456F"/>
    <w:rsid w:val="002B61DE"/>
    <w:rsid w:val="002C11F5"/>
    <w:rsid w:val="002C202A"/>
    <w:rsid w:val="002C3F45"/>
    <w:rsid w:val="002C64DB"/>
    <w:rsid w:val="002D1710"/>
    <w:rsid w:val="002D1C5A"/>
    <w:rsid w:val="002D1DE1"/>
    <w:rsid w:val="002D2377"/>
    <w:rsid w:val="002D413B"/>
    <w:rsid w:val="002D455C"/>
    <w:rsid w:val="002D5372"/>
    <w:rsid w:val="002D5B42"/>
    <w:rsid w:val="002E0238"/>
    <w:rsid w:val="002E4E2C"/>
    <w:rsid w:val="002E5AC3"/>
    <w:rsid w:val="002E77E4"/>
    <w:rsid w:val="002E7ADE"/>
    <w:rsid w:val="002F197D"/>
    <w:rsid w:val="002F1F8F"/>
    <w:rsid w:val="002F21FE"/>
    <w:rsid w:val="002F2697"/>
    <w:rsid w:val="002F4210"/>
    <w:rsid w:val="002F42D7"/>
    <w:rsid w:val="002F449A"/>
    <w:rsid w:val="002F4D92"/>
    <w:rsid w:val="002F51E7"/>
    <w:rsid w:val="002F5284"/>
    <w:rsid w:val="002F52BF"/>
    <w:rsid w:val="002F5D74"/>
    <w:rsid w:val="002F5F85"/>
    <w:rsid w:val="002F682E"/>
    <w:rsid w:val="002F692C"/>
    <w:rsid w:val="00300CDC"/>
    <w:rsid w:val="003022BF"/>
    <w:rsid w:val="00302338"/>
    <w:rsid w:val="00302524"/>
    <w:rsid w:val="003030BD"/>
    <w:rsid w:val="00303225"/>
    <w:rsid w:val="00303399"/>
    <w:rsid w:val="003059D2"/>
    <w:rsid w:val="00305CAD"/>
    <w:rsid w:val="00306318"/>
    <w:rsid w:val="0030741A"/>
    <w:rsid w:val="003105D7"/>
    <w:rsid w:val="003108BB"/>
    <w:rsid w:val="00312D95"/>
    <w:rsid w:val="003131FB"/>
    <w:rsid w:val="003159E0"/>
    <w:rsid w:val="00316E8F"/>
    <w:rsid w:val="003229AE"/>
    <w:rsid w:val="00324A4D"/>
    <w:rsid w:val="003257F5"/>
    <w:rsid w:val="003273B2"/>
    <w:rsid w:val="003300E1"/>
    <w:rsid w:val="003336D5"/>
    <w:rsid w:val="00334BB1"/>
    <w:rsid w:val="00336ACA"/>
    <w:rsid w:val="00336B21"/>
    <w:rsid w:val="00337B1B"/>
    <w:rsid w:val="00337EE1"/>
    <w:rsid w:val="003439E4"/>
    <w:rsid w:val="00343E1A"/>
    <w:rsid w:val="00344349"/>
    <w:rsid w:val="003459E7"/>
    <w:rsid w:val="00345D8A"/>
    <w:rsid w:val="00346584"/>
    <w:rsid w:val="00347DDE"/>
    <w:rsid w:val="0035771E"/>
    <w:rsid w:val="0036025A"/>
    <w:rsid w:val="00361232"/>
    <w:rsid w:val="00361CB8"/>
    <w:rsid w:val="00361DB3"/>
    <w:rsid w:val="00362FE7"/>
    <w:rsid w:val="00372590"/>
    <w:rsid w:val="00373331"/>
    <w:rsid w:val="00373B8F"/>
    <w:rsid w:val="00375345"/>
    <w:rsid w:val="00375B81"/>
    <w:rsid w:val="0038066F"/>
    <w:rsid w:val="0038257E"/>
    <w:rsid w:val="00387418"/>
    <w:rsid w:val="00387492"/>
    <w:rsid w:val="00390550"/>
    <w:rsid w:val="003917BF"/>
    <w:rsid w:val="00391F2D"/>
    <w:rsid w:val="003928E1"/>
    <w:rsid w:val="00392FE5"/>
    <w:rsid w:val="0039376C"/>
    <w:rsid w:val="003938C0"/>
    <w:rsid w:val="0039654E"/>
    <w:rsid w:val="003A252F"/>
    <w:rsid w:val="003A2E66"/>
    <w:rsid w:val="003B0758"/>
    <w:rsid w:val="003B1604"/>
    <w:rsid w:val="003B377E"/>
    <w:rsid w:val="003B4019"/>
    <w:rsid w:val="003B73B3"/>
    <w:rsid w:val="003C221C"/>
    <w:rsid w:val="003C38B3"/>
    <w:rsid w:val="003C6178"/>
    <w:rsid w:val="003D73F0"/>
    <w:rsid w:val="003D7565"/>
    <w:rsid w:val="003E0D8A"/>
    <w:rsid w:val="003E19AA"/>
    <w:rsid w:val="003E4830"/>
    <w:rsid w:val="003E67BA"/>
    <w:rsid w:val="003F123B"/>
    <w:rsid w:val="003F2BB1"/>
    <w:rsid w:val="003F42AE"/>
    <w:rsid w:val="003F4D22"/>
    <w:rsid w:val="003F55D1"/>
    <w:rsid w:val="004024C0"/>
    <w:rsid w:val="004024F0"/>
    <w:rsid w:val="004053FA"/>
    <w:rsid w:val="00413FC3"/>
    <w:rsid w:val="004140AE"/>
    <w:rsid w:val="00414267"/>
    <w:rsid w:val="0041434F"/>
    <w:rsid w:val="0041510B"/>
    <w:rsid w:val="0041512D"/>
    <w:rsid w:val="004160A0"/>
    <w:rsid w:val="00417296"/>
    <w:rsid w:val="00420688"/>
    <w:rsid w:val="0042174C"/>
    <w:rsid w:val="00421968"/>
    <w:rsid w:val="00424244"/>
    <w:rsid w:val="00424823"/>
    <w:rsid w:val="004254AB"/>
    <w:rsid w:val="00425A26"/>
    <w:rsid w:val="00427F63"/>
    <w:rsid w:val="004304A5"/>
    <w:rsid w:val="0043220D"/>
    <w:rsid w:val="004345B1"/>
    <w:rsid w:val="00434841"/>
    <w:rsid w:val="00435A1B"/>
    <w:rsid w:val="004370DF"/>
    <w:rsid w:val="00440EC6"/>
    <w:rsid w:val="0044225D"/>
    <w:rsid w:val="00442897"/>
    <w:rsid w:val="004434EA"/>
    <w:rsid w:val="00443962"/>
    <w:rsid w:val="0044620E"/>
    <w:rsid w:val="00446386"/>
    <w:rsid w:val="00451F07"/>
    <w:rsid w:val="004520D6"/>
    <w:rsid w:val="00452D90"/>
    <w:rsid w:val="0045478C"/>
    <w:rsid w:val="0045516C"/>
    <w:rsid w:val="00455D73"/>
    <w:rsid w:val="004561C5"/>
    <w:rsid w:val="00461938"/>
    <w:rsid w:val="00462F37"/>
    <w:rsid w:val="00463761"/>
    <w:rsid w:val="004638DB"/>
    <w:rsid w:val="0046410E"/>
    <w:rsid w:val="0046503E"/>
    <w:rsid w:val="00467CB7"/>
    <w:rsid w:val="004722AB"/>
    <w:rsid w:val="0047587A"/>
    <w:rsid w:val="0047655C"/>
    <w:rsid w:val="00476A8D"/>
    <w:rsid w:val="004775AD"/>
    <w:rsid w:val="004776BD"/>
    <w:rsid w:val="00482336"/>
    <w:rsid w:val="00482F14"/>
    <w:rsid w:val="00483894"/>
    <w:rsid w:val="004904B0"/>
    <w:rsid w:val="004966A4"/>
    <w:rsid w:val="0049715A"/>
    <w:rsid w:val="004A06AE"/>
    <w:rsid w:val="004A1B1E"/>
    <w:rsid w:val="004A262F"/>
    <w:rsid w:val="004A2A37"/>
    <w:rsid w:val="004A2C3E"/>
    <w:rsid w:val="004A44AA"/>
    <w:rsid w:val="004A5814"/>
    <w:rsid w:val="004A590C"/>
    <w:rsid w:val="004A63B0"/>
    <w:rsid w:val="004B01D5"/>
    <w:rsid w:val="004B06D0"/>
    <w:rsid w:val="004B082A"/>
    <w:rsid w:val="004B1872"/>
    <w:rsid w:val="004B488F"/>
    <w:rsid w:val="004B4EB3"/>
    <w:rsid w:val="004B6926"/>
    <w:rsid w:val="004C3901"/>
    <w:rsid w:val="004C4ED7"/>
    <w:rsid w:val="004D08E9"/>
    <w:rsid w:val="004D194B"/>
    <w:rsid w:val="004D36D9"/>
    <w:rsid w:val="004D4220"/>
    <w:rsid w:val="004D499D"/>
    <w:rsid w:val="004D562C"/>
    <w:rsid w:val="004D7464"/>
    <w:rsid w:val="004D7CBF"/>
    <w:rsid w:val="004E0049"/>
    <w:rsid w:val="004E0BFC"/>
    <w:rsid w:val="004E0F3B"/>
    <w:rsid w:val="004E2FD1"/>
    <w:rsid w:val="004E5EA2"/>
    <w:rsid w:val="004E6CA2"/>
    <w:rsid w:val="004E7597"/>
    <w:rsid w:val="004E7A22"/>
    <w:rsid w:val="004F1BCC"/>
    <w:rsid w:val="004F1FD1"/>
    <w:rsid w:val="004F3F37"/>
    <w:rsid w:val="004F40B3"/>
    <w:rsid w:val="00500391"/>
    <w:rsid w:val="00500DE9"/>
    <w:rsid w:val="0050269F"/>
    <w:rsid w:val="00503C93"/>
    <w:rsid w:val="00507850"/>
    <w:rsid w:val="0051129E"/>
    <w:rsid w:val="00516623"/>
    <w:rsid w:val="00520161"/>
    <w:rsid w:val="0052070B"/>
    <w:rsid w:val="0052079C"/>
    <w:rsid w:val="00520D11"/>
    <w:rsid w:val="00520D13"/>
    <w:rsid w:val="0052183C"/>
    <w:rsid w:val="00521DB1"/>
    <w:rsid w:val="00522235"/>
    <w:rsid w:val="00524691"/>
    <w:rsid w:val="00524E48"/>
    <w:rsid w:val="00526864"/>
    <w:rsid w:val="00532154"/>
    <w:rsid w:val="0053321E"/>
    <w:rsid w:val="00547544"/>
    <w:rsid w:val="0055009B"/>
    <w:rsid w:val="00552937"/>
    <w:rsid w:val="00554876"/>
    <w:rsid w:val="00557690"/>
    <w:rsid w:val="00560554"/>
    <w:rsid w:val="00560869"/>
    <w:rsid w:val="00561C62"/>
    <w:rsid w:val="005628DD"/>
    <w:rsid w:val="00564BAA"/>
    <w:rsid w:val="0056629A"/>
    <w:rsid w:val="00570404"/>
    <w:rsid w:val="0057063A"/>
    <w:rsid w:val="00571745"/>
    <w:rsid w:val="00571B3D"/>
    <w:rsid w:val="00571F49"/>
    <w:rsid w:val="00575296"/>
    <w:rsid w:val="005774E4"/>
    <w:rsid w:val="00580876"/>
    <w:rsid w:val="00580F37"/>
    <w:rsid w:val="00582DF5"/>
    <w:rsid w:val="005839BD"/>
    <w:rsid w:val="005849DE"/>
    <w:rsid w:val="00585405"/>
    <w:rsid w:val="0058627D"/>
    <w:rsid w:val="00586CB3"/>
    <w:rsid w:val="00591AAF"/>
    <w:rsid w:val="00592155"/>
    <w:rsid w:val="005935E7"/>
    <w:rsid w:val="005938C0"/>
    <w:rsid w:val="00594D8F"/>
    <w:rsid w:val="005A01F2"/>
    <w:rsid w:val="005A0EE6"/>
    <w:rsid w:val="005A1FF8"/>
    <w:rsid w:val="005A25A9"/>
    <w:rsid w:val="005A26BF"/>
    <w:rsid w:val="005A2CA8"/>
    <w:rsid w:val="005A3222"/>
    <w:rsid w:val="005A5A34"/>
    <w:rsid w:val="005A7DBB"/>
    <w:rsid w:val="005B0837"/>
    <w:rsid w:val="005B1301"/>
    <w:rsid w:val="005B161F"/>
    <w:rsid w:val="005B4D01"/>
    <w:rsid w:val="005B6BAB"/>
    <w:rsid w:val="005C1983"/>
    <w:rsid w:val="005C2172"/>
    <w:rsid w:val="005C2FED"/>
    <w:rsid w:val="005C5DB1"/>
    <w:rsid w:val="005D04D9"/>
    <w:rsid w:val="005D10C6"/>
    <w:rsid w:val="005D1DEE"/>
    <w:rsid w:val="005D2A8C"/>
    <w:rsid w:val="005D2FCE"/>
    <w:rsid w:val="005D37E9"/>
    <w:rsid w:val="005D4E9C"/>
    <w:rsid w:val="005D75A5"/>
    <w:rsid w:val="005E0210"/>
    <w:rsid w:val="005E11C6"/>
    <w:rsid w:val="005E50FA"/>
    <w:rsid w:val="005E7648"/>
    <w:rsid w:val="005E7AE3"/>
    <w:rsid w:val="005F0E72"/>
    <w:rsid w:val="005F156C"/>
    <w:rsid w:val="005F18CB"/>
    <w:rsid w:val="005F7784"/>
    <w:rsid w:val="0060206E"/>
    <w:rsid w:val="006025BB"/>
    <w:rsid w:val="00603090"/>
    <w:rsid w:val="00604C21"/>
    <w:rsid w:val="00605CBB"/>
    <w:rsid w:val="00606F55"/>
    <w:rsid w:val="00607290"/>
    <w:rsid w:val="00613AFA"/>
    <w:rsid w:val="00614E16"/>
    <w:rsid w:val="0061565A"/>
    <w:rsid w:val="00615F91"/>
    <w:rsid w:val="00621B40"/>
    <w:rsid w:val="00623F98"/>
    <w:rsid w:val="00624BC5"/>
    <w:rsid w:val="00626145"/>
    <w:rsid w:val="006268D7"/>
    <w:rsid w:val="00627292"/>
    <w:rsid w:val="00627E8A"/>
    <w:rsid w:val="006308E6"/>
    <w:rsid w:val="00630B47"/>
    <w:rsid w:val="0063428B"/>
    <w:rsid w:val="006344BE"/>
    <w:rsid w:val="00634CDD"/>
    <w:rsid w:val="00634EE3"/>
    <w:rsid w:val="0064419B"/>
    <w:rsid w:val="0064431C"/>
    <w:rsid w:val="00644A65"/>
    <w:rsid w:val="00647921"/>
    <w:rsid w:val="0065071B"/>
    <w:rsid w:val="00650CC8"/>
    <w:rsid w:val="00651779"/>
    <w:rsid w:val="00655867"/>
    <w:rsid w:val="00656AC2"/>
    <w:rsid w:val="00657770"/>
    <w:rsid w:val="00662155"/>
    <w:rsid w:val="006633C5"/>
    <w:rsid w:val="006633F8"/>
    <w:rsid w:val="0066722F"/>
    <w:rsid w:val="0066799D"/>
    <w:rsid w:val="00667ECA"/>
    <w:rsid w:val="006701B0"/>
    <w:rsid w:val="00670486"/>
    <w:rsid w:val="00670A10"/>
    <w:rsid w:val="006716BA"/>
    <w:rsid w:val="00673123"/>
    <w:rsid w:val="006747EE"/>
    <w:rsid w:val="0068030F"/>
    <w:rsid w:val="00681213"/>
    <w:rsid w:val="006817B7"/>
    <w:rsid w:val="006834B4"/>
    <w:rsid w:val="00685415"/>
    <w:rsid w:val="006939AA"/>
    <w:rsid w:val="00696B6F"/>
    <w:rsid w:val="00697DFB"/>
    <w:rsid w:val="006A23BD"/>
    <w:rsid w:val="006A3D9D"/>
    <w:rsid w:val="006A4B77"/>
    <w:rsid w:val="006A4D82"/>
    <w:rsid w:val="006A6319"/>
    <w:rsid w:val="006A7BC0"/>
    <w:rsid w:val="006B1FFF"/>
    <w:rsid w:val="006B238C"/>
    <w:rsid w:val="006B6470"/>
    <w:rsid w:val="006B6E04"/>
    <w:rsid w:val="006B781B"/>
    <w:rsid w:val="006C03C5"/>
    <w:rsid w:val="006C146B"/>
    <w:rsid w:val="006C1B26"/>
    <w:rsid w:val="006C2911"/>
    <w:rsid w:val="006C36CD"/>
    <w:rsid w:val="006C3BC0"/>
    <w:rsid w:val="006C3D6F"/>
    <w:rsid w:val="006C4095"/>
    <w:rsid w:val="006C49EC"/>
    <w:rsid w:val="006C5BCA"/>
    <w:rsid w:val="006C6B0A"/>
    <w:rsid w:val="006C6B95"/>
    <w:rsid w:val="006C6D73"/>
    <w:rsid w:val="006D2047"/>
    <w:rsid w:val="006D355C"/>
    <w:rsid w:val="006D70BA"/>
    <w:rsid w:val="006D7B86"/>
    <w:rsid w:val="006E07CD"/>
    <w:rsid w:val="006E08E7"/>
    <w:rsid w:val="006E0AC6"/>
    <w:rsid w:val="006E27A4"/>
    <w:rsid w:val="006E2D49"/>
    <w:rsid w:val="006E35CF"/>
    <w:rsid w:val="006E51D3"/>
    <w:rsid w:val="006E55F1"/>
    <w:rsid w:val="006E5E05"/>
    <w:rsid w:val="006E7CB5"/>
    <w:rsid w:val="00701FBC"/>
    <w:rsid w:val="00702FF6"/>
    <w:rsid w:val="00706194"/>
    <w:rsid w:val="00710CBA"/>
    <w:rsid w:val="00714D91"/>
    <w:rsid w:val="007168AF"/>
    <w:rsid w:val="0072090C"/>
    <w:rsid w:val="00720E66"/>
    <w:rsid w:val="00722C70"/>
    <w:rsid w:val="00722CF7"/>
    <w:rsid w:val="00725301"/>
    <w:rsid w:val="00726700"/>
    <w:rsid w:val="0072723A"/>
    <w:rsid w:val="0073108D"/>
    <w:rsid w:val="00734702"/>
    <w:rsid w:val="007353F3"/>
    <w:rsid w:val="00736217"/>
    <w:rsid w:val="00740057"/>
    <w:rsid w:val="00740787"/>
    <w:rsid w:val="0074431D"/>
    <w:rsid w:val="00744A0B"/>
    <w:rsid w:val="00745859"/>
    <w:rsid w:val="00745BDF"/>
    <w:rsid w:val="00746EFF"/>
    <w:rsid w:val="007479A5"/>
    <w:rsid w:val="007519CB"/>
    <w:rsid w:val="00752DFA"/>
    <w:rsid w:val="00752EC9"/>
    <w:rsid w:val="00756522"/>
    <w:rsid w:val="007570D5"/>
    <w:rsid w:val="007579CF"/>
    <w:rsid w:val="00757F86"/>
    <w:rsid w:val="007603A1"/>
    <w:rsid w:val="007652F6"/>
    <w:rsid w:val="007665B8"/>
    <w:rsid w:val="00766AB8"/>
    <w:rsid w:val="00770CC5"/>
    <w:rsid w:val="007729F3"/>
    <w:rsid w:val="00775144"/>
    <w:rsid w:val="00777692"/>
    <w:rsid w:val="00783F25"/>
    <w:rsid w:val="007843F5"/>
    <w:rsid w:val="0078509F"/>
    <w:rsid w:val="00785F4F"/>
    <w:rsid w:val="00787EE2"/>
    <w:rsid w:val="00790C3A"/>
    <w:rsid w:val="00795DF1"/>
    <w:rsid w:val="007976C6"/>
    <w:rsid w:val="00797A15"/>
    <w:rsid w:val="007A0473"/>
    <w:rsid w:val="007A1D54"/>
    <w:rsid w:val="007A2A9A"/>
    <w:rsid w:val="007A2BF2"/>
    <w:rsid w:val="007A2E3B"/>
    <w:rsid w:val="007A6907"/>
    <w:rsid w:val="007A6CFE"/>
    <w:rsid w:val="007B6764"/>
    <w:rsid w:val="007C04EA"/>
    <w:rsid w:val="007C2CAB"/>
    <w:rsid w:val="007C3372"/>
    <w:rsid w:val="007C339F"/>
    <w:rsid w:val="007C44E9"/>
    <w:rsid w:val="007C6E85"/>
    <w:rsid w:val="007D1995"/>
    <w:rsid w:val="007D3AB6"/>
    <w:rsid w:val="007D54F8"/>
    <w:rsid w:val="007D7305"/>
    <w:rsid w:val="007E046E"/>
    <w:rsid w:val="007E120D"/>
    <w:rsid w:val="007E124D"/>
    <w:rsid w:val="007E2D3F"/>
    <w:rsid w:val="007E51E9"/>
    <w:rsid w:val="007E650A"/>
    <w:rsid w:val="007E65D7"/>
    <w:rsid w:val="007E7A99"/>
    <w:rsid w:val="007F4400"/>
    <w:rsid w:val="007F606D"/>
    <w:rsid w:val="00800EBF"/>
    <w:rsid w:val="008015EB"/>
    <w:rsid w:val="008023BF"/>
    <w:rsid w:val="00802A39"/>
    <w:rsid w:val="0080376B"/>
    <w:rsid w:val="00804639"/>
    <w:rsid w:val="008054A6"/>
    <w:rsid w:val="00806F8D"/>
    <w:rsid w:val="00814020"/>
    <w:rsid w:val="0081504F"/>
    <w:rsid w:val="00815A24"/>
    <w:rsid w:val="00817090"/>
    <w:rsid w:val="00817959"/>
    <w:rsid w:val="0082118A"/>
    <w:rsid w:val="00823A99"/>
    <w:rsid w:val="00825571"/>
    <w:rsid w:val="008257C2"/>
    <w:rsid w:val="00825FFE"/>
    <w:rsid w:val="0082683B"/>
    <w:rsid w:val="00827A1B"/>
    <w:rsid w:val="00827B39"/>
    <w:rsid w:val="008309CE"/>
    <w:rsid w:val="00831A2E"/>
    <w:rsid w:val="00831F21"/>
    <w:rsid w:val="00833EF8"/>
    <w:rsid w:val="0083656E"/>
    <w:rsid w:val="00837780"/>
    <w:rsid w:val="00840C23"/>
    <w:rsid w:val="00840D14"/>
    <w:rsid w:val="0084370F"/>
    <w:rsid w:val="00847EA1"/>
    <w:rsid w:val="00850887"/>
    <w:rsid w:val="00850996"/>
    <w:rsid w:val="008527B7"/>
    <w:rsid w:val="008532D0"/>
    <w:rsid w:val="008560F9"/>
    <w:rsid w:val="0086079B"/>
    <w:rsid w:val="00860AFC"/>
    <w:rsid w:val="008625B8"/>
    <w:rsid w:val="00863785"/>
    <w:rsid w:val="0087107A"/>
    <w:rsid w:val="0087161B"/>
    <w:rsid w:val="00874B2A"/>
    <w:rsid w:val="00880E48"/>
    <w:rsid w:val="00882934"/>
    <w:rsid w:val="0088563B"/>
    <w:rsid w:val="0089092F"/>
    <w:rsid w:val="008921EB"/>
    <w:rsid w:val="00896DEE"/>
    <w:rsid w:val="00896FC5"/>
    <w:rsid w:val="00897D48"/>
    <w:rsid w:val="008A0224"/>
    <w:rsid w:val="008A0BE1"/>
    <w:rsid w:val="008A11E4"/>
    <w:rsid w:val="008A2149"/>
    <w:rsid w:val="008A22F5"/>
    <w:rsid w:val="008A43E6"/>
    <w:rsid w:val="008A6D83"/>
    <w:rsid w:val="008A7C73"/>
    <w:rsid w:val="008A7ED6"/>
    <w:rsid w:val="008B0B26"/>
    <w:rsid w:val="008B102A"/>
    <w:rsid w:val="008B1913"/>
    <w:rsid w:val="008B4898"/>
    <w:rsid w:val="008B5789"/>
    <w:rsid w:val="008B6C92"/>
    <w:rsid w:val="008C05BF"/>
    <w:rsid w:val="008C0800"/>
    <w:rsid w:val="008C080D"/>
    <w:rsid w:val="008C0CDF"/>
    <w:rsid w:val="008C0DD0"/>
    <w:rsid w:val="008C2BA0"/>
    <w:rsid w:val="008C3C17"/>
    <w:rsid w:val="008C43D9"/>
    <w:rsid w:val="008C56D7"/>
    <w:rsid w:val="008C7EC3"/>
    <w:rsid w:val="008D33BE"/>
    <w:rsid w:val="008D4552"/>
    <w:rsid w:val="008D5721"/>
    <w:rsid w:val="008D6C91"/>
    <w:rsid w:val="008D7C9A"/>
    <w:rsid w:val="008E0E9F"/>
    <w:rsid w:val="008E20B7"/>
    <w:rsid w:val="008E37FE"/>
    <w:rsid w:val="008E489D"/>
    <w:rsid w:val="008E5B94"/>
    <w:rsid w:val="008E6CAE"/>
    <w:rsid w:val="008E74CA"/>
    <w:rsid w:val="008E754D"/>
    <w:rsid w:val="008E7DAB"/>
    <w:rsid w:val="008F272F"/>
    <w:rsid w:val="008F4026"/>
    <w:rsid w:val="008F5098"/>
    <w:rsid w:val="008F6D20"/>
    <w:rsid w:val="008F7A48"/>
    <w:rsid w:val="008F7B02"/>
    <w:rsid w:val="00900E19"/>
    <w:rsid w:val="00902CA1"/>
    <w:rsid w:val="0090550C"/>
    <w:rsid w:val="00906A36"/>
    <w:rsid w:val="009123F2"/>
    <w:rsid w:val="00913FB8"/>
    <w:rsid w:val="0091551B"/>
    <w:rsid w:val="009207B2"/>
    <w:rsid w:val="009212E0"/>
    <w:rsid w:val="00921581"/>
    <w:rsid w:val="00921878"/>
    <w:rsid w:val="00921C41"/>
    <w:rsid w:val="00923D89"/>
    <w:rsid w:val="00927544"/>
    <w:rsid w:val="00927C53"/>
    <w:rsid w:val="009308C7"/>
    <w:rsid w:val="00931EE0"/>
    <w:rsid w:val="00932744"/>
    <w:rsid w:val="00934FD1"/>
    <w:rsid w:val="00935990"/>
    <w:rsid w:val="00936043"/>
    <w:rsid w:val="009410F4"/>
    <w:rsid w:val="0094594B"/>
    <w:rsid w:val="009542B2"/>
    <w:rsid w:val="00955748"/>
    <w:rsid w:val="0095794A"/>
    <w:rsid w:val="00960B07"/>
    <w:rsid w:val="00963448"/>
    <w:rsid w:val="00964CDB"/>
    <w:rsid w:val="009665DA"/>
    <w:rsid w:val="009669CF"/>
    <w:rsid w:val="00970744"/>
    <w:rsid w:val="00975C50"/>
    <w:rsid w:val="009779AE"/>
    <w:rsid w:val="00977FEC"/>
    <w:rsid w:val="009849CA"/>
    <w:rsid w:val="00984B50"/>
    <w:rsid w:val="00986D29"/>
    <w:rsid w:val="0098701D"/>
    <w:rsid w:val="00990700"/>
    <w:rsid w:val="00993402"/>
    <w:rsid w:val="009937B0"/>
    <w:rsid w:val="00995D62"/>
    <w:rsid w:val="009A18CC"/>
    <w:rsid w:val="009A1F17"/>
    <w:rsid w:val="009A29B4"/>
    <w:rsid w:val="009A320C"/>
    <w:rsid w:val="009A3FA5"/>
    <w:rsid w:val="009A43F0"/>
    <w:rsid w:val="009A4929"/>
    <w:rsid w:val="009B124F"/>
    <w:rsid w:val="009B4E00"/>
    <w:rsid w:val="009B6893"/>
    <w:rsid w:val="009C05BC"/>
    <w:rsid w:val="009C19EF"/>
    <w:rsid w:val="009C4764"/>
    <w:rsid w:val="009C75C1"/>
    <w:rsid w:val="009D0557"/>
    <w:rsid w:val="009D10F6"/>
    <w:rsid w:val="009D206C"/>
    <w:rsid w:val="009D3A9A"/>
    <w:rsid w:val="009D7B0F"/>
    <w:rsid w:val="009D7BE4"/>
    <w:rsid w:val="009E00D2"/>
    <w:rsid w:val="009E0B91"/>
    <w:rsid w:val="009E0FA9"/>
    <w:rsid w:val="009E15B5"/>
    <w:rsid w:val="009E4467"/>
    <w:rsid w:val="009E72F9"/>
    <w:rsid w:val="009E7B4F"/>
    <w:rsid w:val="009F085D"/>
    <w:rsid w:val="009F1903"/>
    <w:rsid w:val="009F33DD"/>
    <w:rsid w:val="009F340B"/>
    <w:rsid w:val="009F3C48"/>
    <w:rsid w:val="009F3DDF"/>
    <w:rsid w:val="009F4985"/>
    <w:rsid w:val="009F503E"/>
    <w:rsid w:val="009F5F49"/>
    <w:rsid w:val="009F6513"/>
    <w:rsid w:val="00A00204"/>
    <w:rsid w:val="00A01333"/>
    <w:rsid w:val="00A12D35"/>
    <w:rsid w:val="00A13964"/>
    <w:rsid w:val="00A14847"/>
    <w:rsid w:val="00A1607A"/>
    <w:rsid w:val="00A16715"/>
    <w:rsid w:val="00A171BE"/>
    <w:rsid w:val="00A20ACB"/>
    <w:rsid w:val="00A2374F"/>
    <w:rsid w:val="00A23D44"/>
    <w:rsid w:val="00A243AC"/>
    <w:rsid w:val="00A24A8E"/>
    <w:rsid w:val="00A24B64"/>
    <w:rsid w:val="00A26969"/>
    <w:rsid w:val="00A27F18"/>
    <w:rsid w:val="00A309FF"/>
    <w:rsid w:val="00A31035"/>
    <w:rsid w:val="00A324BF"/>
    <w:rsid w:val="00A3644C"/>
    <w:rsid w:val="00A36965"/>
    <w:rsid w:val="00A37BA9"/>
    <w:rsid w:val="00A40035"/>
    <w:rsid w:val="00A427CB"/>
    <w:rsid w:val="00A46601"/>
    <w:rsid w:val="00A46A16"/>
    <w:rsid w:val="00A51941"/>
    <w:rsid w:val="00A51A1A"/>
    <w:rsid w:val="00A51BFD"/>
    <w:rsid w:val="00A51E55"/>
    <w:rsid w:val="00A53DCC"/>
    <w:rsid w:val="00A554A9"/>
    <w:rsid w:val="00A608C0"/>
    <w:rsid w:val="00A62531"/>
    <w:rsid w:val="00A6280A"/>
    <w:rsid w:val="00A63783"/>
    <w:rsid w:val="00A66EF8"/>
    <w:rsid w:val="00A7071B"/>
    <w:rsid w:val="00A7101F"/>
    <w:rsid w:val="00A7142F"/>
    <w:rsid w:val="00A73168"/>
    <w:rsid w:val="00A748C2"/>
    <w:rsid w:val="00A766CF"/>
    <w:rsid w:val="00A7705F"/>
    <w:rsid w:val="00A77A31"/>
    <w:rsid w:val="00A8138D"/>
    <w:rsid w:val="00A819BF"/>
    <w:rsid w:val="00A872D1"/>
    <w:rsid w:val="00A873BA"/>
    <w:rsid w:val="00A874CA"/>
    <w:rsid w:val="00A9344A"/>
    <w:rsid w:val="00A960CE"/>
    <w:rsid w:val="00AA0A8B"/>
    <w:rsid w:val="00AA17EF"/>
    <w:rsid w:val="00AA27B4"/>
    <w:rsid w:val="00AA3180"/>
    <w:rsid w:val="00AB0AA7"/>
    <w:rsid w:val="00AB30B3"/>
    <w:rsid w:val="00AB34B0"/>
    <w:rsid w:val="00AB3C8C"/>
    <w:rsid w:val="00AB4E8B"/>
    <w:rsid w:val="00AB5EC5"/>
    <w:rsid w:val="00AB5F09"/>
    <w:rsid w:val="00AB5FF5"/>
    <w:rsid w:val="00AC0457"/>
    <w:rsid w:val="00AC0F22"/>
    <w:rsid w:val="00AC105B"/>
    <w:rsid w:val="00AC73C6"/>
    <w:rsid w:val="00AD144E"/>
    <w:rsid w:val="00AD18E5"/>
    <w:rsid w:val="00AD242F"/>
    <w:rsid w:val="00AD4771"/>
    <w:rsid w:val="00AD5844"/>
    <w:rsid w:val="00AD7827"/>
    <w:rsid w:val="00AD7DE4"/>
    <w:rsid w:val="00AE1D44"/>
    <w:rsid w:val="00AE31B5"/>
    <w:rsid w:val="00AE4087"/>
    <w:rsid w:val="00AF1B8D"/>
    <w:rsid w:val="00AF31A8"/>
    <w:rsid w:val="00AF3249"/>
    <w:rsid w:val="00AF36D7"/>
    <w:rsid w:val="00AF47E9"/>
    <w:rsid w:val="00AF4E7F"/>
    <w:rsid w:val="00AF697C"/>
    <w:rsid w:val="00B00BF6"/>
    <w:rsid w:val="00B0189A"/>
    <w:rsid w:val="00B02794"/>
    <w:rsid w:val="00B06341"/>
    <w:rsid w:val="00B10C65"/>
    <w:rsid w:val="00B10FC9"/>
    <w:rsid w:val="00B11616"/>
    <w:rsid w:val="00B11DEC"/>
    <w:rsid w:val="00B132AA"/>
    <w:rsid w:val="00B14DE9"/>
    <w:rsid w:val="00B155D9"/>
    <w:rsid w:val="00B17B7E"/>
    <w:rsid w:val="00B20024"/>
    <w:rsid w:val="00B26C5D"/>
    <w:rsid w:val="00B276C7"/>
    <w:rsid w:val="00B27807"/>
    <w:rsid w:val="00B36056"/>
    <w:rsid w:val="00B37687"/>
    <w:rsid w:val="00B41783"/>
    <w:rsid w:val="00B43FFD"/>
    <w:rsid w:val="00B44AA6"/>
    <w:rsid w:val="00B44DDA"/>
    <w:rsid w:val="00B4616C"/>
    <w:rsid w:val="00B47773"/>
    <w:rsid w:val="00B513C3"/>
    <w:rsid w:val="00B5293C"/>
    <w:rsid w:val="00B5407A"/>
    <w:rsid w:val="00B54FA1"/>
    <w:rsid w:val="00B5724E"/>
    <w:rsid w:val="00B60A24"/>
    <w:rsid w:val="00B619FA"/>
    <w:rsid w:val="00B61EAB"/>
    <w:rsid w:val="00B640BB"/>
    <w:rsid w:val="00B66F09"/>
    <w:rsid w:val="00B67D09"/>
    <w:rsid w:val="00B7170F"/>
    <w:rsid w:val="00B7266D"/>
    <w:rsid w:val="00B74BA3"/>
    <w:rsid w:val="00B8025C"/>
    <w:rsid w:val="00B8247D"/>
    <w:rsid w:val="00B82A1D"/>
    <w:rsid w:val="00B85495"/>
    <w:rsid w:val="00B8674D"/>
    <w:rsid w:val="00B92308"/>
    <w:rsid w:val="00B923C8"/>
    <w:rsid w:val="00B9347A"/>
    <w:rsid w:val="00B950F7"/>
    <w:rsid w:val="00B95F34"/>
    <w:rsid w:val="00BA08DB"/>
    <w:rsid w:val="00BA29FE"/>
    <w:rsid w:val="00BA30B2"/>
    <w:rsid w:val="00BA3277"/>
    <w:rsid w:val="00BA3347"/>
    <w:rsid w:val="00BA3861"/>
    <w:rsid w:val="00BA3A58"/>
    <w:rsid w:val="00BA5730"/>
    <w:rsid w:val="00BA5CD0"/>
    <w:rsid w:val="00BA62E7"/>
    <w:rsid w:val="00BA708C"/>
    <w:rsid w:val="00BA7721"/>
    <w:rsid w:val="00BA78FC"/>
    <w:rsid w:val="00BA7B53"/>
    <w:rsid w:val="00BA7F01"/>
    <w:rsid w:val="00BB262A"/>
    <w:rsid w:val="00BB42B6"/>
    <w:rsid w:val="00BB5685"/>
    <w:rsid w:val="00BB5788"/>
    <w:rsid w:val="00BB6117"/>
    <w:rsid w:val="00BB6FBC"/>
    <w:rsid w:val="00BB7FC8"/>
    <w:rsid w:val="00BC1269"/>
    <w:rsid w:val="00BC27AC"/>
    <w:rsid w:val="00BC3900"/>
    <w:rsid w:val="00BC4871"/>
    <w:rsid w:val="00BC5EE2"/>
    <w:rsid w:val="00BC621D"/>
    <w:rsid w:val="00BC6D55"/>
    <w:rsid w:val="00BD0ACA"/>
    <w:rsid w:val="00BD0F10"/>
    <w:rsid w:val="00BD1114"/>
    <w:rsid w:val="00BD244E"/>
    <w:rsid w:val="00BD25E2"/>
    <w:rsid w:val="00BD3382"/>
    <w:rsid w:val="00BD38E3"/>
    <w:rsid w:val="00BD52E5"/>
    <w:rsid w:val="00BD5A01"/>
    <w:rsid w:val="00BD5A4A"/>
    <w:rsid w:val="00BD605E"/>
    <w:rsid w:val="00BD66C7"/>
    <w:rsid w:val="00BD6DE9"/>
    <w:rsid w:val="00BD79D6"/>
    <w:rsid w:val="00BE0564"/>
    <w:rsid w:val="00BE1E4D"/>
    <w:rsid w:val="00BE1EF3"/>
    <w:rsid w:val="00BE20FC"/>
    <w:rsid w:val="00BE2495"/>
    <w:rsid w:val="00BE455A"/>
    <w:rsid w:val="00BE4584"/>
    <w:rsid w:val="00BE5A7C"/>
    <w:rsid w:val="00BE69BD"/>
    <w:rsid w:val="00BE713A"/>
    <w:rsid w:val="00BF0071"/>
    <w:rsid w:val="00BF0F93"/>
    <w:rsid w:val="00BF355C"/>
    <w:rsid w:val="00BF454B"/>
    <w:rsid w:val="00BF71BA"/>
    <w:rsid w:val="00BF7B8D"/>
    <w:rsid w:val="00C004D1"/>
    <w:rsid w:val="00C01BBA"/>
    <w:rsid w:val="00C0492C"/>
    <w:rsid w:val="00C04C31"/>
    <w:rsid w:val="00C05A69"/>
    <w:rsid w:val="00C078E7"/>
    <w:rsid w:val="00C13656"/>
    <w:rsid w:val="00C159BF"/>
    <w:rsid w:val="00C20E19"/>
    <w:rsid w:val="00C21B0C"/>
    <w:rsid w:val="00C21C0E"/>
    <w:rsid w:val="00C246A5"/>
    <w:rsid w:val="00C26076"/>
    <w:rsid w:val="00C2622D"/>
    <w:rsid w:val="00C27AE9"/>
    <w:rsid w:val="00C308FE"/>
    <w:rsid w:val="00C30D52"/>
    <w:rsid w:val="00C3147D"/>
    <w:rsid w:val="00C31C1E"/>
    <w:rsid w:val="00C32BEA"/>
    <w:rsid w:val="00C3383B"/>
    <w:rsid w:val="00C33BC1"/>
    <w:rsid w:val="00C34BAB"/>
    <w:rsid w:val="00C37FD2"/>
    <w:rsid w:val="00C403BC"/>
    <w:rsid w:val="00C409A0"/>
    <w:rsid w:val="00C41DB5"/>
    <w:rsid w:val="00C43866"/>
    <w:rsid w:val="00C43D62"/>
    <w:rsid w:val="00C44698"/>
    <w:rsid w:val="00C452AC"/>
    <w:rsid w:val="00C458DF"/>
    <w:rsid w:val="00C46CB7"/>
    <w:rsid w:val="00C52005"/>
    <w:rsid w:val="00C52D18"/>
    <w:rsid w:val="00C52D34"/>
    <w:rsid w:val="00C53236"/>
    <w:rsid w:val="00C53E43"/>
    <w:rsid w:val="00C55CAB"/>
    <w:rsid w:val="00C55E9A"/>
    <w:rsid w:val="00C564C9"/>
    <w:rsid w:val="00C56B80"/>
    <w:rsid w:val="00C615FF"/>
    <w:rsid w:val="00C616F4"/>
    <w:rsid w:val="00C63296"/>
    <w:rsid w:val="00C66835"/>
    <w:rsid w:val="00C67FBC"/>
    <w:rsid w:val="00C71C85"/>
    <w:rsid w:val="00C72854"/>
    <w:rsid w:val="00C738DA"/>
    <w:rsid w:val="00C74071"/>
    <w:rsid w:val="00C7508F"/>
    <w:rsid w:val="00C779D2"/>
    <w:rsid w:val="00C83EF5"/>
    <w:rsid w:val="00C84344"/>
    <w:rsid w:val="00C84F1B"/>
    <w:rsid w:val="00C84F63"/>
    <w:rsid w:val="00C850C7"/>
    <w:rsid w:val="00C863CE"/>
    <w:rsid w:val="00C863D2"/>
    <w:rsid w:val="00C865D3"/>
    <w:rsid w:val="00C8734D"/>
    <w:rsid w:val="00C87742"/>
    <w:rsid w:val="00C9105E"/>
    <w:rsid w:val="00C910E3"/>
    <w:rsid w:val="00C921CF"/>
    <w:rsid w:val="00C922EB"/>
    <w:rsid w:val="00C939A4"/>
    <w:rsid w:val="00C9415C"/>
    <w:rsid w:val="00C9495A"/>
    <w:rsid w:val="00CA0F5A"/>
    <w:rsid w:val="00CA2173"/>
    <w:rsid w:val="00CA22B3"/>
    <w:rsid w:val="00CA2C60"/>
    <w:rsid w:val="00CA4469"/>
    <w:rsid w:val="00CA46F2"/>
    <w:rsid w:val="00CA478E"/>
    <w:rsid w:val="00CA7AD1"/>
    <w:rsid w:val="00CB000E"/>
    <w:rsid w:val="00CB138F"/>
    <w:rsid w:val="00CB1650"/>
    <w:rsid w:val="00CB1B4B"/>
    <w:rsid w:val="00CB4AA3"/>
    <w:rsid w:val="00CB53BA"/>
    <w:rsid w:val="00CB6E6A"/>
    <w:rsid w:val="00CC0A73"/>
    <w:rsid w:val="00CC2713"/>
    <w:rsid w:val="00CC5747"/>
    <w:rsid w:val="00CC5778"/>
    <w:rsid w:val="00CD1263"/>
    <w:rsid w:val="00CD12EE"/>
    <w:rsid w:val="00CD1D35"/>
    <w:rsid w:val="00CD29F0"/>
    <w:rsid w:val="00CD31DB"/>
    <w:rsid w:val="00CD4E21"/>
    <w:rsid w:val="00CD544B"/>
    <w:rsid w:val="00CD771C"/>
    <w:rsid w:val="00CD7724"/>
    <w:rsid w:val="00CE1B5E"/>
    <w:rsid w:val="00CE2470"/>
    <w:rsid w:val="00CE417B"/>
    <w:rsid w:val="00CE56DE"/>
    <w:rsid w:val="00CE7204"/>
    <w:rsid w:val="00CF2185"/>
    <w:rsid w:val="00CF297E"/>
    <w:rsid w:val="00CF3DC2"/>
    <w:rsid w:val="00CF4B2A"/>
    <w:rsid w:val="00CF593A"/>
    <w:rsid w:val="00CF5A1D"/>
    <w:rsid w:val="00D002F8"/>
    <w:rsid w:val="00D02419"/>
    <w:rsid w:val="00D03FBD"/>
    <w:rsid w:val="00D049CB"/>
    <w:rsid w:val="00D04D7E"/>
    <w:rsid w:val="00D110C0"/>
    <w:rsid w:val="00D13CD5"/>
    <w:rsid w:val="00D15E8F"/>
    <w:rsid w:val="00D16534"/>
    <w:rsid w:val="00D16F7A"/>
    <w:rsid w:val="00D17086"/>
    <w:rsid w:val="00D17C85"/>
    <w:rsid w:val="00D20AF4"/>
    <w:rsid w:val="00D26ED2"/>
    <w:rsid w:val="00D35767"/>
    <w:rsid w:val="00D40B93"/>
    <w:rsid w:val="00D40CDD"/>
    <w:rsid w:val="00D4185D"/>
    <w:rsid w:val="00D4391C"/>
    <w:rsid w:val="00D50C06"/>
    <w:rsid w:val="00D5196A"/>
    <w:rsid w:val="00D52B4A"/>
    <w:rsid w:val="00D52BE6"/>
    <w:rsid w:val="00D544B2"/>
    <w:rsid w:val="00D571DD"/>
    <w:rsid w:val="00D606C4"/>
    <w:rsid w:val="00D60CA5"/>
    <w:rsid w:val="00D626B1"/>
    <w:rsid w:val="00D62E9D"/>
    <w:rsid w:val="00D73154"/>
    <w:rsid w:val="00D756FB"/>
    <w:rsid w:val="00D820C7"/>
    <w:rsid w:val="00D830B9"/>
    <w:rsid w:val="00D84686"/>
    <w:rsid w:val="00D84F4C"/>
    <w:rsid w:val="00D85A87"/>
    <w:rsid w:val="00D87B00"/>
    <w:rsid w:val="00D903F1"/>
    <w:rsid w:val="00D90DF6"/>
    <w:rsid w:val="00D90ECB"/>
    <w:rsid w:val="00D913B7"/>
    <w:rsid w:val="00D92694"/>
    <w:rsid w:val="00D927E3"/>
    <w:rsid w:val="00D97AF7"/>
    <w:rsid w:val="00DA07D8"/>
    <w:rsid w:val="00DA1E21"/>
    <w:rsid w:val="00DA569B"/>
    <w:rsid w:val="00DA7339"/>
    <w:rsid w:val="00DA7A36"/>
    <w:rsid w:val="00DA7AAF"/>
    <w:rsid w:val="00DB0D68"/>
    <w:rsid w:val="00DB2313"/>
    <w:rsid w:val="00DB44AF"/>
    <w:rsid w:val="00DB53E5"/>
    <w:rsid w:val="00DB5DF5"/>
    <w:rsid w:val="00DB74B9"/>
    <w:rsid w:val="00DB7F28"/>
    <w:rsid w:val="00DC3F1F"/>
    <w:rsid w:val="00DC4973"/>
    <w:rsid w:val="00DC5C07"/>
    <w:rsid w:val="00DC6CAF"/>
    <w:rsid w:val="00DD066A"/>
    <w:rsid w:val="00DD09AA"/>
    <w:rsid w:val="00DD17A3"/>
    <w:rsid w:val="00DD17FD"/>
    <w:rsid w:val="00DD1E45"/>
    <w:rsid w:val="00DD418B"/>
    <w:rsid w:val="00DD5ED3"/>
    <w:rsid w:val="00DD6777"/>
    <w:rsid w:val="00DD7CE6"/>
    <w:rsid w:val="00DE0703"/>
    <w:rsid w:val="00DE14AA"/>
    <w:rsid w:val="00DE1A70"/>
    <w:rsid w:val="00DE3A20"/>
    <w:rsid w:val="00DE45EF"/>
    <w:rsid w:val="00DE5871"/>
    <w:rsid w:val="00DF03CC"/>
    <w:rsid w:val="00DF42A9"/>
    <w:rsid w:val="00DF45D4"/>
    <w:rsid w:val="00DF471A"/>
    <w:rsid w:val="00DF6492"/>
    <w:rsid w:val="00DF6A96"/>
    <w:rsid w:val="00DF7CA6"/>
    <w:rsid w:val="00E03D30"/>
    <w:rsid w:val="00E05550"/>
    <w:rsid w:val="00E06CB5"/>
    <w:rsid w:val="00E077BE"/>
    <w:rsid w:val="00E130EF"/>
    <w:rsid w:val="00E15845"/>
    <w:rsid w:val="00E160F6"/>
    <w:rsid w:val="00E16744"/>
    <w:rsid w:val="00E16841"/>
    <w:rsid w:val="00E2072B"/>
    <w:rsid w:val="00E20CE8"/>
    <w:rsid w:val="00E21802"/>
    <w:rsid w:val="00E22D2E"/>
    <w:rsid w:val="00E237DD"/>
    <w:rsid w:val="00E24C3C"/>
    <w:rsid w:val="00E25CC6"/>
    <w:rsid w:val="00E260B6"/>
    <w:rsid w:val="00E26A02"/>
    <w:rsid w:val="00E31360"/>
    <w:rsid w:val="00E31548"/>
    <w:rsid w:val="00E353E3"/>
    <w:rsid w:val="00E37F68"/>
    <w:rsid w:val="00E37F8D"/>
    <w:rsid w:val="00E40A44"/>
    <w:rsid w:val="00E4116B"/>
    <w:rsid w:val="00E43235"/>
    <w:rsid w:val="00E44A97"/>
    <w:rsid w:val="00E45233"/>
    <w:rsid w:val="00E47E9F"/>
    <w:rsid w:val="00E47F39"/>
    <w:rsid w:val="00E50024"/>
    <w:rsid w:val="00E501C1"/>
    <w:rsid w:val="00E50E18"/>
    <w:rsid w:val="00E50EBB"/>
    <w:rsid w:val="00E5217A"/>
    <w:rsid w:val="00E538F6"/>
    <w:rsid w:val="00E54C08"/>
    <w:rsid w:val="00E56302"/>
    <w:rsid w:val="00E56837"/>
    <w:rsid w:val="00E61F4A"/>
    <w:rsid w:val="00E62395"/>
    <w:rsid w:val="00E64025"/>
    <w:rsid w:val="00E677DF"/>
    <w:rsid w:val="00E71938"/>
    <w:rsid w:val="00E72145"/>
    <w:rsid w:val="00E72977"/>
    <w:rsid w:val="00E72A3E"/>
    <w:rsid w:val="00E73B04"/>
    <w:rsid w:val="00E73BDC"/>
    <w:rsid w:val="00E74260"/>
    <w:rsid w:val="00E7469B"/>
    <w:rsid w:val="00E76200"/>
    <w:rsid w:val="00E76F55"/>
    <w:rsid w:val="00E80120"/>
    <w:rsid w:val="00E807BE"/>
    <w:rsid w:val="00E80AD0"/>
    <w:rsid w:val="00E80E8D"/>
    <w:rsid w:val="00E823B3"/>
    <w:rsid w:val="00E86BBF"/>
    <w:rsid w:val="00E90A1F"/>
    <w:rsid w:val="00E92CDE"/>
    <w:rsid w:val="00E93DA2"/>
    <w:rsid w:val="00E96AF0"/>
    <w:rsid w:val="00EA084C"/>
    <w:rsid w:val="00EA0F07"/>
    <w:rsid w:val="00EA2B60"/>
    <w:rsid w:val="00EA56C7"/>
    <w:rsid w:val="00EA648E"/>
    <w:rsid w:val="00EB3837"/>
    <w:rsid w:val="00EB55E2"/>
    <w:rsid w:val="00EC1ECC"/>
    <w:rsid w:val="00EC3E11"/>
    <w:rsid w:val="00EC4279"/>
    <w:rsid w:val="00ED0E4A"/>
    <w:rsid w:val="00ED1E00"/>
    <w:rsid w:val="00ED1E28"/>
    <w:rsid w:val="00ED2304"/>
    <w:rsid w:val="00ED2A1B"/>
    <w:rsid w:val="00ED4736"/>
    <w:rsid w:val="00ED639C"/>
    <w:rsid w:val="00EE3B58"/>
    <w:rsid w:val="00EE5E26"/>
    <w:rsid w:val="00EE5F1B"/>
    <w:rsid w:val="00EE6F61"/>
    <w:rsid w:val="00EE70C6"/>
    <w:rsid w:val="00EF2609"/>
    <w:rsid w:val="00EF5530"/>
    <w:rsid w:val="00EF7A54"/>
    <w:rsid w:val="00F0025E"/>
    <w:rsid w:val="00F00F15"/>
    <w:rsid w:val="00F01080"/>
    <w:rsid w:val="00F01A65"/>
    <w:rsid w:val="00F01C2C"/>
    <w:rsid w:val="00F023C6"/>
    <w:rsid w:val="00F02954"/>
    <w:rsid w:val="00F05EE0"/>
    <w:rsid w:val="00F06810"/>
    <w:rsid w:val="00F06B2E"/>
    <w:rsid w:val="00F07306"/>
    <w:rsid w:val="00F103C3"/>
    <w:rsid w:val="00F123ED"/>
    <w:rsid w:val="00F143F9"/>
    <w:rsid w:val="00F163B0"/>
    <w:rsid w:val="00F166E8"/>
    <w:rsid w:val="00F2083E"/>
    <w:rsid w:val="00F213E4"/>
    <w:rsid w:val="00F2195F"/>
    <w:rsid w:val="00F24297"/>
    <w:rsid w:val="00F24765"/>
    <w:rsid w:val="00F27167"/>
    <w:rsid w:val="00F3081D"/>
    <w:rsid w:val="00F31A89"/>
    <w:rsid w:val="00F31AA3"/>
    <w:rsid w:val="00F31F3E"/>
    <w:rsid w:val="00F32952"/>
    <w:rsid w:val="00F37010"/>
    <w:rsid w:val="00F42C76"/>
    <w:rsid w:val="00F43CCE"/>
    <w:rsid w:val="00F45D97"/>
    <w:rsid w:val="00F53B7A"/>
    <w:rsid w:val="00F6035D"/>
    <w:rsid w:val="00F603A3"/>
    <w:rsid w:val="00F60BD9"/>
    <w:rsid w:val="00F65D71"/>
    <w:rsid w:val="00F66AB0"/>
    <w:rsid w:val="00F66FFF"/>
    <w:rsid w:val="00F70AB6"/>
    <w:rsid w:val="00F70D14"/>
    <w:rsid w:val="00F759D3"/>
    <w:rsid w:val="00F804EA"/>
    <w:rsid w:val="00F80DCF"/>
    <w:rsid w:val="00F840DE"/>
    <w:rsid w:val="00F84633"/>
    <w:rsid w:val="00F84B03"/>
    <w:rsid w:val="00F84D48"/>
    <w:rsid w:val="00F93133"/>
    <w:rsid w:val="00F9374E"/>
    <w:rsid w:val="00F93BA3"/>
    <w:rsid w:val="00F93BEB"/>
    <w:rsid w:val="00F93E95"/>
    <w:rsid w:val="00F94F82"/>
    <w:rsid w:val="00F97478"/>
    <w:rsid w:val="00FA06FA"/>
    <w:rsid w:val="00FA389F"/>
    <w:rsid w:val="00FA4AF2"/>
    <w:rsid w:val="00FA6A96"/>
    <w:rsid w:val="00FA7931"/>
    <w:rsid w:val="00FB0790"/>
    <w:rsid w:val="00FB1929"/>
    <w:rsid w:val="00FB30DB"/>
    <w:rsid w:val="00FB3B30"/>
    <w:rsid w:val="00FB3C5D"/>
    <w:rsid w:val="00FB3E73"/>
    <w:rsid w:val="00FB4F13"/>
    <w:rsid w:val="00FB5FDF"/>
    <w:rsid w:val="00FB69D9"/>
    <w:rsid w:val="00FB6E87"/>
    <w:rsid w:val="00FB79CB"/>
    <w:rsid w:val="00FC1321"/>
    <w:rsid w:val="00FC1548"/>
    <w:rsid w:val="00FC1B94"/>
    <w:rsid w:val="00FC26B3"/>
    <w:rsid w:val="00FC30EA"/>
    <w:rsid w:val="00FC37A6"/>
    <w:rsid w:val="00FC7368"/>
    <w:rsid w:val="00FD0422"/>
    <w:rsid w:val="00FD0887"/>
    <w:rsid w:val="00FD0A6F"/>
    <w:rsid w:val="00FD0FF9"/>
    <w:rsid w:val="00FD1524"/>
    <w:rsid w:val="00FE1ABB"/>
    <w:rsid w:val="00FE29AE"/>
    <w:rsid w:val="00FE2F11"/>
    <w:rsid w:val="00FE3295"/>
    <w:rsid w:val="00FE4B09"/>
    <w:rsid w:val="00FE58B0"/>
    <w:rsid w:val="00FF1A34"/>
    <w:rsid w:val="00FF1C2B"/>
    <w:rsid w:val="00FF5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4B09"/>
    <w:pPr>
      <w:keepNext/>
      <w:jc w:val="both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E4B09"/>
    <w:rPr>
      <w:sz w:val="28"/>
      <w:szCs w:val="28"/>
    </w:rPr>
  </w:style>
  <w:style w:type="paragraph" w:customStyle="1" w:styleId="ConsPlusNormal">
    <w:name w:val="ConsPlusNormal"/>
    <w:uiPriority w:val="99"/>
    <w:rsid w:val="002914F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914F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914F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E4B09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FE4B09"/>
    <w:rPr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FE4B09"/>
    <w:pPr>
      <w:ind w:firstLine="851"/>
      <w:jc w:val="center"/>
    </w:pPr>
    <w:rPr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E4B09"/>
    <w:rPr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rsid w:val="00FE4B09"/>
    <w:pPr>
      <w:ind w:firstLine="851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E4B09"/>
    <w:rPr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FE4B09"/>
    <w:pPr>
      <w:ind w:firstLine="851"/>
      <w:jc w:val="both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E4B09"/>
    <w:rPr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FE4B09"/>
    <w:pPr>
      <w:autoSpaceDE w:val="0"/>
      <w:autoSpaceDN w:val="0"/>
      <w:adjustRightInd w:val="0"/>
      <w:jc w:val="center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E4B09"/>
    <w:rPr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FE4B09"/>
    <w:pPr>
      <w:autoSpaceDE w:val="0"/>
      <w:autoSpaceDN w:val="0"/>
      <w:adjustRightInd w:val="0"/>
      <w:spacing w:before="40" w:line="280" w:lineRule="auto"/>
    </w:pPr>
    <w:rPr>
      <w:color w:val="00000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E4B09"/>
    <w:rPr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FE4B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E4B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E4B09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FE4B09"/>
    <w:pPr>
      <w:widowControl w:val="0"/>
      <w:autoSpaceDE w:val="0"/>
      <w:autoSpaceDN w:val="0"/>
      <w:ind w:right="19772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FE4B0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E4B09"/>
    <w:rPr>
      <w:sz w:val="24"/>
      <w:szCs w:val="24"/>
    </w:rPr>
  </w:style>
  <w:style w:type="paragraph" w:styleId="NormalWeb">
    <w:name w:val="Normal (Web)"/>
    <w:basedOn w:val="Normal"/>
    <w:uiPriority w:val="99"/>
    <w:rsid w:val="00FE4B0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FE4B09"/>
    <w:rPr>
      <w:b/>
      <w:bCs/>
    </w:rPr>
  </w:style>
  <w:style w:type="paragraph" w:customStyle="1" w:styleId="ConsTitle">
    <w:name w:val="ConsTitle"/>
    <w:uiPriority w:val="99"/>
    <w:rsid w:val="00FE4B0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FE4B0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E4B09"/>
  </w:style>
  <w:style w:type="character" w:styleId="PageNumber">
    <w:name w:val="page number"/>
    <w:basedOn w:val="DefaultParagraphFont"/>
    <w:uiPriority w:val="99"/>
    <w:rsid w:val="00FE4B09"/>
  </w:style>
  <w:style w:type="paragraph" w:customStyle="1" w:styleId="a">
    <w:name w:val="Знак Знак Знак Знак"/>
    <w:basedOn w:val="Normal"/>
    <w:uiPriority w:val="99"/>
    <w:rsid w:val="004348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1"/>
    <w:basedOn w:val="Normal"/>
    <w:uiPriority w:val="99"/>
    <w:rsid w:val="00375B8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75B81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customStyle="1" w:styleId="a0">
    <w:name w:val="Знак Знак"/>
    <w:basedOn w:val="Normal"/>
    <w:uiPriority w:val="99"/>
    <w:rsid w:val="0080463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eading">
    <w:name w:val="Heading"/>
    <w:uiPriority w:val="99"/>
    <w:rsid w:val="001D029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BodyText">
    <w:name w:val="Body Text"/>
    <w:basedOn w:val="Normal"/>
    <w:link w:val="BodyTextChar"/>
    <w:uiPriority w:val="99"/>
    <w:rsid w:val="0045478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5478C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45478C"/>
    <w:pPr>
      <w:spacing w:line="276" w:lineRule="auto"/>
      <w:ind w:firstLine="210"/>
    </w:pPr>
    <w:rPr>
      <w:rFonts w:ascii="Calibri" w:hAnsi="Calibri" w:cs="Calibri"/>
      <w:sz w:val="22"/>
      <w:szCs w:val="22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45478C"/>
    <w:rPr>
      <w:rFonts w:ascii="Calibri" w:hAnsi="Calibri" w:cs="Calibri"/>
      <w:sz w:val="22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606F5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606F55"/>
    <w:rPr>
      <w:rFonts w:ascii="Tahoma" w:hAnsi="Tahoma" w:cs="Tahoma"/>
      <w:sz w:val="16"/>
      <w:szCs w:val="16"/>
    </w:rPr>
  </w:style>
  <w:style w:type="paragraph" w:customStyle="1" w:styleId="10">
    <w:name w:val="Знак1 Знак"/>
    <w:basedOn w:val="Normal"/>
    <w:uiPriority w:val="99"/>
    <w:rsid w:val="00A7071B"/>
    <w:pPr>
      <w:overflowPunct w:val="0"/>
      <w:autoSpaceDE w:val="0"/>
      <w:autoSpaceDN w:val="0"/>
      <w:adjustRightInd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 Знак Знак Знак Знак Знак Знак"/>
    <w:basedOn w:val="Normal"/>
    <w:uiPriority w:val="99"/>
    <w:rsid w:val="00BD79D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C9415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Normal"/>
    <w:uiPriority w:val="99"/>
    <w:rsid w:val="001C16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1C168D"/>
  </w:style>
  <w:style w:type="character" w:customStyle="1" w:styleId="apple-converted-space">
    <w:name w:val="apple-converted-space"/>
    <w:uiPriority w:val="99"/>
    <w:rsid w:val="001C168D"/>
  </w:style>
  <w:style w:type="paragraph" w:styleId="ListParagraph">
    <w:name w:val="List Paragraph"/>
    <w:basedOn w:val="Normal"/>
    <w:uiPriority w:val="99"/>
    <w:qFormat/>
    <w:rsid w:val="001C168D"/>
    <w:pPr>
      <w:ind w:left="720"/>
    </w:pPr>
  </w:style>
  <w:style w:type="paragraph" w:customStyle="1" w:styleId="a1">
    <w:name w:val="Нормальный (таблица)"/>
    <w:basedOn w:val="Normal"/>
    <w:next w:val="Normal"/>
    <w:uiPriority w:val="99"/>
    <w:rsid w:val="0067312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uiPriority w:val="99"/>
    <w:rsid w:val="00795DF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783F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95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3</Pages>
  <Words>566</Words>
  <Characters>3227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Ружина</dc:creator>
  <cp:keywords/>
  <dc:description/>
  <cp:lastModifiedBy>Наташа</cp:lastModifiedBy>
  <cp:revision>9</cp:revision>
  <cp:lastPrinted>2015-09-11T14:39:00Z</cp:lastPrinted>
  <dcterms:created xsi:type="dcterms:W3CDTF">2015-12-18T10:46:00Z</dcterms:created>
  <dcterms:modified xsi:type="dcterms:W3CDTF">2016-01-13T12:34:00Z</dcterms:modified>
</cp:coreProperties>
</file>