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60" w:rsidRDefault="00A10260" w:rsidP="00475E1C">
      <w:pPr>
        <w:pStyle w:val="1"/>
        <w:shd w:val="clear" w:color="auto" w:fill="auto"/>
        <w:tabs>
          <w:tab w:val="left" w:pos="7581"/>
        </w:tabs>
        <w:spacing w:after="0" w:line="240" w:lineRule="auto"/>
        <w:ind w:left="5523" w:right="261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A10260" w:rsidRDefault="00A10260" w:rsidP="00475E1C">
      <w:pPr>
        <w:pStyle w:val="1"/>
        <w:shd w:val="clear" w:color="auto" w:fill="auto"/>
        <w:tabs>
          <w:tab w:val="left" w:pos="7581"/>
        </w:tabs>
        <w:spacing w:after="0" w:line="240" w:lineRule="auto"/>
        <w:ind w:left="5523" w:right="26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городского округа «Город Калининград» </w:t>
      </w:r>
      <w:r>
        <w:rPr>
          <w:rStyle w:val="1pt"/>
          <w:sz w:val="28"/>
          <w:szCs w:val="28"/>
        </w:rPr>
        <w:t xml:space="preserve">от 25 марта </w:t>
      </w:r>
      <w:r>
        <w:rPr>
          <w:sz w:val="28"/>
          <w:szCs w:val="28"/>
        </w:rPr>
        <w:t>2015 г. № 534</w:t>
      </w:r>
    </w:p>
    <w:p w:rsidR="00A10260" w:rsidRDefault="00A10260" w:rsidP="00475E1C">
      <w:pPr>
        <w:pStyle w:val="1"/>
        <w:shd w:val="clear" w:color="auto" w:fill="auto"/>
        <w:spacing w:after="603" w:line="260" w:lineRule="exact"/>
        <w:ind w:firstLine="640"/>
        <w:jc w:val="left"/>
        <w:rPr>
          <w:sz w:val="28"/>
          <w:szCs w:val="28"/>
        </w:rPr>
      </w:pPr>
    </w:p>
    <w:p w:rsidR="00A10260" w:rsidRDefault="00A10260" w:rsidP="002274B8">
      <w:pPr>
        <w:pStyle w:val="1"/>
        <w:shd w:val="clear" w:color="auto" w:fill="auto"/>
        <w:spacing w:after="603" w:line="260" w:lineRule="exact"/>
        <w:ind w:firstLine="640"/>
        <w:rPr>
          <w:sz w:val="28"/>
          <w:szCs w:val="28"/>
        </w:rPr>
      </w:pPr>
      <w:r>
        <w:rPr>
          <w:sz w:val="28"/>
          <w:szCs w:val="28"/>
        </w:rPr>
        <w:t>Расчет платы за размещение объекта мелкорозничной торговли (лотка) для реализации свежей рыбы</w:t>
      </w:r>
    </w:p>
    <w:p w:rsidR="00A10260" w:rsidRDefault="00A10260" w:rsidP="00F00F2C">
      <w:pPr>
        <w:pStyle w:val="1"/>
        <w:shd w:val="clear" w:color="auto" w:fill="auto"/>
        <w:spacing w:after="0" w:line="240" w:lineRule="auto"/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Расчет платы за размещение объекта мелкорозничной торговли (лотка) для реализации свежей рыбы за один день торговли определяется по формуле:</w:t>
      </w:r>
    </w:p>
    <w:p w:rsidR="00A10260" w:rsidRDefault="00A10260" w:rsidP="00F00F2C">
      <w:pPr>
        <w:pStyle w:val="1"/>
        <w:shd w:val="clear" w:color="auto" w:fill="auto"/>
        <w:spacing w:after="0" w:line="240" w:lineRule="auto"/>
        <w:ind w:firstLine="6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 = Сб/365*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*</w:t>
      </w:r>
      <w:r w:rsidRPr="00392790">
        <w:rPr>
          <w:sz w:val="28"/>
          <w:szCs w:val="28"/>
        </w:rPr>
        <w:t xml:space="preserve"> </w:t>
      </w:r>
      <w:r w:rsidRPr="00937992">
        <w:rPr>
          <w:sz w:val="28"/>
          <w:szCs w:val="28"/>
        </w:rPr>
        <w:t>К</w:t>
      </w:r>
      <w:r w:rsidRPr="00937992">
        <w:rPr>
          <w:sz w:val="28"/>
          <w:szCs w:val="28"/>
          <w:vertAlign w:val="subscript"/>
        </w:rPr>
        <w:t>овд</w:t>
      </w:r>
      <w:r>
        <w:rPr>
          <w:sz w:val="28"/>
          <w:szCs w:val="28"/>
        </w:rPr>
        <w:t>, где</w:t>
      </w:r>
    </w:p>
    <w:p w:rsidR="00A10260" w:rsidRDefault="00A10260" w:rsidP="00F00F2C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Pr="00937992">
        <w:rPr>
          <w:sz w:val="28"/>
          <w:szCs w:val="28"/>
        </w:rPr>
        <w:t>–</w:t>
      </w:r>
      <w:r>
        <w:rPr>
          <w:sz w:val="28"/>
          <w:szCs w:val="28"/>
        </w:rPr>
        <w:t xml:space="preserve"> размер платы за размещение объекта мелкорозничной торговли (лотка)  за один день торговли (руб.);</w:t>
      </w:r>
    </w:p>
    <w:p w:rsidR="00A10260" w:rsidRDefault="00A10260" w:rsidP="00F00F2C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 </w:t>
      </w:r>
      <w:r w:rsidRPr="00937992">
        <w:rPr>
          <w:sz w:val="28"/>
          <w:szCs w:val="28"/>
        </w:rPr>
        <w:t>–</w:t>
      </w:r>
      <w:r>
        <w:rPr>
          <w:sz w:val="28"/>
          <w:szCs w:val="28"/>
        </w:rPr>
        <w:t xml:space="preserve"> средний уровень кадастровой стоимости 1 кв.м земель городского округа «Город Калининград»  за год, рассчитанный в соответствии с группой видов разрешенного использования – 6696,05 руб.;</w:t>
      </w:r>
    </w:p>
    <w:p w:rsidR="00A10260" w:rsidRDefault="00A10260" w:rsidP="00F00F2C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r w:rsidRPr="00937992">
        <w:rPr>
          <w:sz w:val="28"/>
          <w:szCs w:val="28"/>
        </w:rPr>
        <w:t>–</w:t>
      </w:r>
      <w:r>
        <w:rPr>
          <w:sz w:val="28"/>
          <w:szCs w:val="28"/>
        </w:rPr>
        <w:t xml:space="preserve"> площадь объекта – 6 кв.м;</w:t>
      </w:r>
    </w:p>
    <w:p w:rsidR="00A10260" w:rsidRDefault="00A10260" w:rsidP="00F00F2C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937992">
        <w:rPr>
          <w:sz w:val="28"/>
          <w:szCs w:val="28"/>
        </w:rPr>
        <w:t>–</w:t>
      </w:r>
      <w:r>
        <w:rPr>
          <w:sz w:val="28"/>
          <w:szCs w:val="28"/>
        </w:rPr>
        <w:t xml:space="preserve"> коэффициент ассортимента реализуемых товаров (продукции местных товаропроизводителей) – 10;</w:t>
      </w:r>
    </w:p>
    <w:p w:rsidR="00A10260" w:rsidRPr="00937992" w:rsidRDefault="00A10260" w:rsidP="00F00F2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7992">
        <w:rPr>
          <w:rFonts w:ascii="Times New Roman" w:hAnsi="Times New Roman" w:cs="Times New Roman"/>
          <w:sz w:val="28"/>
          <w:szCs w:val="28"/>
        </w:rPr>
        <w:t>К</w:t>
      </w:r>
      <w:r w:rsidRPr="00937992">
        <w:rPr>
          <w:rFonts w:ascii="Times New Roman" w:hAnsi="Times New Roman" w:cs="Times New Roman"/>
          <w:sz w:val="28"/>
          <w:szCs w:val="28"/>
          <w:vertAlign w:val="subscript"/>
        </w:rPr>
        <w:t>овд</w:t>
      </w:r>
      <w:r w:rsidRPr="00937992">
        <w:rPr>
          <w:rFonts w:ascii="Times New Roman" w:hAnsi="Times New Roman" w:cs="Times New Roman"/>
          <w:sz w:val="28"/>
          <w:szCs w:val="28"/>
        </w:rPr>
        <w:t xml:space="preserve"> – коэффициент основного вида деятельности. Устанавливается в размере 0,1. </w:t>
      </w:r>
    </w:p>
    <w:p w:rsidR="00A10260" w:rsidRDefault="00A10260" w:rsidP="00F00F2C">
      <w:pPr>
        <w:pStyle w:val="1"/>
        <w:shd w:val="clear" w:color="auto" w:fill="auto"/>
        <w:spacing w:after="0" w:line="240" w:lineRule="auto"/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А= 6696,05/365*6*10* 0,1 = 110,07 руб.</w:t>
      </w:r>
    </w:p>
    <w:p w:rsidR="00A10260" w:rsidRDefault="00A10260" w:rsidP="002274B8">
      <w:pPr>
        <w:spacing w:after="0"/>
        <w:jc w:val="both"/>
      </w:pPr>
    </w:p>
    <w:p w:rsidR="00A10260" w:rsidRDefault="00A10260" w:rsidP="002274B8">
      <w:pPr>
        <w:spacing w:after="0"/>
        <w:jc w:val="both"/>
      </w:pPr>
    </w:p>
    <w:sectPr w:rsidR="00A10260" w:rsidSect="00663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E1C"/>
    <w:rsid w:val="000965B3"/>
    <w:rsid w:val="000B36B7"/>
    <w:rsid w:val="00112DE2"/>
    <w:rsid w:val="00113CF3"/>
    <w:rsid w:val="001E75E9"/>
    <w:rsid w:val="002252C8"/>
    <w:rsid w:val="002274B8"/>
    <w:rsid w:val="0035169F"/>
    <w:rsid w:val="00392790"/>
    <w:rsid w:val="00402D4D"/>
    <w:rsid w:val="00411801"/>
    <w:rsid w:val="00475E1C"/>
    <w:rsid w:val="004839AE"/>
    <w:rsid w:val="00486896"/>
    <w:rsid w:val="004C3993"/>
    <w:rsid w:val="005B5355"/>
    <w:rsid w:val="005E086B"/>
    <w:rsid w:val="00600CB1"/>
    <w:rsid w:val="00663D83"/>
    <w:rsid w:val="007363FA"/>
    <w:rsid w:val="007509DD"/>
    <w:rsid w:val="00832309"/>
    <w:rsid w:val="008E7485"/>
    <w:rsid w:val="008F7D03"/>
    <w:rsid w:val="00937992"/>
    <w:rsid w:val="009C6570"/>
    <w:rsid w:val="009D2553"/>
    <w:rsid w:val="00A10260"/>
    <w:rsid w:val="00B45E3F"/>
    <w:rsid w:val="00B93DD6"/>
    <w:rsid w:val="00C56F23"/>
    <w:rsid w:val="00CA7D79"/>
    <w:rsid w:val="00D4089B"/>
    <w:rsid w:val="00D43322"/>
    <w:rsid w:val="00D84BF3"/>
    <w:rsid w:val="00DA6A54"/>
    <w:rsid w:val="00DB7D03"/>
    <w:rsid w:val="00F00F2C"/>
    <w:rsid w:val="00F64796"/>
    <w:rsid w:val="00F718E6"/>
    <w:rsid w:val="00FB7236"/>
    <w:rsid w:val="00FD1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D8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475E1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475E1C"/>
    <w:pPr>
      <w:shd w:val="clear" w:color="auto" w:fill="FFFFFF"/>
      <w:spacing w:after="600" w:line="31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pt">
    <w:name w:val="Основной текст + Интервал 1 pt"/>
    <w:basedOn w:val="a"/>
    <w:uiPriority w:val="99"/>
    <w:rsid w:val="00475E1C"/>
    <w:rPr>
      <w:spacing w:val="30"/>
    </w:rPr>
  </w:style>
  <w:style w:type="paragraph" w:styleId="ListParagraph">
    <w:name w:val="List Paragraph"/>
    <w:basedOn w:val="Normal"/>
    <w:uiPriority w:val="99"/>
    <w:qFormat/>
    <w:rsid w:val="0039279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1</Pages>
  <Words>136</Words>
  <Characters>776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Инна Тимофеевна (ECON-MEDVEDEVA - Медведева)</dc:creator>
  <cp:keywords/>
  <dc:description/>
  <cp:lastModifiedBy>Колесникова Наталья Юрьевна (UIR-NK - Колесникова)</cp:lastModifiedBy>
  <cp:revision>14</cp:revision>
  <cp:lastPrinted>2015-03-30T14:39:00Z</cp:lastPrinted>
  <dcterms:created xsi:type="dcterms:W3CDTF">2014-12-11T15:54:00Z</dcterms:created>
  <dcterms:modified xsi:type="dcterms:W3CDTF">2015-04-02T08:04:00Z</dcterms:modified>
</cp:coreProperties>
</file>