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B9" w:rsidRDefault="00476FB9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76FB9" w:rsidRDefault="00476FB9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76FB9" w:rsidRDefault="00476FB9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76FB9" w:rsidRDefault="00476FB9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476FB9" w:rsidRDefault="00476FB9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22 июня 2016 г. № 883</w:t>
      </w:r>
    </w:p>
    <w:p w:rsidR="00476FB9" w:rsidRPr="004409E6" w:rsidRDefault="00476FB9" w:rsidP="00E23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FB9" w:rsidRDefault="00476FB9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76FB9" w:rsidRDefault="00476FB9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476FB9" w:rsidRPr="002E1B7C" w:rsidRDefault="00476FB9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476FB9" w:rsidRPr="00635CD1" w:rsidRDefault="00476FB9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476FB9" w:rsidRPr="00635CD1" w:rsidRDefault="00476FB9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476FB9" w:rsidRPr="006E6A26" w:rsidRDefault="00476FB9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76FB9" w:rsidRPr="00C44976" w:rsidRDefault="00476FB9" w:rsidP="00C44976">
      <w:pPr>
        <w:spacing w:after="0" w:line="240" w:lineRule="auto"/>
        <w:rPr>
          <w:sz w:val="2"/>
          <w:szCs w:val="2"/>
        </w:rPr>
      </w:pPr>
    </w:p>
    <w:p w:rsidR="00476FB9" w:rsidRPr="0094486F" w:rsidRDefault="00476FB9" w:rsidP="0094486F">
      <w:pPr>
        <w:spacing w:after="0" w:line="240" w:lineRule="auto"/>
        <w:rPr>
          <w:sz w:val="2"/>
          <w:szCs w:val="2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1125"/>
        <w:gridCol w:w="4192"/>
        <w:gridCol w:w="2268"/>
        <w:gridCol w:w="1236"/>
        <w:gridCol w:w="1063"/>
        <w:gridCol w:w="1063"/>
        <w:gridCol w:w="1064"/>
        <w:gridCol w:w="1064"/>
        <w:gridCol w:w="1134"/>
        <w:gridCol w:w="1134"/>
      </w:tblGrid>
      <w:tr w:rsidR="00476FB9" w:rsidRPr="00542FC9">
        <w:trPr>
          <w:cantSplit/>
          <w:tblHeader/>
          <w:jc w:val="center"/>
        </w:trPr>
        <w:tc>
          <w:tcPr>
            <w:tcW w:w="1125" w:type="dxa"/>
          </w:tcPr>
          <w:p w:rsidR="00476FB9" w:rsidRPr="00542FC9" w:rsidRDefault="00476FB9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476FB9" w:rsidRPr="00542FC9" w:rsidRDefault="00476FB9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92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показателя, ведомственной целевой программы, мероприятия</w:t>
            </w:r>
          </w:p>
        </w:tc>
        <w:tc>
          <w:tcPr>
            <w:tcW w:w="2268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1236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063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  <w:tc>
          <w:tcPr>
            <w:tcW w:w="1063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064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064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</w:tcPr>
          <w:p w:rsidR="00476FB9" w:rsidRPr="00542FC9" w:rsidRDefault="00476FB9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476FB9" w:rsidRPr="00542FC9" w:rsidRDefault="00476FB9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476FB9" w:rsidRPr="00542FC9" w:rsidRDefault="00476FB9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</w:tbl>
    <w:p w:rsidR="00476FB9" w:rsidRPr="00B6450B" w:rsidRDefault="00476FB9" w:rsidP="00B6450B">
      <w:pPr>
        <w:spacing w:after="0" w:line="240" w:lineRule="auto"/>
        <w:rPr>
          <w:sz w:val="2"/>
          <w:szCs w:val="2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1113"/>
        <w:gridCol w:w="4137"/>
        <w:gridCol w:w="2360"/>
        <w:gridCol w:w="1222"/>
        <w:gridCol w:w="1050"/>
        <w:gridCol w:w="1050"/>
        <w:gridCol w:w="1120"/>
        <w:gridCol w:w="1051"/>
        <w:gridCol w:w="1120"/>
        <w:gridCol w:w="1120"/>
      </w:tblGrid>
      <w:tr w:rsidR="00476FB9" w:rsidRPr="00542FC9">
        <w:trPr>
          <w:cantSplit/>
          <w:tblHeader/>
          <w:jc w:val="center"/>
        </w:trPr>
        <w:tc>
          <w:tcPr>
            <w:tcW w:w="1113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7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0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0" w:type="dxa"/>
          </w:tcPr>
          <w:p w:rsidR="00476FB9" w:rsidRPr="00542FC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76FB9" w:rsidRPr="00797386">
        <w:trPr>
          <w:cantSplit/>
          <w:trHeight w:val="726"/>
          <w:jc w:val="center"/>
        </w:trPr>
        <w:tc>
          <w:tcPr>
            <w:tcW w:w="15343" w:type="dxa"/>
            <w:gridSpan w:val="10"/>
            <w:vAlign w:val="center"/>
          </w:tcPr>
          <w:p w:rsidR="00476FB9" w:rsidRDefault="00476FB9" w:rsidP="004409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О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>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и подростков в каникулярное время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F730E3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497" w:type="dxa"/>
            <w:gridSpan w:val="2"/>
          </w:tcPr>
          <w:p w:rsidR="00476FB9" w:rsidRPr="00DC7294" w:rsidRDefault="00476FB9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по программам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1222" w:type="dxa"/>
          </w:tcPr>
          <w:p w:rsidR="00476FB9" w:rsidRPr="00797386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2E1B7C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1050" w:type="dxa"/>
          </w:tcPr>
          <w:p w:rsidR="00476FB9" w:rsidRPr="002E1B7C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476FB9" w:rsidRPr="002E1B7C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051" w:type="dxa"/>
          </w:tcPr>
          <w:p w:rsidR="00476FB9" w:rsidRPr="002E1B7C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476FB9" w:rsidRPr="002E1B7C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476FB9" w:rsidRPr="002E1B7C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vMerge w:val="restart"/>
          </w:tcPr>
          <w:p w:rsidR="00476FB9" w:rsidRPr="00F730E3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137" w:type="dxa"/>
            <w:vMerge w:val="restart"/>
          </w:tcPr>
          <w:p w:rsidR="00476FB9" w:rsidRPr="00F730E3" w:rsidRDefault="00476FB9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образования, присмотр и уход за детьми</w:t>
            </w:r>
          </w:p>
        </w:tc>
        <w:tc>
          <w:tcPr>
            <w:tcW w:w="2360" w:type="dxa"/>
          </w:tcPr>
          <w:p w:rsidR="00476FB9" w:rsidRPr="00BE1429" w:rsidRDefault="00476FB9" w:rsidP="00C969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29">
              <w:rPr>
                <w:rFonts w:ascii="Times New Roman" w:hAnsi="Times New Roman" w:cs="Times New Roman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222" w:type="dxa"/>
          </w:tcPr>
          <w:p w:rsidR="00476FB9" w:rsidRPr="00945377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471DFF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050" w:type="dxa"/>
          </w:tcPr>
          <w:p w:rsidR="00476FB9" w:rsidRPr="00471DFF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20" w:type="dxa"/>
          </w:tcPr>
          <w:p w:rsidR="00476FB9" w:rsidRPr="00471DFF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476FB9" w:rsidRPr="00471DFF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Pr="00471DFF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Pr="00471DFF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vMerge/>
          </w:tcPr>
          <w:p w:rsidR="00476FB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476FB9" w:rsidRDefault="00476FB9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BE1429" w:rsidRDefault="00476FB9" w:rsidP="00C969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1429">
              <w:rPr>
                <w:rFonts w:ascii="Times New Roman" w:hAnsi="Times New Roman" w:cs="Times New Roman"/>
              </w:rPr>
              <w:t xml:space="preserve">Доля детей в возрасте </w:t>
            </w:r>
          </w:p>
          <w:p w:rsidR="00476FB9" w:rsidRPr="00BE1429" w:rsidRDefault="00476FB9" w:rsidP="00E0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1429">
              <w:rPr>
                <w:rFonts w:ascii="Times New Roman" w:hAnsi="Times New Roman" w:cs="Times New Roman"/>
              </w:rPr>
              <w:t>от 2 месяцев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</w:p>
        </w:tc>
        <w:tc>
          <w:tcPr>
            <w:tcW w:w="1222" w:type="dxa"/>
          </w:tcPr>
          <w:p w:rsidR="00476FB9" w:rsidRPr="00945377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E54E4D" w:rsidRDefault="00476FB9" w:rsidP="00A05CED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1050" w:type="dxa"/>
          </w:tcPr>
          <w:p w:rsidR="00476FB9" w:rsidRPr="00E54E4D" w:rsidRDefault="00476FB9" w:rsidP="00A05CED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72,5</w:t>
            </w:r>
          </w:p>
        </w:tc>
        <w:tc>
          <w:tcPr>
            <w:tcW w:w="1120" w:type="dxa"/>
          </w:tcPr>
          <w:p w:rsidR="00476FB9" w:rsidRPr="002E1B7C" w:rsidRDefault="00476FB9" w:rsidP="00E03C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051" w:type="dxa"/>
          </w:tcPr>
          <w:p w:rsidR="00476FB9" w:rsidRPr="002E1B7C" w:rsidRDefault="00476FB9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20" w:type="dxa"/>
          </w:tcPr>
          <w:p w:rsidR="00476FB9" w:rsidRPr="002E1B7C" w:rsidRDefault="00476FB9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120" w:type="dxa"/>
          </w:tcPr>
          <w:p w:rsidR="00476FB9" w:rsidRPr="002E1B7C" w:rsidRDefault="00476FB9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137" w:type="dxa"/>
          </w:tcPr>
          <w:p w:rsidR="00476FB9" w:rsidRPr="00F730E3" w:rsidRDefault="00476FB9" w:rsidP="009B18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476FB9" w:rsidRPr="00F730E3" w:rsidRDefault="00476FB9" w:rsidP="009B18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FB4457" w:rsidRDefault="00476FB9" w:rsidP="009B18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</w:t>
            </w:r>
          </w:p>
        </w:tc>
        <w:tc>
          <w:tcPr>
            <w:tcW w:w="1222" w:type="dxa"/>
          </w:tcPr>
          <w:p w:rsidR="00476FB9" w:rsidRPr="00945377" w:rsidRDefault="00476FB9" w:rsidP="009B18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945377" w:rsidRDefault="00476FB9" w:rsidP="009B18D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050" w:type="dxa"/>
          </w:tcPr>
          <w:p w:rsidR="00476FB9" w:rsidRPr="00090688" w:rsidRDefault="00476FB9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476FB9" w:rsidRPr="00090688" w:rsidRDefault="00476FB9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051" w:type="dxa"/>
          </w:tcPr>
          <w:p w:rsidR="00476FB9" w:rsidRPr="00090688" w:rsidRDefault="00476FB9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476FB9" w:rsidRPr="00090688" w:rsidRDefault="00476FB9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476FB9" w:rsidRPr="00471DFF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88">
              <w:rPr>
                <w:rStyle w:val="111"/>
                <w:sz w:val="26"/>
                <w:szCs w:val="26"/>
                <w:lang w:eastAsia="ru-RU"/>
              </w:rPr>
              <w:t>3,6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97" w:type="dxa"/>
            <w:gridSpan w:val="2"/>
          </w:tcPr>
          <w:p w:rsidR="00476FB9" w:rsidRPr="006D7E85" w:rsidRDefault="00476FB9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и подростков в возрасте 7-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>15 лет, не обучающихся в общеобразовательных учреждениях, в общей численности детей и подростков данного возраста</w:t>
            </w:r>
          </w:p>
        </w:tc>
        <w:tc>
          <w:tcPr>
            <w:tcW w:w="1222" w:type="dxa"/>
          </w:tcPr>
          <w:p w:rsidR="00476FB9" w:rsidRPr="00945377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945377" w:rsidRDefault="00476FB9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0" w:type="dxa"/>
          </w:tcPr>
          <w:p w:rsidR="00476FB9" w:rsidRPr="00945377" w:rsidRDefault="00476FB9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0" w:type="dxa"/>
          </w:tcPr>
          <w:p w:rsidR="00476FB9" w:rsidRPr="00945377" w:rsidRDefault="00476FB9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1" w:type="dxa"/>
          </w:tcPr>
          <w:p w:rsidR="00476FB9" w:rsidRPr="00945377" w:rsidRDefault="00476FB9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0" w:type="dxa"/>
          </w:tcPr>
          <w:p w:rsidR="00476FB9" w:rsidRPr="00945377" w:rsidRDefault="00476FB9" w:rsidP="003D5C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</w:tcPr>
          <w:p w:rsidR="00476FB9" w:rsidRPr="00945377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F730E3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137" w:type="dxa"/>
          </w:tcPr>
          <w:p w:rsidR="00476FB9" w:rsidRPr="00F730E3" w:rsidRDefault="00476FB9" w:rsidP="00F7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дополнительных общеобразовательных общеразвивающих программ</w:t>
            </w:r>
          </w:p>
        </w:tc>
        <w:tc>
          <w:tcPr>
            <w:tcW w:w="2360" w:type="dxa"/>
          </w:tcPr>
          <w:p w:rsidR="00476FB9" w:rsidRPr="00F730E3" w:rsidRDefault="00476FB9" w:rsidP="006F77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08B5">
              <w:rPr>
                <w:rFonts w:ascii="Times New Roman" w:hAnsi="Times New Roman" w:cs="Times New Roman"/>
                <w:color w:val="000000"/>
              </w:rPr>
              <w:t xml:space="preserve">Удельный вес </w:t>
            </w:r>
            <w:r>
              <w:rPr>
                <w:rFonts w:ascii="Times New Roman" w:hAnsi="Times New Roman" w:cs="Times New Roman"/>
                <w:color w:val="000000"/>
              </w:rPr>
              <w:t>выпускников 9-х классов, не получивших аттестаты об основном общем образовании</w:t>
            </w:r>
          </w:p>
        </w:tc>
        <w:tc>
          <w:tcPr>
            <w:tcW w:w="1222" w:type="dxa"/>
          </w:tcPr>
          <w:p w:rsidR="00476FB9" w:rsidRPr="00945377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AE0513" w:rsidRDefault="00476FB9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50" w:type="dxa"/>
          </w:tcPr>
          <w:p w:rsidR="00476FB9" w:rsidRPr="00AE0513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120" w:type="dxa"/>
          </w:tcPr>
          <w:p w:rsidR="00476FB9" w:rsidRPr="00AE0513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051" w:type="dxa"/>
          </w:tcPr>
          <w:p w:rsidR="00476FB9" w:rsidRPr="00AE0513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</w:tcPr>
          <w:p w:rsidR="00476FB9" w:rsidRPr="00AE0513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</w:tcPr>
          <w:p w:rsidR="00476FB9" w:rsidRPr="00AE0513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F730E3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476FB9" w:rsidRPr="00F730E3" w:rsidRDefault="00476FB9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F730E3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7A22">
              <w:rPr>
                <w:rFonts w:ascii="Times New Roman" w:hAnsi="Times New Roman" w:cs="Times New Roman"/>
                <w:color w:val="000000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222" w:type="dxa"/>
          </w:tcPr>
          <w:p w:rsidR="00476FB9" w:rsidRPr="00945377" w:rsidRDefault="00476FB9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1D7A22" w:rsidRDefault="00476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050" w:type="dxa"/>
          </w:tcPr>
          <w:p w:rsidR="00476FB9" w:rsidRPr="001D7A22" w:rsidRDefault="00476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98,96</w:t>
            </w:r>
          </w:p>
        </w:tc>
        <w:tc>
          <w:tcPr>
            <w:tcW w:w="1120" w:type="dxa"/>
          </w:tcPr>
          <w:p w:rsidR="00476FB9" w:rsidRPr="001D7A22" w:rsidRDefault="00476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051" w:type="dxa"/>
          </w:tcPr>
          <w:p w:rsidR="00476FB9" w:rsidRPr="001D7A22" w:rsidRDefault="00476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120" w:type="dxa"/>
          </w:tcPr>
          <w:p w:rsidR="00476FB9" w:rsidRPr="001D7A22" w:rsidRDefault="00476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20" w:type="dxa"/>
          </w:tcPr>
          <w:p w:rsidR="00476FB9" w:rsidRPr="001D7A22" w:rsidRDefault="00476FB9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DC2E6A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137" w:type="dxa"/>
          </w:tcPr>
          <w:p w:rsidR="00476FB9" w:rsidRPr="00DC2E6A" w:rsidRDefault="00476FB9" w:rsidP="00EA31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479F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360" w:type="dxa"/>
          </w:tcPr>
          <w:p w:rsidR="00476FB9" w:rsidRPr="00DC2E6A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 в муниципальных общеобразовательных учреждениях в возрасте 7-18 лет, состоящих на учете в комиссии по делам несовершеннолетних и защите их прав, от общей численности обучающихся  в муниципальных общеобразовательных учреждениях</w:t>
            </w:r>
          </w:p>
        </w:tc>
        <w:tc>
          <w:tcPr>
            <w:tcW w:w="1222" w:type="dxa"/>
          </w:tcPr>
          <w:p w:rsidR="00476FB9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50" w:type="dxa"/>
          </w:tcPr>
          <w:p w:rsidR="00476FB9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120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051" w:type="dxa"/>
          </w:tcPr>
          <w:p w:rsidR="00476FB9" w:rsidRDefault="00476FB9" w:rsidP="00EA31B7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0" w:type="dxa"/>
          </w:tcPr>
          <w:p w:rsidR="00476FB9" w:rsidRDefault="00476FB9" w:rsidP="00EA31B7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0" w:type="dxa"/>
          </w:tcPr>
          <w:p w:rsidR="00476FB9" w:rsidRDefault="00476FB9" w:rsidP="00EA31B7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F730E3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137" w:type="dxa"/>
          </w:tcPr>
          <w:p w:rsidR="00476FB9" w:rsidRPr="00F730E3" w:rsidRDefault="00476FB9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2360" w:type="dxa"/>
          </w:tcPr>
          <w:p w:rsidR="00476FB9" w:rsidRPr="00F730E3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детей, прошедших реабилитацию в центре «МОСТ»</w:t>
            </w:r>
          </w:p>
        </w:tc>
        <w:tc>
          <w:tcPr>
            <w:tcW w:w="1222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1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1F1D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137" w:type="dxa"/>
          </w:tcPr>
          <w:p w:rsidR="00476FB9" w:rsidRPr="00654E14" w:rsidRDefault="00476FB9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овершенствовани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питания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проектов 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2360" w:type="dxa"/>
          </w:tcPr>
          <w:p w:rsidR="00476FB9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476FB9" w:rsidRPr="00654E14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222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945377" w:rsidRDefault="00476FB9" w:rsidP="00F075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050" w:type="dxa"/>
          </w:tcPr>
          <w:p w:rsidR="00476FB9" w:rsidRPr="00B577C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20" w:type="dxa"/>
          </w:tcPr>
          <w:p w:rsidR="00476FB9" w:rsidRPr="00B577C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051" w:type="dxa"/>
          </w:tcPr>
          <w:p w:rsidR="00476FB9" w:rsidRPr="00B577C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120" w:type="dxa"/>
          </w:tcPr>
          <w:p w:rsidR="00476FB9" w:rsidRPr="00B577C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1120" w:type="dxa"/>
          </w:tcPr>
          <w:p w:rsidR="00476FB9" w:rsidRPr="00B577C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497" w:type="dxa"/>
            <w:gridSpan w:val="2"/>
          </w:tcPr>
          <w:p w:rsidR="00476FB9" w:rsidRPr="00654E14" w:rsidRDefault="00476FB9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 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 численности детей и молодежи 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5-18 лет</w:t>
            </w:r>
          </w:p>
        </w:tc>
        <w:tc>
          <w:tcPr>
            <w:tcW w:w="1222" w:type="dxa"/>
          </w:tcPr>
          <w:p w:rsidR="00476FB9" w:rsidRPr="00FB589F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FB589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1050" w:type="dxa"/>
          </w:tcPr>
          <w:p w:rsidR="00476FB9" w:rsidRPr="00FB589F" w:rsidRDefault="00476FB9" w:rsidP="006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</w:tcPr>
          <w:p w:rsidR="00476FB9" w:rsidRPr="00FB589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1" w:type="dxa"/>
          </w:tcPr>
          <w:p w:rsidR="00476FB9" w:rsidRPr="00FB589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0" w:type="dxa"/>
          </w:tcPr>
          <w:p w:rsidR="00476FB9" w:rsidRPr="00FB589F" w:rsidRDefault="00476FB9" w:rsidP="006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476FB9" w:rsidRPr="00FB589F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4137" w:type="dxa"/>
          </w:tcPr>
          <w:p w:rsidR="00476FB9" w:rsidRPr="00F730E3" w:rsidRDefault="00476FB9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общеобразовательных общеразвивающих программ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0" w:type="dxa"/>
          </w:tcPr>
          <w:p w:rsidR="00476FB9" w:rsidRPr="00E15757" w:rsidRDefault="00476FB9" w:rsidP="009931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29">
              <w:rPr>
                <w:rFonts w:ascii="Times New Roman" w:hAnsi="Times New Roman" w:cs="Times New Roman"/>
                <w:color w:val="000000"/>
              </w:rPr>
              <w:t>Количество детей, охваченных образовательными программами дополнительного образования</w:t>
            </w:r>
          </w:p>
          <w:p w:rsidR="00476FB9" w:rsidRPr="00E1575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2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37 652</w:t>
            </w:r>
          </w:p>
        </w:tc>
        <w:tc>
          <w:tcPr>
            <w:tcW w:w="105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38 297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39 767</w:t>
            </w:r>
          </w:p>
        </w:tc>
        <w:tc>
          <w:tcPr>
            <w:tcW w:w="1051" w:type="dxa"/>
          </w:tcPr>
          <w:p w:rsidR="00476FB9" w:rsidRPr="00945377" w:rsidRDefault="00476FB9" w:rsidP="006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41 444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43 260</w:t>
            </w:r>
          </w:p>
        </w:tc>
        <w:tc>
          <w:tcPr>
            <w:tcW w:w="1120" w:type="dxa"/>
          </w:tcPr>
          <w:p w:rsidR="00476FB9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43 260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F730E3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497" w:type="dxa"/>
            <w:gridSpan w:val="2"/>
          </w:tcPr>
          <w:p w:rsidR="00476FB9" w:rsidRPr="00F730E3" w:rsidRDefault="00476FB9" w:rsidP="00F075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использующих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инновационны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технологии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реализующих образовательные проекты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в муниципальной системе образования</w:t>
            </w:r>
          </w:p>
        </w:tc>
        <w:tc>
          <w:tcPr>
            <w:tcW w:w="1222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05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2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051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0" w:type="dxa"/>
          </w:tcPr>
          <w:p w:rsidR="00476FB9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vMerge w:val="restart"/>
          </w:tcPr>
          <w:p w:rsidR="00476FB9" w:rsidRPr="0068223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137" w:type="dxa"/>
            <w:vMerge w:val="restart"/>
          </w:tcPr>
          <w:p w:rsidR="00476FB9" w:rsidRPr="00E15757" w:rsidRDefault="00476FB9" w:rsidP="00426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757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  <w:tc>
          <w:tcPr>
            <w:tcW w:w="2360" w:type="dxa"/>
          </w:tcPr>
          <w:p w:rsidR="00476FB9" w:rsidRPr="00682239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239"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учреждений, получивших информационно-техническую поддержку</w:t>
            </w:r>
          </w:p>
        </w:tc>
        <w:tc>
          <w:tcPr>
            <w:tcW w:w="1222" w:type="dxa"/>
          </w:tcPr>
          <w:p w:rsidR="00476FB9" w:rsidRPr="00945377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Pr="00945377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Pr="00945377" w:rsidRDefault="00476FB9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vMerge/>
          </w:tcPr>
          <w:p w:rsidR="00476FB9" w:rsidRPr="00682239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476FB9" w:rsidRDefault="00476FB9" w:rsidP="00F07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F730E3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программных продуктов</w:t>
            </w:r>
          </w:p>
        </w:tc>
        <w:tc>
          <w:tcPr>
            <w:tcW w:w="1222" w:type="dxa"/>
          </w:tcPr>
          <w:p w:rsidR="00476FB9" w:rsidRPr="00945377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Pr="00945377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Pr="00945377" w:rsidRDefault="00476FB9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68223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137" w:type="dxa"/>
          </w:tcPr>
          <w:p w:rsidR="00476FB9" w:rsidRPr="00DC7294" w:rsidRDefault="00476FB9" w:rsidP="00F07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360" w:type="dxa"/>
          </w:tcPr>
          <w:p w:rsidR="00476FB9" w:rsidRPr="00E1575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75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476FB9" w:rsidRPr="00E1575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757">
              <w:rPr>
                <w:rFonts w:ascii="Times New Roman" w:hAnsi="Times New Roman" w:cs="Times New Roman"/>
                <w:sz w:val="20"/>
                <w:szCs w:val="20"/>
              </w:rPr>
              <w:t>опорных учреждений</w:t>
            </w:r>
          </w:p>
          <w:p w:rsidR="00476FB9" w:rsidRPr="00E15757" w:rsidRDefault="00476FB9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1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476FB9" w:rsidRPr="00945377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497" w:type="dxa"/>
            <w:gridSpan w:val="2"/>
          </w:tcPr>
          <w:p w:rsidR="00476FB9" w:rsidRPr="006710B7" w:rsidRDefault="00476FB9" w:rsidP="00F075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и патриотическое воспитание</w:t>
            </w: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 подрастающего поколения </w:t>
            </w:r>
          </w:p>
        </w:tc>
        <w:tc>
          <w:tcPr>
            <w:tcW w:w="1222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1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476FB9" w:rsidRPr="00797386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476FB9" w:rsidRDefault="00476FB9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4137" w:type="dxa"/>
          </w:tcPr>
          <w:p w:rsidR="00476FB9" w:rsidRPr="00C968D7" w:rsidRDefault="00476FB9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8D7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360" w:type="dxa"/>
          </w:tcPr>
          <w:p w:rsidR="00476FB9" w:rsidRDefault="00476FB9" w:rsidP="004260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общеобразовательных учреждений, в которых функционируют кадетские классы</w:t>
            </w:r>
          </w:p>
        </w:tc>
        <w:tc>
          <w:tcPr>
            <w:tcW w:w="1222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4137" w:type="dxa"/>
          </w:tcPr>
          <w:p w:rsidR="00476FB9" w:rsidRPr="00DC7294" w:rsidRDefault="00476FB9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60" w:type="dxa"/>
          </w:tcPr>
          <w:p w:rsidR="00476FB9" w:rsidRPr="00DC7294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4137" w:type="dxa"/>
          </w:tcPr>
          <w:p w:rsidR="00476FB9" w:rsidRPr="00DC7294" w:rsidRDefault="00476FB9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60" w:type="dxa"/>
          </w:tcPr>
          <w:p w:rsidR="00476FB9" w:rsidRPr="00DC7294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497" w:type="dxa"/>
            <w:gridSpan w:val="2"/>
          </w:tcPr>
          <w:p w:rsidR="00476FB9" w:rsidRPr="00BF489B" w:rsidRDefault="00476FB9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Удельный вес детей, охваченных отдыхом, оздоровлением и временной занятостью всех форм, к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щему числу детей в возрасте 6-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 xml:space="preserve">18 лет, проживающих на территории 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22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120" w:type="dxa"/>
          </w:tcPr>
          <w:p w:rsidR="00476FB9" w:rsidRPr="00AA37CD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1" w:type="dxa"/>
          </w:tcPr>
          <w:p w:rsidR="00476FB9" w:rsidRPr="00AA37CD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</w:tcPr>
          <w:p w:rsidR="00476FB9" w:rsidRPr="00AA37CD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1120" w:type="dxa"/>
          </w:tcPr>
          <w:p w:rsidR="00476FB9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476FB9" w:rsidRPr="0068223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137" w:type="dxa"/>
            <w:tcBorders>
              <w:bottom w:val="nil"/>
            </w:tcBorders>
          </w:tcPr>
          <w:p w:rsidR="00476FB9" w:rsidRPr="00F730E3" w:rsidRDefault="00476FB9" w:rsidP="00500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7E4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  <w:tc>
          <w:tcPr>
            <w:tcW w:w="2360" w:type="dxa"/>
          </w:tcPr>
          <w:p w:rsidR="00476FB9" w:rsidRPr="00F730E3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различными формами 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, оздоровлени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и занятост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22" w:type="dxa"/>
          </w:tcPr>
          <w:p w:rsidR="00476FB9" w:rsidRPr="00945377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105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46 379</w:t>
            </w:r>
          </w:p>
        </w:tc>
        <w:tc>
          <w:tcPr>
            <w:tcW w:w="1120" w:type="dxa"/>
          </w:tcPr>
          <w:p w:rsidR="00476FB9" w:rsidRPr="00945377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051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46 696</w:t>
            </w:r>
          </w:p>
        </w:tc>
        <w:tc>
          <w:tcPr>
            <w:tcW w:w="112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1120" w:type="dxa"/>
          </w:tcPr>
          <w:p w:rsidR="00476FB9" w:rsidRPr="00945377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476FB9" w:rsidRPr="0068223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476FB9" w:rsidRPr="00F730E3" w:rsidRDefault="00476FB9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937EF9" w:rsidRDefault="00476FB9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A347D">
              <w:rPr>
                <w:rFonts w:ascii="Times New Roman" w:hAnsi="Times New Roman" w:cs="Times New Roman"/>
                <w:sz w:val="20"/>
                <w:szCs w:val="20"/>
              </w:rPr>
              <w:t>Охват детей, находящихся в трудной жизненной ситуации, отдыхом и оздоровлением</w:t>
            </w:r>
          </w:p>
        </w:tc>
        <w:tc>
          <w:tcPr>
            <w:tcW w:w="1222" w:type="dxa"/>
          </w:tcPr>
          <w:p w:rsidR="00476FB9" w:rsidRDefault="00476FB9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Default="00476FB9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050" w:type="dxa"/>
          </w:tcPr>
          <w:p w:rsidR="00476FB9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20" w:type="dxa"/>
          </w:tcPr>
          <w:p w:rsidR="00476FB9" w:rsidRPr="00945377" w:rsidRDefault="00476FB9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051" w:type="dxa"/>
          </w:tcPr>
          <w:p w:rsidR="00476FB9" w:rsidRPr="00945377" w:rsidRDefault="00476FB9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20" w:type="dxa"/>
          </w:tcPr>
          <w:p w:rsidR="00476FB9" w:rsidRPr="00945377" w:rsidRDefault="00476FB9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20" w:type="dxa"/>
          </w:tcPr>
          <w:p w:rsidR="00476FB9" w:rsidRDefault="00476FB9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68223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137" w:type="dxa"/>
          </w:tcPr>
          <w:p w:rsidR="00476FB9" w:rsidRPr="00654E14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360" w:type="dxa"/>
          </w:tcPr>
          <w:p w:rsidR="00476FB9" w:rsidRDefault="0047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 в муниципальных общеобразовательных учреждениях, занимающихся по дополнительным общеобразовательным (общеразвивающим) программам эколого-биологической, туристско-краеведческой и спортивно-оздоровительной направленности, в общей численности обучающихся в муниципальных общеобразовательных учреждениях</w:t>
            </w:r>
          </w:p>
        </w:tc>
        <w:tc>
          <w:tcPr>
            <w:tcW w:w="1222" w:type="dxa"/>
          </w:tcPr>
          <w:p w:rsidR="00476FB9" w:rsidRDefault="0047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Default="0047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050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120" w:type="dxa"/>
          </w:tcPr>
          <w:p w:rsidR="00476FB9" w:rsidRDefault="0047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051" w:type="dxa"/>
          </w:tcPr>
          <w:p w:rsidR="00476FB9" w:rsidRDefault="0047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120" w:type="dxa"/>
          </w:tcPr>
          <w:p w:rsidR="00476FB9" w:rsidRDefault="0047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20" w:type="dxa"/>
          </w:tcPr>
          <w:p w:rsidR="00476FB9" w:rsidRDefault="00476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4137" w:type="dxa"/>
          </w:tcPr>
          <w:p w:rsidR="00476FB9" w:rsidRPr="009B030C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360" w:type="dxa"/>
          </w:tcPr>
          <w:p w:rsidR="00476FB9" w:rsidRPr="00654E14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каникулярное время</w:t>
            </w:r>
          </w:p>
        </w:tc>
        <w:tc>
          <w:tcPr>
            <w:tcW w:w="1222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497" w:type="dxa"/>
            <w:gridSpan w:val="2"/>
          </w:tcPr>
          <w:p w:rsidR="00476FB9" w:rsidRPr="00B91BC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Удовлетворенность населения качеством образовательных услуг</w:t>
            </w:r>
          </w:p>
        </w:tc>
        <w:tc>
          <w:tcPr>
            <w:tcW w:w="1222" w:type="dxa"/>
          </w:tcPr>
          <w:p w:rsidR="00476FB9" w:rsidRPr="00B91BC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B91BC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050" w:type="dxa"/>
          </w:tcPr>
          <w:p w:rsidR="00476FB9" w:rsidRPr="00B91BC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120" w:type="dxa"/>
          </w:tcPr>
          <w:p w:rsidR="00476FB9" w:rsidRPr="00B91BC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051" w:type="dxa"/>
          </w:tcPr>
          <w:p w:rsidR="00476FB9" w:rsidRPr="00B91BC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120" w:type="dxa"/>
          </w:tcPr>
          <w:p w:rsidR="00476FB9" w:rsidRPr="00B91BC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12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</w:tr>
      <w:tr w:rsidR="00476FB9" w:rsidRPr="00797386">
        <w:trPr>
          <w:cantSplit/>
          <w:trHeight w:val="275"/>
          <w:jc w:val="center"/>
        </w:trPr>
        <w:tc>
          <w:tcPr>
            <w:tcW w:w="1113" w:type="dxa"/>
          </w:tcPr>
          <w:p w:rsidR="00476FB9" w:rsidRPr="0068223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4137" w:type="dxa"/>
          </w:tcPr>
          <w:p w:rsidR="00476FB9" w:rsidRPr="000F75B2" w:rsidRDefault="00476FB9" w:rsidP="00937E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360" w:type="dxa"/>
          </w:tcPr>
          <w:p w:rsidR="00476FB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476FB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476FB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476FB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476FB9" w:rsidRPr="000F75B2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222" w:type="dxa"/>
          </w:tcPr>
          <w:p w:rsidR="00476FB9" w:rsidRPr="00945377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  <w:tcBorders>
              <w:bottom w:val="nil"/>
            </w:tcBorders>
          </w:tcPr>
          <w:p w:rsidR="00476FB9" w:rsidRPr="00945377" w:rsidRDefault="00476FB9" w:rsidP="00937EF9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50" w:type="dxa"/>
            <w:tcBorders>
              <w:bottom w:val="nil"/>
            </w:tcBorders>
          </w:tcPr>
          <w:p w:rsidR="00476FB9" w:rsidRPr="00B577CF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120" w:type="dxa"/>
            <w:tcBorders>
              <w:bottom w:val="nil"/>
            </w:tcBorders>
          </w:tcPr>
          <w:p w:rsidR="00476FB9" w:rsidRPr="00B577CF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051" w:type="dxa"/>
            <w:tcBorders>
              <w:bottom w:val="nil"/>
            </w:tcBorders>
          </w:tcPr>
          <w:p w:rsidR="00476FB9" w:rsidRPr="00B577CF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  <w:tcBorders>
              <w:bottom w:val="nil"/>
            </w:tcBorders>
          </w:tcPr>
          <w:p w:rsidR="00476FB9" w:rsidRPr="00B577CF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  <w:tcBorders>
              <w:bottom w:val="nil"/>
            </w:tcBorders>
          </w:tcPr>
          <w:p w:rsidR="00476FB9" w:rsidRPr="00B577CF" w:rsidRDefault="00476FB9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476FB9" w:rsidRPr="00797386">
        <w:trPr>
          <w:cantSplit/>
          <w:trHeight w:val="275"/>
          <w:jc w:val="center"/>
        </w:trPr>
        <w:tc>
          <w:tcPr>
            <w:tcW w:w="1113" w:type="dxa"/>
            <w:vMerge w:val="restart"/>
          </w:tcPr>
          <w:p w:rsidR="00476FB9" w:rsidRPr="0068223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4137" w:type="dxa"/>
            <w:vMerge w:val="restart"/>
          </w:tcPr>
          <w:p w:rsidR="00476FB9" w:rsidRPr="000F75B2" w:rsidRDefault="00476FB9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360" w:type="dxa"/>
          </w:tcPr>
          <w:p w:rsidR="00476FB9" w:rsidRPr="008B5B3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балл ЕГЭ:</w:t>
            </w:r>
          </w:p>
        </w:tc>
        <w:tc>
          <w:tcPr>
            <w:tcW w:w="1222" w:type="dxa"/>
            <w:vMerge w:val="restart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50" w:type="dxa"/>
            <w:tcBorders>
              <w:bottom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bottom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trHeight w:val="275"/>
          <w:jc w:val="center"/>
        </w:trPr>
        <w:tc>
          <w:tcPr>
            <w:tcW w:w="1113" w:type="dxa"/>
            <w:vMerge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476FB9" w:rsidRPr="000F75B2" w:rsidRDefault="00476FB9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математике</w:t>
            </w:r>
          </w:p>
        </w:tc>
        <w:tc>
          <w:tcPr>
            <w:tcW w:w="1222" w:type="dxa"/>
            <w:vMerge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50" w:type="dxa"/>
            <w:tcBorders>
              <w:top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20" w:type="dxa"/>
            <w:tcBorders>
              <w:top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051" w:type="dxa"/>
            <w:tcBorders>
              <w:top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20" w:type="dxa"/>
            <w:tcBorders>
              <w:top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20" w:type="dxa"/>
            <w:tcBorders>
              <w:top w:val="nil"/>
            </w:tcBorders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476FB9" w:rsidRPr="00797386">
        <w:trPr>
          <w:cantSplit/>
          <w:trHeight w:val="275"/>
          <w:jc w:val="center"/>
        </w:trPr>
        <w:tc>
          <w:tcPr>
            <w:tcW w:w="1113" w:type="dxa"/>
            <w:vMerge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476FB9" w:rsidRPr="000F75B2" w:rsidRDefault="00476FB9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русскому языку</w:t>
            </w:r>
          </w:p>
        </w:tc>
        <w:tc>
          <w:tcPr>
            <w:tcW w:w="1222" w:type="dxa"/>
            <w:vMerge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050" w:type="dxa"/>
          </w:tcPr>
          <w:p w:rsidR="00476FB9" w:rsidRPr="00B577C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120" w:type="dxa"/>
          </w:tcPr>
          <w:p w:rsidR="00476FB9" w:rsidRPr="00B577CF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051" w:type="dxa"/>
          </w:tcPr>
          <w:p w:rsidR="00476FB9" w:rsidRPr="00B577CF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120" w:type="dxa"/>
          </w:tcPr>
          <w:p w:rsidR="00476FB9" w:rsidRPr="00B577CF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120" w:type="dxa"/>
          </w:tcPr>
          <w:p w:rsidR="00476FB9" w:rsidRPr="00B577CF" w:rsidRDefault="00476FB9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4137" w:type="dxa"/>
          </w:tcPr>
          <w:p w:rsidR="00476FB9" w:rsidRPr="000F75B2" w:rsidRDefault="00476FB9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36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</w:p>
          <w:p w:rsidR="00476FB9" w:rsidRPr="000F75B2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по различным </w:t>
            </w:r>
            <w:r>
              <w:rPr>
                <w:rFonts w:ascii="Times New Roman" w:hAnsi="Times New Roman" w:cs="Times New Roman"/>
                <w:color w:val="000000"/>
              </w:rPr>
              <w:t>уровням</w:t>
            </w:r>
            <w:r w:rsidRPr="000F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общего </w:t>
            </w:r>
            <w:r w:rsidRPr="000F75B2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1222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50" w:type="dxa"/>
          </w:tcPr>
          <w:p w:rsidR="00476FB9" w:rsidRPr="0094537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Pr="00945377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4137" w:type="dxa"/>
          </w:tcPr>
          <w:p w:rsidR="00476FB9" w:rsidRPr="008939DF" w:rsidRDefault="00476FB9" w:rsidP="002546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360" w:type="dxa"/>
          </w:tcPr>
          <w:p w:rsidR="00476FB9" w:rsidRPr="008939D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информационно-аналитических материалов, методических рекомендаций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137" w:type="dxa"/>
          </w:tcPr>
          <w:p w:rsidR="00476FB9" w:rsidRPr="008939DF" w:rsidRDefault="00476FB9" w:rsidP="002546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2360" w:type="dxa"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222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050" w:type="dxa"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  <w:tc>
          <w:tcPr>
            <w:tcW w:w="1050" w:type="dxa"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Совершенствование</w:t>
            </w:r>
            <w:r w:rsidRPr="001D316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выявления, развития и адресной поддержки одаренных детей в различных областях деятельности</w:t>
            </w:r>
          </w:p>
        </w:tc>
      </w:tr>
      <w:tr w:rsidR="00476FB9">
        <w:trPr>
          <w:cantSplit/>
          <w:jc w:val="center"/>
        </w:trPr>
        <w:tc>
          <w:tcPr>
            <w:tcW w:w="1113" w:type="dxa"/>
          </w:tcPr>
          <w:p w:rsidR="00476FB9" w:rsidRDefault="00476FB9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97" w:type="dxa"/>
            <w:gridSpan w:val="2"/>
          </w:tcPr>
          <w:p w:rsidR="00476FB9" w:rsidRPr="00682239" w:rsidRDefault="00476FB9" w:rsidP="00937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учащихся муниципальных образовательных учреждений, достигших значительных результатов в различных направлениях деятельности</w:t>
            </w:r>
          </w:p>
        </w:tc>
        <w:tc>
          <w:tcPr>
            <w:tcW w:w="1222" w:type="dxa"/>
          </w:tcPr>
          <w:p w:rsidR="00476FB9" w:rsidRPr="00797386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050" w:type="dxa"/>
          </w:tcPr>
          <w:p w:rsidR="00476FB9" w:rsidRPr="00797386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50" w:type="dxa"/>
          </w:tcPr>
          <w:p w:rsidR="00476FB9" w:rsidRPr="00797386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476FB9" w:rsidRPr="00797386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51" w:type="dxa"/>
          </w:tcPr>
          <w:p w:rsidR="00476FB9" w:rsidRPr="00797386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476FB9" w:rsidRPr="00797386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476FB9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476FB9" w:rsidRPr="004A208D">
        <w:trPr>
          <w:cantSplit/>
          <w:jc w:val="center"/>
        </w:trPr>
        <w:tc>
          <w:tcPr>
            <w:tcW w:w="1113" w:type="dxa"/>
          </w:tcPr>
          <w:p w:rsidR="00476FB9" w:rsidRDefault="00476FB9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137" w:type="dxa"/>
          </w:tcPr>
          <w:p w:rsidR="00476FB9" w:rsidRPr="00ED0263" w:rsidRDefault="00476FB9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города Калининграда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  <w:tc>
          <w:tcPr>
            <w:tcW w:w="2360" w:type="dxa"/>
          </w:tcPr>
          <w:p w:rsidR="00476FB9" w:rsidRPr="00ED0263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22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1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76FB9" w:rsidRPr="004A208D">
        <w:trPr>
          <w:cantSplit/>
          <w:jc w:val="center"/>
        </w:trPr>
        <w:tc>
          <w:tcPr>
            <w:tcW w:w="1113" w:type="dxa"/>
          </w:tcPr>
          <w:p w:rsidR="00476FB9" w:rsidRDefault="00476FB9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137" w:type="dxa"/>
          </w:tcPr>
          <w:p w:rsidR="00476FB9" w:rsidRPr="00ED0263" w:rsidRDefault="00476FB9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  <w:tc>
          <w:tcPr>
            <w:tcW w:w="2360" w:type="dxa"/>
          </w:tcPr>
          <w:p w:rsidR="00476FB9" w:rsidRPr="00797386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D0263">
              <w:rPr>
                <w:rFonts w:ascii="Times New Roman" w:hAnsi="Times New Roman" w:cs="Times New Roman"/>
              </w:rPr>
              <w:t xml:space="preserve">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22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476FB9" w:rsidRPr="004A208D" w:rsidRDefault="00476FB9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97" w:type="dxa"/>
            <w:gridSpan w:val="2"/>
          </w:tcPr>
          <w:p w:rsidR="00476FB9" w:rsidRPr="00797386" w:rsidRDefault="00476FB9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63,5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63,7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64,0</w:t>
            </w:r>
          </w:p>
        </w:tc>
        <w:tc>
          <w:tcPr>
            <w:tcW w:w="1051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682239" w:rsidRDefault="00476FB9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137" w:type="dxa"/>
          </w:tcPr>
          <w:p w:rsidR="00476FB9" w:rsidRPr="00725EC7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7E4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  <w:tc>
          <w:tcPr>
            <w:tcW w:w="2360" w:type="dxa"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</w:t>
            </w:r>
          </w:p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</w:p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476FB9" w:rsidRPr="007A4A5F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56,0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57,0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58,0</w:t>
            </w:r>
          </w:p>
        </w:tc>
        <w:tc>
          <w:tcPr>
            <w:tcW w:w="1051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  <w:r w:rsidRPr="004A208D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  <w:r w:rsidRPr="004A208D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682239" w:rsidRDefault="00476FB9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137" w:type="dxa"/>
          </w:tcPr>
          <w:p w:rsidR="00476FB9" w:rsidRPr="00725EC7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360" w:type="dxa"/>
          </w:tcPr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щихся образовательных учреждений, участвующих </w:t>
            </w:r>
          </w:p>
          <w:p w:rsidR="00476FB9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476FB9" w:rsidRPr="00725EC7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051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4137" w:type="dxa"/>
          </w:tcPr>
          <w:p w:rsidR="00476FB9" w:rsidRPr="00A206E6" w:rsidRDefault="00476FB9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2360" w:type="dxa"/>
          </w:tcPr>
          <w:p w:rsidR="00476FB9" w:rsidRPr="002913B4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</w:t>
            </w:r>
            <w:r>
              <w:rPr>
                <w:rFonts w:ascii="Times New Roman" w:hAnsi="Times New Roman" w:cs="Times New Roman"/>
              </w:rPr>
              <w:t>уча</w:t>
            </w:r>
            <w:r w:rsidRPr="0086687F">
              <w:rPr>
                <w:rFonts w:ascii="Times New Roman" w:hAnsi="Times New Roman" w:cs="Times New Roman"/>
              </w:rPr>
              <w:t xml:space="preserve">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51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Р</w:t>
            </w:r>
            <w:r w:rsidRPr="000769E0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отрасли в соответствии с обновлением содержания образования и технологий управления на основе модульного и персонифицированного подхода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497" w:type="dxa"/>
            <w:gridSpan w:val="2"/>
          </w:tcPr>
          <w:p w:rsidR="00476FB9" w:rsidRPr="009B18DB" w:rsidRDefault="00476FB9" w:rsidP="00A05C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C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Удельный вес руковод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ящих и педагогических работников муниципальных образовательных </w:t>
            </w:r>
            <w:r w:rsidRPr="00853C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учреждений,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прошедших </w:t>
            </w:r>
            <w:r w:rsidRPr="00A05C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профессиональную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переподготовку или </w:t>
            </w:r>
            <w:r w:rsidRPr="00A05C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повышение квалификации</w:t>
            </w:r>
          </w:p>
        </w:tc>
        <w:tc>
          <w:tcPr>
            <w:tcW w:w="1222" w:type="dxa"/>
          </w:tcPr>
          <w:p w:rsidR="00476FB9" w:rsidRPr="00797386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797386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  <w:tc>
          <w:tcPr>
            <w:tcW w:w="1050" w:type="dxa"/>
          </w:tcPr>
          <w:p w:rsidR="00476FB9" w:rsidRPr="00797386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20" w:type="dxa"/>
          </w:tcPr>
          <w:p w:rsidR="00476FB9" w:rsidRPr="00797386" w:rsidRDefault="00476FB9" w:rsidP="00A05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  <w:tc>
          <w:tcPr>
            <w:tcW w:w="1051" w:type="dxa"/>
          </w:tcPr>
          <w:p w:rsidR="00476FB9" w:rsidRPr="00797386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86,6</w:t>
            </w:r>
          </w:p>
        </w:tc>
        <w:tc>
          <w:tcPr>
            <w:tcW w:w="1120" w:type="dxa"/>
          </w:tcPr>
          <w:p w:rsidR="00476FB9" w:rsidRPr="00797386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  <w:tc>
          <w:tcPr>
            <w:tcW w:w="112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682239" w:rsidRDefault="00476FB9" w:rsidP="00D350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137" w:type="dxa"/>
          </w:tcPr>
          <w:p w:rsidR="00476FB9" w:rsidRPr="00F730E3" w:rsidRDefault="00476FB9" w:rsidP="00825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  <w:tc>
          <w:tcPr>
            <w:tcW w:w="2360" w:type="dxa"/>
          </w:tcPr>
          <w:p w:rsidR="00476FB9" w:rsidRPr="00F730E3" w:rsidRDefault="00476FB9" w:rsidP="0068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22" w:type="dxa"/>
          </w:tcPr>
          <w:p w:rsidR="00476FB9" w:rsidRPr="004A208D" w:rsidRDefault="00476FB9" w:rsidP="001B4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476FB9" w:rsidRPr="004A208D" w:rsidRDefault="00476FB9" w:rsidP="001B4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0" w:type="dxa"/>
          </w:tcPr>
          <w:p w:rsidR="00476FB9" w:rsidRPr="004A208D" w:rsidRDefault="00476FB9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120" w:type="dxa"/>
          </w:tcPr>
          <w:p w:rsidR="00476FB9" w:rsidRPr="004A208D" w:rsidRDefault="00476FB9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051" w:type="dxa"/>
          </w:tcPr>
          <w:p w:rsidR="00476FB9" w:rsidRPr="004A208D" w:rsidRDefault="00476FB9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120" w:type="dxa"/>
          </w:tcPr>
          <w:p w:rsidR="00476FB9" w:rsidRPr="004A208D" w:rsidRDefault="00476FB9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120" w:type="dxa"/>
          </w:tcPr>
          <w:p w:rsidR="00476FB9" w:rsidRPr="004A208D" w:rsidRDefault="00476FB9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476FB9" w:rsidRPr="00D35031" w:rsidRDefault="00476FB9" w:rsidP="003031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7" w:type="dxa"/>
            <w:tcBorders>
              <w:bottom w:val="nil"/>
            </w:tcBorders>
          </w:tcPr>
          <w:p w:rsidR="00476FB9" w:rsidRPr="007E5F5C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79F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конференций, семинаров, консультаций</w:t>
            </w:r>
          </w:p>
        </w:tc>
        <w:tc>
          <w:tcPr>
            <w:tcW w:w="2360" w:type="dxa"/>
          </w:tcPr>
          <w:p w:rsidR="00476FB9" w:rsidRPr="007E5F5C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педагогических работников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050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20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051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20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tcBorders>
              <w:top w:val="nil"/>
              <w:bottom w:val="nil"/>
            </w:tcBorders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5005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  <w:bottom w:val="nil"/>
            </w:tcBorders>
          </w:tcPr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Pr="007E5F5C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7E5F5C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общеобразовательных учреждений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476FB9" w:rsidRDefault="00476FB9" w:rsidP="002546E1">
            <w:pPr>
              <w:jc w:val="center"/>
            </w:pPr>
            <w:r w:rsidRPr="00467C3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050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20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051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20" w:type="dxa"/>
          </w:tcPr>
          <w:p w:rsidR="00476FB9" w:rsidRPr="00081672" w:rsidRDefault="00476FB9" w:rsidP="00BB3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</w:tcPr>
          <w:p w:rsidR="00476FB9" w:rsidRPr="004A208D" w:rsidRDefault="00476FB9" w:rsidP="00BB3B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  <w:tcBorders>
              <w:top w:val="nil"/>
              <w:bottom w:val="nil"/>
            </w:tcBorders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  <w:bottom w:val="nil"/>
            </w:tcBorders>
          </w:tcPr>
          <w:p w:rsidR="00476FB9" w:rsidRPr="00C254EB" w:rsidRDefault="00476FB9" w:rsidP="00C2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7E5F5C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занимающихся по</w:t>
            </w: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476FB9" w:rsidRDefault="00476FB9" w:rsidP="002546E1">
            <w:pPr>
              <w:jc w:val="center"/>
            </w:pPr>
            <w:r w:rsidRPr="00467C3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050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051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476FB9" w:rsidRPr="00081672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</w:tr>
      <w:tr w:rsidR="00476FB9" w:rsidRPr="00797386">
        <w:trPr>
          <w:cantSplit/>
          <w:trHeight w:val="391"/>
          <w:jc w:val="center"/>
        </w:trPr>
        <w:tc>
          <w:tcPr>
            <w:tcW w:w="1113" w:type="dxa"/>
            <w:tcBorders>
              <w:top w:val="nil"/>
            </w:tcBorders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476FB9" w:rsidRPr="00C254EB" w:rsidRDefault="00476FB9" w:rsidP="00C2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DC2E6A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0479F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476FB9" w:rsidRPr="00945377" w:rsidRDefault="00476FB9" w:rsidP="00EA31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Pr="00D35031" w:rsidRDefault="00476FB9" w:rsidP="003031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7" w:type="dxa"/>
          </w:tcPr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FB9" w:rsidRPr="007E5F5C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7E5F5C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41,4</w:t>
            </w:r>
          </w:p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</w:tcPr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30,8</w:t>
            </w:r>
          </w:p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30,9</w:t>
            </w:r>
          </w:p>
          <w:p w:rsidR="00476FB9" w:rsidRPr="00C678D0" w:rsidRDefault="00476FB9" w:rsidP="002546E1">
            <w:pPr>
              <w:spacing w:line="240" w:lineRule="atLeast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051" w:type="dxa"/>
          </w:tcPr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31,0</w:t>
            </w:r>
          </w:p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31,1</w:t>
            </w:r>
          </w:p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476FB9" w:rsidRPr="00C678D0" w:rsidRDefault="00476FB9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31,1</w:t>
            </w:r>
          </w:p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476FB9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7E5F5C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050" w:type="dxa"/>
          </w:tcPr>
          <w:p w:rsidR="00476FB9" w:rsidRPr="00C678D0" w:rsidRDefault="00476FB9" w:rsidP="00550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51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</w:tcPr>
          <w:p w:rsidR="00476FB9" w:rsidRPr="00C678D0" w:rsidRDefault="00476FB9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</w:tcPr>
          <w:p w:rsidR="00476FB9" w:rsidRPr="00C678D0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476FB9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476FB9" w:rsidRDefault="00476FB9" w:rsidP="00440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Развитие сети учреждений образования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комплексной безопасности (противопожарной, санитарно-эпидемиологической, антитеррористической и т.д.) зданий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подведомственных учреждений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действующим законодательством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497" w:type="dxa"/>
            <w:gridSpan w:val="2"/>
          </w:tcPr>
          <w:p w:rsidR="00476FB9" w:rsidRPr="009F2BC8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>Удельный вес подведомственных учреждений, отвечающих требованиям комплексной безопасности (противопожарной, санитарно-эпидемиологической, антитеррористической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образовательного процесса в соответствии с требованиями действующего законодательства</w:t>
            </w:r>
          </w:p>
        </w:tc>
        <w:tc>
          <w:tcPr>
            <w:tcW w:w="1222" w:type="dxa"/>
          </w:tcPr>
          <w:p w:rsidR="00476FB9" w:rsidRPr="009F2BC8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9F2BC8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50" w:type="dxa"/>
          </w:tcPr>
          <w:p w:rsidR="00476FB9" w:rsidRPr="009F2BC8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120" w:type="dxa"/>
          </w:tcPr>
          <w:p w:rsidR="00476FB9" w:rsidRPr="009F2BC8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051" w:type="dxa"/>
          </w:tcPr>
          <w:p w:rsidR="00476FB9" w:rsidRPr="009F2BC8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476FB9" w:rsidRPr="00D71303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FB9" w:rsidRDefault="00476FB9" w:rsidP="005005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476FB9" w:rsidRPr="00F730E3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комплексной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 муниципальных учреждениях образования и загородных оздоровительных центрах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0" w:type="dxa"/>
          </w:tcPr>
          <w:p w:rsidR="00476FB9" w:rsidRPr="00312A86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FD">
              <w:rPr>
                <w:rFonts w:ascii="Times New Roman" w:hAnsi="Times New Roman" w:cs="Times New Roman"/>
                <w:sz w:val="20"/>
                <w:szCs w:val="20"/>
              </w:rPr>
              <w:t>Доля подведомственных учреждений, обеспечивших проведение профилактических мероприятий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</w:tcPr>
          <w:p w:rsidR="00476FB9" w:rsidRDefault="00476FB9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Default="00476FB9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476FB9" w:rsidRDefault="00476FB9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Default="00476FB9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476FB9" w:rsidRDefault="00476FB9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476FB9" w:rsidRPr="00F730E3" w:rsidRDefault="00476FB9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476FB9" w:rsidRPr="00D71303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FD">
              <w:rPr>
                <w:rFonts w:ascii="Times New Roman" w:hAnsi="Times New Roman" w:cs="Times New Roman"/>
                <w:sz w:val="20"/>
                <w:szCs w:val="20"/>
              </w:rPr>
              <w:t>Доля выполненных предписаний надзорных органов (Госпожнадзора, Роспотребнадзора, межрайонного отдела вневедомственной охраны управления вневедомственной охраны при УВД по Калининградской области и др.) в подведомственных учреждениях</w:t>
            </w:r>
          </w:p>
        </w:tc>
        <w:tc>
          <w:tcPr>
            <w:tcW w:w="1222" w:type="dxa"/>
          </w:tcPr>
          <w:p w:rsidR="00476FB9" w:rsidRPr="004A208D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9F2BC8" w:rsidRDefault="00476FB9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50" w:type="dxa"/>
          </w:tcPr>
          <w:p w:rsidR="00476FB9" w:rsidRPr="009F2BC8" w:rsidRDefault="00476FB9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120" w:type="dxa"/>
          </w:tcPr>
          <w:p w:rsidR="00476FB9" w:rsidRPr="009F2BC8" w:rsidRDefault="00476FB9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051" w:type="dxa"/>
          </w:tcPr>
          <w:p w:rsidR="00476FB9" w:rsidRPr="009F2BC8" w:rsidRDefault="00476FB9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476FB9" w:rsidRPr="004A208D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137" w:type="dxa"/>
          </w:tcPr>
          <w:p w:rsidR="00476FB9" w:rsidRPr="00F730E3" w:rsidRDefault="00476FB9" w:rsidP="002546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оздоровительных </w:t>
            </w:r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центров (в т.ч. изготовление и проверка проектной и рабочей документации и осуществление строительного контроля)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360" w:type="dxa"/>
          </w:tcPr>
          <w:p w:rsidR="00476FB9" w:rsidRPr="00D71303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4E3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22" w:type="dxa"/>
          </w:tcPr>
          <w:p w:rsidR="00476FB9" w:rsidRPr="00DA0C56" w:rsidRDefault="00476FB9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C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050" w:type="dxa"/>
          </w:tcPr>
          <w:p w:rsidR="00476FB9" w:rsidRPr="004A208D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051" w:type="dxa"/>
          </w:tcPr>
          <w:p w:rsidR="00476FB9" w:rsidRPr="004A208D" w:rsidRDefault="00476FB9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20" w:type="dxa"/>
          </w:tcPr>
          <w:p w:rsidR="00476FB9" w:rsidRPr="004A208D" w:rsidRDefault="00476FB9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№ 2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№ 7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11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14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ЦРР </w:t>
            </w: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 xml:space="preserve">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37" w:type="dxa"/>
          </w:tcPr>
          <w:p w:rsidR="00476FB9" w:rsidRPr="00BB6EBC" w:rsidRDefault="00476FB9" w:rsidP="00C80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36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DA0C56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44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37" w:type="dxa"/>
          </w:tcPr>
          <w:p w:rsidR="00476FB9" w:rsidRDefault="00476FB9" w:rsidP="00C800FD">
            <w:pPr>
              <w:spacing w:after="0" w:line="240" w:lineRule="auto"/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48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137" w:type="dxa"/>
          </w:tcPr>
          <w:p w:rsidR="00476FB9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37" w:type="dxa"/>
          </w:tcPr>
          <w:p w:rsidR="00476FB9" w:rsidRPr="009F7ABB" w:rsidRDefault="00476FB9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2360" w:type="dxa"/>
          </w:tcPr>
          <w:p w:rsidR="00476FB9" w:rsidRPr="001924E3" w:rsidRDefault="00476FB9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№ 53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55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137" w:type="dxa"/>
          </w:tcPr>
          <w:p w:rsidR="00476FB9" w:rsidRPr="00913AE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100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102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109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116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B70DD1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B70DD1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125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 д/с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ЦРР</w:t>
            </w: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 xml:space="preserve">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</w:pP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6 с УИОП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11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13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14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лицей № 18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32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35 им. Буткова В.В.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 с УИОП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48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137" w:type="dxa"/>
          </w:tcPr>
          <w:p w:rsidR="00476FB9" w:rsidRPr="009F7ABB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49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ШИЛИ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137" w:type="dxa"/>
          </w:tcPr>
          <w:p w:rsidR="00476FB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ДО ДЮЦ «На Комсомольской»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137" w:type="dxa"/>
          </w:tcPr>
          <w:p w:rsidR="00476FB9" w:rsidRPr="00C32AF3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МАУ ДЦОиОДиП «Олимп»</w:t>
            </w:r>
          </w:p>
        </w:tc>
        <w:tc>
          <w:tcPr>
            <w:tcW w:w="2360" w:type="dxa"/>
          </w:tcPr>
          <w:p w:rsidR="00476FB9" w:rsidRPr="001924E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497" w:type="dxa"/>
            <w:gridSpan w:val="2"/>
          </w:tcPr>
          <w:p w:rsidR="00476FB9" w:rsidRPr="0007672B" w:rsidRDefault="00476FB9" w:rsidP="0055041F">
            <w:pPr>
              <w:pStyle w:val="ConsPlusNormal"/>
              <w:ind w:firstLine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41F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2 месяцев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</w:p>
        </w:tc>
        <w:tc>
          <w:tcPr>
            <w:tcW w:w="1222" w:type="dxa"/>
          </w:tcPr>
          <w:p w:rsidR="00476FB9" w:rsidRPr="00E54E4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E54E4D" w:rsidRDefault="00476FB9" w:rsidP="00D30A82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1050" w:type="dxa"/>
          </w:tcPr>
          <w:p w:rsidR="00476FB9" w:rsidRPr="00E54E4D" w:rsidRDefault="00476FB9" w:rsidP="00D30A82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72,5</w:t>
            </w:r>
          </w:p>
        </w:tc>
        <w:tc>
          <w:tcPr>
            <w:tcW w:w="1120" w:type="dxa"/>
          </w:tcPr>
          <w:p w:rsidR="00476FB9" w:rsidRPr="002E1B7C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051" w:type="dxa"/>
          </w:tcPr>
          <w:p w:rsidR="00476FB9" w:rsidRPr="002E1B7C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20" w:type="dxa"/>
          </w:tcPr>
          <w:p w:rsidR="00476FB9" w:rsidRPr="002E1B7C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120" w:type="dxa"/>
          </w:tcPr>
          <w:p w:rsidR="00476FB9" w:rsidRPr="002E1B7C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476FB9" w:rsidRPr="000B353D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76FB9" w:rsidRPr="00EB314C" w:rsidRDefault="00476FB9" w:rsidP="0026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дошкольных 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новых корпусов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действующих детских садов</w:t>
            </w:r>
          </w:p>
        </w:tc>
        <w:tc>
          <w:tcPr>
            <w:tcW w:w="2360" w:type="dxa"/>
          </w:tcPr>
          <w:p w:rsidR="00476FB9" w:rsidRDefault="00476FB9" w:rsidP="00D7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4A507E">
              <w:rPr>
                <w:rFonts w:ascii="Times New Roman" w:hAnsi="Times New Roman" w:cs="Times New Roman"/>
              </w:rPr>
              <w:t xml:space="preserve"> </w:t>
            </w:r>
          </w:p>
          <w:p w:rsidR="00476FB9" w:rsidRPr="00D75482" w:rsidRDefault="00476FB9" w:rsidP="00241A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Pr="00777C70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41A9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497" w:type="dxa"/>
            <w:gridSpan w:val="2"/>
          </w:tcPr>
          <w:p w:rsidR="00476FB9" w:rsidRPr="004A6A33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 по ул. Артиллерийская – ул. Закатная – ул. Пирогова в г. Калининграде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C15AF1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Pr="00245AB1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4.2.2**</w:t>
            </w:r>
          </w:p>
        </w:tc>
        <w:tc>
          <w:tcPr>
            <w:tcW w:w="6497" w:type="dxa"/>
            <w:gridSpan w:val="2"/>
          </w:tcPr>
          <w:p w:rsidR="00476FB9" w:rsidRPr="004A6A33" w:rsidRDefault="00476FB9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1222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476FB9" w:rsidRPr="00797386">
        <w:trPr>
          <w:cantSplit/>
          <w:trHeight w:val="814"/>
          <w:jc w:val="center"/>
        </w:trPr>
        <w:tc>
          <w:tcPr>
            <w:tcW w:w="1113" w:type="dxa"/>
          </w:tcPr>
          <w:p w:rsidR="00476FB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4.2.3**</w:t>
            </w:r>
          </w:p>
        </w:tc>
        <w:tc>
          <w:tcPr>
            <w:tcW w:w="6497" w:type="dxa"/>
            <w:gridSpan w:val="2"/>
          </w:tcPr>
          <w:p w:rsidR="00476FB9" w:rsidRPr="00831E32" w:rsidRDefault="00476FB9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Style w:val="Heading1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ул.</w:t>
            </w:r>
            <w:r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Аксакова – дор. Окружная в г. Калининграде</w:t>
            </w:r>
          </w:p>
        </w:tc>
        <w:tc>
          <w:tcPr>
            <w:tcW w:w="1222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</w:pPr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4.2.4**</w:t>
            </w:r>
          </w:p>
        </w:tc>
        <w:tc>
          <w:tcPr>
            <w:tcW w:w="6497" w:type="dxa"/>
            <w:gridSpan w:val="2"/>
          </w:tcPr>
          <w:p w:rsidR="00476FB9" w:rsidRPr="004A6A33" w:rsidRDefault="00476FB9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  <w:tc>
          <w:tcPr>
            <w:tcW w:w="1222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</w:pPr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497" w:type="dxa"/>
            <w:gridSpan w:val="2"/>
          </w:tcPr>
          <w:p w:rsidR="00476FB9" w:rsidRPr="004A6A33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по ул. Маршала Борзова, 95 в г. Калининграде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4.2.6**</w:t>
            </w:r>
          </w:p>
        </w:tc>
        <w:tc>
          <w:tcPr>
            <w:tcW w:w="6497" w:type="dxa"/>
            <w:gridSpan w:val="2"/>
          </w:tcPr>
          <w:p w:rsidR="00476FB9" w:rsidRPr="004A6A33" w:rsidRDefault="00476FB9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1222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</w:pPr>
            <w:r w:rsidRPr="0093100A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6497" w:type="dxa"/>
            <w:gridSpan w:val="2"/>
          </w:tcPr>
          <w:p w:rsidR="00476FB9" w:rsidRPr="006B1C21" w:rsidRDefault="00476FB9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тельство нового корпуса МАДОУ № 51 по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Беланова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22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Pr="00131D09" w:rsidRDefault="00476FB9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6F1E63">
            <w:pPr>
              <w:spacing w:after="0" w:line="240" w:lineRule="auto"/>
            </w:pPr>
            <w:r w:rsidRPr="0093100A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4.2.8**</w:t>
            </w:r>
          </w:p>
        </w:tc>
        <w:tc>
          <w:tcPr>
            <w:tcW w:w="6497" w:type="dxa"/>
            <w:gridSpan w:val="2"/>
          </w:tcPr>
          <w:p w:rsidR="00476FB9" w:rsidRPr="006B1C21" w:rsidRDefault="00476FB9" w:rsidP="00C15A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Куйбышева - ул. Ю. Костикова в г. Калининграде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4.2.9</w:t>
            </w:r>
          </w:p>
        </w:tc>
        <w:tc>
          <w:tcPr>
            <w:tcW w:w="6497" w:type="dxa"/>
            <w:gridSpan w:val="2"/>
            <w:vAlign w:val="center"/>
          </w:tcPr>
          <w:p w:rsidR="00476FB9" w:rsidRPr="006B1C21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 56 по ул. Фермора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4.2.10*</w:t>
            </w:r>
          </w:p>
        </w:tc>
        <w:tc>
          <w:tcPr>
            <w:tcW w:w="6497" w:type="dxa"/>
            <w:gridSpan w:val="2"/>
          </w:tcPr>
          <w:p w:rsidR="00476FB9" w:rsidRPr="00E8511F" w:rsidRDefault="00476FB9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1F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1 по ул. Свободной, 34 в г. Калининграде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4.2.11*</w:t>
            </w:r>
          </w:p>
        </w:tc>
        <w:tc>
          <w:tcPr>
            <w:tcW w:w="6497" w:type="dxa"/>
            <w:gridSpan w:val="2"/>
          </w:tcPr>
          <w:p w:rsidR="00476FB9" w:rsidRPr="00E8511F" w:rsidRDefault="00476FB9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476FB9" w:rsidRPr="00797386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4.2.12*</w:t>
            </w:r>
          </w:p>
        </w:tc>
        <w:tc>
          <w:tcPr>
            <w:tcW w:w="6497" w:type="dxa"/>
            <w:gridSpan w:val="2"/>
          </w:tcPr>
          <w:p w:rsidR="00476FB9" w:rsidRPr="00E8511F" w:rsidRDefault="00476FB9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по ул. Алданской в г. Калининграде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9868C3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476FB9" w:rsidRPr="00277BF8">
        <w:trPr>
          <w:cantSplit/>
          <w:trHeight w:val="1309"/>
          <w:jc w:val="center"/>
        </w:trPr>
        <w:tc>
          <w:tcPr>
            <w:tcW w:w="1113" w:type="dxa"/>
            <w:tcBorders>
              <w:bottom w:val="nil"/>
            </w:tcBorders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497" w:type="dxa"/>
            <w:gridSpan w:val="2"/>
          </w:tcPr>
          <w:p w:rsidR="00476FB9" w:rsidRPr="00797386" w:rsidRDefault="00476FB9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 смену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1051" w:type="dxa"/>
          </w:tcPr>
          <w:p w:rsidR="00476FB9" w:rsidRDefault="00476FB9" w:rsidP="0055041F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476FB9" w:rsidRDefault="00476FB9" w:rsidP="008743CE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76FB9" w:rsidRPr="00243950" w:rsidRDefault="00476FB9" w:rsidP="00874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6FB9" w:rsidRPr="005B6B2B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476FB9" w:rsidRDefault="00476FB9" w:rsidP="00D727D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476FB9" w:rsidRPr="000B353D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76FB9" w:rsidRPr="000B353D" w:rsidRDefault="00476FB9" w:rsidP="00263B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муниципальных общеобразовательных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новых корпусов действующих школ</w:t>
            </w:r>
          </w:p>
        </w:tc>
        <w:tc>
          <w:tcPr>
            <w:tcW w:w="236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76FB9" w:rsidRPr="00D75482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222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6FB9" w:rsidRPr="00190D1E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497" w:type="dxa"/>
            <w:gridSpan w:val="2"/>
          </w:tcPr>
          <w:p w:rsidR="00476FB9" w:rsidRPr="006A1011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222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 w:rsidRPr="00A570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76FB9" w:rsidRPr="00190D1E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497" w:type="dxa"/>
            <w:gridSpan w:val="2"/>
          </w:tcPr>
          <w:p w:rsidR="00476FB9" w:rsidRPr="006A1011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2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94482F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497" w:type="dxa"/>
            <w:gridSpan w:val="2"/>
          </w:tcPr>
          <w:p w:rsidR="00476FB9" w:rsidRPr="00602C68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Борзова в г. Калининграде»</w:t>
            </w:r>
          </w:p>
        </w:tc>
        <w:tc>
          <w:tcPr>
            <w:tcW w:w="1222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476FB9" w:rsidDel="00E05FF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94482F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6497" w:type="dxa"/>
            <w:gridSpan w:val="2"/>
          </w:tcPr>
          <w:p w:rsidR="00476FB9" w:rsidRPr="00602C68" w:rsidRDefault="00476FB9" w:rsidP="003E16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общеобразовательной школы по ул. Рассветной в г. Калининграде»</w:t>
            </w:r>
          </w:p>
        </w:tc>
        <w:tc>
          <w:tcPr>
            <w:tcW w:w="1222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476FB9" w:rsidDel="00E05FF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476FB9" w:rsidRPr="00C15AF1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Pr="00C15AF1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</w:tr>
      <w:tr w:rsidR="00476FB9" w:rsidRPr="0094482F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6497" w:type="dxa"/>
            <w:gridSpan w:val="2"/>
          </w:tcPr>
          <w:p w:rsidR="00476FB9" w:rsidRPr="00831E32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детского сада муниципального автономного общеобразовательного учреждения города Калининграда гимназии № 22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Октябрьской в г. Калининграде (2-й этап)</w:t>
            </w:r>
          </w:p>
        </w:tc>
        <w:tc>
          <w:tcPr>
            <w:tcW w:w="1222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Pr="00245AB1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94482F">
        <w:trPr>
          <w:cantSplit/>
          <w:jc w:val="center"/>
        </w:trPr>
        <w:tc>
          <w:tcPr>
            <w:tcW w:w="1113" w:type="dxa"/>
          </w:tcPr>
          <w:p w:rsidR="00476FB9" w:rsidRDefault="00476FB9" w:rsidP="00C15A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4.3.6*</w:t>
            </w:r>
          </w:p>
        </w:tc>
        <w:tc>
          <w:tcPr>
            <w:tcW w:w="6497" w:type="dxa"/>
            <w:gridSpan w:val="2"/>
          </w:tcPr>
          <w:p w:rsidR="00476FB9" w:rsidRPr="00131D09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общеобразовательной школы на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мест в Северном жилом районе в 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Калининграде</w:t>
            </w:r>
          </w:p>
        </w:tc>
        <w:tc>
          <w:tcPr>
            <w:tcW w:w="1222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476FB9" w:rsidRPr="00131D0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</w:tr>
      <w:tr w:rsidR="00476FB9" w:rsidRPr="0094482F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497" w:type="dxa"/>
            <w:gridSpan w:val="2"/>
          </w:tcPr>
          <w:p w:rsidR="00476FB9" w:rsidRPr="00BF1118" w:rsidRDefault="00476FB9" w:rsidP="00D72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476FB9" w:rsidRPr="004A208D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476FB9" w:rsidRPr="00FB1959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476FB9" w:rsidRPr="0094482F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476FB9" w:rsidRPr="000B353D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76FB9" w:rsidRDefault="00476FB9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Реконструкция, обустройство физкультурно-оздоровительных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площадок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муниципальных общеобразовательных учреждений</w:t>
            </w:r>
          </w:p>
        </w:tc>
        <w:tc>
          <w:tcPr>
            <w:tcW w:w="2360" w:type="dxa"/>
          </w:tcPr>
          <w:p w:rsidR="00476FB9" w:rsidRPr="00931C46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31C46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76FB9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современных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физкультурно-оздоровительных  площадок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1222" w:type="dxa"/>
          </w:tcPr>
          <w:p w:rsidR="00476FB9" w:rsidRPr="004A208D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51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476FB9" w:rsidRPr="004A208D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76FB9" w:rsidRPr="0094482F">
        <w:trPr>
          <w:cantSplit/>
          <w:trHeight w:val="1119"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4137" w:type="dxa"/>
          </w:tcPr>
          <w:p w:rsidR="00476FB9" w:rsidRPr="007C6966" w:rsidRDefault="00476FB9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Пролетарской, 66а в 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2360" w:type="dxa"/>
          </w:tcPr>
          <w:p w:rsidR="00476FB9" w:rsidRPr="00931C46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реконструированных площадок</w:t>
            </w:r>
          </w:p>
        </w:tc>
        <w:tc>
          <w:tcPr>
            <w:tcW w:w="1222" w:type="dxa"/>
          </w:tcPr>
          <w:p w:rsidR="00476FB9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76FB9" w:rsidRPr="00D867E8" w:rsidDel="00E90F0A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476FB9" w:rsidRPr="00D867E8" w:rsidDel="00E90F0A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94482F">
        <w:trPr>
          <w:cantSplit/>
          <w:trHeight w:val="1119"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497" w:type="dxa"/>
            <w:gridSpan w:val="2"/>
          </w:tcPr>
          <w:p w:rsidR="00476FB9" w:rsidRDefault="00476FB9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476FB9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17,40</w:t>
            </w:r>
          </w:p>
        </w:tc>
        <w:tc>
          <w:tcPr>
            <w:tcW w:w="105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17,40</w:t>
            </w:r>
          </w:p>
        </w:tc>
        <w:tc>
          <w:tcPr>
            <w:tcW w:w="1120" w:type="dxa"/>
          </w:tcPr>
          <w:p w:rsidR="00476FB9" w:rsidRDefault="00476FB9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051" w:type="dxa"/>
          </w:tcPr>
          <w:p w:rsidR="00476FB9" w:rsidRDefault="00476FB9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120" w:type="dxa"/>
          </w:tcPr>
          <w:p w:rsidR="00476FB9" w:rsidRDefault="00476FB9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12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</w:tr>
      <w:tr w:rsidR="00476FB9" w:rsidRPr="0094482F">
        <w:trPr>
          <w:cantSplit/>
          <w:trHeight w:val="866"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4.5.1</w:t>
            </w:r>
          </w:p>
        </w:tc>
        <w:tc>
          <w:tcPr>
            <w:tcW w:w="4137" w:type="dxa"/>
          </w:tcPr>
          <w:p w:rsidR="00476FB9" w:rsidRPr="003D13FB" w:rsidRDefault="00476FB9" w:rsidP="009925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манеж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 xml:space="preserve"> в МАДОУ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 по ул. 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Нарвской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 117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 xml:space="preserve">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236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обустроенных спортивных манежей</w:t>
            </w:r>
          </w:p>
        </w:tc>
        <w:tc>
          <w:tcPr>
            <w:tcW w:w="1222" w:type="dxa"/>
          </w:tcPr>
          <w:p w:rsidR="00476FB9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Pr="00D867E8" w:rsidDel="00E90F0A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476FB9" w:rsidRPr="00D867E8" w:rsidDel="00E90F0A" w:rsidRDefault="00476FB9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FB9" w:rsidRPr="001E728D">
        <w:trPr>
          <w:cantSplit/>
          <w:jc w:val="center"/>
        </w:trPr>
        <w:tc>
          <w:tcPr>
            <w:tcW w:w="1113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497" w:type="dxa"/>
            <w:gridSpan w:val="2"/>
          </w:tcPr>
          <w:p w:rsidR="00476FB9" w:rsidRPr="00EE775A" w:rsidRDefault="00476FB9" w:rsidP="000A40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429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2 месяцев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</w:p>
        </w:tc>
        <w:tc>
          <w:tcPr>
            <w:tcW w:w="1222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476FB9" w:rsidRPr="000A407F" w:rsidRDefault="00476FB9" w:rsidP="00D30A82">
            <w:pPr>
              <w:spacing w:after="0" w:line="240" w:lineRule="auto"/>
              <w:jc w:val="center"/>
              <w:rPr>
                <w:rStyle w:val="111"/>
                <w:sz w:val="28"/>
                <w:szCs w:val="28"/>
                <w:lang w:eastAsia="en-US"/>
              </w:rPr>
            </w:pPr>
            <w:r w:rsidRPr="000A407F">
              <w:rPr>
                <w:rStyle w:val="111"/>
                <w:sz w:val="28"/>
                <w:szCs w:val="28"/>
                <w:lang w:eastAsia="en-US"/>
              </w:rPr>
              <w:t>68,9</w:t>
            </w:r>
          </w:p>
        </w:tc>
        <w:tc>
          <w:tcPr>
            <w:tcW w:w="1050" w:type="dxa"/>
          </w:tcPr>
          <w:p w:rsidR="00476FB9" w:rsidRPr="000A407F" w:rsidRDefault="00476FB9" w:rsidP="00D30A82">
            <w:pPr>
              <w:spacing w:after="0" w:line="240" w:lineRule="auto"/>
              <w:jc w:val="center"/>
              <w:rPr>
                <w:rStyle w:val="111"/>
                <w:sz w:val="28"/>
                <w:szCs w:val="28"/>
                <w:lang w:eastAsia="en-US"/>
              </w:rPr>
            </w:pPr>
            <w:r w:rsidRPr="000A407F">
              <w:rPr>
                <w:rStyle w:val="111"/>
                <w:sz w:val="28"/>
                <w:szCs w:val="28"/>
                <w:lang w:eastAsia="en-US"/>
              </w:rPr>
              <w:t>72,5</w:t>
            </w:r>
          </w:p>
        </w:tc>
        <w:tc>
          <w:tcPr>
            <w:tcW w:w="1120" w:type="dxa"/>
          </w:tcPr>
          <w:p w:rsidR="00476FB9" w:rsidRPr="000A407F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051" w:type="dxa"/>
          </w:tcPr>
          <w:p w:rsidR="00476FB9" w:rsidRPr="000A407F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476FB9" w:rsidRPr="000A407F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1120" w:type="dxa"/>
          </w:tcPr>
          <w:p w:rsidR="00476FB9" w:rsidRPr="000A407F" w:rsidRDefault="00476FB9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</w:tr>
      <w:tr w:rsidR="00476FB9" w:rsidRPr="001E728D">
        <w:trPr>
          <w:cantSplit/>
          <w:jc w:val="center"/>
        </w:trPr>
        <w:tc>
          <w:tcPr>
            <w:tcW w:w="1113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4.6.1</w:t>
            </w:r>
          </w:p>
        </w:tc>
        <w:tc>
          <w:tcPr>
            <w:tcW w:w="4137" w:type="dxa"/>
          </w:tcPr>
          <w:p w:rsidR="00476FB9" w:rsidRPr="00427DC2" w:rsidRDefault="00476FB9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д/с № 51</w:t>
            </w:r>
          </w:p>
        </w:tc>
        <w:tc>
          <w:tcPr>
            <w:tcW w:w="2360" w:type="dxa"/>
            <w:vMerge w:val="restart"/>
          </w:tcPr>
          <w:p w:rsidR="00476FB9" w:rsidRDefault="00476FB9" w:rsidP="00D727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476FB9" w:rsidRPr="00EE775A" w:rsidRDefault="00476FB9" w:rsidP="00D727D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дополнительно </w:t>
            </w:r>
            <w:r w:rsidRPr="00CD2D25">
              <w:rPr>
                <w:rFonts w:ascii="Times New Roman" w:hAnsi="Times New Roman" w:cs="Times New Roman"/>
              </w:rPr>
              <w:t xml:space="preserve">введенных </w:t>
            </w:r>
            <w:r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22" w:type="dxa"/>
          </w:tcPr>
          <w:p w:rsidR="00476FB9" w:rsidRPr="00A72670" w:rsidRDefault="00476FB9" w:rsidP="00296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7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2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476FB9" w:rsidRDefault="00476FB9" w:rsidP="00D727DF">
            <w:pPr>
              <w:spacing w:after="0" w:line="240" w:lineRule="auto"/>
              <w:jc w:val="center"/>
            </w:pPr>
            <w:r w:rsidRPr="00A922B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476FB9" w:rsidRPr="001E728D">
        <w:trPr>
          <w:cantSplit/>
          <w:jc w:val="center"/>
        </w:trPr>
        <w:tc>
          <w:tcPr>
            <w:tcW w:w="1113" w:type="dxa"/>
          </w:tcPr>
          <w:p w:rsidR="00476FB9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4.6.2</w:t>
            </w:r>
          </w:p>
        </w:tc>
        <w:tc>
          <w:tcPr>
            <w:tcW w:w="4137" w:type="dxa"/>
          </w:tcPr>
          <w:p w:rsidR="00476FB9" w:rsidRPr="00427DC2" w:rsidRDefault="00476FB9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ЦРР д/с № 86</w:t>
            </w:r>
          </w:p>
        </w:tc>
        <w:tc>
          <w:tcPr>
            <w:tcW w:w="2360" w:type="dxa"/>
            <w:vMerge/>
          </w:tcPr>
          <w:p w:rsidR="00476FB9" w:rsidRPr="00EE775A" w:rsidRDefault="00476FB9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:rsidR="00476FB9" w:rsidRPr="00A72670" w:rsidRDefault="00476FB9" w:rsidP="00296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7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2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476FB9" w:rsidRPr="00EE775A" w:rsidRDefault="00476FB9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476FB9" w:rsidRDefault="00476FB9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76FB9" w:rsidRDefault="00476FB9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95C5D">
        <w:rPr>
          <w:rFonts w:ascii="Times New Roman" w:hAnsi="Times New Roman" w:cs="Times New Roman"/>
          <w:sz w:val="24"/>
          <w:szCs w:val="24"/>
        </w:rPr>
        <w:t>* Завершение расчетов по объектам, сданным в эксплуатацию в 2013-2014 гг.</w:t>
      </w:r>
    </w:p>
    <w:p w:rsidR="00476FB9" w:rsidRPr="00295C5D" w:rsidRDefault="00476FB9" w:rsidP="00C15AF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Pr="00295C5D">
        <w:rPr>
          <w:rFonts w:ascii="Times New Roman" w:hAnsi="Times New Roman" w:cs="Times New Roman"/>
          <w:sz w:val="24"/>
          <w:szCs w:val="24"/>
        </w:rPr>
        <w:t xml:space="preserve">Завершение расчетов по объектам, сданным в эксплуатацию 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295C5D">
        <w:rPr>
          <w:rFonts w:ascii="Times New Roman" w:hAnsi="Times New Roman" w:cs="Times New Roman"/>
          <w:sz w:val="24"/>
          <w:szCs w:val="24"/>
        </w:rPr>
        <w:t xml:space="preserve"> г</w:t>
      </w:r>
      <w:bookmarkStart w:id="0" w:name="_GoBack"/>
      <w:bookmarkEnd w:id="0"/>
      <w:r w:rsidRPr="00295C5D">
        <w:rPr>
          <w:rFonts w:ascii="Times New Roman" w:hAnsi="Times New Roman" w:cs="Times New Roman"/>
          <w:sz w:val="24"/>
          <w:szCs w:val="24"/>
        </w:rPr>
        <w:t>.</w:t>
      </w:r>
    </w:p>
    <w:p w:rsidR="00476FB9" w:rsidRPr="00295C5D" w:rsidRDefault="00476FB9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476FB9" w:rsidRPr="00295C5D" w:rsidSect="00847E48">
      <w:headerReference w:type="default" r:id="rId7"/>
      <w:pgSz w:w="16838" w:h="11906" w:orient="landscape"/>
      <w:pgMar w:top="851" w:right="567" w:bottom="28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FB9" w:rsidRDefault="00476FB9" w:rsidP="002124AC">
      <w:pPr>
        <w:spacing w:after="0" w:line="240" w:lineRule="auto"/>
      </w:pPr>
      <w:r>
        <w:separator/>
      </w:r>
    </w:p>
  </w:endnote>
  <w:endnote w:type="continuationSeparator" w:id="0">
    <w:p w:rsidR="00476FB9" w:rsidRDefault="00476FB9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FB9" w:rsidRDefault="00476FB9" w:rsidP="002124AC">
      <w:pPr>
        <w:spacing w:after="0" w:line="240" w:lineRule="auto"/>
      </w:pPr>
      <w:r>
        <w:separator/>
      </w:r>
    </w:p>
  </w:footnote>
  <w:footnote w:type="continuationSeparator" w:id="0">
    <w:p w:rsidR="00476FB9" w:rsidRDefault="00476FB9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FB9" w:rsidRDefault="00476FB9">
    <w:pPr>
      <w:pStyle w:val="Header"/>
      <w:jc w:val="center"/>
    </w:pPr>
    <w:fldSimple w:instr=" PAGE   \* MERGEFORMAT ">
      <w:r>
        <w:rPr>
          <w:noProof/>
        </w:rPr>
        <w:t>18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EF49A7"/>
    <w:multiLevelType w:val="hybridMultilevel"/>
    <w:tmpl w:val="6660FF02"/>
    <w:lvl w:ilvl="0" w:tplc="23D64B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2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4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5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7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9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20"/>
  </w:num>
  <w:num w:numId="7">
    <w:abstractNumId w:val="15"/>
  </w:num>
  <w:num w:numId="8">
    <w:abstractNumId w:val="24"/>
  </w:num>
  <w:num w:numId="9">
    <w:abstractNumId w:val="19"/>
  </w:num>
  <w:num w:numId="10">
    <w:abstractNumId w:val="2"/>
  </w:num>
  <w:num w:numId="11">
    <w:abstractNumId w:val="6"/>
  </w:num>
  <w:num w:numId="12">
    <w:abstractNumId w:val="16"/>
  </w:num>
  <w:num w:numId="13">
    <w:abstractNumId w:val="18"/>
  </w:num>
  <w:num w:numId="14">
    <w:abstractNumId w:val="21"/>
  </w:num>
  <w:num w:numId="15">
    <w:abstractNumId w:val="14"/>
  </w:num>
  <w:num w:numId="16">
    <w:abstractNumId w:val="23"/>
  </w:num>
  <w:num w:numId="17">
    <w:abstractNumId w:val="3"/>
  </w:num>
  <w:num w:numId="18">
    <w:abstractNumId w:val="5"/>
  </w:num>
  <w:num w:numId="19">
    <w:abstractNumId w:val="22"/>
  </w:num>
  <w:num w:numId="20">
    <w:abstractNumId w:val="8"/>
  </w:num>
  <w:num w:numId="21">
    <w:abstractNumId w:val="25"/>
  </w:num>
  <w:num w:numId="22">
    <w:abstractNumId w:val="17"/>
  </w:num>
  <w:num w:numId="23">
    <w:abstractNumId w:val="4"/>
  </w:num>
  <w:num w:numId="24">
    <w:abstractNumId w:val="10"/>
  </w:num>
  <w:num w:numId="25">
    <w:abstractNumId w:val="0"/>
  </w:num>
  <w:num w:numId="26">
    <w:abstractNumId w:val="1"/>
  </w:num>
  <w:num w:numId="27">
    <w:abstractNumId w:val="11"/>
  </w:num>
  <w:num w:numId="28">
    <w:abstractNumId w:val="13"/>
  </w:num>
  <w:num w:numId="29">
    <w:abstractNumId w:val="7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259C"/>
    <w:rsid w:val="00004DAC"/>
    <w:rsid w:val="000110A1"/>
    <w:rsid w:val="0001519A"/>
    <w:rsid w:val="00022E33"/>
    <w:rsid w:val="00027E51"/>
    <w:rsid w:val="0003023D"/>
    <w:rsid w:val="0003145F"/>
    <w:rsid w:val="00035C5C"/>
    <w:rsid w:val="000373E0"/>
    <w:rsid w:val="00041463"/>
    <w:rsid w:val="00045D84"/>
    <w:rsid w:val="000512A2"/>
    <w:rsid w:val="000525A6"/>
    <w:rsid w:val="000526E9"/>
    <w:rsid w:val="00052D38"/>
    <w:rsid w:val="00053130"/>
    <w:rsid w:val="000542E1"/>
    <w:rsid w:val="00056049"/>
    <w:rsid w:val="000560A0"/>
    <w:rsid w:val="00060FE5"/>
    <w:rsid w:val="00064FBF"/>
    <w:rsid w:val="00067CF5"/>
    <w:rsid w:val="000714CA"/>
    <w:rsid w:val="00074D9C"/>
    <w:rsid w:val="00074DE3"/>
    <w:rsid w:val="000764F8"/>
    <w:rsid w:val="000766E9"/>
    <w:rsid w:val="0007672B"/>
    <w:rsid w:val="000769E0"/>
    <w:rsid w:val="00077543"/>
    <w:rsid w:val="000776AD"/>
    <w:rsid w:val="00077BD2"/>
    <w:rsid w:val="00081672"/>
    <w:rsid w:val="00081DCC"/>
    <w:rsid w:val="000821F6"/>
    <w:rsid w:val="00085666"/>
    <w:rsid w:val="00087374"/>
    <w:rsid w:val="00087FE0"/>
    <w:rsid w:val="00090688"/>
    <w:rsid w:val="0009076D"/>
    <w:rsid w:val="0009087B"/>
    <w:rsid w:val="00091040"/>
    <w:rsid w:val="00091479"/>
    <w:rsid w:val="00092A3C"/>
    <w:rsid w:val="000958FE"/>
    <w:rsid w:val="00096349"/>
    <w:rsid w:val="0009717A"/>
    <w:rsid w:val="000A0645"/>
    <w:rsid w:val="000A0910"/>
    <w:rsid w:val="000A11AE"/>
    <w:rsid w:val="000A1316"/>
    <w:rsid w:val="000A347D"/>
    <w:rsid w:val="000A3B13"/>
    <w:rsid w:val="000A407F"/>
    <w:rsid w:val="000A4974"/>
    <w:rsid w:val="000A61DD"/>
    <w:rsid w:val="000A6345"/>
    <w:rsid w:val="000A6641"/>
    <w:rsid w:val="000B10FF"/>
    <w:rsid w:val="000B242E"/>
    <w:rsid w:val="000B2559"/>
    <w:rsid w:val="000B353D"/>
    <w:rsid w:val="000B4076"/>
    <w:rsid w:val="000B4885"/>
    <w:rsid w:val="000B4A4A"/>
    <w:rsid w:val="000C1EB3"/>
    <w:rsid w:val="000C6354"/>
    <w:rsid w:val="000C6A8A"/>
    <w:rsid w:val="000C6C48"/>
    <w:rsid w:val="000D5499"/>
    <w:rsid w:val="000D5844"/>
    <w:rsid w:val="000D7BC5"/>
    <w:rsid w:val="000E2D13"/>
    <w:rsid w:val="000E3B5F"/>
    <w:rsid w:val="000E49C0"/>
    <w:rsid w:val="000F0B4D"/>
    <w:rsid w:val="000F0FC6"/>
    <w:rsid w:val="000F3559"/>
    <w:rsid w:val="000F5BB5"/>
    <w:rsid w:val="000F6557"/>
    <w:rsid w:val="000F65A8"/>
    <w:rsid w:val="000F75B2"/>
    <w:rsid w:val="001007D4"/>
    <w:rsid w:val="00105FC0"/>
    <w:rsid w:val="00111748"/>
    <w:rsid w:val="001123E1"/>
    <w:rsid w:val="0011585B"/>
    <w:rsid w:val="00116254"/>
    <w:rsid w:val="0011716A"/>
    <w:rsid w:val="00122949"/>
    <w:rsid w:val="00123853"/>
    <w:rsid w:val="00123D97"/>
    <w:rsid w:val="00124A21"/>
    <w:rsid w:val="0012705A"/>
    <w:rsid w:val="001302FE"/>
    <w:rsid w:val="00131D09"/>
    <w:rsid w:val="001349DD"/>
    <w:rsid w:val="001355A8"/>
    <w:rsid w:val="00137DD5"/>
    <w:rsid w:val="00140087"/>
    <w:rsid w:val="00140198"/>
    <w:rsid w:val="001414F2"/>
    <w:rsid w:val="0014400C"/>
    <w:rsid w:val="00144E52"/>
    <w:rsid w:val="00147ED7"/>
    <w:rsid w:val="00150E71"/>
    <w:rsid w:val="001512BA"/>
    <w:rsid w:val="00151665"/>
    <w:rsid w:val="00151EC3"/>
    <w:rsid w:val="00154172"/>
    <w:rsid w:val="001542DD"/>
    <w:rsid w:val="00155C6B"/>
    <w:rsid w:val="00155D47"/>
    <w:rsid w:val="00157A39"/>
    <w:rsid w:val="0016273C"/>
    <w:rsid w:val="001717AB"/>
    <w:rsid w:val="00174B36"/>
    <w:rsid w:val="00176042"/>
    <w:rsid w:val="0018458C"/>
    <w:rsid w:val="00185920"/>
    <w:rsid w:val="0018737C"/>
    <w:rsid w:val="0019060F"/>
    <w:rsid w:val="00190D1E"/>
    <w:rsid w:val="001924E3"/>
    <w:rsid w:val="0019256B"/>
    <w:rsid w:val="00196BF2"/>
    <w:rsid w:val="00196E2A"/>
    <w:rsid w:val="001A58BB"/>
    <w:rsid w:val="001A6C09"/>
    <w:rsid w:val="001A7020"/>
    <w:rsid w:val="001A7509"/>
    <w:rsid w:val="001B0689"/>
    <w:rsid w:val="001B166C"/>
    <w:rsid w:val="001B4A57"/>
    <w:rsid w:val="001B5155"/>
    <w:rsid w:val="001B7C3E"/>
    <w:rsid w:val="001C1CE2"/>
    <w:rsid w:val="001C47F9"/>
    <w:rsid w:val="001C5168"/>
    <w:rsid w:val="001C6A25"/>
    <w:rsid w:val="001C7220"/>
    <w:rsid w:val="001D047F"/>
    <w:rsid w:val="001D0908"/>
    <w:rsid w:val="001D1A18"/>
    <w:rsid w:val="001D1EB9"/>
    <w:rsid w:val="001D23A0"/>
    <w:rsid w:val="001D3169"/>
    <w:rsid w:val="001D3C48"/>
    <w:rsid w:val="001D431D"/>
    <w:rsid w:val="001D46FC"/>
    <w:rsid w:val="001D53A0"/>
    <w:rsid w:val="001D5DCC"/>
    <w:rsid w:val="001D7A22"/>
    <w:rsid w:val="001E0030"/>
    <w:rsid w:val="001E3484"/>
    <w:rsid w:val="001E4177"/>
    <w:rsid w:val="001E4419"/>
    <w:rsid w:val="001E4C4E"/>
    <w:rsid w:val="001E5363"/>
    <w:rsid w:val="001E728D"/>
    <w:rsid w:val="001F1D80"/>
    <w:rsid w:val="001F339B"/>
    <w:rsid w:val="001F368C"/>
    <w:rsid w:val="001F706A"/>
    <w:rsid w:val="002036AC"/>
    <w:rsid w:val="00203B3D"/>
    <w:rsid w:val="00204235"/>
    <w:rsid w:val="002053D1"/>
    <w:rsid w:val="0020619E"/>
    <w:rsid w:val="0021060C"/>
    <w:rsid w:val="002124AC"/>
    <w:rsid w:val="002155F3"/>
    <w:rsid w:val="0023279A"/>
    <w:rsid w:val="00233C69"/>
    <w:rsid w:val="0023472A"/>
    <w:rsid w:val="002406AE"/>
    <w:rsid w:val="00241A98"/>
    <w:rsid w:val="00243950"/>
    <w:rsid w:val="00245AB1"/>
    <w:rsid w:val="002546E1"/>
    <w:rsid w:val="00263B1B"/>
    <w:rsid w:val="00263C08"/>
    <w:rsid w:val="00267054"/>
    <w:rsid w:val="002671A7"/>
    <w:rsid w:val="00267EEA"/>
    <w:rsid w:val="00271437"/>
    <w:rsid w:val="002717E8"/>
    <w:rsid w:val="00272627"/>
    <w:rsid w:val="00274197"/>
    <w:rsid w:val="00277BF8"/>
    <w:rsid w:val="00283E48"/>
    <w:rsid w:val="002913B4"/>
    <w:rsid w:val="0029459F"/>
    <w:rsid w:val="00295881"/>
    <w:rsid w:val="00295C5D"/>
    <w:rsid w:val="00296906"/>
    <w:rsid w:val="00297521"/>
    <w:rsid w:val="00297EA8"/>
    <w:rsid w:val="002A09DC"/>
    <w:rsid w:val="002A5C37"/>
    <w:rsid w:val="002A5F90"/>
    <w:rsid w:val="002A6A17"/>
    <w:rsid w:val="002A6AC9"/>
    <w:rsid w:val="002B032D"/>
    <w:rsid w:val="002B0B1C"/>
    <w:rsid w:val="002B1C5D"/>
    <w:rsid w:val="002B27F4"/>
    <w:rsid w:val="002B30E0"/>
    <w:rsid w:val="002B3D4D"/>
    <w:rsid w:val="002C18D6"/>
    <w:rsid w:val="002C1F02"/>
    <w:rsid w:val="002C3DD7"/>
    <w:rsid w:val="002C63B1"/>
    <w:rsid w:val="002C6AA5"/>
    <w:rsid w:val="002D0D9D"/>
    <w:rsid w:val="002D7289"/>
    <w:rsid w:val="002E1281"/>
    <w:rsid w:val="002E1B7C"/>
    <w:rsid w:val="002E3FC5"/>
    <w:rsid w:val="002E6A57"/>
    <w:rsid w:val="002E7562"/>
    <w:rsid w:val="002F1416"/>
    <w:rsid w:val="002F17C9"/>
    <w:rsid w:val="002F3BFF"/>
    <w:rsid w:val="002F5855"/>
    <w:rsid w:val="003008EC"/>
    <w:rsid w:val="0030189C"/>
    <w:rsid w:val="003021B8"/>
    <w:rsid w:val="00302AC7"/>
    <w:rsid w:val="003031CC"/>
    <w:rsid w:val="0030479F"/>
    <w:rsid w:val="00304AA1"/>
    <w:rsid w:val="003054B5"/>
    <w:rsid w:val="003110D8"/>
    <w:rsid w:val="00312A86"/>
    <w:rsid w:val="0031306F"/>
    <w:rsid w:val="00316654"/>
    <w:rsid w:val="003172D8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C69"/>
    <w:rsid w:val="00351379"/>
    <w:rsid w:val="00351A41"/>
    <w:rsid w:val="00351CCB"/>
    <w:rsid w:val="00352BEB"/>
    <w:rsid w:val="00353FDD"/>
    <w:rsid w:val="00355DD0"/>
    <w:rsid w:val="00355EAC"/>
    <w:rsid w:val="0036187C"/>
    <w:rsid w:val="003644C6"/>
    <w:rsid w:val="0037094D"/>
    <w:rsid w:val="00377D61"/>
    <w:rsid w:val="0039424B"/>
    <w:rsid w:val="003A2936"/>
    <w:rsid w:val="003A6969"/>
    <w:rsid w:val="003A783F"/>
    <w:rsid w:val="003B336A"/>
    <w:rsid w:val="003B3AD3"/>
    <w:rsid w:val="003B48DF"/>
    <w:rsid w:val="003B4B87"/>
    <w:rsid w:val="003B7865"/>
    <w:rsid w:val="003C19BB"/>
    <w:rsid w:val="003C52AD"/>
    <w:rsid w:val="003C5D00"/>
    <w:rsid w:val="003C677C"/>
    <w:rsid w:val="003C6F3E"/>
    <w:rsid w:val="003D07EB"/>
    <w:rsid w:val="003D13FB"/>
    <w:rsid w:val="003D28AF"/>
    <w:rsid w:val="003D2AEC"/>
    <w:rsid w:val="003D4D38"/>
    <w:rsid w:val="003D526A"/>
    <w:rsid w:val="003D531C"/>
    <w:rsid w:val="003D5CEF"/>
    <w:rsid w:val="003D7D37"/>
    <w:rsid w:val="003E16D3"/>
    <w:rsid w:val="003E5FC3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4F4A"/>
    <w:rsid w:val="004155A6"/>
    <w:rsid w:val="00416402"/>
    <w:rsid w:val="0041770C"/>
    <w:rsid w:val="00422083"/>
    <w:rsid w:val="0042297D"/>
    <w:rsid w:val="00426030"/>
    <w:rsid w:val="00427087"/>
    <w:rsid w:val="00427DC2"/>
    <w:rsid w:val="00427FE1"/>
    <w:rsid w:val="00430CC8"/>
    <w:rsid w:val="0043320E"/>
    <w:rsid w:val="00433316"/>
    <w:rsid w:val="0043542C"/>
    <w:rsid w:val="004409E6"/>
    <w:rsid w:val="00441400"/>
    <w:rsid w:val="00442042"/>
    <w:rsid w:val="004470AA"/>
    <w:rsid w:val="00452FE1"/>
    <w:rsid w:val="00454AC0"/>
    <w:rsid w:val="00460656"/>
    <w:rsid w:val="00461768"/>
    <w:rsid w:val="00461CBF"/>
    <w:rsid w:val="004647AD"/>
    <w:rsid w:val="00464CD2"/>
    <w:rsid w:val="00466A83"/>
    <w:rsid w:val="00467B87"/>
    <w:rsid w:val="00467C38"/>
    <w:rsid w:val="00471DFF"/>
    <w:rsid w:val="004725F1"/>
    <w:rsid w:val="00473C13"/>
    <w:rsid w:val="00474F06"/>
    <w:rsid w:val="0047612F"/>
    <w:rsid w:val="00476FB9"/>
    <w:rsid w:val="00476FD4"/>
    <w:rsid w:val="00477BE2"/>
    <w:rsid w:val="00477D63"/>
    <w:rsid w:val="00480743"/>
    <w:rsid w:val="00481452"/>
    <w:rsid w:val="0048194C"/>
    <w:rsid w:val="00484744"/>
    <w:rsid w:val="00494467"/>
    <w:rsid w:val="00495BA5"/>
    <w:rsid w:val="00497A4B"/>
    <w:rsid w:val="004A1280"/>
    <w:rsid w:val="004A155B"/>
    <w:rsid w:val="004A194E"/>
    <w:rsid w:val="004A208D"/>
    <w:rsid w:val="004A507E"/>
    <w:rsid w:val="004A6A33"/>
    <w:rsid w:val="004A6AFE"/>
    <w:rsid w:val="004B13C0"/>
    <w:rsid w:val="004B201E"/>
    <w:rsid w:val="004B2D81"/>
    <w:rsid w:val="004B4D7D"/>
    <w:rsid w:val="004B57A5"/>
    <w:rsid w:val="004C05DF"/>
    <w:rsid w:val="004C2D29"/>
    <w:rsid w:val="004C3291"/>
    <w:rsid w:val="004C3E00"/>
    <w:rsid w:val="004C57B0"/>
    <w:rsid w:val="004C5D28"/>
    <w:rsid w:val="004C782F"/>
    <w:rsid w:val="004D00B1"/>
    <w:rsid w:val="004D191F"/>
    <w:rsid w:val="004D1A73"/>
    <w:rsid w:val="004D4DAF"/>
    <w:rsid w:val="004D5AE2"/>
    <w:rsid w:val="004D6C16"/>
    <w:rsid w:val="004E1B30"/>
    <w:rsid w:val="004E300D"/>
    <w:rsid w:val="004E665A"/>
    <w:rsid w:val="004E6857"/>
    <w:rsid w:val="004E68C3"/>
    <w:rsid w:val="004F030C"/>
    <w:rsid w:val="004F2E8B"/>
    <w:rsid w:val="004F3D0E"/>
    <w:rsid w:val="004F4376"/>
    <w:rsid w:val="004F5B61"/>
    <w:rsid w:val="004F683C"/>
    <w:rsid w:val="004F6F5F"/>
    <w:rsid w:val="005005DE"/>
    <w:rsid w:val="00502541"/>
    <w:rsid w:val="005103FD"/>
    <w:rsid w:val="0051204F"/>
    <w:rsid w:val="00514A1E"/>
    <w:rsid w:val="00517412"/>
    <w:rsid w:val="005223E8"/>
    <w:rsid w:val="0052319C"/>
    <w:rsid w:val="005240B9"/>
    <w:rsid w:val="0052587E"/>
    <w:rsid w:val="00526B0F"/>
    <w:rsid w:val="00527EF5"/>
    <w:rsid w:val="00530138"/>
    <w:rsid w:val="00532DA7"/>
    <w:rsid w:val="005356E5"/>
    <w:rsid w:val="00540D18"/>
    <w:rsid w:val="00542FC9"/>
    <w:rsid w:val="0054339A"/>
    <w:rsid w:val="005446B7"/>
    <w:rsid w:val="0054541B"/>
    <w:rsid w:val="00545994"/>
    <w:rsid w:val="0054768E"/>
    <w:rsid w:val="005479C8"/>
    <w:rsid w:val="0055041F"/>
    <w:rsid w:val="00550ECA"/>
    <w:rsid w:val="00551F0B"/>
    <w:rsid w:val="005520E5"/>
    <w:rsid w:val="005537D6"/>
    <w:rsid w:val="00554CDD"/>
    <w:rsid w:val="0056004E"/>
    <w:rsid w:val="00563375"/>
    <w:rsid w:val="00563719"/>
    <w:rsid w:val="005659AC"/>
    <w:rsid w:val="00565BDD"/>
    <w:rsid w:val="005669F8"/>
    <w:rsid w:val="00566D9D"/>
    <w:rsid w:val="00576A52"/>
    <w:rsid w:val="0058003C"/>
    <w:rsid w:val="00585025"/>
    <w:rsid w:val="0058582E"/>
    <w:rsid w:val="00585977"/>
    <w:rsid w:val="0059102F"/>
    <w:rsid w:val="005915B2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322C"/>
    <w:rsid w:val="005B58DE"/>
    <w:rsid w:val="005B66F4"/>
    <w:rsid w:val="005B69C9"/>
    <w:rsid w:val="005B6B2B"/>
    <w:rsid w:val="005C00BF"/>
    <w:rsid w:val="005C2D37"/>
    <w:rsid w:val="005C4C0A"/>
    <w:rsid w:val="005C6366"/>
    <w:rsid w:val="005D1EBA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3EBE"/>
    <w:rsid w:val="005F4AFF"/>
    <w:rsid w:val="005F5EEB"/>
    <w:rsid w:val="005F74FE"/>
    <w:rsid w:val="005F7E60"/>
    <w:rsid w:val="0060167D"/>
    <w:rsid w:val="00602C68"/>
    <w:rsid w:val="00603F2B"/>
    <w:rsid w:val="00606140"/>
    <w:rsid w:val="006073C5"/>
    <w:rsid w:val="00611050"/>
    <w:rsid w:val="00620CB6"/>
    <w:rsid w:val="0062172C"/>
    <w:rsid w:val="00621B90"/>
    <w:rsid w:val="00623108"/>
    <w:rsid w:val="00626111"/>
    <w:rsid w:val="006266AA"/>
    <w:rsid w:val="006276A5"/>
    <w:rsid w:val="006333E0"/>
    <w:rsid w:val="0063427D"/>
    <w:rsid w:val="00634C1B"/>
    <w:rsid w:val="00635CD1"/>
    <w:rsid w:val="00635F11"/>
    <w:rsid w:val="00636908"/>
    <w:rsid w:val="00637EA4"/>
    <w:rsid w:val="006444F1"/>
    <w:rsid w:val="00650B82"/>
    <w:rsid w:val="00651C1C"/>
    <w:rsid w:val="006525F2"/>
    <w:rsid w:val="00653631"/>
    <w:rsid w:val="006541EB"/>
    <w:rsid w:val="00654E14"/>
    <w:rsid w:val="0066198D"/>
    <w:rsid w:val="00662224"/>
    <w:rsid w:val="0066273B"/>
    <w:rsid w:val="00663481"/>
    <w:rsid w:val="00663C3E"/>
    <w:rsid w:val="0066622C"/>
    <w:rsid w:val="006710B7"/>
    <w:rsid w:val="00671ABB"/>
    <w:rsid w:val="006755A0"/>
    <w:rsid w:val="006760CF"/>
    <w:rsid w:val="00676FD7"/>
    <w:rsid w:val="0067784A"/>
    <w:rsid w:val="00680442"/>
    <w:rsid w:val="00680AFB"/>
    <w:rsid w:val="0068188B"/>
    <w:rsid w:val="006820CC"/>
    <w:rsid w:val="00682239"/>
    <w:rsid w:val="0068250F"/>
    <w:rsid w:val="00682DAF"/>
    <w:rsid w:val="00683AB8"/>
    <w:rsid w:val="00683EA2"/>
    <w:rsid w:val="006840BF"/>
    <w:rsid w:val="006845EA"/>
    <w:rsid w:val="00685841"/>
    <w:rsid w:val="006873DA"/>
    <w:rsid w:val="00690A2A"/>
    <w:rsid w:val="00692E57"/>
    <w:rsid w:val="00693990"/>
    <w:rsid w:val="006A03BE"/>
    <w:rsid w:val="006A1011"/>
    <w:rsid w:val="006A12EB"/>
    <w:rsid w:val="006A5EBD"/>
    <w:rsid w:val="006B1C21"/>
    <w:rsid w:val="006B2063"/>
    <w:rsid w:val="006B2C2B"/>
    <w:rsid w:val="006B53BB"/>
    <w:rsid w:val="006B5923"/>
    <w:rsid w:val="006B5F1C"/>
    <w:rsid w:val="006C01D1"/>
    <w:rsid w:val="006C3529"/>
    <w:rsid w:val="006C74BF"/>
    <w:rsid w:val="006C7756"/>
    <w:rsid w:val="006D3AE5"/>
    <w:rsid w:val="006D3C8F"/>
    <w:rsid w:val="006D433C"/>
    <w:rsid w:val="006D4CED"/>
    <w:rsid w:val="006D7E85"/>
    <w:rsid w:val="006E017C"/>
    <w:rsid w:val="006E0370"/>
    <w:rsid w:val="006E0A99"/>
    <w:rsid w:val="006E6578"/>
    <w:rsid w:val="006E6A26"/>
    <w:rsid w:val="006E78BB"/>
    <w:rsid w:val="006F1E63"/>
    <w:rsid w:val="006F2C29"/>
    <w:rsid w:val="006F33E9"/>
    <w:rsid w:val="006F481D"/>
    <w:rsid w:val="006F6DD4"/>
    <w:rsid w:val="006F7653"/>
    <w:rsid w:val="006F77EA"/>
    <w:rsid w:val="00701540"/>
    <w:rsid w:val="00701F85"/>
    <w:rsid w:val="00705D08"/>
    <w:rsid w:val="0070645A"/>
    <w:rsid w:val="0070728C"/>
    <w:rsid w:val="0071423E"/>
    <w:rsid w:val="00716EF3"/>
    <w:rsid w:val="007206D9"/>
    <w:rsid w:val="00721BC9"/>
    <w:rsid w:val="00721C43"/>
    <w:rsid w:val="00722CBC"/>
    <w:rsid w:val="00723A18"/>
    <w:rsid w:val="00725910"/>
    <w:rsid w:val="00725EC7"/>
    <w:rsid w:val="0072685E"/>
    <w:rsid w:val="0073099B"/>
    <w:rsid w:val="00731E34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67A47"/>
    <w:rsid w:val="007701E6"/>
    <w:rsid w:val="00772526"/>
    <w:rsid w:val="007768EA"/>
    <w:rsid w:val="00777C70"/>
    <w:rsid w:val="007828CD"/>
    <w:rsid w:val="00784276"/>
    <w:rsid w:val="00785857"/>
    <w:rsid w:val="0078591E"/>
    <w:rsid w:val="00787278"/>
    <w:rsid w:val="00791997"/>
    <w:rsid w:val="00794A38"/>
    <w:rsid w:val="0079512D"/>
    <w:rsid w:val="00795347"/>
    <w:rsid w:val="00797386"/>
    <w:rsid w:val="007A1E3A"/>
    <w:rsid w:val="007A38D4"/>
    <w:rsid w:val="007A4352"/>
    <w:rsid w:val="007A4A5F"/>
    <w:rsid w:val="007B000C"/>
    <w:rsid w:val="007B03F6"/>
    <w:rsid w:val="007B106A"/>
    <w:rsid w:val="007B2003"/>
    <w:rsid w:val="007B35CC"/>
    <w:rsid w:val="007B6F53"/>
    <w:rsid w:val="007C4B8A"/>
    <w:rsid w:val="007C4EE0"/>
    <w:rsid w:val="007C6966"/>
    <w:rsid w:val="007C6A0C"/>
    <w:rsid w:val="007D631E"/>
    <w:rsid w:val="007D7812"/>
    <w:rsid w:val="007E0732"/>
    <w:rsid w:val="007E0BE1"/>
    <w:rsid w:val="007E201B"/>
    <w:rsid w:val="007E3DB0"/>
    <w:rsid w:val="007E5ED5"/>
    <w:rsid w:val="007E5F5C"/>
    <w:rsid w:val="007E7361"/>
    <w:rsid w:val="007F0CA1"/>
    <w:rsid w:val="007F49B4"/>
    <w:rsid w:val="007F5FB6"/>
    <w:rsid w:val="00801A87"/>
    <w:rsid w:val="00801AED"/>
    <w:rsid w:val="00803496"/>
    <w:rsid w:val="0080358E"/>
    <w:rsid w:val="008070C9"/>
    <w:rsid w:val="0080741E"/>
    <w:rsid w:val="008116D8"/>
    <w:rsid w:val="00813192"/>
    <w:rsid w:val="0082168B"/>
    <w:rsid w:val="00824154"/>
    <w:rsid w:val="00825635"/>
    <w:rsid w:val="00827170"/>
    <w:rsid w:val="00830210"/>
    <w:rsid w:val="00831E32"/>
    <w:rsid w:val="00832896"/>
    <w:rsid w:val="00832CC6"/>
    <w:rsid w:val="008341BC"/>
    <w:rsid w:val="00835C3C"/>
    <w:rsid w:val="00835D7B"/>
    <w:rsid w:val="008372DC"/>
    <w:rsid w:val="00841125"/>
    <w:rsid w:val="00843507"/>
    <w:rsid w:val="00845B7D"/>
    <w:rsid w:val="0084639A"/>
    <w:rsid w:val="00847E48"/>
    <w:rsid w:val="0085296E"/>
    <w:rsid w:val="00853C0C"/>
    <w:rsid w:val="00863F96"/>
    <w:rsid w:val="008665C4"/>
    <w:rsid w:val="0086687F"/>
    <w:rsid w:val="00866941"/>
    <w:rsid w:val="0086755E"/>
    <w:rsid w:val="008675F0"/>
    <w:rsid w:val="008676D9"/>
    <w:rsid w:val="008703D0"/>
    <w:rsid w:val="008720BB"/>
    <w:rsid w:val="008743CE"/>
    <w:rsid w:val="0088340C"/>
    <w:rsid w:val="00885832"/>
    <w:rsid w:val="008911C5"/>
    <w:rsid w:val="00893964"/>
    <w:rsid w:val="008939DF"/>
    <w:rsid w:val="00894931"/>
    <w:rsid w:val="008978AD"/>
    <w:rsid w:val="008A5036"/>
    <w:rsid w:val="008A64F1"/>
    <w:rsid w:val="008A6940"/>
    <w:rsid w:val="008A7A57"/>
    <w:rsid w:val="008B192E"/>
    <w:rsid w:val="008B2537"/>
    <w:rsid w:val="008B2D34"/>
    <w:rsid w:val="008B5363"/>
    <w:rsid w:val="008B5B39"/>
    <w:rsid w:val="008B74A2"/>
    <w:rsid w:val="008B7D91"/>
    <w:rsid w:val="008C0634"/>
    <w:rsid w:val="008C0835"/>
    <w:rsid w:val="008C3726"/>
    <w:rsid w:val="008C4D98"/>
    <w:rsid w:val="008D0617"/>
    <w:rsid w:val="008D30B8"/>
    <w:rsid w:val="008D337F"/>
    <w:rsid w:val="008D7D34"/>
    <w:rsid w:val="008E352D"/>
    <w:rsid w:val="008F1CC3"/>
    <w:rsid w:val="008F5324"/>
    <w:rsid w:val="008F63D3"/>
    <w:rsid w:val="00900089"/>
    <w:rsid w:val="009007C9"/>
    <w:rsid w:val="0090226D"/>
    <w:rsid w:val="00903BEF"/>
    <w:rsid w:val="00903FF1"/>
    <w:rsid w:val="009044D8"/>
    <w:rsid w:val="0090506B"/>
    <w:rsid w:val="009058AE"/>
    <w:rsid w:val="009062EB"/>
    <w:rsid w:val="00906731"/>
    <w:rsid w:val="00906D58"/>
    <w:rsid w:val="0091015D"/>
    <w:rsid w:val="009102C5"/>
    <w:rsid w:val="00912902"/>
    <w:rsid w:val="00913AE9"/>
    <w:rsid w:val="00916BA5"/>
    <w:rsid w:val="009216A9"/>
    <w:rsid w:val="00921830"/>
    <w:rsid w:val="0092423B"/>
    <w:rsid w:val="00925941"/>
    <w:rsid w:val="00927E97"/>
    <w:rsid w:val="00930C3C"/>
    <w:rsid w:val="0093100A"/>
    <w:rsid w:val="00931C46"/>
    <w:rsid w:val="009326E4"/>
    <w:rsid w:val="009345BC"/>
    <w:rsid w:val="0093475F"/>
    <w:rsid w:val="00934BC2"/>
    <w:rsid w:val="00935B10"/>
    <w:rsid w:val="00937AB2"/>
    <w:rsid w:val="00937EF9"/>
    <w:rsid w:val="009423E9"/>
    <w:rsid w:val="00942CDE"/>
    <w:rsid w:val="00943868"/>
    <w:rsid w:val="00943992"/>
    <w:rsid w:val="00944074"/>
    <w:rsid w:val="0094482F"/>
    <w:rsid w:val="0094486F"/>
    <w:rsid w:val="00945377"/>
    <w:rsid w:val="009469C0"/>
    <w:rsid w:val="009500D4"/>
    <w:rsid w:val="009514E2"/>
    <w:rsid w:val="009516AC"/>
    <w:rsid w:val="00952D71"/>
    <w:rsid w:val="00954D07"/>
    <w:rsid w:val="00955805"/>
    <w:rsid w:val="00956AB1"/>
    <w:rsid w:val="009579DC"/>
    <w:rsid w:val="00960FC8"/>
    <w:rsid w:val="00961B2A"/>
    <w:rsid w:val="00962D93"/>
    <w:rsid w:val="009631C8"/>
    <w:rsid w:val="00972D0B"/>
    <w:rsid w:val="00973E4B"/>
    <w:rsid w:val="009814F0"/>
    <w:rsid w:val="009868C3"/>
    <w:rsid w:val="0099031F"/>
    <w:rsid w:val="00990E19"/>
    <w:rsid w:val="009911AD"/>
    <w:rsid w:val="00991978"/>
    <w:rsid w:val="00992571"/>
    <w:rsid w:val="00993170"/>
    <w:rsid w:val="00994525"/>
    <w:rsid w:val="00995955"/>
    <w:rsid w:val="009971C1"/>
    <w:rsid w:val="009A74C6"/>
    <w:rsid w:val="009B030C"/>
    <w:rsid w:val="009B16E5"/>
    <w:rsid w:val="009B18DB"/>
    <w:rsid w:val="009B46DF"/>
    <w:rsid w:val="009B6F4B"/>
    <w:rsid w:val="009B7BA2"/>
    <w:rsid w:val="009B7BD7"/>
    <w:rsid w:val="009C2ECC"/>
    <w:rsid w:val="009C4B4A"/>
    <w:rsid w:val="009D1A1C"/>
    <w:rsid w:val="009D2535"/>
    <w:rsid w:val="009E0243"/>
    <w:rsid w:val="009E331A"/>
    <w:rsid w:val="009E4BF5"/>
    <w:rsid w:val="009E732B"/>
    <w:rsid w:val="009E76F2"/>
    <w:rsid w:val="009F24E2"/>
    <w:rsid w:val="009F2521"/>
    <w:rsid w:val="009F2BC8"/>
    <w:rsid w:val="009F5C8A"/>
    <w:rsid w:val="009F5EDF"/>
    <w:rsid w:val="009F7ABB"/>
    <w:rsid w:val="00A0038F"/>
    <w:rsid w:val="00A02D68"/>
    <w:rsid w:val="00A03E11"/>
    <w:rsid w:val="00A04A38"/>
    <w:rsid w:val="00A05CED"/>
    <w:rsid w:val="00A11B9F"/>
    <w:rsid w:val="00A11C05"/>
    <w:rsid w:val="00A14232"/>
    <w:rsid w:val="00A145A2"/>
    <w:rsid w:val="00A15250"/>
    <w:rsid w:val="00A15265"/>
    <w:rsid w:val="00A15780"/>
    <w:rsid w:val="00A17A98"/>
    <w:rsid w:val="00A17BB2"/>
    <w:rsid w:val="00A206E6"/>
    <w:rsid w:val="00A20D41"/>
    <w:rsid w:val="00A2412B"/>
    <w:rsid w:val="00A25AAA"/>
    <w:rsid w:val="00A25BA6"/>
    <w:rsid w:val="00A25BC0"/>
    <w:rsid w:val="00A335C7"/>
    <w:rsid w:val="00A344EB"/>
    <w:rsid w:val="00A36863"/>
    <w:rsid w:val="00A36E86"/>
    <w:rsid w:val="00A43436"/>
    <w:rsid w:val="00A4358F"/>
    <w:rsid w:val="00A45B9C"/>
    <w:rsid w:val="00A47E17"/>
    <w:rsid w:val="00A5151D"/>
    <w:rsid w:val="00A51C4C"/>
    <w:rsid w:val="00A537F4"/>
    <w:rsid w:val="00A54ACC"/>
    <w:rsid w:val="00A5535F"/>
    <w:rsid w:val="00A55750"/>
    <w:rsid w:val="00A55D01"/>
    <w:rsid w:val="00A5607D"/>
    <w:rsid w:val="00A56978"/>
    <w:rsid w:val="00A570D2"/>
    <w:rsid w:val="00A60202"/>
    <w:rsid w:val="00A60999"/>
    <w:rsid w:val="00A641F6"/>
    <w:rsid w:val="00A64321"/>
    <w:rsid w:val="00A64DEC"/>
    <w:rsid w:val="00A6565A"/>
    <w:rsid w:val="00A65862"/>
    <w:rsid w:val="00A66028"/>
    <w:rsid w:val="00A6622F"/>
    <w:rsid w:val="00A720E6"/>
    <w:rsid w:val="00A72670"/>
    <w:rsid w:val="00A7315E"/>
    <w:rsid w:val="00A733B1"/>
    <w:rsid w:val="00A74B88"/>
    <w:rsid w:val="00A751D4"/>
    <w:rsid w:val="00A76FAC"/>
    <w:rsid w:val="00A80E25"/>
    <w:rsid w:val="00A82414"/>
    <w:rsid w:val="00A83C47"/>
    <w:rsid w:val="00A84780"/>
    <w:rsid w:val="00A84C4A"/>
    <w:rsid w:val="00A86D7F"/>
    <w:rsid w:val="00A8766D"/>
    <w:rsid w:val="00A916A9"/>
    <w:rsid w:val="00A922B4"/>
    <w:rsid w:val="00AA0D78"/>
    <w:rsid w:val="00AA1B55"/>
    <w:rsid w:val="00AA37CD"/>
    <w:rsid w:val="00AA3E04"/>
    <w:rsid w:val="00AA7C4F"/>
    <w:rsid w:val="00AA7D54"/>
    <w:rsid w:val="00AB16CC"/>
    <w:rsid w:val="00AB1B69"/>
    <w:rsid w:val="00AB2A07"/>
    <w:rsid w:val="00AB70E4"/>
    <w:rsid w:val="00AC5C2D"/>
    <w:rsid w:val="00AC5EDD"/>
    <w:rsid w:val="00AC71EC"/>
    <w:rsid w:val="00AD2463"/>
    <w:rsid w:val="00AD4D53"/>
    <w:rsid w:val="00AD6CFA"/>
    <w:rsid w:val="00AE0513"/>
    <w:rsid w:val="00AE156E"/>
    <w:rsid w:val="00AE3494"/>
    <w:rsid w:val="00AE5163"/>
    <w:rsid w:val="00AE6CCF"/>
    <w:rsid w:val="00AF637C"/>
    <w:rsid w:val="00B017C9"/>
    <w:rsid w:val="00B021B5"/>
    <w:rsid w:val="00B02200"/>
    <w:rsid w:val="00B0374D"/>
    <w:rsid w:val="00B0411E"/>
    <w:rsid w:val="00B11089"/>
    <w:rsid w:val="00B126AE"/>
    <w:rsid w:val="00B13DC1"/>
    <w:rsid w:val="00B14C73"/>
    <w:rsid w:val="00B150C4"/>
    <w:rsid w:val="00B20D5A"/>
    <w:rsid w:val="00B20EA7"/>
    <w:rsid w:val="00B2567A"/>
    <w:rsid w:val="00B3067C"/>
    <w:rsid w:val="00B34029"/>
    <w:rsid w:val="00B342DB"/>
    <w:rsid w:val="00B37CB8"/>
    <w:rsid w:val="00B41D43"/>
    <w:rsid w:val="00B43413"/>
    <w:rsid w:val="00B451CA"/>
    <w:rsid w:val="00B4577B"/>
    <w:rsid w:val="00B4618C"/>
    <w:rsid w:val="00B4694F"/>
    <w:rsid w:val="00B46C97"/>
    <w:rsid w:val="00B47715"/>
    <w:rsid w:val="00B50080"/>
    <w:rsid w:val="00B5173A"/>
    <w:rsid w:val="00B51852"/>
    <w:rsid w:val="00B54A41"/>
    <w:rsid w:val="00B5650A"/>
    <w:rsid w:val="00B577CF"/>
    <w:rsid w:val="00B6450B"/>
    <w:rsid w:val="00B66404"/>
    <w:rsid w:val="00B707BF"/>
    <w:rsid w:val="00B70DD1"/>
    <w:rsid w:val="00B718EE"/>
    <w:rsid w:val="00B80506"/>
    <w:rsid w:val="00B805C7"/>
    <w:rsid w:val="00B81567"/>
    <w:rsid w:val="00B8321F"/>
    <w:rsid w:val="00B83D03"/>
    <w:rsid w:val="00B84043"/>
    <w:rsid w:val="00B840D5"/>
    <w:rsid w:val="00B85004"/>
    <w:rsid w:val="00B85EBA"/>
    <w:rsid w:val="00B86144"/>
    <w:rsid w:val="00B87578"/>
    <w:rsid w:val="00B87D59"/>
    <w:rsid w:val="00B905F6"/>
    <w:rsid w:val="00B915B5"/>
    <w:rsid w:val="00B91BC9"/>
    <w:rsid w:val="00B97CA9"/>
    <w:rsid w:val="00BA6964"/>
    <w:rsid w:val="00BA78AC"/>
    <w:rsid w:val="00BB07DF"/>
    <w:rsid w:val="00BB3B2F"/>
    <w:rsid w:val="00BB4174"/>
    <w:rsid w:val="00BB42CA"/>
    <w:rsid w:val="00BB568D"/>
    <w:rsid w:val="00BB6EBC"/>
    <w:rsid w:val="00BC107D"/>
    <w:rsid w:val="00BC1114"/>
    <w:rsid w:val="00BC15B2"/>
    <w:rsid w:val="00BC2535"/>
    <w:rsid w:val="00BC2FD6"/>
    <w:rsid w:val="00BC3E80"/>
    <w:rsid w:val="00BC64D2"/>
    <w:rsid w:val="00BC66BA"/>
    <w:rsid w:val="00BC694A"/>
    <w:rsid w:val="00BD2E99"/>
    <w:rsid w:val="00BD63B1"/>
    <w:rsid w:val="00BD7A25"/>
    <w:rsid w:val="00BE0AA5"/>
    <w:rsid w:val="00BE1429"/>
    <w:rsid w:val="00BE59CB"/>
    <w:rsid w:val="00BF1118"/>
    <w:rsid w:val="00BF489B"/>
    <w:rsid w:val="00C0242A"/>
    <w:rsid w:val="00C0284C"/>
    <w:rsid w:val="00C10198"/>
    <w:rsid w:val="00C110B3"/>
    <w:rsid w:val="00C11166"/>
    <w:rsid w:val="00C14588"/>
    <w:rsid w:val="00C154A3"/>
    <w:rsid w:val="00C15AF1"/>
    <w:rsid w:val="00C16208"/>
    <w:rsid w:val="00C162F0"/>
    <w:rsid w:val="00C204E3"/>
    <w:rsid w:val="00C24209"/>
    <w:rsid w:val="00C242D7"/>
    <w:rsid w:val="00C24D52"/>
    <w:rsid w:val="00C254EB"/>
    <w:rsid w:val="00C26C17"/>
    <w:rsid w:val="00C30CFD"/>
    <w:rsid w:val="00C310B8"/>
    <w:rsid w:val="00C3120B"/>
    <w:rsid w:val="00C32AF3"/>
    <w:rsid w:val="00C343FE"/>
    <w:rsid w:val="00C407D1"/>
    <w:rsid w:val="00C42250"/>
    <w:rsid w:val="00C44770"/>
    <w:rsid w:val="00C44976"/>
    <w:rsid w:val="00C46123"/>
    <w:rsid w:val="00C47063"/>
    <w:rsid w:val="00C474B5"/>
    <w:rsid w:val="00C50F62"/>
    <w:rsid w:val="00C52838"/>
    <w:rsid w:val="00C539F3"/>
    <w:rsid w:val="00C541C4"/>
    <w:rsid w:val="00C5442E"/>
    <w:rsid w:val="00C6292C"/>
    <w:rsid w:val="00C62AF0"/>
    <w:rsid w:val="00C62E18"/>
    <w:rsid w:val="00C65E85"/>
    <w:rsid w:val="00C66ACC"/>
    <w:rsid w:val="00C678D0"/>
    <w:rsid w:val="00C75900"/>
    <w:rsid w:val="00C77072"/>
    <w:rsid w:val="00C800FD"/>
    <w:rsid w:val="00C808BF"/>
    <w:rsid w:val="00C83463"/>
    <w:rsid w:val="00C91A2B"/>
    <w:rsid w:val="00C925C3"/>
    <w:rsid w:val="00C928C8"/>
    <w:rsid w:val="00C93764"/>
    <w:rsid w:val="00C968D7"/>
    <w:rsid w:val="00C9694B"/>
    <w:rsid w:val="00CA0D77"/>
    <w:rsid w:val="00CA4EC7"/>
    <w:rsid w:val="00CA54BB"/>
    <w:rsid w:val="00CA5B23"/>
    <w:rsid w:val="00CA67D1"/>
    <w:rsid w:val="00CA7E7B"/>
    <w:rsid w:val="00CB09DD"/>
    <w:rsid w:val="00CB3C8A"/>
    <w:rsid w:val="00CC2B7B"/>
    <w:rsid w:val="00CC3532"/>
    <w:rsid w:val="00CC4DD5"/>
    <w:rsid w:val="00CC5D73"/>
    <w:rsid w:val="00CD065E"/>
    <w:rsid w:val="00CD1938"/>
    <w:rsid w:val="00CD198C"/>
    <w:rsid w:val="00CD2CA4"/>
    <w:rsid w:val="00CD2D25"/>
    <w:rsid w:val="00CD2E46"/>
    <w:rsid w:val="00CD671E"/>
    <w:rsid w:val="00CE194C"/>
    <w:rsid w:val="00CE3436"/>
    <w:rsid w:val="00CF1C76"/>
    <w:rsid w:val="00CF2494"/>
    <w:rsid w:val="00CF2B51"/>
    <w:rsid w:val="00CF767C"/>
    <w:rsid w:val="00D06448"/>
    <w:rsid w:val="00D06F29"/>
    <w:rsid w:val="00D07896"/>
    <w:rsid w:val="00D11116"/>
    <w:rsid w:val="00D116E3"/>
    <w:rsid w:val="00D12A73"/>
    <w:rsid w:val="00D12F31"/>
    <w:rsid w:val="00D15B02"/>
    <w:rsid w:val="00D165EF"/>
    <w:rsid w:val="00D16CE8"/>
    <w:rsid w:val="00D17173"/>
    <w:rsid w:val="00D2252F"/>
    <w:rsid w:val="00D22CF8"/>
    <w:rsid w:val="00D22DD2"/>
    <w:rsid w:val="00D2300A"/>
    <w:rsid w:val="00D23F13"/>
    <w:rsid w:val="00D25074"/>
    <w:rsid w:val="00D250B1"/>
    <w:rsid w:val="00D26781"/>
    <w:rsid w:val="00D26E38"/>
    <w:rsid w:val="00D26E86"/>
    <w:rsid w:val="00D30A82"/>
    <w:rsid w:val="00D32A93"/>
    <w:rsid w:val="00D33987"/>
    <w:rsid w:val="00D35031"/>
    <w:rsid w:val="00D364F8"/>
    <w:rsid w:val="00D36E56"/>
    <w:rsid w:val="00D40BA8"/>
    <w:rsid w:val="00D42B7C"/>
    <w:rsid w:val="00D43FD3"/>
    <w:rsid w:val="00D44A87"/>
    <w:rsid w:val="00D52683"/>
    <w:rsid w:val="00D55EBA"/>
    <w:rsid w:val="00D603C5"/>
    <w:rsid w:val="00D605DA"/>
    <w:rsid w:val="00D60E88"/>
    <w:rsid w:val="00D63CE6"/>
    <w:rsid w:val="00D66AEA"/>
    <w:rsid w:val="00D70895"/>
    <w:rsid w:val="00D71303"/>
    <w:rsid w:val="00D71D5A"/>
    <w:rsid w:val="00D72569"/>
    <w:rsid w:val="00D727DF"/>
    <w:rsid w:val="00D73290"/>
    <w:rsid w:val="00D75482"/>
    <w:rsid w:val="00D76733"/>
    <w:rsid w:val="00D767E4"/>
    <w:rsid w:val="00D7756E"/>
    <w:rsid w:val="00D80D10"/>
    <w:rsid w:val="00D81824"/>
    <w:rsid w:val="00D82355"/>
    <w:rsid w:val="00D826E4"/>
    <w:rsid w:val="00D83451"/>
    <w:rsid w:val="00D84E31"/>
    <w:rsid w:val="00D867E8"/>
    <w:rsid w:val="00D8766A"/>
    <w:rsid w:val="00D91334"/>
    <w:rsid w:val="00D924B4"/>
    <w:rsid w:val="00D937DE"/>
    <w:rsid w:val="00D944AE"/>
    <w:rsid w:val="00D94DF0"/>
    <w:rsid w:val="00D95105"/>
    <w:rsid w:val="00D96497"/>
    <w:rsid w:val="00DA0C56"/>
    <w:rsid w:val="00DA3391"/>
    <w:rsid w:val="00DA4DD5"/>
    <w:rsid w:val="00DA5BC6"/>
    <w:rsid w:val="00DB1510"/>
    <w:rsid w:val="00DB4018"/>
    <w:rsid w:val="00DC00CC"/>
    <w:rsid w:val="00DC2B15"/>
    <w:rsid w:val="00DC2E6A"/>
    <w:rsid w:val="00DC3A19"/>
    <w:rsid w:val="00DC4E39"/>
    <w:rsid w:val="00DC6B27"/>
    <w:rsid w:val="00DC7250"/>
    <w:rsid w:val="00DC7294"/>
    <w:rsid w:val="00DD1924"/>
    <w:rsid w:val="00DD26B4"/>
    <w:rsid w:val="00DD2AED"/>
    <w:rsid w:val="00DD2C22"/>
    <w:rsid w:val="00DD3AF0"/>
    <w:rsid w:val="00DD68FC"/>
    <w:rsid w:val="00DD752B"/>
    <w:rsid w:val="00DD7C0B"/>
    <w:rsid w:val="00DD7F72"/>
    <w:rsid w:val="00DE0139"/>
    <w:rsid w:val="00DE069D"/>
    <w:rsid w:val="00DE142F"/>
    <w:rsid w:val="00DE2223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3287"/>
    <w:rsid w:val="00E03C22"/>
    <w:rsid w:val="00E05FFD"/>
    <w:rsid w:val="00E070F9"/>
    <w:rsid w:val="00E1075E"/>
    <w:rsid w:val="00E11BD9"/>
    <w:rsid w:val="00E131C7"/>
    <w:rsid w:val="00E15757"/>
    <w:rsid w:val="00E22D1C"/>
    <w:rsid w:val="00E231EA"/>
    <w:rsid w:val="00E23577"/>
    <w:rsid w:val="00E24735"/>
    <w:rsid w:val="00E25E26"/>
    <w:rsid w:val="00E260D6"/>
    <w:rsid w:val="00E26A9C"/>
    <w:rsid w:val="00E270CF"/>
    <w:rsid w:val="00E274CC"/>
    <w:rsid w:val="00E3029C"/>
    <w:rsid w:val="00E31DE2"/>
    <w:rsid w:val="00E34711"/>
    <w:rsid w:val="00E36C8E"/>
    <w:rsid w:val="00E407AF"/>
    <w:rsid w:val="00E44228"/>
    <w:rsid w:val="00E45697"/>
    <w:rsid w:val="00E45C19"/>
    <w:rsid w:val="00E47869"/>
    <w:rsid w:val="00E503AE"/>
    <w:rsid w:val="00E53C0A"/>
    <w:rsid w:val="00E54CE2"/>
    <w:rsid w:val="00E54E4D"/>
    <w:rsid w:val="00E5527B"/>
    <w:rsid w:val="00E561F5"/>
    <w:rsid w:val="00E637ED"/>
    <w:rsid w:val="00E65DD0"/>
    <w:rsid w:val="00E67109"/>
    <w:rsid w:val="00E6771D"/>
    <w:rsid w:val="00E74015"/>
    <w:rsid w:val="00E7444C"/>
    <w:rsid w:val="00E7624E"/>
    <w:rsid w:val="00E77AA2"/>
    <w:rsid w:val="00E80768"/>
    <w:rsid w:val="00E808B5"/>
    <w:rsid w:val="00E82A79"/>
    <w:rsid w:val="00E84BC4"/>
    <w:rsid w:val="00E8511F"/>
    <w:rsid w:val="00E90F0A"/>
    <w:rsid w:val="00E92478"/>
    <w:rsid w:val="00E93A16"/>
    <w:rsid w:val="00E9513E"/>
    <w:rsid w:val="00E95641"/>
    <w:rsid w:val="00E958B0"/>
    <w:rsid w:val="00E96249"/>
    <w:rsid w:val="00E9732F"/>
    <w:rsid w:val="00EA0F3D"/>
    <w:rsid w:val="00EA22A7"/>
    <w:rsid w:val="00EA31B7"/>
    <w:rsid w:val="00EB0D11"/>
    <w:rsid w:val="00EB314C"/>
    <w:rsid w:val="00EB7D26"/>
    <w:rsid w:val="00EC26B4"/>
    <w:rsid w:val="00EC2C03"/>
    <w:rsid w:val="00EC3845"/>
    <w:rsid w:val="00EC6D2F"/>
    <w:rsid w:val="00EC7D0A"/>
    <w:rsid w:val="00ED0263"/>
    <w:rsid w:val="00ED2332"/>
    <w:rsid w:val="00ED2B74"/>
    <w:rsid w:val="00ED3058"/>
    <w:rsid w:val="00ED3639"/>
    <w:rsid w:val="00ED3C78"/>
    <w:rsid w:val="00EE0E2F"/>
    <w:rsid w:val="00EE0F3D"/>
    <w:rsid w:val="00EE1CE8"/>
    <w:rsid w:val="00EE49FC"/>
    <w:rsid w:val="00EE4ABA"/>
    <w:rsid w:val="00EE775A"/>
    <w:rsid w:val="00EE785B"/>
    <w:rsid w:val="00EF1BF3"/>
    <w:rsid w:val="00EF2443"/>
    <w:rsid w:val="00EF27B7"/>
    <w:rsid w:val="00EF330C"/>
    <w:rsid w:val="00EF3B13"/>
    <w:rsid w:val="00EF4F28"/>
    <w:rsid w:val="00EF56D6"/>
    <w:rsid w:val="00EF6092"/>
    <w:rsid w:val="00F00C48"/>
    <w:rsid w:val="00F00F72"/>
    <w:rsid w:val="00F018DF"/>
    <w:rsid w:val="00F01BAF"/>
    <w:rsid w:val="00F039EE"/>
    <w:rsid w:val="00F04203"/>
    <w:rsid w:val="00F05163"/>
    <w:rsid w:val="00F06C4C"/>
    <w:rsid w:val="00F0755C"/>
    <w:rsid w:val="00F10A92"/>
    <w:rsid w:val="00F10D99"/>
    <w:rsid w:val="00F14186"/>
    <w:rsid w:val="00F15100"/>
    <w:rsid w:val="00F156B4"/>
    <w:rsid w:val="00F157A1"/>
    <w:rsid w:val="00F15B79"/>
    <w:rsid w:val="00F1690A"/>
    <w:rsid w:val="00F22F72"/>
    <w:rsid w:val="00F24043"/>
    <w:rsid w:val="00F240EC"/>
    <w:rsid w:val="00F313A8"/>
    <w:rsid w:val="00F323BB"/>
    <w:rsid w:val="00F327A7"/>
    <w:rsid w:val="00F354F0"/>
    <w:rsid w:val="00F3717A"/>
    <w:rsid w:val="00F373F0"/>
    <w:rsid w:val="00F422E7"/>
    <w:rsid w:val="00F456D5"/>
    <w:rsid w:val="00F46BAE"/>
    <w:rsid w:val="00F50041"/>
    <w:rsid w:val="00F5313E"/>
    <w:rsid w:val="00F55520"/>
    <w:rsid w:val="00F61A9F"/>
    <w:rsid w:val="00F61B85"/>
    <w:rsid w:val="00F62C36"/>
    <w:rsid w:val="00F63DEF"/>
    <w:rsid w:val="00F64745"/>
    <w:rsid w:val="00F66BC4"/>
    <w:rsid w:val="00F730E3"/>
    <w:rsid w:val="00F7431D"/>
    <w:rsid w:val="00F74A92"/>
    <w:rsid w:val="00F75DF5"/>
    <w:rsid w:val="00F7700E"/>
    <w:rsid w:val="00F805D8"/>
    <w:rsid w:val="00F81219"/>
    <w:rsid w:val="00F8776E"/>
    <w:rsid w:val="00F91B7E"/>
    <w:rsid w:val="00F94FAD"/>
    <w:rsid w:val="00F95093"/>
    <w:rsid w:val="00FA00F6"/>
    <w:rsid w:val="00FA3989"/>
    <w:rsid w:val="00FA4F27"/>
    <w:rsid w:val="00FA5746"/>
    <w:rsid w:val="00FA5BB1"/>
    <w:rsid w:val="00FA6441"/>
    <w:rsid w:val="00FA6EA2"/>
    <w:rsid w:val="00FB0E85"/>
    <w:rsid w:val="00FB1959"/>
    <w:rsid w:val="00FB1DA9"/>
    <w:rsid w:val="00FB2B75"/>
    <w:rsid w:val="00FB4014"/>
    <w:rsid w:val="00FB4457"/>
    <w:rsid w:val="00FB589F"/>
    <w:rsid w:val="00FB7332"/>
    <w:rsid w:val="00FC11BB"/>
    <w:rsid w:val="00FC5108"/>
    <w:rsid w:val="00FC6295"/>
    <w:rsid w:val="00FC76C6"/>
    <w:rsid w:val="00FD0B50"/>
    <w:rsid w:val="00FD25DD"/>
    <w:rsid w:val="00FD4401"/>
    <w:rsid w:val="00FD730D"/>
    <w:rsid w:val="00FD742C"/>
    <w:rsid w:val="00FE1F58"/>
    <w:rsid w:val="00FE5371"/>
    <w:rsid w:val="00FE6218"/>
    <w:rsid w:val="00FE6A3B"/>
    <w:rsid w:val="00FE7956"/>
    <w:rsid w:val="00FF0113"/>
    <w:rsid w:val="00FF0458"/>
    <w:rsid w:val="00FF0E29"/>
    <w:rsid w:val="00FF1A55"/>
    <w:rsid w:val="00FF3C7B"/>
    <w:rsid w:val="00FF5E78"/>
    <w:rsid w:val="00FF65D9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  <w:style w:type="character" w:styleId="Hyperlink">
    <w:name w:val="Hyperlink"/>
    <w:basedOn w:val="DefaultParagraphFont"/>
    <w:uiPriority w:val="99"/>
    <w:rsid w:val="00DD2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18</Pages>
  <Words>3216</Words>
  <Characters>18335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12</cp:revision>
  <cp:lastPrinted>2016-06-17T12:10:00Z</cp:lastPrinted>
  <dcterms:created xsi:type="dcterms:W3CDTF">2016-05-25T15:56:00Z</dcterms:created>
  <dcterms:modified xsi:type="dcterms:W3CDTF">2016-06-27T12:43:00Z</dcterms:modified>
</cp:coreProperties>
</file>