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73" w:rsidRDefault="00195073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195073" w:rsidRDefault="00195073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95073" w:rsidRDefault="00195073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195073" w:rsidRDefault="00195073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195073" w:rsidRDefault="00195073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22 июня 2016 г. № 883</w:t>
      </w:r>
    </w:p>
    <w:p w:rsidR="00195073" w:rsidRDefault="00195073" w:rsidP="009C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073" w:rsidRDefault="00195073" w:rsidP="006255B8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195073" w:rsidRDefault="00195073" w:rsidP="006255B8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195073" w:rsidRDefault="00195073" w:rsidP="00D70D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5073" w:rsidRDefault="00195073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635C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ЫХ ПОТРЕБНОСТЕЙ</w:t>
      </w:r>
    </w:p>
    <w:p w:rsidR="00195073" w:rsidRDefault="00195073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195073" w:rsidRPr="00545163" w:rsidRDefault="00195073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95073" w:rsidRPr="00A206E6" w:rsidRDefault="00195073" w:rsidP="001C3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95073" w:rsidRPr="007B07C6" w:rsidRDefault="00195073" w:rsidP="007B07C6">
      <w:pPr>
        <w:spacing w:after="0" w:line="240" w:lineRule="auto"/>
        <w:rPr>
          <w:sz w:val="2"/>
          <w:szCs w:val="2"/>
        </w:rPr>
      </w:pPr>
    </w:p>
    <w:p w:rsidR="00195073" w:rsidRPr="003E7C12" w:rsidRDefault="00195073" w:rsidP="003E7C12">
      <w:pPr>
        <w:spacing w:after="0" w:line="240" w:lineRule="auto"/>
        <w:rPr>
          <w:sz w:val="2"/>
          <w:szCs w:val="2"/>
        </w:rPr>
      </w:pPr>
    </w:p>
    <w:tbl>
      <w:tblPr>
        <w:tblW w:w="5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0"/>
        <w:gridCol w:w="2446"/>
        <w:gridCol w:w="1439"/>
        <w:gridCol w:w="1441"/>
        <w:gridCol w:w="1295"/>
        <w:gridCol w:w="1440"/>
        <w:gridCol w:w="1296"/>
        <w:gridCol w:w="1418"/>
        <w:gridCol w:w="1419"/>
        <w:gridCol w:w="1625"/>
        <w:gridCol w:w="1728"/>
      </w:tblGrid>
      <w:tr w:rsidR="00195073" w:rsidRPr="009C689C">
        <w:trPr>
          <w:cantSplit/>
          <w:tblHeader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1468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Наименование</w:t>
            </w:r>
          </w:p>
          <w:p w:rsidR="00195073" w:rsidRPr="009C689C" w:rsidRDefault="00195073" w:rsidP="0014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39" w:type="dxa"/>
            <w:vMerge w:val="restart"/>
          </w:tcPr>
          <w:p w:rsidR="00195073" w:rsidRPr="000949A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 w:rsidRPr="000949AC">
              <w:rPr>
                <w:rFonts w:ascii="Times New Roman" w:hAnsi="Times New Roman" w:cs="Times New Roman"/>
                <w:sz w:val="20"/>
                <w:szCs w:val="20"/>
              </w:rPr>
              <w:br/>
              <w:t>финанси-рования</w:t>
            </w:r>
          </w:p>
        </w:tc>
        <w:tc>
          <w:tcPr>
            <w:tcW w:w="1441" w:type="dxa"/>
            <w:vMerge w:val="restart"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Форма финансового обеспечения</w:t>
            </w:r>
          </w:p>
        </w:tc>
        <w:tc>
          <w:tcPr>
            <w:tcW w:w="6868" w:type="dxa"/>
            <w:gridSpan w:val="5"/>
          </w:tcPr>
          <w:p w:rsidR="00195073" w:rsidRPr="000949AC" w:rsidRDefault="00195073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Финансовые затраты, тыс. руб.</w:t>
            </w:r>
          </w:p>
        </w:tc>
        <w:tc>
          <w:tcPr>
            <w:tcW w:w="1625" w:type="dxa"/>
            <w:vMerge w:val="restart"/>
            <w:noWrap/>
          </w:tcPr>
          <w:p w:rsidR="00195073" w:rsidRPr="000949AC" w:rsidRDefault="00195073" w:rsidP="001468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949A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195073" w:rsidRPr="000949AC" w:rsidRDefault="00195073" w:rsidP="0014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728" w:type="dxa"/>
            <w:vMerge w:val="restart"/>
            <w:noWrap/>
          </w:tcPr>
          <w:p w:rsidR="00195073" w:rsidRPr="000949AC" w:rsidRDefault="00195073" w:rsidP="001468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949AC">
              <w:rPr>
                <w:rFonts w:ascii="Times New Roman" w:hAnsi="Times New Roman" w:cs="Times New Roman"/>
              </w:rPr>
              <w:t>Участник</w:t>
            </w:r>
          </w:p>
          <w:p w:rsidR="00195073" w:rsidRPr="000949AC" w:rsidRDefault="00195073" w:rsidP="0014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195073" w:rsidRPr="009C689C">
        <w:trPr>
          <w:cantSplit/>
          <w:tblHeader/>
          <w:jc w:val="center"/>
        </w:trPr>
        <w:tc>
          <w:tcPr>
            <w:tcW w:w="860" w:type="dxa"/>
            <w:vMerge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vMerge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</w:tcPr>
          <w:p w:rsidR="00195073" w:rsidRPr="000949AC" w:rsidRDefault="00195073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2015 г. </w:t>
            </w:r>
          </w:p>
        </w:tc>
        <w:tc>
          <w:tcPr>
            <w:tcW w:w="1440" w:type="dxa"/>
          </w:tcPr>
          <w:p w:rsidR="00195073" w:rsidRPr="000949AC" w:rsidRDefault="00195073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2016 г. </w:t>
            </w:r>
          </w:p>
        </w:tc>
        <w:tc>
          <w:tcPr>
            <w:tcW w:w="1296" w:type="dxa"/>
          </w:tcPr>
          <w:p w:rsidR="00195073" w:rsidRPr="000949AC" w:rsidRDefault="00195073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2017 г. </w:t>
            </w:r>
          </w:p>
        </w:tc>
        <w:tc>
          <w:tcPr>
            <w:tcW w:w="1418" w:type="dxa"/>
          </w:tcPr>
          <w:p w:rsidR="00195073" w:rsidRPr="000949AC" w:rsidRDefault="00195073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419" w:type="dxa"/>
          </w:tcPr>
          <w:p w:rsidR="00195073" w:rsidRPr="000949AC" w:rsidRDefault="00195073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25" w:type="dxa"/>
            <w:vMerge/>
            <w:noWrap/>
          </w:tcPr>
          <w:p w:rsidR="00195073" w:rsidRPr="009C689C" w:rsidRDefault="00195073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noWrap/>
          </w:tcPr>
          <w:p w:rsidR="00195073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5073" w:rsidRPr="001468EC" w:rsidRDefault="00195073" w:rsidP="001468E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0"/>
        <w:gridCol w:w="2446"/>
        <w:gridCol w:w="1439"/>
        <w:gridCol w:w="1441"/>
        <w:gridCol w:w="1295"/>
        <w:gridCol w:w="1440"/>
        <w:gridCol w:w="1296"/>
        <w:gridCol w:w="1418"/>
        <w:gridCol w:w="1419"/>
        <w:gridCol w:w="1625"/>
        <w:gridCol w:w="1728"/>
      </w:tblGrid>
      <w:tr w:rsidR="00195073" w:rsidRPr="009C689C">
        <w:trPr>
          <w:cantSplit/>
          <w:tblHeader/>
          <w:jc w:val="center"/>
        </w:trPr>
        <w:tc>
          <w:tcPr>
            <w:tcW w:w="860" w:type="dxa"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6" w:type="dxa"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1" w:type="dxa"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5" w:type="dxa"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6" w:type="dxa"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195073" w:rsidRPr="009C689C" w:rsidRDefault="00195073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</w:tcPr>
          <w:p w:rsidR="00195073" w:rsidRPr="009C689C" w:rsidRDefault="00195073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5" w:type="dxa"/>
            <w:noWrap/>
          </w:tcPr>
          <w:p w:rsidR="00195073" w:rsidRPr="009C689C" w:rsidRDefault="00195073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8" w:type="dxa"/>
            <w:noWrap/>
          </w:tcPr>
          <w:p w:rsidR="00195073" w:rsidRPr="009C689C" w:rsidRDefault="00195073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 w:val="restart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5 991 730,05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F4A33">
              <w:rPr>
                <w:rFonts w:ascii="Times New Roman" w:hAnsi="Times New Roman" w:cs="Times New Roman"/>
                <w:sz w:val="20"/>
                <w:szCs w:val="20"/>
              </w:rPr>
              <w:t>4 814 401,44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4 774 373,18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4 770 848,78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20 351 353,45</w:t>
            </w:r>
          </w:p>
        </w:tc>
        <w:tc>
          <w:tcPr>
            <w:tcW w:w="1625" w:type="dxa"/>
            <w:vMerge w:val="restart"/>
            <w:noWrap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8" w:type="dxa"/>
            <w:vMerge w:val="restart"/>
            <w:noWrap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1 019 404,41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244 523,93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1 263 928,34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3 021 743,53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2 849 466,72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12 041 985,73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1 869 855,37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1 654 730,69</w:t>
            </w:r>
          </w:p>
        </w:tc>
        <w:tc>
          <w:tcPr>
            <w:tcW w:w="1296" w:type="dxa"/>
            <w:vAlign w:val="bottom"/>
          </w:tcPr>
          <w:p w:rsidR="00195073" w:rsidRPr="0026407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4074">
              <w:rPr>
                <w:rFonts w:ascii="Times New Roman" w:hAnsi="Times New Roman" w:cs="Times New Roman"/>
                <w:sz w:val="20"/>
                <w:szCs w:val="20"/>
              </w:rPr>
              <w:t>1 627 934,94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1 624 410,54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6 776 931,54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80 726,74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65 680,10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268 507,84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 w:val="restart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по социальной политике администрации городского округа «Город Калининград»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4 691 244,92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4 541 090,39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4 770 848,78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4 770 848,78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18 773 204,18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noWrap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6 425,00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6 425,00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2 868 199,32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2 840 811,81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11 879 786,61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1 735 893,87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1 634 598,48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1 624 410,54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1 624 410,54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6 619 313,43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80 726,74</w:t>
            </w:r>
          </w:p>
        </w:tc>
        <w:tc>
          <w:tcPr>
            <w:tcW w:w="1440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65 680,10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0A16">
              <w:rPr>
                <w:rFonts w:ascii="Times New Roman" w:hAnsi="Times New Roman" w:cs="Times New Roman"/>
                <w:sz w:val="20"/>
                <w:szCs w:val="20"/>
              </w:rPr>
              <w:t>268507,84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 w:val="restart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архитектуры и строительства администрации городского округа «Город Калининград»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1 300 485,13</w:t>
            </w:r>
          </w:p>
        </w:tc>
        <w:tc>
          <w:tcPr>
            <w:tcW w:w="1440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273 311,05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3 524,40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1 577 320,58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noWrap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1 012 979,41</w:t>
            </w:r>
          </w:p>
        </w:tc>
        <w:tc>
          <w:tcPr>
            <w:tcW w:w="1440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244 523,93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1 257 503,34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153 544,21</w:t>
            </w:r>
          </w:p>
        </w:tc>
        <w:tc>
          <w:tcPr>
            <w:tcW w:w="1440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8 654,91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162 199,12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133 961,51</w:t>
            </w:r>
          </w:p>
        </w:tc>
        <w:tc>
          <w:tcPr>
            <w:tcW w:w="1440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20 132,21</w:t>
            </w:r>
          </w:p>
        </w:tc>
        <w:tc>
          <w:tcPr>
            <w:tcW w:w="1296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3 524,40</w:t>
            </w:r>
          </w:p>
        </w:tc>
        <w:tc>
          <w:tcPr>
            <w:tcW w:w="1418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CA26B3" w:rsidRDefault="00195073" w:rsidP="00CA26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26B3">
              <w:rPr>
                <w:rFonts w:ascii="Times New Roman" w:hAnsi="Times New Roman" w:cs="Times New Roman"/>
                <w:sz w:val="20"/>
                <w:szCs w:val="20"/>
              </w:rPr>
              <w:t>157 618,12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10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4E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присмотр и уход за детьми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1 802 955,85</w:t>
            </w:r>
          </w:p>
        </w:tc>
        <w:tc>
          <w:tcPr>
            <w:tcW w:w="1440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1 893 115,43</w:t>
            </w:r>
          </w:p>
        </w:tc>
        <w:tc>
          <w:tcPr>
            <w:tcW w:w="1296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1 958 239,44</w:t>
            </w:r>
          </w:p>
        </w:tc>
        <w:tc>
          <w:tcPr>
            <w:tcW w:w="1418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1 958 239,44</w:t>
            </w:r>
          </w:p>
        </w:tc>
        <w:tc>
          <w:tcPr>
            <w:tcW w:w="1419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7 612 550,16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дошкольные и общеобразова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учреждения</w:t>
            </w:r>
          </w:p>
        </w:tc>
      </w:tr>
      <w:tr w:rsidR="00195073" w:rsidRPr="009C689C">
        <w:trPr>
          <w:cantSplit/>
          <w:trHeight w:val="41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1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914 226,73</w:t>
            </w:r>
          </w:p>
        </w:tc>
        <w:tc>
          <w:tcPr>
            <w:tcW w:w="1440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927 697,44</w:t>
            </w:r>
          </w:p>
        </w:tc>
        <w:tc>
          <w:tcPr>
            <w:tcW w:w="1296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949 010,90</w:t>
            </w:r>
          </w:p>
        </w:tc>
        <w:tc>
          <w:tcPr>
            <w:tcW w:w="1418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949 010,90</w:t>
            </w:r>
          </w:p>
        </w:tc>
        <w:tc>
          <w:tcPr>
            <w:tcW w:w="1419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3 739 945,97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1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888 729,12</w:t>
            </w:r>
          </w:p>
        </w:tc>
        <w:tc>
          <w:tcPr>
            <w:tcW w:w="1440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965 417,99</w:t>
            </w:r>
          </w:p>
        </w:tc>
        <w:tc>
          <w:tcPr>
            <w:tcW w:w="1296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1 009 228,54</w:t>
            </w:r>
          </w:p>
        </w:tc>
        <w:tc>
          <w:tcPr>
            <w:tcW w:w="1418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1 009 228,54</w:t>
            </w:r>
          </w:p>
        </w:tc>
        <w:tc>
          <w:tcPr>
            <w:tcW w:w="1419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3 872 604,19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1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7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юридичес-ким лицам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13 593,60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14 273,30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14 273,30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14 273,30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56 413,50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Негосударствен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образовательные учреждения</w:t>
            </w:r>
          </w:p>
        </w:tc>
      </w:tr>
      <w:tr w:rsidR="00195073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13 593,60</w:t>
            </w:r>
          </w:p>
        </w:tc>
        <w:tc>
          <w:tcPr>
            <w:tcW w:w="1440" w:type="dxa"/>
            <w:vAlign w:val="center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14 273,30</w:t>
            </w:r>
          </w:p>
        </w:tc>
        <w:tc>
          <w:tcPr>
            <w:tcW w:w="1296" w:type="dxa"/>
            <w:vAlign w:val="center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14 273,30</w:t>
            </w:r>
          </w:p>
        </w:tc>
        <w:tc>
          <w:tcPr>
            <w:tcW w:w="1418" w:type="dxa"/>
            <w:vAlign w:val="center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14 273,30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56 413,50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4E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образования, дополнительных общеобразовательных общеразвивающих программ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целевая субсидия</w:t>
            </w:r>
          </w:p>
        </w:tc>
        <w:tc>
          <w:tcPr>
            <w:tcW w:w="1295" w:type="dxa"/>
            <w:vAlign w:val="bottom"/>
          </w:tcPr>
          <w:p w:rsidR="00195073" w:rsidRPr="00987024" w:rsidRDefault="00195073" w:rsidP="009C1D5C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eastAsia="Batang" w:hAnsi="Times New Roman" w:cs="Times New Roman"/>
                <w:sz w:val="20"/>
                <w:szCs w:val="20"/>
              </w:rPr>
              <w:t>2 214 817,88</w:t>
            </w:r>
          </w:p>
        </w:tc>
        <w:tc>
          <w:tcPr>
            <w:tcW w:w="1440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2 217 700,15</w:t>
            </w:r>
          </w:p>
        </w:tc>
        <w:tc>
          <w:tcPr>
            <w:tcW w:w="1296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2 472 715,74</w:t>
            </w:r>
          </w:p>
        </w:tc>
        <w:tc>
          <w:tcPr>
            <w:tcW w:w="1418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2 472 715,74</w:t>
            </w:r>
          </w:p>
        </w:tc>
        <w:tc>
          <w:tcPr>
            <w:tcW w:w="1419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9 377 949,51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учреждения</w:t>
            </w: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1 893 162,50</w:t>
            </w:r>
          </w:p>
        </w:tc>
        <w:tc>
          <w:tcPr>
            <w:tcW w:w="1440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1 874 012,20</w:t>
            </w:r>
          </w:p>
        </w:tc>
        <w:tc>
          <w:tcPr>
            <w:tcW w:w="1296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2 125 844,84</w:t>
            </w:r>
          </w:p>
        </w:tc>
        <w:tc>
          <w:tcPr>
            <w:tcW w:w="1418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2 125 844,84</w:t>
            </w:r>
          </w:p>
        </w:tc>
        <w:tc>
          <w:tcPr>
            <w:tcW w:w="1419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8 018 864,38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314 456,81</w:t>
            </w:r>
          </w:p>
        </w:tc>
        <w:tc>
          <w:tcPr>
            <w:tcW w:w="1440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4074">
              <w:rPr>
                <w:rFonts w:ascii="Times New Roman" w:hAnsi="Times New Roman" w:cs="Times New Roman"/>
                <w:sz w:val="20"/>
                <w:szCs w:val="20"/>
              </w:rPr>
              <w:t>343 687,95</w:t>
            </w:r>
          </w:p>
        </w:tc>
        <w:tc>
          <w:tcPr>
            <w:tcW w:w="1296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346 870,90</w:t>
            </w:r>
          </w:p>
        </w:tc>
        <w:tc>
          <w:tcPr>
            <w:tcW w:w="1418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346 870,90</w:t>
            </w:r>
          </w:p>
        </w:tc>
        <w:tc>
          <w:tcPr>
            <w:tcW w:w="1419" w:type="dxa"/>
            <w:vAlign w:val="bottom"/>
          </w:tcPr>
          <w:p w:rsidR="00195073" w:rsidRPr="00971A86" w:rsidRDefault="00195073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1 351 886,56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7198,57</w:t>
            </w:r>
          </w:p>
        </w:tc>
        <w:tc>
          <w:tcPr>
            <w:tcW w:w="1440" w:type="dxa"/>
            <w:noWrap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7198,57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E0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6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семинаров, </w:t>
            </w:r>
            <w:r w:rsidRPr="00D40E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0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40" w:type="dxa"/>
            <w:noWrap/>
            <w:vAlign w:val="bottom"/>
          </w:tcPr>
          <w:p w:rsidR="00195073" w:rsidRPr="00E017EC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02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02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02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учреждения</w:t>
            </w: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E017EC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E017EC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40" w:type="dxa"/>
            <w:noWrap/>
            <w:vAlign w:val="bottom"/>
          </w:tcPr>
          <w:p w:rsidR="00195073" w:rsidRPr="00E017EC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C3ACE" w:rsidRDefault="00195073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8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E0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21 747,70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22 362,30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23 825,00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23 825,00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91 760,00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 Центр «М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ОСТ»</w:t>
            </w:r>
          </w:p>
        </w:tc>
      </w:tr>
      <w:tr w:rsidR="00195073" w:rsidRPr="009C689C">
        <w:trPr>
          <w:cantSplit/>
          <w:trHeight w:val="24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21 747,70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22 362,30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23 825,00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23 825,00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91 760,00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E0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3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школьников (на основе конкурсного отбора проектов муниципальных общеобразовательных учреждений)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42"/>
          <w:jc w:val="center"/>
        </w:trPr>
        <w:tc>
          <w:tcPr>
            <w:tcW w:w="860" w:type="dxa"/>
            <w:vMerge w:val="restart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4E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163 875,3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166 460,50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181 408,90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181 408,90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693 153,6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учреждения дополнительного образования</w:t>
            </w:r>
          </w:p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163 875,3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166 460,50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181 408,90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181 408,90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693 153,60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2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Информационно-технологическое сопровождение образовательного процесса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1 174,60</w:t>
            </w: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1 641,00</w:t>
            </w: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1 759,00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1 759,00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6 333,60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ДО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ЦТРиГО «Информацион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технологии»</w:t>
            </w:r>
          </w:p>
        </w:tc>
      </w:tr>
      <w:tr w:rsidR="00195073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1 174,60</w:t>
            </w: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1 641,00</w:t>
            </w: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1 759,00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1 759,00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6 333,60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опорных учреждений дошкольного и дополнительного образования (на основе конкурсного отбора по результатам деятельности)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8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кадетского движения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195073" w:rsidRPr="009C689C">
        <w:trPr>
          <w:cantSplit/>
          <w:trHeight w:val="28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духовно-нравственное воспитание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46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610,17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195073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610,17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2446" w:type="dxa"/>
            <w:vMerge w:val="restart"/>
          </w:tcPr>
          <w:p w:rsidR="00195073" w:rsidRPr="008A5E93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Целевая субсидия,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приносящая доход деятельность</w:t>
            </w:r>
          </w:p>
        </w:tc>
        <w:tc>
          <w:tcPr>
            <w:tcW w:w="1295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143 870,77</w:t>
            </w:r>
          </w:p>
        </w:tc>
        <w:tc>
          <w:tcPr>
            <w:tcW w:w="1440" w:type="dxa"/>
            <w:noWrap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135 570,47</w:t>
            </w:r>
          </w:p>
        </w:tc>
        <w:tc>
          <w:tcPr>
            <w:tcW w:w="1296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104 620,00</w:t>
            </w:r>
          </w:p>
        </w:tc>
        <w:tc>
          <w:tcPr>
            <w:tcW w:w="1418" w:type="dxa"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104 620,00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488 681,24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политике, 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39 406,00</w:t>
            </w:r>
          </w:p>
        </w:tc>
        <w:tc>
          <w:tcPr>
            <w:tcW w:w="1440" w:type="dxa"/>
            <w:noWrap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61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39 102,17</w:t>
            </w:r>
          </w:p>
        </w:tc>
        <w:tc>
          <w:tcPr>
            <w:tcW w:w="1296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10 532,00</w:t>
            </w:r>
          </w:p>
        </w:tc>
        <w:tc>
          <w:tcPr>
            <w:tcW w:w="1418" w:type="dxa"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10 532,00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99 572,17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30 936,60</w:t>
            </w:r>
          </w:p>
        </w:tc>
        <w:tc>
          <w:tcPr>
            <w:tcW w:w="1440" w:type="dxa"/>
            <w:noWrap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61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31 616,90</w:t>
            </w:r>
          </w:p>
        </w:tc>
        <w:tc>
          <w:tcPr>
            <w:tcW w:w="1296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33 037,50</w:t>
            </w:r>
          </w:p>
        </w:tc>
        <w:tc>
          <w:tcPr>
            <w:tcW w:w="1418" w:type="dxa"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33 037,50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128 628,50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73 528,17</w:t>
            </w:r>
          </w:p>
        </w:tc>
        <w:tc>
          <w:tcPr>
            <w:tcW w:w="1440" w:type="dxa"/>
            <w:noWrap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A61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64 851,40</w:t>
            </w:r>
          </w:p>
        </w:tc>
        <w:tc>
          <w:tcPr>
            <w:tcW w:w="1296" w:type="dxa"/>
            <w:noWrap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61 050,50</w:t>
            </w:r>
          </w:p>
        </w:tc>
        <w:tc>
          <w:tcPr>
            <w:tcW w:w="1418" w:type="dxa"/>
            <w:vAlign w:val="bottom"/>
          </w:tcPr>
          <w:p w:rsidR="00195073" w:rsidRPr="00987024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61 050,50</w:t>
            </w:r>
          </w:p>
        </w:tc>
        <w:tc>
          <w:tcPr>
            <w:tcW w:w="1419" w:type="dxa"/>
            <w:vAlign w:val="bottom"/>
          </w:tcPr>
          <w:p w:rsidR="00195073" w:rsidRPr="002A61CD" w:rsidRDefault="00195073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61CD">
              <w:rPr>
                <w:rFonts w:ascii="Times New Roman" w:hAnsi="Times New Roman" w:cs="Times New Roman"/>
                <w:sz w:val="20"/>
                <w:szCs w:val="20"/>
              </w:rPr>
              <w:t>260 480,57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21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здорового образа жизни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49,98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124,98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49,98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124,98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26A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DB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DB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2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7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09" w:type="dxa"/>
            <w:gridSpan w:val="6"/>
            <w:vMerge w:val="restart"/>
          </w:tcPr>
          <w:p w:rsidR="00195073" w:rsidRPr="000A2672" w:rsidRDefault="00195073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27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195073" w:rsidRPr="000A2672" w:rsidRDefault="00195073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195073" w:rsidRPr="000A2672" w:rsidRDefault="00195073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195073" w:rsidRPr="000A2672" w:rsidRDefault="00195073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195073" w:rsidRPr="000A2672" w:rsidRDefault="00195073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25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образовательных достижений обучающихся на разных уровнях общего образования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1.7.4</w:t>
            </w:r>
          </w:p>
        </w:tc>
        <w:tc>
          <w:tcPr>
            <w:tcW w:w="2446" w:type="dxa"/>
            <w:vMerge w:val="restart"/>
          </w:tcPr>
          <w:p w:rsidR="00195073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90,73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390,73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90,73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390,73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9"/>
          <w:jc w:val="center"/>
        </w:trPr>
        <w:tc>
          <w:tcPr>
            <w:tcW w:w="860" w:type="dxa"/>
            <w:vMerge w:val="restart"/>
          </w:tcPr>
          <w:p w:rsidR="00195073" w:rsidRPr="00BE61A1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61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446" w:type="dxa"/>
            <w:vMerge w:val="restart"/>
          </w:tcPr>
          <w:p w:rsidR="00195073" w:rsidRPr="00BE61A1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61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МКУ «УКС»</w:t>
            </w:r>
          </w:p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9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9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9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9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A31F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учащихся муниципальных общеобразовательных уч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реждений города Калининграда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достижения в сфере образования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2 849,28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2 849,28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728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446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 и одаренных детей – учащихся муниципальных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бщеобразовательных учреждений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успехи в творческой деятельности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768,00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768,00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87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612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8A5E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убсидия на муници-пальное задание</w:t>
            </w:r>
          </w:p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418,7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394,98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9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1 673,65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61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61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61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418,7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394,98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9" w:type="dxa"/>
            <w:vAlign w:val="bottom"/>
          </w:tcPr>
          <w:p w:rsidR="00195073" w:rsidRPr="00634C1B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1 673,65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61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126,14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6,14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126,14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8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6,14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16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7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2446" w:type="dxa"/>
            <w:vMerge w:val="restart"/>
          </w:tcPr>
          <w:p w:rsidR="00195073" w:rsidRPr="00705067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5067">
              <w:rPr>
                <w:rFonts w:ascii="Times New Roman" w:hAnsi="Times New Roman" w:cs="Times New Roman"/>
                <w:sz w:val="20"/>
                <w:szCs w:val="20"/>
              </w:rPr>
              <w:t>Участие воспитанников и учащихся во всероссийских и международных конференциях, форумах, слетах и других проектах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57,06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8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957,06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159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0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109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57,06</w:t>
            </w:r>
          </w:p>
        </w:tc>
        <w:tc>
          <w:tcPr>
            <w:tcW w:w="1440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8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957,06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169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446" w:type="dxa"/>
            <w:vMerge w:val="restart"/>
          </w:tcPr>
          <w:p w:rsidR="00195073" w:rsidRPr="00B140E8" w:rsidRDefault="00195073" w:rsidP="008A5E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9 498,70</w:t>
            </w:r>
          </w:p>
        </w:tc>
        <w:tc>
          <w:tcPr>
            <w:tcW w:w="1440" w:type="dxa"/>
            <w:noWrap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9 664,30</w:t>
            </w:r>
          </w:p>
        </w:tc>
        <w:tc>
          <w:tcPr>
            <w:tcW w:w="1296" w:type="dxa"/>
            <w:noWrap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10 408,10</w:t>
            </w:r>
          </w:p>
        </w:tc>
        <w:tc>
          <w:tcPr>
            <w:tcW w:w="1418" w:type="dxa"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10 408,10</w:t>
            </w:r>
          </w:p>
        </w:tc>
        <w:tc>
          <w:tcPr>
            <w:tcW w:w="1419" w:type="dxa"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39 979,20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9 498,70</w:t>
            </w:r>
          </w:p>
        </w:tc>
        <w:tc>
          <w:tcPr>
            <w:tcW w:w="1440" w:type="dxa"/>
            <w:noWrap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9 664,30</w:t>
            </w:r>
          </w:p>
        </w:tc>
        <w:tc>
          <w:tcPr>
            <w:tcW w:w="1296" w:type="dxa"/>
            <w:noWrap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10 408,10</w:t>
            </w:r>
          </w:p>
        </w:tc>
        <w:tc>
          <w:tcPr>
            <w:tcW w:w="1418" w:type="dxa"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10 408,10</w:t>
            </w:r>
          </w:p>
        </w:tc>
        <w:tc>
          <w:tcPr>
            <w:tcW w:w="1419" w:type="dxa"/>
            <w:vAlign w:val="bottom"/>
          </w:tcPr>
          <w:p w:rsidR="00195073" w:rsidRPr="005558EC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39 979,20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311674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C3ACE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 w:val="restart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городского образовательного форума, педагогических научно-практических конференций, семинаров, консультаций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224,90</w:t>
            </w:r>
          </w:p>
        </w:tc>
        <w:tc>
          <w:tcPr>
            <w:tcW w:w="1440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296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704,90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224,90</w:t>
            </w:r>
          </w:p>
        </w:tc>
        <w:tc>
          <w:tcPr>
            <w:tcW w:w="1440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296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195073" w:rsidRPr="00D40EAB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704,90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0012B7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0012B7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0012B7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bottom"/>
          </w:tcPr>
          <w:p w:rsidR="00195073" w:rsidRPr="000012B7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40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0012B7" w:rsidRDefault="00195073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AD1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профессиональных конкурсов и праздничных мероприятий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закупка товаров, работ и услуг</w:t>
            </w:r>
          </w:p>
        </w:tc>
        <w:tc>
          <w:tcPr>
            <w:tcW w:w="1295" w:type="dxa"/>
            <w:vAlign w:val="bottom"/>
          </w:tcPr>
          <w:p w:rsidR="00195073" w:rsidRPr="00C51A27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1151,32</w:t>
            </w:r>
          </w:p>
        </w:tc>
        <w:tc>
          <w:tcPr>
            <w:tcW w:w="1440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1 272,00</w:t>
            </w:r>
          </w:p>
        </w:tc>
        <w:tc>
          <w:tcPr>
            <w:tcW w:w="1296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418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419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4 173,32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8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C51A27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14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C51A27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19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C51A27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1151,32</w:t>
            </w:r>
          </w:p>
        </w:tc>
        <w:tc>
          <w:tcPr>
            <w:tcW w:w="1440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1 272,00</w:t>
            </w:r>
          </w:p>
        </w:tc>
        <w:tc>
          <w:tcPr>
            <w:tcW w:w="1296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418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419" w:type="dxa"/>
            <w:vAlign w:val="bottom"/>
          </w:tcPr>
          <w:p w:rsidR="00195073" w:rsidRPr="005558EC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4 173,32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9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C51A2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525"/>
          <w:jc w:val="center"/>
        </w:trPr>
        <w:tc>
          <w:tcPr>
            <w:tcW w:w="860" w:type="dxa"/>
            <w:vMerge w:val="restart"/>
          </w:tcPr>
          <w:p w:rsidR="00195073" w:rsidRPr="00004852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2C1C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ведомственной целевой программы «Обеспечение требований комплексной безопасности в муниципальных учреждениях образования и загородных оздоровительных центрах»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E26A5A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190 003,82</w:t>
            </w: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46 907,84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236 911,66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52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52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52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190 003,82</w:t>
            </w: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46 907,84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236 911,66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52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585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образовательных учреждений и загородных оздоровительных центров (в т.ч. изготовление и проверка проектной и рабочей документации и осуществление строительного контроля), из них: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91704F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560,63</w:t>
            </w:r>
          </w:p>
        </w:tc>
        <w:tc>
          <w:tcPr>
            <w:tcW w:w="1440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14 304,58</w:t>
            </w:r>
          </w:p>
        </w:tc>
        <w:tc>
          <w:tcPr>
            <w:tcW w:w="1296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312A8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0A16">
              <w:rPr>
                <w:rFonts w:ascii="Times New Roman" w:hAnsi="Times New Roman" w:cs="Times New Roman"/>
                <w:sz w:val="20"/>
                <w:szCs w:val="20"/>
              </w:rPr>
              <w:t>95 882,61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195073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1704F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312A8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1704F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440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312A8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12A8">
              <w:rPr>
                <w:rFonts w:ascii="Times New Roman" w:hAnsi="Times New Roman" w:cs="Times New Roman"/>
                <w:sz w:val="20"/>
                <w:szCs w:val="20"/>
              </w:rPr>
              <w:t>14 000,00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1704F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560,63</w:t>
            </w:r>
          </w:p>
        </w:tc>
        <w:tc>
          <w:tcPr>
            <w:tcW w:w="1440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14 304,58</w:t>
            </w:r>
          </w:p>
        </w:tc>
        <w:tc>
          <w:tcPr>
            <w:tcW w:w="1296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5558EC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312A8" w:rsidRDefault="00195073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0A16">
              <w:rPr>
                <w:rFonts w:ascii="Times New Roman" w:hAnsi="Times New Roman" w:cs="Times New Roman"/>
                <w:sz w:val="20"/>
                <w:szCs w:val="20"/>
              </w:rPr>
              <w:t>81 865,21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1704F" w:rsidRDefault="00195073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91704F" w:rsidRDefault="00195073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91704F" w:rsidRDefault="00195073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91704F" w:rsidRDefault="00195073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312A8" w:rsidRDefault="00195073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tcBorders>
              <w:bottom w:val="nil"/>
            </w:tcBorders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6" w:type="dxa"/>
            <w:tcBorders>
              <w:bottom w:val="nil"/>
            </w:tcBorders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160,03</w:t>
            </w: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833,00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993,03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160,03</w:t>
            </w: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833,00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993,03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513,54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113,54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627,08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513,54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113,54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627,08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2 198,64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233,64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2 432,28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2 198,64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233,64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2 432,28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Default="00195073" w:rsidP="00C351DB"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C351DB">
            <w:pPr>
              <w:jc w:val="center"/>
            </w:pPr>
            <w:r w:rsidRPr="00DE2B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C351DB">
            <w:pPr>
              <w:jc w:val="center"/>
            </w:pPr>
            <w:r w:rsidRPr="001F00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195073" w:rsidRDefault="00195073" w:rsidP="003E7C12">
            <w:pPr>
              <w:spacing w:after="0" w:line="240" w:lineRule="auto"/>
              <w:jc w:val="center"/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46" w:type="dxa"/>
            <w:vMerge w:val="restart"/>
          </w:tcPr>
          <w:p w:rsidR="00195073" w:rsidRDefault="00195073" w:rsidP="00C351DB"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C351DB">
            <w:pPr>
              <w:jc w:val="center"/>
            </w:pPr>
            <w:r w:rsidRPr="00DE2B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C351DB">
            <w:pPr>
              <w:jc w:val="center"/>
            </w:pPr>
            <w:r w:rsidRPr="001F00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195073" w:rsidRDefault="00195073" w:rsidP="003E7C12">
            <w:pPr>
              <w:spacing w:after="0" w:line="240" w:lineRule="auto"/>
              <w:jc w:val="center"/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46" w:type="dxa"/>
            <w:vMerge w:val="restart"/>
          </w:tcPr>
          <w:p w:rsidR="00195073" w:rsidRDefault="00195073"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C351DB">
            <w:pPr>
              <w:jc w:val="center"/>
            </w:pPr>
            <w:r w:rsidRPr="00DE2B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C351DB">
            <w:pPr>
              <w:jc w:val="center"/>
            </w:pPr>
            <w:r w:rsidRPr="001F00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C351DB">
            <w:pPr>
              <w:jc w:val="center"/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Default="00195073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Default="00195073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3F64F5">
            <w:pPr>
              <w:jc w:val="center"/>
            </w:pP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195073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B00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B00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46" w:type="dxa"/>
            <w:vMerge w:val="restart"/>
          </w:tcPr>
          <w:p w:rsidR="00195073" w:rsidRDefault="00195073"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7B6D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451A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46" w:type="dxa"/>
            <w:vMerge w:val="restart"/>
          </w:tcPr>
          <w:p w:rsidR="00195073" w:rsidRDefault="00195073" w:rsidP="00C22CFF"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7B6D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451A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46" w:type="dxa"/>
            <w:vMerge w:val="restart"/>
          </w:tcPr>
          <w:p w:rsidR="00195073" w:rsidRDefault="00195073" w:rsidP="00C22CFF"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C22CFF">
            <w:pPr>
              <w:jc w:val="center"/>
            </w:pP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36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37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9D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42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663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6636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DB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604,33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604,33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663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Default="00195073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Default="00195073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604,33</w:t>
            </w:r>
          </w:p>
        </w:tc>
        <w:tc>
          <w:tcPr>
            <w:tcW w:w="1296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B612A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604,33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B86FFB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296" w:type="dxa"/>
            <w:vAlign w:val="bottom"/>
          </w:tcPr>
          <w:p w:rsidR="00195073" w:rsidRPr="00B86FFB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8" w:type="dxa"/>
            <w:vAlign w:val="bottom"/>
          </w:tcPr>
          <w:p w:rsidR="00195073" w:rsidRPr="00B86FFB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9" w:type="dxa"/>
            <w:vAlign w:val="bottom"/>
          </w:tcPr>
          <w:p w:rsidR="00195073" w:rsidRPr="00B86FFB" w:rsidRDefault="00195073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9D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9D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46" w:type="dxa"/>
            <w:vMerge w:val="restart"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46" w:type="dxa"/>
            <w:vMerge w:val="restart"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502504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04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48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4 868,11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4 868,11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2 702,60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2 702,60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2 165,51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2 165,51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A56D54" w:rsidRDefault="00195073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B36B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6B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51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1 179,45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589,00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1 768,45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1 179,45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589,00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1 768,45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52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ЦРР д/с № 53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26A5A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55</w:t>
            </w:r>
          </w:p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55,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758,58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1 058,58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64,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758,58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1 058,58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ЦРР 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52,10</w:t>
            </w:r>
          </w:p>
        </w:tc>
        <w:tc>
          <w:tcPr>
            <w:tcW w:w="1440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241,82</w:t>
            </w:r>
          </w:p>
        </w:tc>
        <w:tc>
          <w:tcPr>
            <w:tcW w:w="1296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293,92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52,10</w:t>
            </w:r>
          </w:p>
        </w:tc>
        <w:tc>
          <w:tcPr>
            <w:tcW w:w="1440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241,82</w:t>
            </w:r>
          </w:p>
        </w:tc>
        <w:tc>
          <w:tcPr>
            <w:tcW w:w="1296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612AC" w:rsidRDefault="00195073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293,92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86</w:t>
            </w:r>
          </w:p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4 070,06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4 070,06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1 931,00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1 931,00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2 139,06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2 139,06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87,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ДОУ д/с № 90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ДОУ д/с № 90,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46" w:type="dxa"/>
            <w:vMerge w:val="restart"/>
          </w:tcPr>
          <w:p w:rsidR="00195073" w:rsidRDefault="00195073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100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26A5A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102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3230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446" w:type="dxa"/>
            <w:vMerge w:val="restart"/>
          </w:tcPr>
          <w:p w:rsidR="00195073" w:rsidRDefault="00195073" w:rsidP="00F54F82">
            <w:r w:rsidRPr="009D1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ОУ</w:t>
            </w:r>
            <w:r w:rsidRPr="009D1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3230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2855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446" w:type="dxa"/>
            <w:vMerge w:val="restart"/>
          </w:tcPr>
          <w:p w:rsidR="00195073" w:rsidRDefault="00195073" w:rsidP="00F54F82">
            <w:r w:rsidRPr="009D1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3230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2855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107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110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ЦРР д/с № 110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111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D26E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440" w:type="dxa"/>
            <w:vAlign w:val="bottom"/>
          </w:tcPr>
          <w:p w:rsidR="00195073" w:rsidRPr="008E6063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6F12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E6063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E6063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440" w:type="dxa"/>
            <w:vAlign w:val="bottom"/>
          </w:tcPr>
          <w:p w:rsidR="00195073" w:rsidRPr="008E6063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D26E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6F12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116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121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440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440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122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7 087,80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679,00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7 766,80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4 400,80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4 400,80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2 687,00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679,00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3 366,00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446" w:type="dxa"/>
            <w:vMerge w:val="restart"/>
          </w:tcPr>
          <w:p w:rsidR="00195073" w:rsidRDefault="00195073" w:rsidP="00F54F82"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E17E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416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446" w:type="dxa"/>
            <w:vMerge w:val="restart"/>
          </w:tcPr>
          <w:p w:rsidR="00195073" w:rsidRDefault="00195073" w:rsidP="00F54F82"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E17E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416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125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C27F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C27F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C27F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8 739,15</w:t>
            </w:r>
          </w:p>
        </w:tc>
        <w:tc>
          <w:tcPr>
            <w:tcW w:w="1440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8 739,15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132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4 965,60</w:t>
            </w:r>
          </w:p>
        </w:tc>
        <w:tc>
          <w:tcPr>
            <w:tcW w:w="1440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4 965,60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3 773,55</w:t>
            </w:r>
          </w:p>
        </w:tc>
        <w:tc>
          <w:tcPr>
            <w:tcW w:w="1440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54F82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3 773,55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4F5F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1C7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4F5F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135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6 с УИОП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с УИОП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ОУ СОШ №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14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446" w:type="dxa"/>
            <w:tcBorders>
              <w:bottom w:val="nil"/>
            </w:tcBorders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 18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лицей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6C0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19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19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22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гимназия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26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26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28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28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29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1 949,61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9 503,49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11 453,10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1 949,61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9 503,49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11 453,10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  <w:tcBorders>
              <w:top w:val="nil"/>
            </w:tcBorders>
          </w:tcPr>
          <w:p w:rsidR="00195073" w:rsidRPr="009C689C" w:rsidRDefault="00195073" w:rsidP="00BF5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446" w:type="dxa"/>
            <w:vMerge w:val="restart"/>
            <w:tcBorders>
              <w:top w:val="nil"/>
            </w:tcBorders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31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32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гимназия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446" w:type="dxa"/>
            <w:vMerge w:val="restart"/>
            <w:tcBorders>
              <w:top w:val="nil"/>
            </w:tcBorders>
          </w:tcPr>
          <w:p w:rsidR="00195073" w:rsidRPr="009C689C" w:rsidRDefault="00195073" w:rsidP="00E612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 35 им. Буткова В.В.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E6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E6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лицей 35 им. Буткова В.В.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Default="00195073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Default="00195073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74449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40" w:type="dxa"/>
            <w:vAlign w:val="bottom"/>
          </w:tcPr>
          <w:p w:rsidR="00195073" w:rsidRPr="00974449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296" w:type="dxa"/>
            <w:vAlign w:val="bottom"/>
          </w:tcPr>
          <w:p w:rsidR="00195073" w:rsidRPr="00974449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8" w:type="dxa"/>
            <w:vAlign w:val="bottom"/>
          </w:tcPr>
          <w:p w:rsidR="00195073" w:rsidRPr="00974449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9" w:type="dxa"/>
            <w:vAlign w:val="bottom"/>
          </w:tcPr>
          <w:p w:rsidR="00195073" w:rsidRPr="00974449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45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 сторонние организации</w:t>
            </w: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bottom w:val="nil"/>
            </w:tcBorders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СОШ № 46 с 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с УИОП, сторонние организации</w:t>
            </w: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УИОП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bottom w:val="nil"/>
            </w:tcBorders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48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bottom w:val="nil"/>
            </w:tcBorders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 49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 49, сторонние организации</w:t>
            </w: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ШИЛИ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ШИЛИ, сторонние организации</w:t>
            </w: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ДО ДЮЦ «На Комсомольской»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ДО ДЮЦ «На Комсомольской», сторонние организации</w:t>
            </w: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BF5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ДЦОиОДиП «Олимп»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ДЦОиОДиП «Олимп»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6"/>
          <w:jc w:val="center"/>
        </w:trPr>
        <w:tc>
          <w:tcPr>
            <w:tcW w:w="860" w:type="dxa"/>
            <w:vMerge w:val="restart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детский сад по ул. Артиллерийская – ул. Закатная – ул. Пирогова в г. 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120 709,42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120 709,42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94 631,28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94 631,28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3 376,61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3 376,61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8 222,45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8 222,45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4 292,91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4 292,91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9 770,46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9 770,46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415,71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415,71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7"/>
          <w:jc w:val="center"/>
        </w:trPr>
        <w:tc>
          <w:tcPr>
            <w:tcW w:w="860" w:type="dxa"/>
            <w:vMerge w:val="restart"/>
          </w:tcPr>
          <w:p w:rsidR="00195073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**</w:t>
            </w:r>
          </w:p>
          <w:p w:rsidR="00195073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корпусов начальной школы - детского сада муниципального автономного общеобразовательного учреждения города  Калининграда гимназии № 22 по ул. Октябрьской в г. Калининграде (1-й этап)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374 850,63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2 857,50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377 708,13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190 300,85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190 300,85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94 199,40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2 857,50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97 056,90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44 220,24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44 220,24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22 330,14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22 330,14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23 800,00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23 800,00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3**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 Аксакова – дор. Окружная в г. 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189 943,94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6 480,50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196 424,44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140 823,10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140 823,10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4 174,54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4 174,54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17 713,04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6 847,35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2 284,20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9 131,55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17 713,05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6 847,40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21,76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6 869,16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4**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Детский сад на 240 мест по ул. Левитана в Юго-Восточном микрорайоне г. Калининграда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143 514,38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79,98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143 594,36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63 692,18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63 692,18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37 526,72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37 526,72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23 666,50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23 666,50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77,55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77,55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2 581,40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2 581,40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16 047,58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2,43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16 050,01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ЦРР детский сад № 122 по ул. Маршала Борзова, 95 в г. 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133 028,76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133 028,76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110 569,02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110 569,02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2 074,06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2 074,06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6 684,02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6 684,02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5 964,26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5 964,26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7 015,40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7 015,40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722,00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987024" w:rsidRDefault="00195073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722,00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6**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детского сада № 86 по ул. Б. Хмельницкого, 84 в г. 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115 639,07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5 059,56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120 698,63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85 554,85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85 554,85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4 815,17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4 815,17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10 828,37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10 828,37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4 363,71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4 363,71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10 828,42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10 828,42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4 063,72</w:t>
            </w:r>
          </w:p>
        </w:tc>
        <w:tc>
          <w:tcPr>
            <w:tcW w:w="1440" w:type="dxa"/>
            <w:vAlign w:val="bottom"/>
          </w:tcPr>
          <w:p w:rsidR="00195073" w:rsidRPr="004E0879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244,39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4 308,11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0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№ 51 по ул. Беланова в г. 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45 977,37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45 977,37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13 573,76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13 573,76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11 697,73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11 697,73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14 980,75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14 980,75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2 589,07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2 589,07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3 136,06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3 136,06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7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8**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Куйбышева - ул. Ю. Костикова в г. 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5 240,8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5 290,83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5 240,8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 w:val="restart"/>
          </w:tcPr>
          <w:p w:rsidR="00195073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муниципального автономного дошкольного образовательного учреждения города Калинин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града детского сада № 56 по ул. 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Фермора в г. 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8 672,31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8 672,31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6 229,01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6 229,01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1 474,97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1 474,97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21,70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21,70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946,63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946,63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46" w:type="dxa"/>
            <w:vMerge w:val="restart"/>
          </w:tcPr>
          <w:p w:rsidR="00195073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Строительство нового корпуса МАДОУ детского сада № 1 по ул. Свободной, 34 в </w:t>
            </w:r>
          </w:p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8 566,48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8 566,48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7 627,48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7 627,48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939,00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939,00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36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12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172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19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123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1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46" w:type="dxa"/>
            <w:vMerge w:val="restart"/>
          </w:tcPr>
          <w:p w:rsidR="00195073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Детские ясли-сад на 240 мест с бассейном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Алданской в </w:t>
            </w:r>
          </w:p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41, сторонние организации</w:t>
            </w: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проектной и  рабочей документации по объекту «Общеобразовательная школа на 825 учащихся по ул. Артиллерийской – ул. Серова в г. Калининграде»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440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440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8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4.3.3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средней общеобразовательной школы по ул. Марш. Борзова в г. Калининграде»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440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3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440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94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4.3.4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корпусов начальной школы - детского сада муниципального автономного общеобразовательного учреждения города Калининграда гимназии № 22 по ул. Октябрьской в г. Калининграде                  (2-й этап)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151 515,17</w:t>
            </w:r>
          </w:p>
        </w:tc>
        <w:tc>
          <w:tcPr>
            <w:tcW w:w="1440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245 182,71</w:t>
            </w:r>
          </w:p>
        </w:tc>
        <w:tc>
          <w:tcPr>
            <w:tcW w:w="1296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E81E6B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396 697,88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415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1440" w:type="dxa"/>
            <w:noWrap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139 005,10</w:t>
            </w:r>
          </w:p>
        </w:tc>
        <w:tc>
          <w:tcPr>
            <w:tcW w:w="1296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289 005,10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B327C9" w:rsidRDefault="00195073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93 671,62</w:t>
            </w:r>
          </w:p>
        </w:tc>
        <w:tc>
          <w:tcPr>
            <w:tcW w:w="1296" w:type="dxa"/>
            <w:noWrap/>
            <w:vAlign w:val="bottom"/>
          </w:tcPr>
          <w:p w:rsidR="00195073" w:rsidRDefault="00195073" w:rsidP="00FB4210">
            <w:pPr>
              <w:spacing w:after="0" w:line="240" w:lineRule="auto"/>
              <w:jc w:val="right"/>
            </w:pPr>
          </w:p>
        </w:tc>
        <w:tc>
          <w:tcPr>
            <w:tcW w:w="1418" w:type="dxa"/>
            <w:vAlign w:val="bottom"/>
          </w:tcPr>
          <w:p w:rsidR="00195073" w:rsidRDefault="00195073" w:rsidP="00FB4210">
            <w:pPr>
              <w:spacing w:after="0" w:line="240" w:lineRule="auto"/>
              <w:jc w:val="right"/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93 671,62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757,57</w:t>
            </w:r>
          </w:p>
        </w:tc>
        <w:tc>
          <w:tcPr>
            <w:tcW w:w="1440" w:type="dxa"/>
            <w:noWrap/>
            <w:vAlign w:val="bottom"/>
          </w:tcPr>
          <w:p w:rsidR="00195073" w:rsidRPr="00B327C9" w:rsidRDefault="00195073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5 794,56</w:t>
            </w:r>
          </w:p>
        </w:tc>
        <w:tc>
          <w:tcPr>
            <w:tcW w:w="1296" w:type="dxa"/>
            <w:noWrap/>
            <w:vAlign w:val="bottom"/>
          </w:tcPr>
          <w:p w:rsidR="00195073" w:rsidRDefault="00195073" w:rsidP="00FB4210">
            <w:pPr>
              <w:spacing w:after="0" w:line="240" w:lineRule="auto"/>
              <w:jc w:val="right"/>
            </w:pPr>
          </w:p>
        </w:tc>
        <w:tc>
          <w:tcPr>
            <w:tcW w:w="1418" w:type="dxa"/>
            <w:vAlign w:val="bottom"/>
          </w:tcPr>
          <w:p w:rsidR="00195073" w:rsidRDefault="00195073" w:rsidP="00FB4210">
            <w:pPr>
              <w:spacing w:after="0" w:line="240" w:lineRule="auto"/>
              <w:jc w:val="right"/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6 552,13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B327C9" w:rsidRDefault="00195073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498,60</w:t>
            </w:r>
          </w:p>
        </w:tc>
        <w:tc>
          <w:tcPr>
            <w:tcW w:w="1296" w:type="dxa"/>
            <w:noWrap/>
            <w:vAlign w:val="bottom"/>
          </w:tcPr>
          <w:p w:rsidR="00195073" w:rsidRDefault="00195073" w:rsidP="00FB4210">
            <w:pPr>
              <w:spacing w:after="0" w:line="240" w:lineRule="auto"/>
              <w:jc w:val="right"/>
            </w:pPr>
          </w:p>
        </w:tc>
        <w:tc>
          <w:tcPr>
            <w:tcW w:w="1418" w:type="dxa"/>
            <w:vAlign w:val="bottom"/>
          </w:tcPr>
          <w:p w:rsidR="00195073" w:rsidRDefault="00195073" w:rsidP="00FB4210">
            <w:pPr>
              <w:spacing w:after="0" w:line="240" w:lineRule="auto"/>
              <w:jc w:val="right"/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498,60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757,60</w:t>
            </w:r>
          </w:p>
        </w:tc>
        <w:tc>
          <w:tcPr>
            <w:tcW w:w="1440" w:type="dxa"/>
            <w:noWrap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5 794,56</w:t>
            </w:r>
          </w:p>
        </w:tc>
        <w:tc>
          <w:tcPr>
            <w:tcW w:w="1296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6 552,16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(остатки)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E81E6B" w:rsidRDefault="00195073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B327C9" w:rsidRDefault="00195073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418,27</w:t>
            </w:r>
          </w:p>
        </w:tc>
        <w:tc>
          <w:tcPr>
            <w:tcW w:w="1296" w:type="dxa"/>
            <w:noWrap/>
            <w:vAlign w:val="bottom"/>
          </w:tcPr>
          <w:p w:rsidR="00195073" w:rsidRDefault="00195073" w:rsidP="00FB4210">
            <w:pPr>
              <w:spacing w:after="0" w:line="240" w:lineRule="auto"/>
              <w:jc w:val="right"/>
            </w:pPr>
          </w:p>
        </w:tc>
        <w:tc>
          <w:tcPr>
            <w:tcW w:w="1418" w:type="dxa"/>
            <w:vAlign w:val="bottom"/>
          </w:tcPr>
          <w:p w:rsidR="00195073" w:rsidRDefault="00195073" w:rsidP="00FB4210">
            <w:pPr>
              <w:spacing w:after="0" w:line="240" w:lineRule="auto"/>
              <w:jc w:val="right"/>
            </w:pPr>
          </w:p>
        </w:tc>
        <w:tc>
          <w:tcPr>
            <w:tcW w:w="1419" w:type="dxa"/>
            <w:vAlign w:val="bottom"/>
          </w:tcPr>
          <w:p w:rsidR="00195073" w:rsidRPr="00DA7B4B" w:rsidRDefault="00195073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418,27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0"/>
          <w:jc w:val="center"/>
        </w:trPr>
        <w:tc>
          <w:tcPr>
            <w:tcW w:w="860" w:type="dxa"/>
            <w:tcBorders>
              <w:bottom w:val="nil"/>
            </w:tcBorders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4.3.5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5E4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общеобразовательной школы по ул. Рассветной в г. Калининграде»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13 600,80</w:t>
            </w:r>
          </w:p>
        </w:tc>
        <w:tc>
          <w:tcPr>
            <w:tcW w:w="1296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3 524,40</w:t>
            </w:r>
          </w:p>
        </w:tc>
        <w:tc>
          <w:tcPr>
            <w:tcW w:w="1418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17 125,20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70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195073" w:rsidRPr="009C689C" w:rsidRDefault="00195073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C689C" w:rsidRDefault="00195073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0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195073" w:rsidRPr="009C689C" w:rsidRDefault="00195073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C689C" w:rsidRDefault="00195073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0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13 600,80</w:t>
            </w:r>
          </w:p>
        </w:tc>
        <w:tc>
          <w:tcPr>
            <w:tcW w:w="1296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3 524,40</w:t>
            </w:r>
          </w:p>
        </w:tc>
        <w:tc>
          <w:tcPr>
            <w:tcW w:w="1418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F5ECD" w:rsidRDefault="00195073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17 125,20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70"/>
          <w:jc w:val="center"/>
        </w:trPr>
        <w:tc>
          <w:tcPr>
            <w:tcW w:w="860" w:type="dxa"/>
            <w:tcBorders>
              <w:top w:val="nil"/>
            </w:tcBorders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195073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6"/>
          <w:jc w:val="center"/>
        </w:trPr>
        <w:tc>
          <w:tcPr>
            <w:tcW w:w="860" w:type="dxa"/>
            <w:vMerge w:val="restart"/>
          </w:tcPr>
          <w:p w:rsidR="00195073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6*</w:t>
            </w:r>
          </w:p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общеобразовательной школы на 1 500 мест в Северном жилом районе в г. 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440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440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446" w:type="dxa"/>
            <w:vMerge w:val="restart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Реконструкция физкультурно-спортивной площадки для МАОУ СОШ № 31 по ул. Пролетарской, 66а в г. 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14 808,17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14 808,17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31, сторонние организации</w:t>
            </w: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19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4.5.1</w:t>
            </w:r>
          </w:p>
        </w:tc>
        <w:tc>
          <w:tcPr>
            <w:tcW w:w="2446" w:type="dxa"/>
            <w:vMerge w:val="restart"/>
          </w:tcPr>
          <w:p w:rsidR="00195073" w:rsidRPr="00F4457A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портивн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ый манеж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МАДОУ д/с № 55 по ул. 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Нарвской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117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</w:p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09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</w:t>
            </w:r>
            <w:bookmarkStart w:id="0" w:name="_GoBack"/>
            <w:bookmarkEnd w:id="0"/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убсидия</w:t>
            </w:r>
          </w:p>
        </w:tc>
        <w:tc>
          <w:tcPr>
            <w:tcW w:w="1295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8 663,00</w:t>
            </w:r>
          </w:p>
        </w:tc>
        <w:tc>
          <w:tcPr>
            <w:tcW w:w="1440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15 404,22</w:t>
            </w: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24 067,22</w:t>
            </w:r>
          </w:p>
        </w:tc>
        <w:tc>
          <w:tcPr>
            <w:tcW w:w="1625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Pr="009C689C" w:rsidRDefault="00195073" w:rsidP="00DE0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55,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195073" w:rsidRPr="009C689C">
        <w:trPr>
          <w:cantSplit/>
          <w:trHeight w:val="264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8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8 663,00</w:t>
            </w:r>
          </w:p>
        </w:tc>
        <w:tc>
          <w:tcPr>
            <w:tcW w:w="1440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14 575,52</w:t>
            </w: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23 238,52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828,70</w:t>
            </w: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B327C9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828,70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C72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4.5.2</w:t>
            </w:r>
          </w:p>
        </w:tc>
        <w:tc>
          <w:tcPr>
            <w:tcW w:w="2446" w:type="dxa"/>
            <w:vMerge w:val="restart"/>
          </w:tcPr>
          <w:p w:rsidR="00195073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Создание дополнительных мест в </w:t>
            </w:r>
            <w:r w:rsidRPr="003C77C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51</w:t>
            </w:r>
          </w:p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5 296,34</w:t>
            </w:r>
          </w:p>
        </w:tc>
        <w:tc>
          <w:tcPr>
            <w:tcW w:w="1440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5 296,34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3E7C12">
            <w:pPr>
              <w:jc w:val="center"/>
            </w:pPr>
            <w:r w:rsidRPr="00F52D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3E7C12">
            <w:pPr>
              <w:jc w:val="center"/>
            </w:pP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4 764,69</w:t>
            </w:r>
          </w:p>
        </w:tc>
        <w:tc>
          <w:tcPr>
            <w:tcW w:w="1440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4 764,69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FA2A76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531,65</w:t>
            </w:r>
          </w:p>
        </w:tc>
        <w:tc>
          <w:tcPr>
            <w:tcW w:w="1440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531,65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FA2A76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195073" w:rsidRPr="009C689C" w:rsidRDefault="00195073" w:rsidP="00C72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4.5.3</w:t>
            </w:r>
          </w:p>
        </w:tc>
        <w:tc>
          <w:tcPr>
            <w:tcW w:w="2446" w:type="dxa"/>
            <w:vMerge w:val="restart"/>
          </w:tcPr>
          <w:p w:rsidR="00195073" w:rsidRPr="003C77CE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мест в </w:t>
            </w:r>
            <w:r w:rsidRPr="003C77CE">
              <w:rPr>
                <w:rFonts w:ascii="Times New Roman" w:hAnsi="Times New Roman" w:cs="Times New Roman"/>
                <w:sz w:val="20"/>
                <w:szCs w:val="20"/>
              </w:rPr>
              <w:t>МАДОУ ЦРР д/с № 86</w:t>
            </w: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195073" w:rsidRPr="009C689C" w:rsidRDefault="00195073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1 958,44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1 958,44</w:t>
            </w:r>
          </w:p>
        </w:tc>
        <w:tc>
          <w:tcPr>
            <w:tcW w:w="1625" w:type="dxa"/>
            <w:vMerge w:val="restart"/>
            <w:vAlign w:val="center"/>
          </w:tcPr>
          <w:p w:rsidR="00195073" w:rsidRDefault="00195073" w:rsidP="003E7C12">
            <w:pPr>
              <w:jc w:val="center"/>
            </w:pPr>
            <w:r w:rsidRPr="00F52D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195073" w:rsidRDefault="00195073" w:rsidP="003E7C12">
            <w:pPr>
              <w:jc w:val="center"/>
            </w:pP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298,13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298,13</w:t>
            </w: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073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195073" w:rsidRPr="00826BE7" w:rsidRDefault="00195073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195073" w:rsidRPr="009C689C" w:rsidRDefault="00195073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5073" w:rsidRDefault="00195073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</w:p>
    <w:p w:rsidR="00195073" w:rsidRDefault="00195073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7B7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*</w:t>
      </w:r>
      <w:r>
        <w:rPr>
          <w:rFonts w:ascii="Times New Roman" w:hAnsi="Times New Roman" w:cs="Times New Roman"/>
          <w:sz w:val="24"/>
          <w:szCs w:val="24"/>
          <w:lang w:eastAsia="ru-RU"/>
        </w:rPr>
        <w:t>Завершение расчетов по объектам, сданным в эксплуатацию в 2013-2014 гг.</w:t>
      </w:r>
    </w:p>
    <w:p w:rsidR="00195073" w:rsidRPr="00E67B75" w:rsidRDefault="00195073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66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**</w:t>
      </w:r>
      <w:r w:rsidRPr="00FB42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Завершение расчетов по объектам, сданным в эксплуатацию в 2015 г.</w:t>
      </w:r>
    </w:p>
    <w:sectPr w:rsidR="00195073" w:rsidRPr="00E67B75" w:rsidSect="00545163">
      <w:headerReference w:type="default" r:id="rId7"/>
      <w:pgSz w:w="16838" w:h="11906" w:orient="landscape"/>
      <w:pgMar w:top="568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073" w:rsidRDefault="00195073" w:rsidP="002124AC">
      <w:pPr>
        <w:spacing w:after="0" w:line="240" w:lineRule="auto"/>
      </w:pPr>
      <w:r>
        <w:separator/>
      </w:r>
    </w:p>
  </w:endnote>
  <w:endnote w:type="continuationSeparator" w:id="0">
    <w:p w:rsidR="00195073" w:rsidRDefault="00195073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073" w:rsidRDefault="00195073" w:rsidP="002124AC">
      <w:pPr>
        <w:spacing w:after="0" w:line="240" w:lineRule="auto"/>
      </w:pPr>
      <w:r>
        <w:separator/>
      </w:r>
    </w:p>
  </w:footnote>
  <w:footnote w:type="continuationSeparator" w:id="0">
    <w:p w:rsidR="00195073" w:rsidRDefault="00195073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073" w:rsidRDefault="00195073">
    <w:pPr>
      <w:pStyle w:val="Header"/>
      <w:jc w:val="center"/>
    </w:pPr>
    <w:fldSimple w:instr=" PAGE   \* MERGEFORMAT ">
      <w:r>
        <w:rPr>
          <w:noProof/>
        </w:rPr>
        <w:t>24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17"/>
  </w:num>
  <w:num w:numId="14">
    <w:abstractNumId w:val="20"/>
  </w:num>
  <w:num w:numId="15">
    <w:abstractNumId w:val="13"/>
  </w:num>
  <w:num w:numId="16">
    <w:abstractNumId w:val="22"/>
  </w:num>
  <w:num w:numId="17">
    <w:abstractNumId w:val="3"/>
  </w:num>
  <w:num w:numId="18">
    <w:abstractNumId w:val="5"/>
  </w:num>
  <w:num w:numId="19">
    <w:abstractNumId w:val="21"/>
  </w:num>
  <w:num w:numId="20">
    <w:abstractNumId w:val="8"/>
  </w:num>
  <w:num w:numId="21">
    <w:abstractNumId w:val="24"/>
  </w:num>
  <w:num w:numId="22">
    <w:abstractNumId w:val="16"/>
  </w:num>
  <w:num w:numId="23">
    <w:abstractNumId w:val="4"/>
  </w:num>
  <w:num w:numId="24">
    <w:abstractNumId w:val="9"/>
  </w:num>
  <w:num w:numId="25">
    <w:abstractNumId w:val="0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12B7"/>
    <w:rsid w:val="0000244D"/>
    <w:rsid w:val="00004852"/>
    <w:rsid w:val="00004DAC"/>
    <w:rsid w:val="00007E2D"/>
    <w:rsid w:val="00010957"/>
    <w:rsid w:val="000110A1"/>
    <w:rsid w:val="000121D7"/>
    <w:rsid w:val="0001490C"/>
    <w:rsid w:val="00014DBE"/>
    <w:rsid w:val="0001519A"/>
    <w:rsid w:val="00015CFF"/>
    <w:rsid w:val="0002139D"/>
    <w:rsid w:val="000216F5"/>
    <w:rsid w:val="00021916"/>
    <w:rsid w:val="00022E33"/>
    <w:rsid w:val="00027383"/>
    <w:rsid w:val="00027E51"/>
    <w:rsid w:val="0003145F"/>
    <w:rsid w:val="00034264"/>
    <w:rsid w:val="00034B6E"/>
    <w:rsid w:val="00035C5C"/>
    <w:rsid w:val="000369CB"/>
    <w:rsid w:val="000374A9"/>
    <w:rsid w:val="00037675"/>
    <w:rsid w:val="00042168"/>
    <w:rsid w:val="0004251A"/>
    <w:rsid w:val="00043150"/>
    <w:rsid w:val="000458FF"/>
    <w:rsid w:val="00045D84"/>
    <w:rsid w:val="0004683C"/>
    <w:rsid w:val="00051125"/>
    <w:rsid w:val="000526E9"/>
    <w:rsid w:val="00052D38"/>
    <w:rsid w:val="000542E1"/>
    <w:rsid w:val="00055F96"/>
    <w:rsid w:val="00056049"/>
    <w:rsid w:val="000560A0"/>
    <w:rsid w:val="00056308"/>
    <w:rsid w:val="00057491"/>
    <w:rsid w:val="00060B29"/>
    <w:rsid w:val="00062B1E"/>
    <w:rsid w:val="00064F5F"/>
    <w:rsid w:val="00064FBF"/>
    <w:rsid w:val="00066BA2"/>
    <w:rsid w:val="00070905"/>
    <w:rsid w:val="00073AB4"/>
    <w:rsid w:val="00074D9C"/>
    <w:rsid w:val="000764F8"/>
    <w:rsid w:val="00076729"/>
    <w:rsid w:val="0007672B"/>
    <w:rsid w:val="000769E0"/>
    <w:rsid w:val="00077543"/>
    <w:rsid w:val="000821F6"/>
    <w:rsid w:val="000903BD"/>
    <w:rsid w:val="0009076D"/>
    <w:rsid w:val="00091479"/>
    <w:rsid w:val="00091E9C"/>
    <w:rsid w:val="00092A3C"/>
    <w:rsid w:val="00094028"/>
    <w:rsid w:val="000949AC"/>
    <w:rsid w:val="00096C99"/>
    <w:rsid w:val="0009717A"/>
    <w:rsid w:val="000A0C27"/>
    <w:rsid w:val="000A11AE"/>
    <w:rsid w:val="000A1316"/>
    <w:rsid w:val="000A2514"/>
    <w:rsid w:val="000A2672"/>
    <w:rsid w:val="000A39D6"/>
    <w:rsid w:val="000A3B13"/>
    <w:rsid w:val="000A4974"/>
    <w:rsid w:val="000A548D"/>
    <w:rsid w:val="000A6641"/>
    <w:rsid w:val="000B10FF"/>
    <w:rsid w:val="000B242E"/>
    <w:rsid w:val="000B2559"/>
    <w:rsid w:val="000B2991"/>
    <w:rsid w:val="000B2FE2"/>
    <w:rsid w:val="000B4076"/>
    <w:rsid w:val="000B40FE"/>
    <w:rsid w:val="000B4885"/>
    <w:rsid w:val="000B4A4A"/>
    <w:rsid w:val="000B6114"/>
    <w:rsid w:val="000B7A55"/>
    <w:rsid w:val="000C115C"/>
    <w:rsid w:val="000C1B56"/>
    <w:rsid w:val="000C1EB3"/>
    <w:rsid w:val="000C278A"/>
    <w:rsid w:val="000C6354"/>
    <w:rsid w:val="000C6A8A"/>
    <w:rsid w:val="000C6C48"/>
    <w:rsid w:val="000D0F72"/>
    <w:rsid w:val="000D5844"/>
    <w:rsid w:val="000D5904"/>
    <w:rsid w:val="000E28EB"/>
    <w:rsid w:val="000E2D13"/>
    <w:rsid w:val="000E49C0"/>
    <w:rsid w:val="000E51B6"/>
    <w:rsid w:val="000E53A0"/>
    <w:rsid w:val="000E6A08"/>
    <w:rsid w:val="000F0FC6"/>
    <w:rsid w:val="000F3559"/>
    <w:rsid w:val="000F3756"/>
    <w:rsid w:val="000F3DA7"/>
    <w:rsid w:val="000F428A"/>
    <w:rsid w:val="000F4C7F"/>
    <w:rsid w:val="000F6557"/>
    <w:rsid w:val="000F65A8"/>
    <w:rsid w:val="000F75B2"/>
    <w:rsid w:val="00100603"/>
    <w:rsid w:val="001007D4"/>
    <w:rsid w:val="001011D6"/>
    <w:rsid w:val="00103157"/>
    <w:rsid w:val="001036DF"/>
    <w:rsid w:val="00105FC0"/>
    <w:rsid w:val="001115AE"/>
    <w:rsid w:val="001123E1"/>
    <w:rsid w:val="00113C85"/>
    <w:rsid w:val="0011585B"/>
    <w:rsid w:val="00116254"/>
    <w:rsid w:val="00116C4D"/>
    <w:rsid w:val="0011716A"/>
    <w:rsid w:val="00120C21"/>
    <w:rsid w:val="00122649"/>
    <w:rsid w:val="00122D18"/>
    <w:rsid w:val="00123853"/>
    <w:rsid w:val="00123D97"/>
    <w:rsid w:val="00124A21"/>
    <w:rsid w:val="00130111"/>
    <w:rsid w:val="001302FE"/>
    <w:rsid w:val="001312BC"/>
    <w:rsid w:val="00133E21"/>
    <w:rsid w:val="00135215"/>
    <w:rsid w:val="001355A8"/>
    <w:rsid w:val="00137DD5"/>
    <w:rsid w:val="001414F2"/>
    <w:rsid w:val="00143110"/>
    <w:rsid w:val="0014400C"/>
    <w:rsid w:val="001468EC"/>
    <w:rsid w:val="00146DE5"/>
    <w:rsid w:val="00150E71"/>
    <w:rsid w:val="001512BA"/>
    <w:rsid w:val="00151EC3"/>
    <w:rsid w:val="00151FC0"/>
    <w:rsid w:val="00153777"/>
    <w:rsid w:val="00153B11"/>
    <w:rsid w:val="00154172"/>
    <w:rsid w:val="00154AB8"/>
    <w:rsid w:val="00155025"/>
    <w:rsid w:val="00155D47"/>
    <w:rsid w:val="00156655"/>
    <w:rsid w:val="00156768"/>
    <w:rsid w:val="0016273C"/>
    <w:rsid w:val="00163C1A"/>
    <w:rsid w:val="0016596C"/>
    <w:rsid w:val="001717AB"/>
    <w:rsid w:val="00171B26"/>
    <w:rsid w:val="00175A61"/>
    <w:rsid w:val="00181C7B"/>
    <w:rsid w:val="00181D45"/>
    <w:rsid w:val="00184462"/>
    <w:rsid w:val="0018458C"/>
    <w:rsid w:val="00184661"/>
    <w:rsid w:val="00185920"/>
    <w:rsid w:val="0019060F"/>
    <w:rsid w:val="00194657"/>
    <w:rsid w:val="00195073"/>
    <w:rsid w:val="00196BF2"/>
    <w:rsid w:val="001978DC"/>
    <w:rsid w:val="001A22AA"/>
    <w:rsid w:val="001A3386"/>
    <w:rsid w:val="001A3D78"/>
    <w:rsid w:val="001A7020"/>
    <w:rsid w:val="001B166C"/>
    <w:rsid w:val="001B2FC7"/>
    <w:rsid w:val="001B4690"/>
    <w:rsid w:val="001B5D2F"/>
    <w:rsid w:val="001B7C48"/>
    <w:rsid w:val="001C047C"/>
    <w:rsid w:val="001C1CE2"/>
    <w:rsid w:val="001C2945"/>
    <w:rsid w:val="001C3627"/>
    <w:rsid w:val="001C3CAA"/>
    <w:rsid w:val="001C47F9"/>
    <w:rsid w:val="001C4C53"/>
    <w:rsid w:val="001C5168"/>
    <w:rsid w:val="001C61FA"/>
    <w:rsid w:val="001C7220"/>
    <w:rsid w:val="001C7ECC"/>
    <w:rsid w:val="001D0908"/>
    <w:rsid w:val="001D1A18"/>
    <w:rsid w:val="001D1F9B"/>
    <w:rsid w:val="001D3C48"/>
    <w:rsid w:val="001D4058"/>
    <w:rsid w:val="001D431D"/>
    <w:rsid w:val="001D45A3"/>
    <w:rsid w:val="001D46FC"/>
    <w:rsid w:val="001D6D9E"/>
    <w:rsid w:val="001D7C83"/>
    <w:rsid w:val="001E3484"/>
    <w:rsid w:val="001E4177"/>
    <w:rsid w:val="001E4419"/>
    <w:rsid w:val="001E4BA9"/>
    <w:rsid w:val="001E4C4E"/>
    <w:rsid w:val="001E5363"/>
    <w:rsid w:val="001E54EC"/>
    <w:rsid w:val="001E5AB1"/>
    <w:rsid w:val="001F00A7"/>
    <w:rsid w:val="001F0F0A"/>
    <w:rsid w:val="001F1906"/>
    <w:rsid w:val="001F339B"/>
    <w:rsid w:val="001F706A"/>
    <w:rsid w:val="001F78D1"/>
    <w:rsid w:val="0020148A"/>
    <w:rsid w:val="002036AC"/>
    <w:rsid w:val="00203B3D"/>
    <w:rsid w:val="00204235"/>
    <w:rsid w:val="00205B25"/>
    <w:rsid w:val="002077D2"/>
    <w:rsid w:val="0021060C"/>
    <w:rsid w:val="002124AC"/>
    <w:rsid w:val="002125A1"/>
    <w:rsid w:val="00212E25"/>
    <w:rsid w:val="00213937"/>
    <w:rsid w:val="002155F3"/>
    <w:rsid w:val="002211D0"/>
    <w:rsid w:val="00221C21"/>
    <w:rsid w:val="00223758"/>
    <w:rsid w:val="002310AB"/>
    <w:rsid w:val="00233C69"/>
    <w:rsid w:val="0023615F"/>
    <w:rsid w:val="0023685D"/>
    <w:rsid w:val="002406AE"/>
    <w:rsid w:val="00241B74"/>
    <w:rsid w:val="00246140"/>
    <w:rsid w:val="00247592"/>
    <w:rsid w:val="00247A3B"/>
    <w:rsid w:val="00253005"/>
    <w:rsid w:val="0025507A"/>
    <w:rsid w:val="00260059"/>
    <w:rsid w:val="00261C50"/>
    <w:rsid w:val="002623ED"/>
    <w:rsid w:val="002625A0"/>
    <w:rsid w:val="00264074"/>
    <w:rsid w:val="00264C16"/>
    <w:rsid w:val="00267CB6"/>
    <w:rsid w:val="00271437"/>
    <w:rsid w:val="002717E8"/>
    <w:rsid w:val="00272627"/>
    <w:rsid w:val="00272BA1"/>
    <w:rsid w:val="00274197"/>
    <w:rsid w:val="00276EEE"/>
    <w:rsid w:val="00280ABB"/>
    <w:rsid w:val="00281C60"/>
    <w:rsid w:val="00282D70"/>
    <w:rsid w:val="00283E48"/>
    <w:rsid w:val="002855C1"/>
    <w:rsid w:val="00287F92"/>
    <w:rsid w:val="002903C4"/>
    <w:rsid w:val="002913B4"/>
    <w:rsid w:val="0029277D"/>
    <w:rsid w:val="00295881"/>
    <w:rsid w:val="00296FFC"/>
    <w:rsid w:val="00297EA8"/>
    <w:rsid w:val="002A534E"/>
    <w:rsid w:val="002A5F90"/>
    <w:rsid w:val="002A61CD"/>
    <w:rsid w:val="002A6A17"/>
    <w:rsid w:val="002A6AC9"/>
    <w:rsid w:val="002A6F83"/>
    <w:rsid w:val="002B032D"/>
    <w:rsid w:val="002B0835"/>
    <w:rsid w:val="002B09EB"/>
    <w:rsid w:val="002B0B1C"/>
    <w:rsid w:val="002B1C5D"/>
    <w:rsid w:val="002C064D"/>
    <w:rsid w:val="002C0E7C"/>
    <w:rsid w:val="002C18D6"/>
    <w:rsid w:val="002C1CF5"/>
    <w:rsid w:val="002C1F02"/>
    <w:rsid w:val="002C2BA3"/>
    <w:rsid w:val="002C3DD7"/>
    <w:rsid w:val="002C5B4E"/>
    <w:rsid w:val="002C63B1"/>
    <w:rsid w:val="002C77CF"/>
    <w:rsid w:val="002D3102"/>
    <w:rsid w:val="002D6B58"/>
    <w:rsid w:val="002D6E78"/>
    <w:rsid w:val="002D7289"/>
    <w:rsid w:val="002E2088"/>
    <w:rsid w:val="002E38F5"/>
    <w:rsid w:val="002E3FC5"/>
    <w:rsid w:val="002E52A4"/>
    <w:rsid w:val="002E6A57"/>
    <w:rsid w:val="002E6A9D"/>
    <w:rsid w:val="002E7562"/>
    <w:rsid w:val="002E7ED6"/>
    <w:rsid w:val="002F051B"/>
    <w:rsid w:val="002F13B7"/>
    <w:rsid w:val="002F1416"/>
    <w:rsid w:val="002F17C9"/>
    <w:rsid w:val="002F362E"/>
    <w:rsid w:val="002F3BFF"/>
    <w:rsid w:val="002F5855"/>
    <w:rsid w:val="002F5BBA"/>
    <w:rsid w:val="002F6E33"/>
    <w:rsid w:val="0030189C"/>
    <w:rsid w:val="0030204C"/>
    <w:rsid w:val="003021B8"/>
    <w:rsid w:val="00302AC7"/>
    <w:rsid w:val="003054B5"/>
    <w:rsid w:val="003054D1"/>
    <w:rsid w:val="00305A79"/>
    <w:rsid w:val="00305EEB"/>
    <w:rsid w:val="003066B2"/>
    <w:rsid w:val="00307E74"/>
    <w:rsid w:val="003110D8"/>
    <w:rsid w:val="003112B1"/>
    <w:rsid w:val="00311674"/>
    <w:rsid w:val="0031306F"/>
    <w:rsid w:val="003131A6"/>
    <w:rsid w:val="003229C9"/>
    <w:rsid w:val="00322D6E"/>
    <w:rsid w:val="00323025"/>
    <w:rsid w:val="0032449D"/>
    <w:rsid w:val="00326220"/>
    <w:rsid w:val="003278CC"/>
    <w:rsid w:val="00327FD3"/>
    <w:rsid w:val="00331A95"/>
    <w:rsid w:val="003323F6"/>
    <w:rsid w:val="003333A5"/>
    <w:rsid w:val="00334630"/>
    <w:rsid w:val="003356B0"/>
    <w:rsid w:val="003357CD"/>
    <w:rsid w:val="00337157"/>
    <w:rsid w:val="00341538"/>
    <w:rsid w:val="00342AB2"/>
    <w:rsid w:val="00346BA9"/>
    <w:rsid w:val="00346DEB"/>
    <w:rsid w:val="00351A41"/>
    <w:rsid w:val="00352FE1"/>
    <w:rsid w:val="00353466"/>
    <w:rsid w:val="00353FDD"/>
    <w:rsid w:val="003551EC"/>
    <w:rsid w:val="00355EAC"/>
    <w:rsid w:val="0036187C"/>
    <w:rsid w:val="00361B12"/>
    <w:rsid w:val="00362F3B"/>
    <w:rsid w:val="003638C4"/>
    <w:rsid w:val="003644C6"/>
    <w:rsid w:val="00365817"/>
    <w:rsid w:val="00367101"/>
    <w:rsid w:val="0037094D"/>
    <w:rsid w:val="00371C1E"/>
    <w:rsid w:val="0037756D"/>
    <w:rsid w:val="003823D6"/>
    <w:rsid w:val="00382B73"/>
    <w:rsid w:val="003845F8"/>
    <w:rsid w:val="00384A82"/>
    <w:rsid w:val="0038671C"/>
    <w:rsid w:val="00387CFA"/>
    <w:rsid w:val="0039371A"/>
    <w:rsid w:val="003A2936"/>
    <w:rsid w:val="003A40E9"/>
    <w:rsid w:val="003B0755"/>
    <w:rsid w:val="003B3AD3"/>
    <w:rsid w:val="003B48DF"/>
    <w:rsid w:val="003B5BA0"/>
    <w:rsid w:val="003C19BB"/>
    <w:rsid w:val="003C52AD"/>
    <w:rsid w:val="003C5D00"/>
    <w:rsid w:val="003C677C"/>
    <w:rsid w:val="003C6F3E"/>
    <w:rsid w:val="003C77CE"/>
    <w:rsid w:val="003D07EB"/>
    <w:rsid w:val="003D28AF"/>
    <w:rsid w:val="003D2AEC"/>
    <w:rsid w:val="003D4311"/>
    <w:rsid w:val="003D4E8E"/>
    <w:rsid w:val="003D51E1"/>
    <w:rsid w:val="003D531C"/>
    <w:rsid w:val="003D712D"/>
    <w:rsid w:val="003D7513"/>
    <w:rsid w:val="003D7D37"/>
    <w:rsid w:val="003E48C1"/>
    <w:rsid w:val="003E5FC3"/>
    <w:rsid w:val="003E6366"/>
    <w:rsid w:val="003E6445"/>
    <w:rsid w:val="003E7533"/>
    <w:rsid w:val="003E7C12"/>
    <w:rsid w:val="003F0A29"/>
    <w:rsid w:val="003F22BA"/>
    <w:rsid w:val="003F3BA1"/>
    <w:rsid w:val="003F60E8"/>
    <w:rsid w:val="003F64F5"/>
    <w:rsid w:val="003F65B9"/>
    <w:rsid w:val="003F758B"/>
    <w:rsid w:val="00401BD0"/>
    <w:rsid w:val="00401C80"/>
    <w:rsid w:val="00402C6D"/>
    <w:rsid w:val="00405F00"/>
    <w:rsid w:val="00407CD0"/>
    <w:rsid w:val="00410AF4"/>
    <w:rsid w:val="00410B00"/>
    <w:rsid w:val="00410C33"/>
    <w:rsid w:val="00410DFB"/>
    <w:rsid w:val="00412148"/>
    <w:rsid w:val="0041241D"/>
    <w:rsid w:val="0041263D"/>
    <w:rsid w:val="00413133"/>
    <w:rsid w:val="0041480B"/>
    <w:rsid w:val="00414925"/>
    <w:rsid w:val="00414DC0"/>
    <w:rsid w:val="004155A6"/>
    <w:rsid w:val="00416402"/>
    <w:rsid w:val="00416532"/>
    <w:rsid w:val="00416DCB"/>
    <w:rsid w:val="0041770C"/>
    <w:rsid w:val="00417F5A"/>
    <w:rsid w:val="0042297D"/>
    <w:rsid w:val="00426E6C"/>
    <w:rsid w:val="00426FBB"/>
    <w:rsid w:val="00427087"/>
    <w:rsid w:val="00430CC8"/>
    <w:rsid w:val="0043320E"/>
    <w:rsid w:val="0043542C"/>
    <w:rsid w:val="004379BA"/>
    <w:rsid w:val="00442042"/>
    <w:rsid w:val="0044335B"/>
    <w:rsid w:val="00443E2C"/>
    <w:rsid w:val="00451A33"/>
    <w:rsid w:val="00454AC0"/>
    <w:rsid w:val="00460656"/>
    <w:rsid w:val="00460C7D"/>
    <w:rsid w:val="00464CD2"/>
    <w:rsid w:val="00466009"/>
    <w:rsid w:val="00466A83"/>
    <w:rsid w:val="004725F1"/>
    <w:rsid w:val="00476FD4"/>
    <w:rsid w:val="0047706F"/>
    <w:rsid w:val="00477B94"/>
    <w:rsid w:val="00477BE2"/>
    <w:rsid w:val="00480331"/>
    <w:rsid w:val="00480743"/>
    <w:rsid w:val="00480FAA"/>
    <w:rsid w:val="00481452"/>
    <w:rsid w:val="0048194C"/>
    <w:rsid w:val="00482CFB"/>
    <w:rsid w:val="00483B0F"/>
    <w:rsid w:val="00483E61"/>
    <w:rsid w:val="00484744"/>
    <w:rsid w:val="00486C3C"/>
    <w:rsid w:val="00494467"/>
    <w:rsid w:val="004970CE"/>
    <w:rsid w:val="004A507E"/>
    <w:rsid w:val="004A6AFE"/>
    <w:rsid w:val="004B13C0"/>
    <w:rsid w:val="004B1695"/>
    <w:rsid w:val="004B3708"/>
    <w:rsid w:val="004B4F61"/>
    <w:rsid w:val="004B552B"/>
    <w:rsid w:val="004C0F64"/>
    <w:rsid w:val="004C2D29"/>
    <w:rsid w:val="004C2EB8"/>
    <w:rsid w:val="004C57B0"/>
    <w:rsid w:val="004D00B1"/>
    <w:rsid w:val="004D4DAF"/>
    <w:rsid w:val="004D5732"/>
    <w:rsid w:val="004D6CA5"/>
    <w:rsid w:val="004D7774"/>
    <w:rsid w:val="004E0879"/>
    <w:rsid w:val="004E0C74"/>
    <w:rsid w:val="004E16D9"/>
    <w:rsid w:val="004E1B30"/>
    <w:rsid w:val="004E62DB"/>
    <w:rsid w:val="004E7203"/>
    <w:rsid w:val="004F2E8B"/>
    <w:rsid w:val="004F4F6D"/>
    <w:rsid w:val="004F5B61"/>
    <w:rsid w:val="004F5E68"/>
    <w:rsid w:val="004F5F1C"/>
    <w:rsid w:val="004F6F5F"/>
    <w:rsid w:val="005000C7"/>
    <w:rsid w:val="00502504"/>
    <w:rsid w:val="00502541"/>
    <w:rsid w:val="005103A8"/>
    <w:rsid w:val="0051085D"/>
    <w:rsid w:val="00511A39"/>
    <w:rsid w:val="0051204F"/>
    <w:rsid w:val="005126BE"/>
    <w:rsid w:val="00516C4F"/>
    <w:rsid w:val="00516FE9"/>
    <w:rsid w:val="00517412"/>
    <w:rsid w:val="00517F7E"/>
    <w:rsid w:val="005203F6"/>
    <w:rsid w:val="0052068B"/>
    <w:rsid w:val="0052319C"/>
    <w:rsid w:val="00523BAA"/>
    <w:rsid w:val="00525035"/>
    <w:rsid w:val="005252D0"/>
    <w:rsid w:val="005261F9"/>
    <w:rsid w:val="00526B0F"/>
    <w:rsid w:val="00531C32"/>
    <w:rsid w:val="00532ECE"/>
    <w:rsid w:val="00533E26"/>
    <w:rsid w:val="00535B3F"/>
    <w:rsid w:val="00537503"/>
    <w:rsid w:val="00540D18"/>
    <w:rsid w:val="00541266"/>
    <w:rsid w:val="00542338"/>
    <w:rsid w:val="0054339A"/>
    <w:rsid w:val="005446B7"/>
    <w:rsid w:val="0054480A"/>
    <w:rsid w:val="00545163"/>
    <w:rsid w:val="00550ECA"/>
    <w:rsid w:val="00551F0B"/>
    <w:rsid w:val="005520E5"/>
    <w:rsid w:val="005524DD"/>
    <w:rsid w:val="00553989"/>
    <w:rsid w:val="005558EC"/>
    <w:rsid w:val="0056312D"/>
    <w:rsid w:val="00565D31"/>
    <w:rsid w:val="00566D9D"/>
    <w:rsid w:val="00571455"/>
    <w:rsid w:val="00571A8D"/>
    <w:rsid w:val="00575A38"/>
    <w:rsid w:val="00580165"/>
    <w:rsid w:val="0058163A"/>
    <w:rsid w:val="00585977"/>
    <w:rsid w:val="005871F6"/>
    <w:rsid w:val="005903DB"/>
    <w:rsid w:val="00590550"/>
    <w:rsid w:val="00591BB4"/>
    <w:rsid w:val="00592F21"/>
    <w:rsid w:val="0059300C"/>
    <w:rsid w:val="0059355F"/>
    <w:rsid w:val="00593DB3"/>
    <w:rsid w:val="00594A6F"/>
    <w:rsid w:val="00594B04"/>
    <w:rsid w:val="005960CE"/>
    <w:rsid w:val="0059626A"/>
    <w:rsid w:val="00596BB6"/>
    <w:rsid w:val="00596DEE"/>
    <w:rsid w:val="005A0B80"/>
    <w:rsid w:val="005A10DE"/>
    <w:rsid w:val="005A1602"/>
    <w:rsid w:val="005A1F39"/>
    <w:rsid w:val="005A2520"/>
    <w:rsid w:val="005A346E"/>
    <w:rsid w:val="005A480D"/>
    <w:rsid w:val="005A48BE"/>
    <w:rsid w:val="005A556C"/>
    <w:rsid w:val="005A7BFF"/>
    <w:rsid w:val="005B055D"/>
    <w:rsid w:val="005B5772"/>
    <w:rsid w:val="005B58DE"/>
    <w:rsid w:val="005B63B5"/>
    <w:rsid w:val="005B66F4"/>
    <w:rsid w:val="005C00BF"/>
    <w:rsid w:val="005C287C"/>
    <w:rsid w:val="005C2D37"/>
    <w:rsid w:val="005C3E27"/>
    <w:rsid w:val="005C7EBB"/>
    <w:rsid w:val="005D0C4E"/>
    <w:rsid w:val="005D10DD"/>
    <w:rsid w:val="005D124D"/>
    <w:rsid w:val="005D2253"/>
    <w:rsid w:val="005D269D"/>
    <w:rsid w:val="005D29ED"/>
    <w:rsid w:val="005D3921"/>
    <w:rsid w:val="005D439F"/>
    <w:rsid w:val="005D50A9"/>
    <w:rsid w:val="005D6E7F"/>
    <w:rsid w:val="005E04C6"/>
    <w:rsid w:val="005E090A"/>
    <w:rsid w:val="005E171E"/>
    <w:rsid w:val="005E3419"/>
    <w:rsid w:val="005E42D6"/>
    <w:rsid w:val="005E4B9E"/>
    <w:rsid w:val="005E5A51"/>
    <w:rsid w:val="005E7143"/>
    <w:rsid w:val="005F006C"/>
    <w:rsid w:val="005F0EF7"/>
    <w:rsid w:val="005F1C41"/>
    <w:rsid w:val="005F1D04"/>
    <w:rsid w:val="005F1E3E"/>
    <w:rsid w:val="005F3B56"/>
    <w:rsid w:val="005F7E60"/>
    <w:rsid w:val="006007BE"/>
    <w:rsid w:val="00605517"/>
    <w:rsid w:val="006107CB"/>
    <w:rsid w:val="00611050"/>
    <w:rsid w:val="00613CBB"/>
    <w:rsid w:val="00613F09"/>
    <w:rsid w:val="00614C1D"/>
    <w:rsid w:val="00614F4B"/>
    <w:rsid w:val="00616DE7"/>
    <w:rsid w:val="00617019"/>
    <w:rsid w:val="00621462"/>
    <w:rsid w:val="0062172C"/>
    <w:rsid w:val="006255B8"/>
    <w:rsid w:val="00626111"/>
    <w:rsid w:val="006266AA"/>
    <w:rsid w:val="00626899"/>
    <w:rsid w:val="0063427D"/>
    <w:rsid w:val="00634C1B"/>
    <w:rsid w:val="00635CD1"/>
    <w:rsid w:val="00635F11"/>
    <w:rsid w:val="00636826"/>
    <w:rsid w:val="00636908"/>
    <w:rsid w:val="00637EA4"/>
    <w:rsid w:val="0064036E"/>
    <w:rsid w:val="00643B5C"/>
    <w:rsid w:val="006444F1"/>
    <w:rsid w:val="006449E2"/>
    <w:rsid w:val="006453F6"/>
    <w:rsid w:val="0064666C"/>
    <w:rsid w:val="00646875"/>
    <w:rsid w:val="006508DD"/>
    <w:rsid w:val="00651234"/>
    <w:rsid w:val="00651B99"/>
    <w:rsid w:val="006525F2"/>
    <w:rsid w:val="00653631"/>
    <w:rsid w:val="006536CE"/>
    <w:rsid w:val="0065409A"/>
    <w:rsid w:val="006541EB"/>
    <w:rsid w:val="00654E14"/>
    <w:rsid w:val="0066198D"/>
    <w:rsid w:val="00662224"/>
    <w:rsid w:val="0066366E"/>
    <w:rsid w:val="00663C2F"/>
    <w:rsid w:val="00663C3E"/>
    <w:rsid w:val="0066622C"/>
    <w:rsid w:val="00670FF5"/>
    <w:rsid w:val="006710B7"/>
    <w:rsid w:val="00671ABB"/>
    <w:rsid w:val="006738A1"/>
    <w:rsid w:val="006742A1"/>
    <w:rsid w:val="006762DF"/>
    <w:rsid w:val="00676FD7"/>
    <w:rsid w:val="0067784A"/>
    <w:rsid w:val="00680442"/>
    <w:rsid w:val="006820CC"/>
    <w:rsid w:val="00682B03"/>
    <w:rsid w:val="00683AB8"/>
    <w:rsid w:val="00683EA2"/>
    <w:rsid w:val="00685841"/>
    <w:rsid w:val="00687119"/>
    <w:rsid w:val="006873DA"/>
    <w:rsid w:val="00690A2A"/>
    <w:rsid w:val="00691187"/>
    <w:rsid w:val="00692D4A"/>
    <w:rsid w:val="0069405B"/>
    <w:rsid w:val="0069443D"/>
    <w:rsid w:val="0069794F"/>
    <w:rsid w:val="006A0343"/>
    <w:rsid w:val="006A5E9C"/>
    <w:rsid w:val="006A5EBD"/>
    <w:rsid w:val="006A63EB"/>
    <w:rsid w:val="006A69F2"/>
    <w:rsid w:val="006B16EF"/>
    <w:rsid w:val="006B1C37"/>
    <w:rsid w:val="006B2C2B"/>
    <w:rsid w:val="006B5137"/>
    <w:rsid w:val="006B53BB"/>
    <w:rsid w:val="006B5923"/>
    <w:rsid w:val="006C01D1"/>
    <w:rsid w:val="006C08C3"/>
    <w:rsid w:val="006C4930"/>
    <w:rsid w:val="006C6264"/>
    <w:rsid w:val="006C74BF"/>
    <w:rsid w:val="006D5456"/>
    <w:rsid w:val="006E017C"/>
    <w:rsid w:val="006E0A16"/>
    <w:rsid w:val="006E0A99"/>
    <w:rsid w:val="006E6578"/>
    <w:rsid w:val="006E6A26"/>
    <w:rsid w:val="006E78BB"/>
    <w:rsid w:val="006F1025"/>
    <w:rsid w:val="006F1257"/>
    <w:rsid w:val="006F6DD4"/>
    <w:rsid w:val="00701F85"/>
    <w:rsid w:val="00705067"/>
    <w:rsid w:val="00705D08"/>
    <w:rsid w:val="007066D8"/>
    <w:rsid w:val="0070728C"/>
    <w:rsid w:val="00707888"/>
    <w:rsid w:val="00710908"/>
    <w:rsid w:val="00711B72"/>
    <w:rsid w:val="00716EF3"/>
    <w:rsid w:val="00721C43"/>
    <w:rsid w:val="00722CBC"/>
    <w:rsid w:val="0072316D"/>
    <w:rsid w:val="007242FA"/>
    <w:rsid w:val="00725910"/>
    <w:rsid w:val="00725EC7"/>
    <w:rsid w:val="0072644C"/>
    <w:rsid w:val="00726CE7"/>
    <w:rsid w:val="0073362D"/>
    <w:rsid w:val="007349A9"/>
    <w:rsid w:val="00740270"/>
    <w:rsid w:val="00741369"/>
    <w:rsid w:val="00741781"/>
    <w:rsid w:val="0074540C"/>
    <w:rsid w:val="00746340"/>
    <w:rsid w:val="0074768E"/>
    <w:rsid w:val="007500FC"/>
    <w:rsid w:val="00752C67"/>
    <w:rsid w:val="00752E2C"/>
    <w:rsid w:val="00753860"/>
    <w:rsid w:val="0075467B"/>
    <w:rsid w:val="00754DD5"/>
    <w:rsid w:val="007553D3"/>
    <w:rsid w:val="00755EF7"/>
    <w:rsid w:val="00756B7C"/>
    <w:rsid w:val="0075780B"/>
    <w:rsid w:val="00764F7F"/>
    <w:rsid w:val="00770C7E"/>
    <w:rsid w:val="00772526"/>
    <w:rsid w:val="0077348F"/>
    <w:rsid w:val="00774D3B"/>
    <w:rsid w:val="007767B4"/>
    <w:rsid w:val="007768EA"/>
    <w:rsid w:val="007768EF"/>
    <w:rsid w:val="007800E6"/>
    <w:rsid w:val="00781A90"/>
    <w:rsid w:val="00784276"/>
    <w:rsid w:val="00785857"/>
    <w:rsid w:val="0078591E"/>
    <w:rsid w:val="00785B30"/>
    <w:rsid w:val="00787278"/>
    <w:rsid w:val="00791997"/>
    <w:rsid w:val="00794A38"/>
    <w:rsid w:val="00794D8A"/>
    <w:rsid w:val="0079512D"/>
    <w:rsid w:val="00795F71"/>
    <w:rsid w:val="00796E27"/>
    <w:rsid w:val="00797386"/>
    <w:rsid w:val="007A1E3A"/>
    <w:rsid w:val="007A4352"/>
    <w:rsid w:val="007A4A5F"/>
    <w:rsid w:val="007A7919"/>
    <w:rsid w:val="007B03F6"/>
    <w:rsid w:val="007B07C6"/>
    <w:rsid w:val="007B106A"/>
    <w:rsid w:val="007B1662"/>
    <w:rsid w:val="007B1966"/>
    <w:rsid w:val="007B2003"/>
    <w:rsid w:val="007B29BA"/>
    <w:rsid w:val="007B36AC"/>
    <w:rsid w:val="007B6D73"/>
    <w:rsid w:val="007B6F53"/>
    <w:rsid w:val="007B71C9"/>
    <w:rsid w:val="007B7430"/>
    <w:rsid w:val="007C16CD"/>
    <w:rsid w:val="007C4EE0"/>
    <w:rsid w:val="007C67E0"/>
    <w:rsid w:val="007C6A0C"/>
    <w:rsid w:val="007C7D0B"/>
    <w:rsid w:val="007D3C73"/>
    <w:rsid w:val="007E0732"/>
    <w:rsid w:val="007E0A81"/>
    <w:rsid w:val="007E201B"/>
    <w:rsid w:val="007E2039"/>
    <w:rsid w:val="007E5ED5"/>
    <w:rsid w:val="007E5F5C"/>
    <w:rsid w:val="007E759F"/>
    <w:rsid w:val="007E762A"/>
    <w:rsid w:val="007E7A4F"/>
    <w:rsid w:val="007F0CA1"/>
    <w:rsid w:val="007F38E1"/>
    <w:rsid w:val="007F5FB6"/>
    <w:rsid w:val="007F68E2"/>
    <w:rsid w:val="007F7E5C"/>
    <w:rsid w:val="00801AED"/>
    <w:rsid w:val="00803496"/>
    <w:rsid w:val="008070C9"/>
    <w:rsid w:val="008116D8"/>
    <w:rsid w:val="00811E00"/>
    <w:rsid w:val="00817A32"/>
    <w:rsid w:val="0082168B"/>
    <w:rsid w:val="00823363"/>
    <w:rsid w:val="00826BE7"/>
    <w:rsid w:val="00827170"/>
    <w:rsid w:val="00827B72"/>
    <w:rsid w:val="008300B6"/>
    <w:rsid w:val="00830210"/>
    <w:rsid w:val="008312A8"/>
    <w:rsid w:val="00831E32"/>
    <w:rsid w:val="00832896"/>
    <w:rsid w:val="008341BC"/>
    <w:rsid w:val="00834F1F"/>
    <w:rsid w:val="0083504B"/>
    <w:rsid w:val="00835C3C"/>
    <w:rsid w:val="00837A08"/>
    <w:rsid w:val="00841125"/>
    <w:rsid w:val="00841E09"/>
    <w:rsid w:val="0084204B"/>
    <w:rsid w:val="0084319A"/>
    <w:rsid w:val="00843202"/>
    <w:rsid w:val="00843507"/>
    <w:rsid w:val="00845B7D"/>
    <w:rsid w:val="0085099E"/>
    <w:rsid w:val="0085296E"/>
    <w:rsid w:val="00852D12"/>
    <w:rsid w:val="00852E8F"/>
    <w:rsid w:val="00853CE3"/>
    <w:rsid w:val="0086193D"/>
    <w:rsid w:val="008635C2"/>
    <w:rsid w:val="0086387D"/>
    <w:rsid w:val="0086654C"/>
    <w:rsid w:val="0086687F"/>
    <w:rsid w:val="00866941"/>
    <w:rsid w:val="008675F0"/>
    <w:rsid w:val="008676D9"/>
    <w:rsid w:val="008703D0"/>
    <w:rsid w:val="008720BB"/>
    <w:rsid w:val="0087454C"/>
    <w:rsid w:val="0088340C"/>
    <w:rsid w:val="00885761"/>
    <w:rsid w:val="00885832"/>
    <w:rsid w:val="00887389"/>
    <w:rsid w:val="00887F07"/>
    <w:rsid w:val="00891D63"/>
    <w:rsid w:val="00891F74"/>
    <w:rsid w:val="008926F2"/>
    <w:rsid w:val="00892F8C"/>
    <w:rsid w:val="008939DF"/>
    <w:rsid w:val="00894931"/>
    <w:rsid w:val="00895FA6"/>
    <w:rsid w:val="008969F9"/>
    <w:rsid w:val="008978AD"/>
    <w:rsid w:val="008A2D87"/>
    <w:rsid w:val="008A5036"/>
    <w:rsid w:val="008A52F3"/>
    <w:rsid w:val="008A5E93"/>
    <w:rsid w:val="008A671F"/>
    <w:rsid w:val="008A7A57"/>
    <w:rsid w:val="008B12C4"/>
    <w:rsid w:val="008B2140"/>
    <w:rsid w:val="008B2537"/>
    <w:rsid w:val="008B2D34"/>
    <w:rsid w:val="008B49C3"/>
    <w:rsid w:val="008B5363"/>
    <w:rsid w:val="008B5898"/>
    <w:rsid w:val="008B5B39"/>
    <w:rsid w:val="008B74A2"/>
    <w:rsid w:val="008B7D91"/>
    <w:rsid w:val="008C0634"/>
    <w:rsid w:val="008C21DD"/>
    <w:rsid w:val="008C344F"/>
    <w:rsid w:val="008C3726"/>
    <w:rsid w:val="008C4D98"/>
    <w:rsid w:val="008D0990"/>
    <w:rsid w:val="008D337F"/>
    <w:rsid w:val="008D39C7"/>
    <w:rsid w:val="008D7D34"/>
    <w:rsid w:val="008E1D22"/>
    <w:rsid w:val="008E352D"/>
    <w:rsid w:val="008E3CDB"/>
    <w:rsid w:val="008E3D37"/>
    <w:rsid w:val="008E3FD4"/>
    <w:rsid w:val="008E6063"/>
    <w:rsid w:val="008F156F"/>
    <w:rsid w:val="008F18A3"/>
    <w:rsid w:val="008F1CC3"/>
    <w:rsid w:val="008F2E2D"/>
    <w:rsid w:val="008F5D40"/>
    <w:rsid w:val="008F7857"/>
    <w:rsid w:val="00900089"/>
    <w:rsid w:val="009007C9"/>
    <w:rsid w:val="0090226D"/>
    <w:rsid w:val="00903BEF"/>
    <w:rsid w:val="00903FF1"/>
    <w:rsid w:val="0090453F"/>
    <w:rsid w:val="00906170"/>
    <w:rsid w:val="009063C3"/>
    <w:rsid w:val="00906731"/>
    <w:rsid w:val="00906DA4"/>
    <w:rsid w:val="009074E3"/>
    <w:rsid w:val="0091015D"/>
    <w:rsid w:val="0091284F"/>
    <w:rsid w:val="00916465"/>
    <w:rsid w:val="00916BA5"/>
    <w:rsid w:val="0091704F"/>
    <w:rsid w:val="00917674"/>
    <w:rsid w:val="009209C9"/>
    <w:rsid w:val="00921830"/>
    <w:rsid w:val="0092285C"/>
    <w:rsid w:val="0092423B"/>
    <w:rsid w:val="00925941"/>
    <w:rsid w:val="00927E97"/>
    <w:rsid w:val="00930471"/>
    <w:rsid w:val="00930C3C"/>
    <w:rsid w:val="00932544"/>
    <w:rsid w:val="009326E4"/>
    <w:rsid w:val="00934825"/>
    <w:rsid w:val="009348BE"/>
    <w:rsid w:val="00934BC2"/>
    <w:rsid w:val="00937AB2"/>
    <w:rsid w:val="00941EE2"/>
    <w:rsid w:val="00942CDE"/>
    <w:rsid w:val="00944074"/>
    <w:rsid w:val="009440E3"/>
    <w:rsid w:val="009500D4"/>
    <w:rsid w:val="009514E2"/>
    <w:rsid w:val="00952615"/>
    <w:rsid w:val="00954D07"/>
    <w:rsid w:val="00956365"/>
    <w:rsid w:val="00956AB1"/>
    <w:rsid w:val="00957991"/>
    <w:rsid w:val="009579DC"/>
    <w:rsid w:val="00960FC8"/>
    <w:rsid w:val="00961B2A"/>
    <w:rsid w:val="00962D93"/>
    <w:rsid w:val="009631C8"/>
    <w:rsid w:val="0096334F"/>
    <w:rsid w:val="00971A86"/>
    <w:rsid w:val="00971AE1"/>
    <w:rsid w:val="00972D0B"/>
    <w:rsid w:val="00974449"/>
    <w:rsid w:val="00974888"/>
    <w:rsid w:val="0097587A"/>
    <w:rsid w:val="00976F9A"/>
    <w:rsid w:val="0097757F"/>
    <w:rsid w:val="00982369"/>
    <w:rsid w:val="009867B3"/>
    <w:rsid w:val="00987024"/>
    <w:rsid w:val="0099031F"/>
    <w:rsid w:val="00990E19"/>
    <w:rsid w:val="009911AD"/>
    <w:rsid w:val="00991978"/>
    <w:rsid w:val="00994525"/>
    <w:rsid w:val="00994681"/>
    <w:rsid w:val="00995955"/>
    <w:rsid w:val="0099642F"/>
    <w:rsid w:val="009A0734"/>
    <w:rsid w:val="009A2245"/>
    <w:rsid w:val="009A29D3"/>
    <w:rsid w:val="009A7208"/>
    <w:rsid w:val="009A74C6"/>
    <w:rsid w:val="009A74E0"/>
    <w:rsid w:val="009B030C"/>
    <w:rsid w:val="009B06B4"/>
    <w:rsid w:val="009B0EE4"/>
    <w:rsid w:val="009B16E5"/>
    <w:rsid w:val="009B3222"/>
    <w:rsid w:val="009B3B39"/>
    <w:rsid w:val="009B46DF"/>
    <w:rsid w:val="009B4914"/>
    <w:rsid w:val="009B5992"/>
    <w:rsid w:val="009B6F4B"/>
    <w:rsid w:val="009B7BA2"/>
    <w:rsid w:val="009C1D5C"/>
    <w:rsid w:val="009C2E64"/>
    <w:rsid w:val="009C2ECC"/>
    <w:rsid w:val="009C4A14"/>
    <w:rsid w:val="009C4B4A"/>
    <w:rsid w:val="009C689C"/>
    <w:rsid w:val="009D0D67"/>
    <w:rsid w:val="009D1D96"/>
    <w:rsid w:val="009D2535"/>
    <w:rsid w:val="009D25CB"/>
    <w:rsid w:val="009D40D7"/>
    <w:rsid w:val="009D522E"/>
    <w:rsid w:val="009D6FC9"/>
    <w:rsid w:val="009E0243"/>
    <w:rsid w:val="009E05D2"/>
    <w:rsid w:val="009E331A"/>
    <w:rsid w:val="009E6922"/>
    <w:rsid w:val="009E732B"/>
    <w:rsid w:val="009E78B5"/>
    <w:rsid w:val="009F3FA4"/>
    <w:rsid w:val="009F477A"/>
    <w:rsid w:val="009F4AF0"/>
    <w:rsid w:val="009F5C8A"/>
    <w:rsid w:val="009F6F09"/>
    <w:rsid w:val="009F72C3"/>
    <w:rsid w:val="00A02B05"/>
    <w:rsid w:val="00A02D68"/>
    <w:rsid w:val="00A03E11"/>
    <w:rsid w:val="00A11C05"/>
    <w:rsid w:val="00A13AAF"/>
    <w:rsid w:val="00A14232"/>
    <w:rsid w:val="00A145A2"/>
    <w:rsid w:val="00A15265"/>
    <w:rsid w:val="00A15780"/>
    <w:rsid w:val="00A15CD4"/>
    <w:rsid w:val="00A178E6"/>
    <w:rsid w:val="00A17BB2"/>
    <w:rsid w:val="00A204D1"/>
    <w:rsid w:val="00A206E6"/>
    <w:rsid w:val="00A20D41"/>
    <w:rsid w:val="00A23B47"/>
    <w:rsid w:val="00A2412B"/>
    <w:rsid w:val="00A24354"/>
    <w:rsid w:val="00A25AAA"/>
    <w:rsid w:val="00A25BA6"/>
    <w:rsid w:val="00A25BC0"/>
    <w:rsid w:val="00A31F02"/>
    <w:rsid w:val="00A344EB"/>
    <w:rsid w:val="00A36863"/>
    <w:rsid w:val="00A37F65"/>
    <w:rsid w:val="00A42203"/>
    <w:rsid w:val="00A4236C"/>
    <w:rsid w:val="00A4291B"/>
    <w:rsid w:val="00A43436"/>
    <w:rsid w:val="00A4358F"/>
    <w:rsid w:val="00A45B9C"/>
    <w:rsid w:val="00A52840"/>
    <w:rsid w:val="00A53620"/>
    <w:rsid w:val="00A54ACC"/>
    <w:rsid w:val="00A55EE7"/>
    <w:rsid w:val="00A5607D"/>
    <w:rsid w:val="00A56978"/>
    <w:rsid w:val="00A56D54"/>
    <w:rsid w:val="00A5729A"/>
    <w:rsid w:val="00A577DF"/>
    <w:rsid w:val="00A60999"/>
    <w:rsid w:val="00A60CF4"/>
    <w:rsid w:val="00A64321"/>
    <w:rsid w:val="00A64DEC"/>
    <w:rsid w:val="00A65862"/>
    <w:rsid w:val="00A6622F"/>
    <w:rsid w:val="00A714AE"/>
    <w:rsid w:val="00A720E6"/>
    <w:rsid w:val="00A72156"/>
    <w:rsid w:val="00A7315E"/>
    <w:rsid w:val="00A733B1"/>
    <w:rsid w:val="00A751D4"/>
    <w:rsid w:val="00A75216"/>
    <w:rsid w:val="00A75340"/>
    <w:rsid w:val="00A76FAC"/>
    <w:rsid w:val="00A80110"/>
    <w:rsid w:val="00A80E25"/>
    <w:rsid w:val="00A82D7B"/>
    <w:rsid w:val="00A84780"/>
    <w:rsid w:val="00A84C4A"/>
    <w:rsid w:val="00A8526B"/>
    <w:rsid w:val="00A86D7F"/>
    <w:rsid w:val="00A86DD8"/>
    <w:rsid w:val="00A916A9"/>
    <w:rsid w:val="00A92F4A"/>
    <w:rsid w:val="00A92F9B"/>
    <w:rsid w:val="00A93A02"/>
    <w:rsid w:val="00A9408D"/>
    <w:rsid w:val="00A9683E"/>
    <w:rsid w:val="00AA3B6A"/>
    <w:rsid w:val="00AA3E04"/>
    <w:rsid w:val="00AA3FA6"/>
    <w:rsid w:val="00AA466F"/>
    <w:rsid w:val="00AA5673"/>
    <w:rsid w:val="00AA5AE8"/>
    <w:rsid w:val="00AA7D54"/>
    <w:rsid w:val="00AB0405"/>
    <w:rsid w:val="00AB16CC"/>
    <w:rsid w:val="00AB22B8"/>
    <w:rsid w:val="00AB3958"/>
    <w:rsid w:val="00AB6416"/>
    <w:rsid w:val="00AB6900"/>
    <w:rsid w:val="00AC0ACC"/>
    <w:rsid w:val="00AC2782"/>
    <w:rsid w:val="00AC4A03"/>
    <w:rsid w:val="00AC50F4"/>
    <w:rsid w:val="00AC5696"/>
    <w:rsid w:val="00AC5EDD"/>
    <w:rsid w:val="00AC71EC"/>
    <w:rsid w:val="00AC7BF3"/>
    <w:rsid w:val="00AD0EDA"/>
    <w:rsid w:val="00AD1315"/>
    <w:rsid w:val="00AD267B"/>
    <w:rsid w:val="00AD6CFA"/>
    <w:rsid w:val="00AE156E"/>
    <w:rsid w:val="00AE3494"/>
    <w:rsid w:val="00AE390F"/>
    <w:rsid w:val="00AE5163"/>
    <w:rsid w:val="00AE580B"/>
    <w:rsid w:val="00AE68B2"/>
    <w:rsid w:val="00AF05AB"/>
    <w:rsid w:val="00AF1634"/>
    <w:rsid w:val="00AF637C"/>
    <w:rsid w:val="00B00580"/>
    <w:rsid w:val="00B021B5"/>
    <w:rsid w:val="00B02200"/>
    <w:rsid w:val="00B029AD"/>
    <w:rsid w:val="00B0367E"/>
    <w:rsid w:val="00B0374D"/>
    <w:rsid w:val="00B04F39"/>
    <w:rsid w:val="00B11089"/>
    <w:rsid w:val="00B126AE"/>
    <w:rsid w:val="00B12CF2"/>
    <w:rsid w:val="00B12DB7"/>
    <w:rsid w:val="00B140E8"/>
    <w:rsid w:val="00B14C73"/>
    <w:rsid w:val="00B16A47"/>
    <w:rsid w:val="00B175F8"/>
    <w:rsid w:val="00B20593"/>
    <w:rsid w:val="00B20D5A"/>
    <w:rsid w:val="00B20EA7"/>
    <w:rsid w:val="00B21448"/>
    <w:rsid w:val="00B21E50"/>
    <w:rsid w:val="00B249AA"/>
    <w:rsid w:val="00B2543E"/>
    <w:rsid w:val="00B2567A"/>
    <w:rsid w:val="00B25B92"/>
    <w:rsid w:val="00B3067C"/>
    <w:rsid w:val="00B31EF0"/>
    <w:rsid w:val="00B327C9"/>
    <w:rsid w:val="00B34029"/>
    <w:rsid w:val="00B35D4D"/>
    <w:rsid w:val="00B36B40"/>
    <w:rsid w:val="00B3725D"/>
    <w:rsid w:val="00B37CB8"/>
    <w:rsid w:val="00B4010C"/>
    <w:rsid w:val="00B40EFF"/>
    <w:rsid w:val="00B41D43"/>
    <w:rsid w:val="00B43389"/>
    <w:rsid w:val="00B45DD9"/>
    <w:rsid w:val="00B45EAF"/>
    <w:rsid w:val="00B4618C"/>
    <w:rsid w:val="00B46C97"/>
    <w:rsid w:val="00B473A4"/>
    <w:rsid w:val="00B47715"/>
    <w:rsid w:val="00B50080"/>
    <w:rsid w:val="00B5173A"/>
    <w:rsid w:val="00B51852"/>
    <w:rsid w:val="00B52B73"/>
    <w:rsid w:val="00B52F68"/>
    <w:rsid w:val="00B5372C"/>
    <w:rsid w:val="00B54A41"/>
    <w:rsid w:val="00B563F0"/>
    <w:rsid w:val="00B5650A"/>
    <w:rsid w:val="00B652D9"/>
    <w:rsid w:val="00B66632"/>
    <w:rsid w:val="00B707BF"/>
    <w:rsid w:val="00B718EE"/>
    <w:rsid w:val="00B73036"/>
    <w:rsid w:val="00B73BA9"/>
    <w:rsid w:val="00B740FE"/>
    <w:rsid w:val="00B7535A"/>
    <w:rsid w:val="00B77056"/>
    <w:rsid w:val="00B771E4"/>
    <w:rsid w:val="00B77BE6"/>
    <w:rsid w:val="00B806C4"/>
    <w:rsid w:val="00B81567"/>
    <w:rsid w:val="00B8202F"/>
    <w:rsid w:val="00B840D5"/>
    <w:rsid w:val="00B85EBA"/>
    <w:rsid w:val="00B86144"/>
    <w:rsid w:val="00B86DD8"/>
    <w:rsid w:val="00B86FFB"/>
    <w:rsid w:val="00B87578"/>
    <w:rsid w:val="00B87D59"/>
    <w:rsid w:val="00B915B5"/>
    <w:rsid w:val="00B960A1"/>
    <w:rsid w:val="00B97CA9"/>
    <w:rsid w:val="00BA0D0C"/>
    <w:rsid w:val="00BA2FE5"/>
    <w:rsid w:val="00BA3290"/>
    <w:rsid w:val="00BA3378"/>
    <w:rsid w:val="00BA38C2"/>
    <w:rsid w:val="00BA482F"/>
    <w:rsid w:val="00BA534B"/>
    <w:rsid w:val="00BA5476"/>
    <w:rsid w:val="00BA794C"/>
    <w:rsid w:val="00BB0251"/>
    <w:rsid w:val="00BB07DF"/>
    <w:rsid w:val="00BB568D"/>
    <w:rsid w:val="00BB7AAE"/>
    <w:rsid w:val="00BC1114"/>
    <w:rsid w:val="00BC12FB"/>
    <w:rsid w:val="00BC2535"/>
    <w:rsid w:val="00BC289A"/>
    <w:rsid w:val="00BC3E80"/>
    <w:rsid w:val="00BC66BA"/>
    <w:rsid w:val="00BC694A"/>
    <w:rsid w:val="00BD17B5"/>
    <w:rsid w:val="00BD322C"/>
    <w:rsid w:val="00BD4331"/>
    <w:rsid w:val="00BD63B1"/>
    <w:rsid w:val="00BD6DF6"/>
    <w:rsid w:val="00BD6FED"/>
    <w:rsid w:val="00BD7A25"/>
    <w:rsid w:val="00BE020F"/>
    <w:rsid w:val="00BE0AA5"/>
    <w:rsid w:val="00BE3BE6"/>
    <w:rsid w:val="00BE410A"/>
    <w:rsid w:val="00BE45D6"/>
    <w:rsid w:val="00BE59CB"/>
    <w:rsid w:val="00BE61A1"/>
    <w:rsid w:val="00BF511E"/>
    <w:rsid w:val="00BF5ECD"/>
    <w:rsid w:val="00BF78BD"/>
    <w:rsid w:val="00C110B3"/>
    <w:rsid w:val="00C11166"/>
    <w:rsid w:val="00C14588"/>
    <w:rsid w:val="00C154A3"/>
    <w:rsid w:val="00C162F0"/>
    <w:rsid w:val="00C204E3"/>
    <w:rsid w:val="00C2064E"/>
    <w:rsid w:val="00C22CFF"/>
    <w:rsid w:val="00C24209"/>
    <w:rsid w:val="00C242D7"/>
    <w:rsid w:val="00C24D52"/>
    <w:rsid w:val="00C25333"/>
    <w:rsid w:val="00C26C17"/>
    <w:rsid w:val="00C27F59"/>
    <w:rsid w:val="00C30CFD"/>
    <w:rsid w:val="00C3120B"/>
    <w:rsid w:val="00C351DB"/>
    <w:rsid w:val="00C37680"/>
    <w:rsid w:val="00C407D1"/>
    <w:rsid w:val="00C44770"/>
    <w:rsid w:val="00C4562C"/>
    <w:rsid w:val="00C46983"/>
    <w:rsid w:val="00C46F97"/>
    <w:rsid w:val="00C47063"/>
    <w:rsid w:val="00C474B5"/>
    <w:rsid w:val="00C51A27"/>
    <w:rsid w:val="00C52838"/>
    <w:rsid w:val="00C539F3"/>
    <w:rsid w:val="00C5442E"/>
    <w:rsid w:val="00C63BBB"/>
    <w:rsid w:val="00C64605"/>
    <w:rsid w:val="00C65E85"/>
    <w:rsid w:val="00C66ACC"/>
    <w:rsid w:val="00C72174"/>
    <w:rsid w:val="00C740A5"/>
    <w:rsid w:val="00C75FAD"/>
    <w:rsid w:val="00C76744"/>
    <w:rsid w:val="00C77072"/>
    <w:rsid w:val="00C7748A"/>
    <w:rsid w:val="00C7750F"/>
    <w:rsid w:val="00C808BF"/>
    <w:rsid w:val="00C83463"/>
    <w:rsid w:val="00C84D33"/>
    <w:rsid w:val="00C857A1"/>
    <w:rsid w:val="00C90E26"/>
    <w:rsid w:val="00C90F2E"/>
    <w:rsid w:val="00C9114A"/>
    <w:rsid w:val="00C91A2B"/>
    <w:rsid w:val="00C928C8"/>
    <w:rsid w:val="00C9351A"/>
    <w:rsid w:val="00C93F97"/>
    <w:rsid w:val="00C94675"/>
    <w:rsid w:val="00C9577C"/>
    <w:rsid w:val="00CA0D77"/>
    <w:rsid w:val="00CA2233"/>
    <w:rsid w:val="00CA26B3"/>
    <w:rsid w:val="00CA4EC7"/>
    <w:rsid w:val="00CA54BB"/>
    <w:rsid w:val="00CA58F6"/>
    <w:rsid w:val="00CA67D1"/>
    <w:rsid w:val="00CA72EF"/>
    <w:rsid w:val="00CA7E7B"/>
    <w:rsid w:val="00CA7FC7"/>
    <w:rsid w:val="00CB09DD"/>
    <w:rsid w:val="00CB0ACA"/>
    <w:rsid w:val="00CC0475"/>
    <w:rsid w:val="00CC2B7B"/>
    <w:rsid w:val="00CC3532"/>
    <w:rsid w:val="00CC3672"/>
    <w:rsid w:val="00CC4B54"/>
    <w:rsid w:val="00CC4DD5"/>
    <w:rsid w:val="00CC5B3E"/>
    <w:rsid w:val="00CC5D73"/>
    <w:rsid w:val="00CC6B6A"/>
    <w:rsid w:val="00CD1D7A"/>
    <w:rsid w:val="00CD2E46"/>
    <w:rsid w:val="00CD3E11"/>
    <w:rsid w:val="00CD54FE"/>
    <w:rsid w:val="00CE1699"/>
    <w:rsid w:val="00CE194C"/>
    <w:rsid w:val="00CE218B"/>
    <w:rsid w:val="00CE3436"/>
    <w:rsid w:val="00CE3866"/>
    <w:rsid w:val="00CE485F"/>
    <w:rsid w:val="00CE5B64"/>
    <w:rsid w:val="00CF1C76"/>
    <w:rsid w:val="00CF2494"/>
    <w:rsid w:val="00CF2B51"/>
    <w:rsid w:val="00CF4A33"/>
    <w:rsid w:val="00CF4E82"/>
    <w:rsid w:val="00CF6422"/>
    <w:rsid w:val="00D00224"/>
    <w:rsid w:val="00D00FFB"/>
    <w:rsid w:val="00D01DD7"/>
    <w:rsid w:val="00D02648"/>
    <w:rsid w:val="00D03116"/>
    <w:rsid w:val="00D06F29"/>
    <w:rsid w:val="00D07896"/>
    <w:rsid w:val="00D11116"/>
    <w:rsid w:val="00D116E3"/>
    <w:rsid w:val="00D116ED"/>
    <w:rsid w:val="00D11C46"/>
    <w:rsid w:val="00D12A73"/>
    <w:rsid w:val="00D12ADF"/>
    <w:rsid w:val="00D138EA"/>
    <w:rsid w:val="00D165EF"/>
    <w:rsid w:val="00D17173"/>
    <w:rsid w:val="00D22D49"/>
    <w:rsid w:val="00D23F13"/>
    <w:rsid w:val="00D25074"/>
    <w:rsid w:val="00D261F5"/>
    <w:rsid w:val="00D26781"/>
    <w:rsid w:val="00D26D44"/>
    <w:rsid w:val="00D26E36"/>
    <w:rsid w:val="00D26E38"/>
    <w:rsid w:val="00D33987"/>
    <w:rsid w:val="00D347A4"/>
    <w:rsid w:val="00D36E56"/>
    <w:rsid w:val="00D37D29"/>
    <w:rsid w:val="00D401FB"/>
    <w:rsid w:val="00D40BA8"/>
    <w:rsid w:val="00D40EAB"/>
    <w:rsid w:val="00D42B7C"/>
    <w:rsid w:val="00D43FD3"/>
    <w:rsid w:val="00D4441A"/>
    <w:rsid w:val="00D46EA3"/>
    <w:rsid w:val="00D50239"/>
    <w:rsid w:val="00D53488"/>
    <w:rsid w:val="00D605DA"/>
    <w:rsid w:val="00D607DC"/>
    <w:rsid w:val="00D62978"/>
    <w:rsid w:val="00D62C3E"/>
    <w:rsid w:val="00D63CE6"/>
    <w:rsid w:val="00D66AEA"/>
    <w:rsid w:val="00D70895"/>
    <w:rsid w:val="00D70DAB"/>
    <w:rsid w:val="00D71446"/>
    <w:rsid w:val="00D72569"/>
    <w:rsid w:val="00D72738"/>
    <w:rsid w:val="00D7311A"/>
    <w:rsid w:val="00D73290"/>
    <w:rsid w:val="00D745E3"/>
    <w:rsid w:val="00D74C29"/>
    <w:rsid w:val="00D75482"/>
    <w:rsid w:val="00D76733"/>
    <w:rsid w:val="00D772F6"/>
    <w:rsid w:val="00D80D10"/>
    <w:rsid w:val="00D82355"/>
    <w:rsid w:val="00D826E4"/>
    <w:rsid w:val="00D83451"/>
    <w:rsid w:val="00D84E31"/>
    <w:rsid w:val="00D87ADF"/>
    <w:rsid w:val="00D9027C"/>
    <w:rsid w:val="00D924B4"/>
    <w:rsid w:val="00D93A7C"/>
    <w:rsid w:val="00D94DF0"/>
    <w:rsid w:val="00D95105"/>
    <w:rsid w:val="00DA0626"/>
    <w:rsid w:val="00DA2030"/>
    <w:rsid w:val="00DA3E5F"/>
    <w:rsid w:val="00DA5567"/>
    <w:rsid w:val="00DA5BC6"/>
    <w:rsid w:val="00DA6B9B"/>
    <w:rsid w:val="00DA703D"/>
    <w:rsid w:val="00DA78DC"/>
    <w:rsid w:val="00DA7B4B"/>
    <w:rsid w:val="00DB0405"/>
    <w:rsid w:val="00DB0B96"/>
    <w:rsid w:val="00DB0E4D"/>
    <w:rsid w:val="00DB1510"/>
    <w:rsid w:val="00DB4018"/>
    <w:rsid w:val="00DB51AE"/>
    <w:rsid w:val="00DB612A"/>
    <w:rsid w:val="00DB787B"/>
    <w:rsid w:val="00DB7FAB"/>
    <w:rsid w:val="00DC0CF6"/>
    <w:rsid w:val="00DC3A19"/>
    <w:rsid w:val="00DC4C84"/>
    <w:rsid w:val="00DC7250"/>
    <w:rsid w:val="00DC7294"/>
    <w:rsid w:val="00DD0713"/>
    <w:rsid w:val="00DD07DE"/>
    <w:rsid w:val="00DD1924"/>
    <w:rsid w:val="00DD256C"/>
    <w:rsid w:val="00DD2AED"/>
    <w:rsid w:val="00DD2C22"/>
    <w:rsid w:val="00DD5772"/>
    <w:rsid w:val="00DD6D41"/>
    <w:rsid w:val="00DD752B"/>
    <w:rsid w:val="00DE0139"/>
    <w:rsid w:val="00DE0665"/>
    <w:rsid w:val="00DE136E"/>
    <w:rsid w:val="00DE142F"/>
    <w:rsid w:val="00DE1D03"/>
    <w:rsid w:val="00DE2A11"/>
    <w:rsid w:val="00DE2B97"/>
    <w:rsid w:val="00DE2E74"/>
    <w:rsid w:val="00DE3596"/>
    <w:rsid w:val="00DE3782"/>
    <w:rsid w:val="00DE384A"/>
    <w:rsid w:val="00DE465F"/>
    <w:rsid w:val="00DE5F57"/>
    <w:rsid w:val="00DE7726"/>
    <w:rsid w:val="00DF1620"/>
    <w:rsid w:val="00DF2A4D"/>
    <w:rsid w:val="00DF3CE4"/>
    <w:rsid w:val="00DF4C98"/>
    <w:rsid w:val="00DF5727"/>
    <w:rsid w:val="00DF60D7"/>
    <w:rsid w:val="00DF798C"/>
    <w:rsid w:val="00DF7B5F"/>
    <w:rsid w:val="00E00242"/>
    <w:rsid w:val="00E017EC"/>
    <w:rsid w:val="00E070F9"/>
    <w:rsid w:val="00E1075E"/>
    <w:rsid w:val="00E10B14"/>
    <w:rsid w:val="00E11BD9"/>
    <w:rsid w:val="00E12256"/>
    <w:rsid w:val="00E131C7"/>
    <w:rsid w:val="00E15862"/>
    <w:rsid w:val="00E176CD"/>
    <w:rsid w:val="00E17E67"/>
    <w:rsid w:val="00E20CEF"/>
    <w:rsid w:val="00E22D1C"/>
    <w:rsid w:val="00E231EA"/>
    <w:rsid w:val="00E24735"/>
    <w:rsid w:val="00E25E26"/>
    <w:rsid w:val="00E260D6"/>
    <w:rsid w:val="00E26A5A"/>
    <w:rsid w:val="00E26A9C"/>
    <w:rsid w:val="00E274CC"/>
    <w:rsid w:val="00E3029C"/>
    <w:rsid w:val="00E30483"/>
    <w:rsid w:val="00E30F51"/>
    <w:rsid w:val="00E31DE2"/>
    <w:rsid w:val="00E36891"/>
    <w:rsid w:val="00E36C49"/>
    <w:rsid w:val="00E407AF"/>
    <w:rsid w:val="00E42548"/>
    <w:rsid w:val="00E42C86"/>
    <w:rsid w:val="00E42E46"/>
    <w:rsid w:val="00E44228"/>
    <w:rsid w:val="00E45C19"/>
    <w:rsid w:val="00E47869"/>
    <w:rsid w:val="00E503AE"/>
    <w:rsid w:val="00E518E4"/>
    <w:rsid w:val="00E52751"/>
    <w:rsid w:val="00E5577C"/>
    <w:rsid w:val="00E561F5"/>
    <w:rsid w:val="00E57BB7"/>
    <w:rsid w:val="00E57DB5"/>
    <w:rsid w:val="00E612AC"/>
    <w:rsid w:val="00E637ED"/>
    <w:rsid w:val="00E64AF4"/>
    <w:rsid w:val="00E652A8"/>
    <w:rsid w:val="00E65856"/>
    <w:rsid w:val="00E67B75"/>
    <w:rsid w:val="00E67EC3"/>
    <w:rsid w:val="00E73FCB"/>
    <w:rsid w:val="00E74015"/>
    <w:rsid w:val="00E7444C"/>
    <w:rsid w:val="00E7717C"/>
    <w:rsid w:val="00E77AA2"/>
    <w:rsid w:val="00E81E6B"/>
    <w:rsid w:val="00E82A79"/>
    <w:rsid w:val="00E84BC4"/>
    <w:rsid w:val="00E9058E"/>
    <w:rsid w:val="00E90D1E"/>
    <w:rsid w:val="00E91081"/>
    <w:rsid w:val="00E92250"/>
    <w:rsid w:val="00E92478"/>
    <w:rsid w:val="00E92BFC"/>
    <w:rsid w:val="00E95641"/>
    <w:rsid w:val="00E958B0"/>
    <w:rsid w:val="00E96249"/>
    <w:rsid w:val="00E9732F"/>
    <w:rsid w:val="00E97628"/>
    <w:rsid w:val="00EA005D"/>
    <w:rsid w:val="00EA106D"/>
    <w:rsid w:val="00EA63ED"/>
    <w:rsid w:val="00EA7185"/>
    <w:rsid w:val="00EB1987"/>
    <w:rsid w:val="00EB1F2A"/>
    <w:rsid w:val="00EB314C"/>
    <w:rsid w:val="00EB63E0"/>
    <w:rsid w:val="00EB642A"/>
    <w:rsid w:val="00EB7D26"/>
    <w:rsid w:val="00EC0EF9"/>
    <w:rsid w:val="00EC3845"/>
    <w:rsid w:val="00EC42D0"/>
    <w:rsid w:val="00EC586A"/>
    <w:rsid w:val="00EC6891"/>
    <w:rsid w:val="00EC6D2F"/>
    <w:rsid w:val="00EC7D0A"/>
    <w:rsid w:val="00ED0082"/>
    <w:rsid w:val="00ED0263"/>
    <w:rsid w:val="00ED0E1C"/>
    <w:rsid w:val="00ED1D62"/>
    <w:rsid w:val="00ED2332"/>
    <w:rsid w:val="00ED2929"/>
    <w:rsid w:val="00ED3058"/>
    <w:rsid w:val="00EE0A5C"/>
    <w:rsid w:val="00EE0E2F"/>
    <w:rsid w:val="00EE1CE8"/>
    <w:rsid w:val="00EE367D"/>
    <w:rsid w:val="00EE595B"/>
    <w:rsid w:val="00EE5AFA"/>
    <w:rsid w:val="00EE5C8E"/>
    <w:rsid w:val="00EE7416"/>
    <w:rsid w:val="00EE7823"/>
    <w:rsid w:val="00EF01CD"/>
    <w:rsid w:val="00EF27B7"/>
    <w:rsid w:val="00EF2A7C"/>
    <w:rsid w:val="00EF30B2"/>
    <w:rsid w:val="00EF330C"/>
    <w:rsid w:val="00EF3B13"/>
    <w:rsid w:val="00EF4D0D"/>
    <w:rsid w:val="00EF4F28"/>
    <w:rsid w:val="00EF56D6"/>
    <w:rsid w:val="00F00C48"/>
    <w:rsid w:val="00F00F72"/>
    <w:rsid w:val="00F01BAF"/>
    <w:rsid w:val="00F04203"/>
    <w:rsid w:val="00F04700"/>
    <w:rsid w:val="00F07BEB"/>
    <w:rsid w:val="00F10D99"/>
    <w:rsid w:val="00F11814"/>
    <w:rsid w:val="00F1299D"/>
    <w:rsid w:val="00F14186"/>
    <w:rsid w:val="00F14C0D"/>
    <w:rsid w:val="00F156B4"/>
    <w:rsid w:val="00F157A1"/>
    <w:rsid w:val="00F15B79"/>
    <w:rsid w:val="00F179FB"/>
    <w:rsid w:val="00F22F72"/>
    <w:rsid w:val="00F22FA8"/>
    <w:rsid w:val="00F238ED"/>
    <w:rsid w:val="00F24043"/>
    <w:rsid w:val="00F272DD"/>
    <w:rsid w:val="00F30AA6"/>
    <w:rsid w:val="00F30FDD"/>
    <w:rsid w:val="00F31E26"/>
    <w:rsid w:val="00F323BB"/>
    <w:rsid w:val="00F3361E"/>
    <w:rsid w:val="00F354F0"/>
    <w:rsid w:val="00F35B57"/>
    <w:rsid w:val="00F3708D"/>
    <w:rsid w:val="00F373F0"/>
    <w:rsid w:val="00F41B32"/>
    <w:rsid w:val="00F422E7"/>
    <w:rsid w:val="00F4457A"/>
    <w:rsid w:val="00F448AC"/>
    <w:rsid w:val="00F44FE5"/>
    <w:rsid w:val="00F51041"/>
    <w:rsid w:val="00F518D9"/>
    <w:rsid w:val="00F52D72"/>
    <w:rsid w:val="00F52E32"/>
    <w:rsid w:val="00F5313E"/>
    <w:rsid w:val="00F544C8"/>
    <w:rsid w:val="00F54F82"/>
    <w:rsid w:val="00F55520"/>
    <w:rsid w:val="00F5729B"/>
    <w:rsid w:val="00F614E5"/>
    <w:rsid w:val="00F62C36"/>
    <w:rsid w:val="00F64745"/>
    <w:rsid w:val="00F64A79"/>
    <w:rsid w:val="00F65248"/>
    <w:rsid w:val="00F65BF3"/>
    <w:rsid w:val="00F67520"/>
    <w:rsid w:val="00F72932"/>
    <w:rsid w:val="00F73FEA"/>
    <w:rsid w:val="00F745BD"/>
    <w:rsid w:val="00F7479B"/>
    <w:rsid w:val="00F747BF"/>
    <w:rsid w:val="00F74A92"/>
    <w:rsid w:val="00F75DF5"/>
    <w:rsid w:val="00F773F8"/>
    <w:rsid w:val="00F805D8"/>
    <w:rsid w:val="00F81219"/>
    <w:rsid w:val="00F91DED"/>
    <w:rsid w:val="00F94FAD"/>
    <w:rsid w:val="00F954A9"/>
    <w:rsid w:val="00FA00F6"/>
    <w:rsid w:val="00FA2A76"/>
    <w:rsid w:val="00FA320A"/>
    <w:rsid w:val="00FA35A8"/>
    <w:rsid w:val="00FA3989"/>
    <w:rsid w:val="00FA4F27"/>
    <w:rsid w:val="00FA5746"/>
    <w:rsid w:val="00FA5BB1"/>
    <w:rsid w:val="00FA6EA2"/>
    <w:rsid w:val="00FB0019"/>
    <w:rsid w:val="00FB0E85"/>
    <w:rsid w:val="00FB1DA9"/>
    <w:rsid w:val="00FB4210"/>
    <w:rsid w:val="00FB4457"/>
    <w:rsid w:val="00FB7332"/>
    <w:rsid w:val="00FC11BB"/>
    <w:rsid w:val="00FC12A8"/>
    <w:rsid w:val="00FC1E03"/>
    <w:rsid w:val="00FC3ACE"/>
    <w:rsid w:val="00FC5108"/>
    <w:rsid w:val="00FC58B6"/>
    <w:rsid w:val="00FC6870"/>
    <w:rsid w:val="00FC6C08"/>
    <w:rsid w:val="00FC73E3"/>
    <w:rsid w:val="00FC76C6"/>
    <w:rsid w:val="00FD0B50"/>
    <w:rsid w:val="00FD25DD"/>
    <w:rsid w:val="00FD3D17"/>
    <w:rsid w:val="00FD4401"/>
    <w:rsid w:val="00FD742C"/>
    <w:rsid w:val="00FE2082"/>
    <w:rsid w:val="00FE2BDB"/>
    <w:rsid w:val="00FE302D"/>
    <w:rsid w:val="00FE470F"/>
    <w:rsid w:val="00FE5371"/>
    <w:rsid w:val="00FE6218"/>
    <w:rsid w:val="00FE7956"/>
    <w:rsid w:val="00FF0458"/>
    <w:rsid w:val="00FF1A55"/>
    <w:rsid w:val="00FF3C7B"/>
    <w:rsid w:val="00FF4F69"/>
    <w:rsid w:val="00FF55B0"/>
    <w:rsid w:val="00FF5E78"/>
    <w:rsid w:val="00FF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23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24</Pages>
  <Words>5954</Words>
  <Characters>-32766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Наташа</cp:lastModifiedBy>
  <cp:revision>6</cp:revision>
  <cp:lastPrinted>2016-06-17T12:14:00Z</cp:lastPrinted>
  <dcterms:created xsi:type="dcterms:W3CDTF">2016-06-03T14:19:00Z</dcterms:created>
  <dcterms:modified xsi:type="dcterms:W3CDTF">2016-06-27T12:43:00Z</dcterms:modified>
</cp:coreProperties>
</file>