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B0A" w:rsidRDefault="005C2B0A" w:rsidP="00FE54D8">
      <w:pPr>
        <w:widowControl w:val="0"/>
        <w:tabs>
          <w:tab w:val="right" w:pos="9468"/>
        </w:tabs>
        <w:autoSpaceDE w:val="0"/>
        <w:autoSpaceDN w:val="0"/>
        <w:adjustRightInd w:val="0"/>
        <w:ind w:left="5387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администрации городского округа «Город Калининград»</w:t>
      </w:r>
    </w:p>
    <w:p w:rsidR="005C2B0A" w:rsidRDefault="005C2B0A" w:rsidP="00FE54D8">
      <w:pPr>
        <w:widowControl w:val="0"/>
        <w:tabs>
          <w:tab w:val="right" w:pos="9468"/>
        </w:tabs>
        <w:autoSpaceDE w:val="0"/>
        <w:autoSpaceDN w:val="0"/>
        <w:adjustRightInd w:val="0"/>
        <w:ind w:left="5387"/>
        <w:outlineLvl w:val="1"/>
        <w:rPr>
          <w:sz w:val="28"/>
          <w:szCs w:val="28"/>
        </w:rPr>
      </w:pPr>
      <w:r>
        <w:rPr>
          <w:sz w:val="28"/>
          <w:szCs w:val="28"/>
        </w:rPr>
        <w:t>от 20 октября 2015 г. № 1735</w:t>
      </w:r>
    </w:p>
    <w:p w:rsidR="005C2B0A" w:rsidRPr="00FE54D8" w:rsidRDefault="005C2B0A" w:rsidP="00FE54D8">
      <w:pPr>
        <w:widowControl w:val="0"/>
        <w:tabs>
          <w:tab w:val="right" w:pos="9468"/>
        </w:tabs>
        <w:autoSpaceDE w:val="0"/>
        <w:autoSpaceDN w:val="0"/>
        <w:adjustRightInd w:val="0"/>
        <w:ind w:left="5387"/>
        <w:outlineLvl w:val="1"/>
        <w:rPr>
          <w:sz w:val="16"/>
          <w:szCs w:val="16"/>
        </w:rPr>
      </w:pPr>
    </w:p>
    <w:p w:rsidR="005C2B0A" w:rsidRPr="00FE54D8" w:rsidRDefault="005C2B0A" w:rsidP="00FE54D8">
      <w:pPr>
        <w:widowControl w:val="0"/>
        <w:tabs>
          <w:tab w:val="right" w:pos="9468"/>
        </w:tabs>
        <w:autoSpaceDE w:val="0"/>
        <w:autoSpaceDN w:val="0"/>
        <w:adjustRightInd w:val="0"/>
        <w:ind w:left="5387"/>
        <w:outlineLvl w:val="1"/>
        <w:rPr>
          <w:sz w:val="16"/>
          <w:szCs w:val="16"/>
        </w:rPr>
      </w:pPr>
    </w:p>
    <w:p w:rsidR="005C2B0A" w:rsidRDefault="005C2B0A" w:rsidP="00FE54D8">
      <w:pPr>
        <w:widowControl w:val="0"/>
        <w:autoSpaceDE w:val="0"/>
        <w:autoSpaceDN w:val="0"/>
        <w:adjustRightInd w:val="0"/>
        <w:ind w:left="5387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5C2B0A" w:rsidRDefault="005C2B0A" w:rsidP="00FE54D8">
      <w:pPr>
        <w:widowControl w:val="0"/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5C2B0A" w:rsidRPr="00FE54D8" w:rsidRDefault="005C2B0A" w:rsidP="00FE54D8">
      <w:pPr>
        <w:widowControl w:val="0"/>
        <w:autoSpaceDE w:val="0"/>
        <w:autoSpaceDN w:val="0"/>
        <w:adjustRightInd w:val="0"/>
        <w:ind w:left="5387"/>
        <w:rPr>
          <w:sz w:val="16"/>
          <w:szCs w:val="16"/>
        </w:rPr>
      </w:pPr>
    </w:p>
    <w:p w:rsidR="005C2B0A" w:rsidRDefault="005C2B0A" w:rsidP="00FE54D8">
      <w:pPr>
        <w:widowControl w:val="0"/>
        <w:autoSpaceDE w:val="0"/>
        <w:autoSpaceDN w:val="0"/>
        <w:adjustRightInd w:val="0"/>
        <w:ind w:left="5387"/>
        <w:rPr>
          <w:sz w:val="16"/>
          <w:szCs w:val="16"/>
        </w:rPr>
      </w:pPr>
    </w:p>
    <w:p w:rsidR="005C2B0A" w:rsidRDefault="005C2B0A" w:rsidP="00FE54D8">
      <w:pPr>
        <w:widowControl w:val="0"/>
        <w:autoSpaceDE w:val="0"/>
        <w:autoSpaceDN w:val="0"/>
        <w:adjustRightInd w:val="0"/>
        <w:ind w:left="5387"/>
        <w:rPr>
          <w:sz w:val="16"/>
          <w:szCs w:val="16"/>
        </w:rPr>
      </w:pPr>
    </w:p>
    <w:p w:rsidR="005C2B0A" w:rsidRDefault="005C2B0A" w:rsidP="00FE54D8">
      <w:pPr>
        <w:widowControl w:val="0"/>
        <w:autoSpaceDE w:val="0"/>
        <w:autoSpaceDN w:val="0"/>
        <w:adjustRightInd w:val="0"/>
        <w:ind w:left="5387"/>
        <w:rPr>
          <w:sz w:val="16"/>
          <w:szCs w:val="16"/>
        </w:rPr>
      </w:pPr>
    </w:p>
    <w:p w:rsidR="005C2B0A" w:rsidRPr="00FE54D8" w:rsidRDefault="005C2B0A" w:rsidP="00FE54D8">
      <w:pPr>
        <w:widowControl w:val="0"/>
        <w:autoSpaceDE w:val="0"/>
        <w:autoSpaceDN w:val="0"/>
        <w:adjustRightInd w:val="0"/>
        <w:ind w:left="5387"/>
        <w:rPr>
          <w:sz w:val="16"/>
          <w:szCs w:val="16"/>
        </w:rPr>
      </w:pPr>
    </w:p>
    <w:p w:rsidR="005C2B0A" w:rsidRDefault="005C2B0A" w:rsidP="005F3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76"/>
      <w:bookmarkEnd w:id="0"/>
      <w:r>
        <w:rPr>
          <w:sz w:val="28"/>
          <w:szCs w:val="28"/>
        </w:rPr>
        <w:t>АКТ</w:t>
      </w:r>
    </w:p>
    <w:p w:rsidR="005C2B0A" w:rsidRDefault="005C2B0A" w:rsidP="005F3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kern w:val="2"/>
          <w:sz w:val="28"/>
          <w:szCs w:val="28"/>
          <w:lang w:eastAsia="ar-SA"/>
        </w:rPr>
        <w:t>комиссионного визуального обследования</w:t>
      </w:r>
      <w:r>
        <w:rPr>
          <w:sz w:val="28"/>
          <w:szCs w:val="28"/>
        </w:rPr>
        <w:t xml:space="preserve"> места старого воинского</w:t>
      </w:r>
    </w:p>
    <w:p w:rsidR="005C2B0A" w:rsidRDefault="005C2B0A" w:rsidP="005F38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 ранее неизвестного захоронения</w:t>
      </w:r>
    </w:p>
    <w:p w:rsidR="005C2B0A" w:rsidRDefault="005C2B0A" w:rsidP="005F3827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C2B0A" w:rsidRDefault="005C2B0A" w:rsidP="005F3827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C2B0A" w:rsidRDefault="005C2B0A" w:rsidP="005F3827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C2B0A" w:rsidRDefault="005C2B0A" w:rsidP="005F3827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 xml:space="preserve">    1. Дата проведения осмотра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_______________________________________</w:t>
      </w: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5F3827">
      <w:pPr>
        <w:pStyle w:val="ConsPlusNonformat"/>
        <w:jc w:val="both"/>
        <w:rPr>
          <w:rFonts w:ascii="Times New Roman" w:hAnsi="Times New Roman" w:cs="Times New Roman"/>
          <w:kern w:val="2"/>
          <w:lang w:eastAsia="ar-SA"/>
        </w:rPr>
      </w:pPr>
      <w:r w:rsidRPr="00FC1B82">
        <w:rPr>
          <w:rFonts w:ascii="Times New Roman" w:hAnsi="Times New Roman" w:cs="Times New Roman"/>
        </w:rPr>
        <w:t xml:space="preserve">    2. Мы, нижеподписавшиеся, </w:t>
      </w:r>
      <w:r w:rsidRPr="00FC1B82">
        <w:rPr>
          <w:rFonts w:ascii="Times New Roman" w:hAnsi="Times New Roman" w:cs="Times New Roman"/>
          <w:kern w:val="2"/>
          <w:lang w:eastAsia="ar-SA"/>
        </w:rPr>
        <w:t>участники комиссионного визуального обследования</w:t>
      </w:r>
    </w:p>
    <w:p w:rsidR="005C2B0A" w:rsidRPr="00FC1B82" w:rsidRDefault="005C2B0A" w:rsidP="00406B2B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</w:t>
      </w:r>
      <w:r>
        <w:rPr>
          <w:rFonts w:ascii="Times New Roman" w:hAnsi="Times New Roman" w:cs="Times New Roman"/>
        </w:rPr>
        <w:t>____________________</w:t>
      </w:r>
      <w:r w:rsidRPr="00FC1B82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_______________________________</w:t>
      </w:r>
    </w:p>
    <w:p w:rsidR="005C2B0A" w:rsidRPr="00FC1B82" w:rsidRDefault="005C2B0A" w:rsidP="00406B2B">
      <w:pPr>
        <w:pStyle w:val="ConsPlusNonformat"/>
        <w:jc w:val="center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(представитель уполномоченного лица администрации городского округа</w:t>
      </w:r>
    </w:p>
    <w:p w:rsidR="005C2B0A" w:rsidRDefault="005C2B0A" w:rsidP="00406B2B">
      <w:pPr>
        <w:pStyle w:val="ConsPlusNonformat"/>
        <w:jc w:val="center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«Город Калининград»)</w:t>
      </w:r>
    </w:p>
    <w:p w:rsidR="005C2B0A" w:rsidRPr="00FC1B82" w:rsidRDefault="005C2B0A" w:rsidP="00406B2B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и</w:t>
      </w:r>
    </w:p>
    <w:p w:rsidR="005C2B0A" w:rsidRPr="00FC1B82" w:rsidRDefault="005C2B0A" w:rsidP="005F3827">
      <w:pPr>
        <w:pStyle w:val="ConsPlusNonformat"/>
        <w:jc w:val="both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</w:t>
      </w:r>
    </w:p>
    <w:p w:rsidR="005C2B0A" w:rsidRDefault="005C2B0A" w:rsidP="00406B2B">
      <w:pPr>
        <w:jc w:val="center"/>
        <w:rPr>
          <w:sz w:val="20"/>
          <w:szCs w:val="20"/>
        </w:rPr>
      </w:pPr>
      <w:r w:rsidRPr="00406B2B">
        <w:rPr>
          <w:sz w:val="20"/>
          <w:szCs w:val="20"/>
        </w:rPr>
        <w:t>(представители</w:t>
      </w:r>
      <w:bookmarkStart w:id="1" w:name="_GoBack"/>
      <w:bookmarkEnd w:id="1"/>
      <w:r w:rsidRPr="00406B2B">
        <w:rPr>
          <w:sz w:val="20"/>
          <w:szCs w:val="20"/>
        </w:rPr>
        <w:t xml:space="preserve"> комитета городского хозяйства администрации городского округа «Город Калининград», К</w:t>
      </w:r>
      <w:r w:rsidRPr="00406B2B">
        <w:rPr>
          <w:sz w:val="20"/>
          <w:szCs w:val="20"/>
          <w:shd w:val="clear" w:color="auto" w:fill="FFFFFF"/>
        </w:rPr>
        <w:t>алининградской региональной</w:t>
      </w:r>
      <w:r w:rsidRPr="00406B2B">
        <w:rPr>
          <w:sz w:val="20"/>
          <w:szCs w:val="20"/>
        </w:rPr>
        <w:t xml:space="preserve"> </w:t>
      </w:r>
      <w:r w:rsidRPr="00406B2B">
        <w:rPr>
          <w:sz w:val="20"/>
          <w:szCs w:val="20"/>
          <w:shd w:val="clear" w:color="auto" w:fill="FFFFFF"/>
        </w:rPr>
        <w:t>молодежной общественной организации</w:t>
      </w:r>
      <w:r>
        <w:rPr>
          <w:sz w:val="20"/>
          <w:szCs w:val="20"/>
        </w:rPr>
        <w:t xml:space="preserve"> </w:t>
      </w:r>
      <w:r w:rsidRPr="00406B2B">
        <w:rPr>
          <w:sz w:val="20"/>
          <w:szCs w:val="20"/>
          <w:shd w:val="clear" w:color="auto" w:fill="FFFFFF"/>
        </w:rPr>
        <w:t>«Ассоциация поисковых отрядов «</w:t>
      </w:r>
      <w:r w:rsidRPr="00406B2B">
        <w:rPr>
          <w:rStyle w:val="Emphasis"/>
          <w:i w:val="0"/>
          <w:iCs w:val="0"/>
          <w:sz w:val="20"/>
          <w:szCs w:val="20"/>
          <w:shd w:val="clear" w:color="auto" w:fill="FFFFFF"/>
        </w:rPr>
        <w:t>Память»</w:t>
      </w:r>
      <w:r>
        <w:rPr>
          <w:rStyle w:val="Emphasis"/>
          <w:i w:val="0"/>
          <w:iCs w:val="0"/>
          <w:sz w:val="20"/>
          <w:szCs w:val="20"/>
          <w:shd w:val="clear" w:color="auto" w:fill="FFFFFF"/>
        </w:rPr>
        <w:t xml:space="preserve"> </w:t>
      </w:r>
      <w:r w:rsidRPr="00406B2B">
        <w:rPr>
          <w:rStyle w:val="Emphasis"/>
          <w:i w:val="0"/>
          <w:iCs w:val="0"/>
          <w:sz w:val="20"/>
          <w:szCs w:val="20"/>
          <w:shd w:val="clear" w:color="auto" w:fill="FFFFFF"/>
        </w:rPr>
        <w:t>(</w:t>
      </w:r>
      <w:r w:rsidRPr="00406B2B">
        <w:rPr>
          <w:sz w:val="20"/>
          <w:szCs w:val="20"/>
        </w:rPr>
        <w:t>КРООП АПО «Память») (по согласованию)</w:t>
      </w:r>
      <w:r>
        <w:rPr>
          <w:sz w:val="20"/>
          <w:szCs w:val="20"/>
        </w:rPr>
        <w:t>,</w:t>
      </w:r>
    </w:p>
    <w:p w:rsidR="005C2B0A" w:rsidRDefault="005C2B0A" w:rsidP="00406B2B">
      <w:pPr>
        <w:ind w:right="-284"/>
        <w:jc w:val="center"/>
        <w:rPr>
          <w:sz w:val="20"/>
          <w:szCs w:val="20"/>
        </w:rPr>
      </w:pPr>
      <w:r w:rsidRPr="00406B2B">
        <w:rPr>
          <w:sz w:val="20"/>
          <w:szCs w:val="20"/>
        </w:rPr>
        <w:t>Ассоциации международного</w:t>
      </w:r>
      <w:r w:rsidRPr="00406B2B">
        <w:rPr>
          <w:sz w:val="20"/>
          <w:szCs w:val="20"/>
          <w:shd w:val="clear" w:color="auto" w:fill="FFFFFF"/>
        </w:rPr>
        <w:t xml:space="preserve"> </w:t>
      </w:r>
      <w:r w:rsidRPr="00406B2B">
        <w:rPr>
          <w:sz w:val="20"/>
          <w:szCs w:val="20"/>
        </w:rPr>
        <w:t>военно-мемориального сотрудничества</w:t>
      </w:r>
      <w:r w:rsidRPr="00406B2B">
        <w:rPr>
          <w:sz w:val="20"/>
          <w:szCs w:val="20"/>
          <w:shd w:val="clear" w:color="auto" w:fill="FFFFFF"/>
        </w:rPr>
        <w:t xml:space="preserve"> </w:t>
      </w:r>
      <w:r w:rsidRPr="00406B2B">
        <w:rPr>
          <w:sz w:val="20"/>
          <w:szCs w:val="20"/>
        </w:rPr>
        <w:t>«Военные мемориалы» (по согласованию),</w:t>
      </w:r>
    </w:p>
    <w:p w:rsidR="005C2B0A" w:rsidRDefault="005C2B0A" w:rsidP="00406B2B">
      <w:pPr>
        <w:jc w:val="center"/>
        <w:rPr>
          <w:sz w:val="20"/>
          <w:szCs w:val="20"/>
        </w:rPr>
      </w:pPr>
      <w:r w:rsidRPr="00406B2B">
        <w:rPr>
          <w:sz w:val="20"/>
          <w:szCs w:val="20"/>
        </w:rPr>
        <w:t>полиции (по согласованию)</w:t>
      </w:r>
      <w:r>
        <w:rPr>
          <w:sz w:val="20"/>
          <w:szCs w:val="20"/>
        </w:rPr>
        <w:t>,</w:t>
      </w:r>
    </w:p>
    <w:p w:rsidR="005C2B0A" w:rsidRPr="00443DAC" w:rsidRDefault="005C2B0A" w:rsidP="00443DAC">
      <w:pPr>
        <w:jc w:val="center"/>
        <w:rPr>
          <w:sz w:val="20"/>
          <w:szCs w:val="20"/>
        </w:rPr>
      </w:pPr>
      <w:r w:rsidRPr="00443DAC">
        <w:rPr>
          <w:sz w:val="20"/>
          <w:szCs w:val="20"/>
        </w:rPr>
        <w:t>организации – застройщика (подрядчика), собственника земельного участка)</w:t>
      </w:r>
    </w:p>
    <w:p w:rsidR="005C2B0A" w:rsidRDefault="005C2B0A" w:rsidP="004A351F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4A351F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FC1B82">
      <w:pPr>
        <w:pStyle w:val="ConsPlusNonformat"/>
        <w:jc w:val="both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составили настоящий акт о визуальном обследовании старого воинского и ранее</w:t>
      </w:r>
      <w:r>
        <w:rPr>
          <w:rFonts w:ascii="Times New Roman" w:hAnsi="Times New Roman" w:cs="Times New Roman"/>
        </w:rPr>
        <w:t xml:space="preserve"> </w:t>
      </w:r>
      <w:r w:rsidRPr="00FC1B82">
        <w:rPr>
          <w:rFonts w:ascii="Times New Roman" w:hAnsi="Times New Roman" w:cs="Times New Roman"/>
        </w:rPr>
        <w:t>неизвестного захоронения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__________________________________</w:t>
      </w:r>
    </w:p>
    <w:p w:rsidR="005C2B0A" w:rsidRPr="00FC1B82" w:rsidRDefault="005C2B0A" w:rsidP="00FC1B82">
      <w:pPr>
        <w:pStyle w:val="ConsPlusNonformat"/>
        <w:jc w:val="center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(наименование и адрес места нахождения старого воинского</w:t>
      </w:r>
    </w:p>
    <w:p w:rsidR="005C2B0A" w:rsidRPr="00FC1B82" w:rsidRDefault="005C2B0A" w:rsidP="00FC1B82">
      <w:pPr>
        <w:pStyle w:val="ConsPlusNonformat"/>
        <w:jc w:val="center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и ранее неизвестного захоронения)</w:t>
      </w: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 xml:space="preserve">    3. Общее описание территории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</w:t>
      </w:r>
    </w:p>
    <w:p w:rsidR="005C2B0A" w:rsidRPr="00FC1B82" w:rsidRDefault="005C2B0A" w:rsidP="00FC1B82">
      <w:pPr>
        <w:pStyle w:val="ConsPlusNonformat"/>
        <w:jc w:val="center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(краткая характеристика состояния местности,</w:t>
      </w:r>
      <w:r>
        <w:rPr>
          <w:rFonts w:ascii="Times New Roman" w:hAnsi="Times New Roman" w:cs="Times New Roman"/>
        </w:rPr>
        <w:t xml:space="preserve"> </w:t>
      </w:r>
      <w:r w:rsidRPr="00FC1B82">
        <w:rPr>
          <w:rFonts w:ascii="Times New Roman" w:hAnsi="Times New Roman" w:cs="Times New Roman"/>
        </w:rPr>
        <w:t>справка о характере использования земельного участка</w:t>
      </w:r>
      <w:r>
        <w:rPr>
          <w:rFonts w:ascii="Times New Roman" w:hAnsi="Times New Roman" w:cs="Times New Roman"/>
        </w:rPr>
        <w:t xml:space="preserve"> ранее</w:t>
      </w:r>
      <w:r w:rsidRPr="00FC1B82">
        <w:rPr>
          <w:rFonts w:ascii="Times New Roman" w:hAnsi="Times New Roman" w:cs="Times New Roman"/>
        </w:rPr>
        <w:t>)</w:t>
      </w:r>
    </w:p>
    <w:p w:rsidR="005C2B0A" w:rsidRDefault="005C2B0A" w:rsidP="00854C83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854C83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854C83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 xml:space="preserve">    4. Свидетельства  о  наличии  старого  воинского  и  ранее неизвестного</w:t>
      </w:r>
      <w:r>
        <w:rPr>
          <w:rFonts w:ascii="Times New Roman" w:hAnsi="Times New Roman" w:cs="Times New Roman"/>
        </w:rPr>
        <w:t xml:space="preserve"> </w:t>
      </w:r>
      <w:r w:rsidRPr="00FC1B82">
        <w:rPr>
          <w:rFonts w:ascii="Times New Roman" w:hAnsi="Times New Roman" w:cs="Times New Roman"/>
        </w:rPr>
        <w:t>захоронения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</w:t>
      </w: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 xml:space="preserve">    5. Предложения  по  сохранению  старого  воинского и ранее неизвестного</w:t>
      </w:r>
      <w:r>
        <w:rPr>
          <w:rFonts w:ascii="Times New Roman" w:hAnsi="Times New Roman" w:cs="Times New Roman"/>
        </w:rPr>
        <w:t xml:space="preserve"> </w:t>
      </w:r>
      <w:r w:rsidRPr="00FC1B82">
        <w:rPr>
          <w:rFonts w:ascii="Times New Roman" w:hAnsi="Times New Roman" w:cs="Times New Roman"/>
        </w:rPr>
        <w:t>захоронения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__________________________________</w:t>
      </w:r>
    </w:p>
    <w:p w:rsidR="005C2B0A" w:rsidRPr="00FC1B82" w:rsidRDefault="005C2B0A" w:rsidP="00FC1B82">
      <w:pPr>
        <w:pStyle w:val="ConsPlusNonformat"/>
        <w:jc w:val="center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(план мероприятий, предварительные сроки проведения работ, виды работ)</w:t>
      </w: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 xml:space="preserve">    6. Приложения: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</w:t>
      </w:r>
    </w:p>
    <w:p w:rsidR="005C2B0A" w:rsidRPr="00FC1B82" w:rsidRDefault="005C2B0A" w:rsidP="005F3827">
      <w:pPr>
        <w:pStyle w:val="ConsPlusNonformat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FC1B82">
        <w:rPr>
          <w:rFonts w:ascii="Times New Roman" w:hAnsi="Times New Roman" w:cs="Times New Roman"/>
        </w:rPr>
        <w:t>___________________________</w:t>
      </w:r>
    </w:p>
    <w:p w:rsidR="005C2B0A" w:rsidRPr="00FC1B82" w:rsidRDefault="005C2B0A" w:rsidP="00FC1B82">
      <w:pPr>
        <w:pStyle w:val="ConsPlusNonformat"/>
        <w:jc w:val="center"/>
        <w:rPr>
          <w:rFonts w:ascii="Times New Roman" w:hAnsi="Times New Roman" w:cs="Times New Roman"/>
        </w:rPr>
      </w:pPr>
      <w:r w:rsidRPr="00FC1B82">
        <w:rPr>
          <w:rFonts w:ascii="Times New Roman" w:hAnsi="Times New Roman" w:cs="Times New Roman"/>
        </w:rPr>
        <w:t>(документы, материалы фотофиксации)</w:t>
      </w: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A926A3" w:rsidRDefault="005C2B0A" w:rsidP="005F3827">
      <w:pPr>
        <w:pStyle w:val="ConsPlusNonformat"/>
        <w:rPr>
          <w:rFonts w:ascii="Times New Roman" w:hAnsi="Times New Roman" w:cs="Times New Roman"/>
        </w:rPr>
      </w:pPr>
    </w:p>
    <w:p w:rsidR="005C2B0A" w:rsidRPr="00A926A3" w:rsidRDefault="005C2B0A" w:rsidP="005F3827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>Подпись представителя</w:t>
      </w:r>
    </w:p>
    <w:p w:rsidR="005C2B0A" w:rsidRPr="00A926A3" w:rsidRDefault="005C2B0A" w:rsidP="005F3827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>уполномоченного лица</w:t>
      </w:r>
    </w:p>
    <w:p w:rsidR="005C2B0A" w:rsidRPr="00A926A3" w:rsidRDefault="005C2B0A" w:rsidP="005F3827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>администрации городского округа</w:t>
      </w:r>
    </w:p>
    <w:p w:rsidR="005C2B0A" w:rsidRPr="00A926A3" w:rsidRDefault="005C2B0A" w:rsidP="005F3827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«Город Калининград»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A926A3">
        <w:rPr>
          <w:rFonts w:ascii="Times New Roman" w:hAnsi="Times New Roman" w:cs="Times New Roman"/>
        </w:rPr>
        <w:t xml:space="preserve">     ____________________________</w:t>
      </w:r>
    </w:p>
    <w:p w:rsidR="005C2B0A" w:rsidRPr="00A926A3" w:rsidRDefault="005C2B0A" w:rsidP="005F3827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A926A3">
        <w:rPr>
          <w:rFonts w:ascii="Times New Roman" w:hAnsi="Times New Roman" w:cs="Times New Roman"/>
        </w:rPr>
        <w:t xml:space="preserve">                              (фамилия, инициалы)</w:t>
      </w:r>
    </w:p>
    <w:p w:rsidR="005C2B0A" w:rsidRDefault="005C2B0A" w:rsidP="00464C0E">
      <w:pPr>
        <w:rPr>
          <w:sz w:val="20"/>
          <w:szCs w:val="20"/>
        </w:rPr>
      </w:pPr>
    </w:p>
    <w:p w:rsidR="005C2B0A" w:rsidRDefault="005C2B0A" w:rsidP="00464C0E">
      <w:pPr>
        <w:rPr>
          <w:sz w:val="20"/>
          <w:szCs w:val="20"/>
        </w:rPr>
      </w:pPr>
    </w:p>
    <w:p w:rsidR="005C2B0A" w:rsidRPr="00A926A3" w:rsidRDefault="005C2B0A" w:rsidP="00464C0E">
      <w:pPr>
        <w:rPr>
          <w:sz w:val="20"/>
          <w:szCs w:val="20"/>
        </w:rPr>
      </w:pPr>
    </w:p>
    <w:p w:rsidR="005C2B0A" w:rsidRPr="00A926A3" w:rsidRDefault="005C2B0A" w:rsidP="00464C0E">
      <w:pPr>
        <w:rPr>
          <w:sz w:val="20"/>
          <w:szCs w:val="20"/>
        </w:rPr>
      </w:pPr>
      <w:r w:rsidRPr="00A926A3">
        <w:rPr>
          <w:sz w:val="20"/>
          <w:szCs w:val="20"/>
        </w:rPr>
        <w:t>Подпись представителя</w:t>
      </w:r>
    </w:p>
    <w:p w:rsidR="005C2B0A" w:rsidRPr="00A926A3" w:rsidRDefault="005C2B0A" w:rsidP="00464C0E">
      <w:pPr>
        <w:rPr>
          <w:sz w:val="20"/>
          <w:szCs w:val="20"/>
        </w:rPr>
      </w:pPr>
      <w:r w:rsidRPr="00A926A3">
        <w:rPr>
          <w:sz w:val="20"/>
          <w:szCs w:val="20"/>
        </w:rPr>
        <w:t>комитета городского хозяйства</w:t>
      </w:r>
    </w:p>
    <w:p w:rsidR="005C2B0A" w:rsidRPr="00A926A3" w:rsidRDefault="005C2B0A" w:rsidP="00464C0E">
      <w:pPr>
        <w:rPr>
          <w:sz w:val="20"/>
          <w:szCs w:val="20"/>
        </w:rPr>
      </w:pPr>
      <w:r w:rsidRPr="00A926A3">
        <w:rPr>
          <w:sz w:val="20"/>
          <w:szCs w:val="20"/>
        </w:rPr>
        <w:t>администрации городского округа</w:t>
      </w:r>
    </w:p>
    <w:p w:rsidR="005C2B0A" w:rsidRPr="00A926A3" w:rsidRDefault="005C2B0A" w:rsidP="00464C0E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«Город Калининград» </w:t>
      </w:r>
      <w:r>
        <w:rPr>
          <w:rFonts w:ascii="Times New Roman" w:hAnsi="Times New Roman" w:cs="Times New Roman"/>
        </w:rPr>
        <w:t xml:space="preserve"> </w:t>
      </w:r>
      <w:r w:rsidRPr="00A926A3">
        <w:rPr>
          <w:rFonts w:ascii="Times New Roman" w:hAnsi="Times New Roman" w:cs="Times New Roman"/>
        </w:rPr>
        <w:t xml:space="preserve">                    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A926A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</w:t>
      </w:r>
      <w:r w:rsidRPr="00A926A3">
        <w:rPr>
          <w:rFonts w:ascii="Times New Roman" w:hAnsi="Times New Roman" w:cs="Times New Roman"/>
        </w:rPr>
        <w:t xml:space="preserve">   ____________________________</w:t>
      </w:r>
    </w:p>
    <w:p w:rsidR="005C2B0A" w:rsidRPr="00A926A3" w:rsidRDefault="005C2B0A" w:rsidP="00464C0E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A926A3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</w:t>
      </w:r>
      <w:r w:rsidRPr="00A926A3">
        <w:rPr>
          <w:rFonts w:ascii="Times New Roman" w:hAnsi="Times New Roman" w:cs="Times New Roman"/>
        </w:rPr>
        <w:t xml:space="preserve">            (фамилия, инициалы)</w:t>
      </w:r>
    </w:p>
    <w:p w:rsidR="005C2B0A" w:rsidRPr="00A926A3" w:rsidRDefault="005C2B0A" w:rsidP="00464C0E">
      <w:pPr>
        <w:rPr>
          <w:sz w:val="20"/>
          <w:szCs w:val="20"/>
        </w:rPr>
      </w:pPr>
    </w:p>
    <w:p w:rsidR="005C2B0A" w:rsidRPr="00A926A3" w:rsidRDefault="005C2B0A" w:rsidP="00464C0E">
      <w:pPr>
        <w:rPr>
          <w:sz w:val="20"/>
          <w:szCs w:val="20"/>
        </w:rPr>
      </w:pPr>
    </w:p>
    <w:p w:rsidR="005C2B0A" w:rsidRPr="00A926A3" w:rsidRDefault="005C2B0A" w:rsidP="00464C0E">
      <w:pPr>
        <w:rPr>
          <w:sz w:val="20"/>
          <w:szCs w:val="20"/>
        </w:rPr>
      </w:pPr>
    </w:p>
    <w:p w:rsidR="005C2B0A" w:rsidRPr="00A926A3" w:rsidRDefault="005C2B0A" w:rsidP="00464C0E">
      <w:pPr>
        <w:rPr>
          <w:sz w:val="20"/>
          <w:szCs w:val="20"/>
        </w:rPr>
      </w:pPr>
      <w:r w:rsidRPr="00A926A3">
        <w:rPr>
          <w:sz w:val="20"/>
          <w:szCs w:val="20"/>
        </w:rPr>
        <w:t>Подпись представителя</w:t>
      </w:r>
    </w:p>
    <w:p w:rsidR="005C2B0A" w:rsidRPr="00A926A3" w:rsidRDefault="005C2B0A" w:rsidP="00464C0E">
      <w:pPr>
        <w:rPr>
          <w:sz w:val="20"/>
          <w:szCs w:val="20"/>
          <w:shd w:val="clear" w:color="auto" w:fill="FFFFFF"/>
        </w:rPr>
      </w:pPr>
      <w:r w:rsidRPr="00A926A3">
        <w:rPr>
          <w:sz w:val="20"/>
          <w:szCs w:val="20"/>
        </w:rPr>
        <w:t>К</w:t>
      </w:r>
      <w:r w:rsidRPr="00A926A3">
        <w:rPr>
          <w:sz w:val="20"/>
          <w:szCs w:val="20"/>
          <w:shd w:val="clear" w:color="auto" w:fill="FFFFFF"/>
        </w:rPr>
        <w:t>алининградской региональной</w:t>
      </w:r>
    </w:p>
    <w:p w:rsidR="005C2B0A" w:rsidRPr="00A926A3" w:rsidRDefault="005C2B0A" w:rsidP="00464C0E">
      <w:pPr>
        <w:rPr>
          <w:sz w:val="20"/>
          <w:szCs w:val="20"/>
          <w:shd w:val="clear" w:color="auto" w:fill="FFFFFF"/>
        </w:rPr>
      </w:pPr>
      <w:r w:rsidRPr="00A926A3">
        <w:rPr>
          <w:sz w:val="20"/>
          <w:szCs w:val="20"/>
          <w:shd w:val="clear" w:color="auto" w:fill="FFFFFF"/>
        </w:rPr>
        <w:t>молодежной общественной организации</w:t>
      </w:r>
    </w:p>
    <w:p w:rsidR="005C2B0A" w:rsidRPr="00A926A3" w:rsidRDefault="005C2B0A" w:rsidP="00464C0E">
      <w:pPr>
        <w:rPr>
          <w:rStyle w:val="Emphasis"/>
          <w:i w:val="0"/>
          <w:iCs w:val="0"/>
          <w:sz w:val="20"/>
          <w:szCs w:val="20"/>
          <w:shd w:val="clear" w:color="auto" w:fill="FFFFFF"/>
        </w:rPr>
      </w:pPr>
      <w:r w:rsidRPr="00A926A3">
        <w:rPr>
          <w:sz w:val="20"/>
          <w:szCs w:val="20"/>
          <w:shd w:val="clear" w:color="auto" w:fill="FFFFFF"/>
        </w:rPr>
        <w:t>«Ассоциация поисковых отрядов «</w:t>
      </w:r>
      <w:r w:rsidRPr="00A926A3">
        <w:rPr>
          <w:rStyle w:val="Emphasis"/>
          <w:i w:val="0"/>
          <w:iCs w:val="0"/>
          <w:sz w:val="20"/>
          <w:szCs w:val="20"/>
          <w:shd w:val="clear" w:color="auto" w:fill="FFFFFF"/>
        </w:rPr>
        <w:t>Память»</w:t>
      </w:r>
    </w:p>
    <w:p w:rsidR="005C2B0A" w:rsidRPr="00A926A3" w:rsidRDefault="005C2B0A" w:rsidP="00464C0E">
      <w:pPr>
        <w:pStyle w:val="ConsPlusNonformat"/>
        <w:rPr>
          <w:rFonts w:ascii="Times New Roman" w:hAnsi="Times New Roman" w:cs="Times New Roman"/>
        </w:rPr>
      </w:pPr>
      <w:r w:rsidRPr="00A926A3">
        <w:rPr>
          <w:rStyle w:val="Emphasis"/>
          <w:rFonts w:ascii="Times New Roman" w:hAnsi="Times New Roman" w:cs="Times New Roman"/>
          <w:i w:val="0"/>
          <w:iCs w:val="0"/>
          <w:shd w:val="clear" w:color="auto" w:fill="FFFFFF"/>
        </w:rPr>
        <w:t>(</w:t>
      </w:r>
      <w:r w:rsidRPr="00A926A3">
        <w:rPr>
          <w:rFonts w:ascii="Times New Roman" w:hAnsi="Times New Roman" w:cs="Times New Roman"/>
        </w:rPr>
        <w:t xml:space="preserve">КРООП АПО «Память») (по согласованию)                   </w:t>
      </w:r>
      <w:r>
        <w:rPr>
          <w:rFonts w:ascii="Times New Roman" w:hAnsi="Times New Roman" w:cs="Times New Roman"/>
        </w:rPr>
        <w:t xml:space="preserve">                                   </w:t>
      </w:r>
      <w:r w:rsidRPr="00A926A3">
        <w:rPr>
          <w:rFonts w:ascii="Times New Roman" w:hAnsi="Times New Roman" w:cs="Times New Roman"/>
        </w:rPr>
        <w:t xml:space="preserve">      ____________________________</w:t>
      </w:r>
    </w:p>
    <w:p w:rsidR="005C2B0A" w:rsidRPr="00A926A3" w:rsidRDefault="005C2B0A" w:rsidP="00464C0E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A926A3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</w:t>
      </w:r>
      <w:r w:rsidRPr="00A926A3">
        <w:rPr>
          <w:rFonts w:ascii="Times New Roman" w:hAnsi="Times New Roman" w:cs="Times New Roman"/>
        </w:rPr>
        <w:t xml:space="preserve">            (фамилия, инициалы)</w:t>
      </w:r>
    </w:p>
    <w:p w:rsidR="005C2B0A" w:rsidRPr="00A926A3" w:rsidRDefault="005C2B0A" w:rsidP="00464C0E">
      <w:pPr>
        <w:rPr>
          <w:sz w:val="20"/>
          <w:szCs w:val="20"/>
        </w:rPr>
      </w:pPr>
    </w:p>
    <w:p w:rsidR="005C2B0A" w:rsidRPr="00A926A3" w:rsidRDefault="005C2B0A" w:rsidP="00464C0E">
      <w:pPr>
        <w:rPr>
          <w:sz w:val="20"/>
          <w:szCs w:val="20"/>
        </w:rPr>
      </w:pPr>
    </w:p>
    <w:p w:rsidR="005C2B0A" w:rsidRPr="00A926A3" w:rsidRDefault="005C2B0A" w:rsidP="00464C0E">
      <w:pPr>
        <w:rPr>
          <w:sz w:val="20"/>
          <w:szCs w:val="20"/>
        </w:rPr>
      </w:pPr>
    </w:p>
    <w:p w:rsidR="005C2B0A" w:rsidRPr="00A926A3" w:rsidRDefault="005C2B0A" w:rsidP="00464C0E">
      <w:pPr>
        <w:tabs>
          <w:tab w:val="left" w:pos="0"/>
        </w:tabs>
        <w:rPr>
          <w:sz w:val="20"/>
          <w:szCs w:val="20"/>
        </w:rPr>
      </w:pPr>
      <w:r w:rsidRPr="00A926A3">
        <w:rPr>
          <w:sz w:val="20"/>
          <w:szCs w:val="20"/>
        </w:rPr>
        <w:t>Подпись представителя</w:t>
      </w:r>
    </w:p>
    <w:p w:rsidR="005C2B0A" w:rsidRPr="00A926A3" w:rsidRDefault="005C2B0A" w:rsidP="00464C0E">
      <w:pPr>
        <w:tabs>
          <w:tab w:val="left" w:pos="0"/>
        </w:tabs>
        <w:rPr>
          <w:sz w:val="20"/>
          <w:szCs w:val="20"/>
        </w:rPr>
      </w:pPr>
      <w:r w:rsidRPr="00A926A3">
        <w:rPr>
          <w:sz w:val="20"/>
          <w:szCs w:val="20"/>
        </w:rPr>
        <w:t>Ассоциации международного</w:t>
      </w:r>
    </w:p>
    <w:p w:rsidR="005C2B0A" w:rsidRPr="00A926A3" w:rsidRDefault="005C2B0A" w:rsidP="00464C0E">
      <w:pPr>
        <w:tabs>
          <w:tab w:val="left" w:pos="0"/>
        </w:tabs>
        <w:rPr>
          <w:sz w:val="20"/>
          <w:szCs w:val="20"/>
        </w:rPr>
      </w:pPr>
      <w:r w:rsidRPr="00A926A3">
        <w:rPr>
          <w:sz w:val="20"/>
          <w:szCs w:val="20"/>
        </w:rPr>
        <w:t>военно-мемориального сотрудничества</w:t>
      </w:r>
    </w:p>
    <w:p w:rsidR="005C2B0A" w:rsidRPr="00A926A3" w:rsidRDefault="005C2B0A" w:rsidP="00464C0E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«Военные мемориалы» (по согласованию)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A926A3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</w:t>
      </w:r>
      <w:r w:rsidRPr="00A926A3">
        <w:rPr>
          <w:rFonts w:ascii="Times New Roman" w:hAnsi="Times New Roman" w:cs="Times New Roman"/>
        </w:rPr>
        <w:t xml:space="preserve"> ____________________________</w:t>
      </w:r>
    </w:p>
    <w:p w:rsidR="005C2B0A" w:rsidRPr="00A926A3" w:rsidRDefault="005C2B0A" w:rsidP="00464C0E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A926A3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</w:t>
      </w:r>
      <w:r w:rsidRPr="00A926A3">
        <w:rPr>
          <w:rFonts w:ascii="Times New Roman" w:hAnsi="Times New Roman" w:cs="Times New Roman"/>
        </w:rPr>
        <w:t xml:space="preserve">   (фамилия, инициалы)</w:t>
      </w:r>
    </w:p>
    <w:p w:rsidR="005C2B0A" w:rsidRPr="00A926A3" w:rsidRDefault="005C2B0A" w:rsidP="00464C0E">
      <w:pPr>
        <w:tabs>
          <w:tab w:val="left" w:pos="0"/>
        </w:tabs>
        <w:rPr>
          <w:sz w:val="20"/>
          <w:szCs w:val="20"/>
        </w:rPr>
      </w:pPr>
    </w:p>
    <w:p w:rsidR="005C2B0A" w:rsidRPr="00A926A3" w:rsidRDefault="005C2B0A" w:rsidP="00464C0E">
      <w:pPr>
        <w:tabs>
          <w:tab w:val="left" w:pos="0"/>
        </w:tabs>
        <w:rPr>
          <w:sz w:val="20"/>
          <w:szCs w:val="20"/>
        </w:rPr>
      </w:pPr>
    </w:p>
    <w:p w:rsidR="005C2B0A" w:rsidRPr="00A926A3" w:rsidRDefault="005C2B0A" w:rsidP="00464C0E">
      <w:pPr>
        <w:tabs>
          <w:tab w:val="left" w:pos="0"/>
        </w:tabs>
        <w:rPr>
          <w:sz w:val="20"/>
          <w:szCs w:val="20"/>
        </w:rPr>
      </w:pPr>
    </w:p>
    <w:p w:rsidR="005C2B0A" w:rsidRPr="00A926A3" w:rsidRDefault="005C2B0A" w:rsidP="00464C0E">
      <w:pPr>
        <w:tabs>
          <w:tab w:val="left" w:pos="851"/>
        </w:tabs>
        <w:rPr>
          <w:sz w:val="20"/>
          <w:szCs w:val="20"/>
        </w:rPr>
      </w:pPr>
      <w:r w:rsidRPr="00A926A3">
        <w:rPr>
          <w:sz w:val="20"/>
          <w:szCs w:val="20"/>
        </w:rPr>
        <w:t>Подпись представителя</w:t>
      </w:r>
    </w:p>
    <w:p w:rsidR="005C2B0A" w:rsidRPr="00A926A3" w:rsidRDefault="005C2B0A" w:rsidP="00464C0E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полиции (по согласованию)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A926A3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</w:t>
      </w:r>
      <w:r w:rsidRPr="00A926A3">
        <w:rPr>
          <w:rFonts w:ascii="Times New Roman" w:hAnsi="Times New Roman" w:cs="Times New Roman"/>
        </w:rPr>
        <w:t xml:space="preserve">        ____________________________</w:t>
      </w:r>
    </w:p>
    <w:p w:rsidR="005C2B0A" w:rsidRDefault="005C2B0A" w:rsidP="00FC1B82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A926A3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</w:t>
      </w:r>
      <w:r w:rsidRPr="00A926A3">
        <w:rPr>
          <w:rFonts w:ascii="Times New Roman" w:hAnsi="Times New Roman" w:cs="Times New Roman"/>
        </w:rPr>
        <w:t xml:space="preserve">          (фамилия, инициалы)</w:t>
      </w:r>
    </w:p>
    <w:p w:rsidR="005C2B0A" w:rsidRDefault="005C2B0A" w:rsidP="00FC1B82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FC1B82">
      <w:pPr>
        <w:pStyle w:val="ConsPlusNonformat"/>
        <w:rPr>
          <w:rFonts w:ascii="Times New Roman" w:hAnsi="Times New Roman" w:cs="Times New Roman"/>
        </w:rPr>
      </w:pPr>
    </w:p>
    <w:p w:rsidR="005C2B0A" w:rsidRDefault="005C2B0A" w:rsidP="00FC1B82">
      <w:pPr>
        <w:pStyle w:val="ConsPlusNonformat"/>
        <w:rPr>
          <w:rFonts w:ascii="Times New Roman" w:hAnsi="Times New Roman" w:cs="Times New Roman"/>
        </w:rPr>
      </w:pPr>
    </w:p>
    <w:p w:rsidR="005C2B0A" w:rsidRPr="00A926A3" w:rsidRDefault="005C2B0A" w:rsidP="00406B2B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>Подпись представителя</w:t>
      </w:r>
    </w:p>
    <w:p w:rsidR="005C2B0A" w:rsidRPr="00A926A3" w:rsidRDefault="005C2B0A" w:rsidP="00406B2B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>организации - застройщика,</w:t>
      </w:r>
    </w:p>
    <w:p w:rsidR="005C2B0A" w:rsidRPr="00A926A3" w:rsidRDefault="005C2B0A" w:rsidP="00406B2B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>подрядчика, поисковой организации,</w:t>
      </w:r>
    </w:p>
    <w:p w:rsidR="005C2B0A" w:rsidRPr="00A926A3" w:rsidRDefault="005C2B0A" w:rsidP="00406B2B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собственника земельного участка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A926A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A926A3">
        <w:rPr>
          <w:rFonts w:ascii="Times New Roman" w:hAnsi="Times New Roman" w:cs="Times New Roman"/>
        </w:rPr>
        <w:t xml:space="preserve">     ____________________________</w:t>
      </w:r>
    </w:p>
    <w:p w:rsidR="005C2B0A" w:rsidRPr="00A926A3" w:rsidRDefault="005C2B0A" w:rsidP="00FC1B82">
      <w:pPr>
        <w:pStyle w:val="ConsPlusNonformat"/>
        <w:rPr>
          <w:rFonts w:ascii="Times New Roman" w:hAnsi="Times New Roman" w:cs="Times New Roman"/>
        </w:rPr>
      </w:pPr>
      <w:r w:rsidRPr="00A926A3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A926A3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   </w:t>
      </w:r>
      <w:r w:rsidRPr="00A926A3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</w:t>
      </w:r>
      <w:r w:rsidRPr="00A926A3">
        <w:rPr>
          <w:rFonts w:ascii="Times New Roman" w:hAnsi="Times New Roman" w:cs="Times New Roman"/>
        </w:rPr>
        <w:t xml:space="preserve">    (фамилия, инициалы)</w:t>
      </w:r>
    </w:p>
    <w:sectPr w:rsidR="005C2B0A" w:rsidRPr="00A926A3" w:rsidSect="00871A2C">
      <w:headerReference w:type="default" r:id="rId7"/>
      <w:pgSz w:w="11906" w:h="16838"/>
      <w:pgMar w:top="1135" w:right="566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B0A" w:rsidRDefault="005C2B0A" w:rsidP="00871A2C">
      <w:r>
        <w:separator/>
      </w:r>
    </w:p>
  </w:endnote>
  <w:endnote w:type="continuationSeparator" w:id="0">
    <w:p w:rsidR="005C2B0A" w:rsidRDefault="005C2B0A" w:rsidP="00871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B0A" w:rsidRDefault="005C2B0A" w:rsidP="00871A2C">
      <w:r>
        <w:separator/>
      </w:r>
    </w:p>
  </w:footnote>
  <w:footnote w:type="continuationSeparator" w:id="0">
    <w:p w:rsidR="005C2B0A" w:rsidRDefault="005C2B0A" w:rsidP="00871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B0A" w:rsidRDefault="005C2B0A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5C2B0A" w:rsidRPr="00871A2C" w:rsidRDefault="005C2B0A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950CD"/>
    <w:multiLevelType w:val="hybridMultilevel"/>
    <w:tmpl w:val="EF424262"/>
    <w:lvl w:ilvl="0" w:tplc="222EB5FA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5D44310B"/>
    <w:multiLevelType w:val="hybridMultilevel"/>
    <w:tmpl w:val="2BC0D72C"/>
    <w:lvl w:ilvl="0" w:tplc="E312B54C">
      <w:start w:val="1"/>
      <w:numFmt w:val="decimal"/>
      <w:pStyle w:val="a"/>
      <w:suff w:val="space"/>
      <w:lvlText w:val="%1."/>
      <w:lvlJc w:val="left"/>
      <w:pPr>
        <w:ind w:left="720" w:hanging="60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00C99"/>
    <w:multiLevelType w:val="hybridMultilevel"/>
    <w:tmpl w:val="F96C4D3A"/>
    <w:lvl w:ilvl="0" w:tplc="088C29A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  <w:num w:numId="5">
    <w:abstractNumId w:val="1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7879"/>
    <w:rsid w:val="00001CEB"/>
    <w:rsid w:val="00003217"/>
    <w:rsid w:val="00004D51"/>
    <w:rsid w:val="00006F53"/>
    <w:rsid w:val="00010097"/>
    <w:rsid w:val="00017120"/>
    <w:rsid w:val="00025884"/>
    <w:rsid w:val="000302C1"/>
    <w:rsid w:val="00032DB4"/>
    <w:rsid w:val="00052302"/>
    <w:rsid w:val="00053F75"/>
    <w:rsid w:val="000627D3"/>
    <w:rsid w:val="00071EA5"/>
    <w:rsid w:val="00075797"/>
    <w:rsid w:val="00076320"/>
    <w:rsid w:val="00085CC6"/>
    <w:rsid w:val="00087346"/>
    <w:rsid w:val="0009247E"/>
    <w:rsid w:val="00093FDE"/>
    <w:rsid w:val="000B4EC1"/>
    <w:rsid w:val="000B6F5D"/>
    <w:rsid w:val="000C435A"/>
    <w:rsid w:val="000C7BC7"/>
    <w:rsid w:val="000D3082"/>
    <w:rsid w:val="000E39C4"/>
    <w:rsid w:val="000E480E"/>
    <w:rsid w:val="000F5F9F"/>
    <w:rsid w:val="0010735C"/>
    <w:rsid w:val="0011235C"/>
    <w:rsid w:val="0011652C"/>
    <w:rsid w:val="00117967"/>
    <w:rsid w:val="00121F6A"/>
    <w:rsid w:val="00125DB6"/>
    <w:rsid w:val="00131CF6"/>
    <w:rsid w:val="001329BC"/>
    <w:rsid w:val="00143727"/>
    <w:rsid w:val="00144201"/>
    <w:rsid w:val="001464FE"/>
    <w:rsid w:val="00153EC0"/>
    <w:rsid w:val="0015414D"/>
    <w:rsid w:val="0015720D"/>
    <w:rsid w:val="001600DB"/>
    <w:rsid w:val="001642C1"/>
    <w:rsid w:val="00167024"/>
    <w:rsid w:val="00177DD4"/>
    <w:rsid w:val="00192E40"/>
    <w:rsid w:val="001A0E46"/>
    <w:rsid w:val="001A1D13"/>
    <w:rsid w:val="001A39D0"/>
    <w:rsid w:val="001A6B17"/>
    <w:rsid w:val="001A7F31"/>
    <w:rsid w:val="001C6217"/>
    <w:rsid w:val="001C736E"/>
    <w:rsid w:val="001D3F81"/>
    <w:rsid w:val="001E1604"/>
    <w:rsid w:val="00203D3C"/>
    <w:rsid w:val="002142A8"/>
    <w:rsid w:val="002142BC"/>
    <w:rsid w:val="00214F5A"/>
    <w:rsid w:val="002174AA"/>
    <w:rsid w:val="0022217C"/>
    <w:rsid w:val="002229FD"/>
    <w:rsid w:val="00223D89"/>
    <w:rsid w:val="00225066"/>
    <w:rsid w:val="00231A1E"/>
    <w:rsid w:val="00234297"/>
    <w:rsid w:val="00241274"/>
    <w:rsid w:val="0024261E"/>
    <w:rsid w:val="0025082C"/>
    <w:rsid w:val="002509D6"/>
    <w:rsid w:val="00257175"/>
    <w:rsid w:val="00262C8E"/>
    <w:rsid w:val="00263F29"/>
    <w:rsid w:val="00264980"/>
    <w:rsid w:val="002804BF"/>
    <w:rsid w:val="00282432"/>
    <w:rsid w:val="00295B23"/>
    <w:rsid w:val="002A0DFD"/>
    <w:rsid w:val="002B7A90"/>
    <w:rsid w:val="002B7BD0"/>
    <w:rsid w:val="002C23E9"/>
    <w:rsid w:val="002C537D"/>
    <w:rsid w:val="002E485C"/>
    <w:rsid w:val="002F27F1"/>
    <w:rsid w:val="003013E0"/>
    <w:rsid w:val="00302D14"/>
    <w:rsid w:val="003045B3"/>
    <w:rsid w:val="00305C1F"/>
    <w:rsid w:val="00312A94"/>
    <w:rsid w:val="00326214"/>
    <w:rsid w:val="00331D2F"/>
    <w:rsid w:val="00333E70"/>
    <w:rsid w:val="00344F78"/>
    <w:rsid w:val="00346E2F"/>
    <w:rsid w:val="00350B57"/>
    <w:rsid w:val="003628E1"/>
    <w:rsid w:val="003667F3"/>
    <w:rsid w:val="0039708B"/>
    <w:rsid w:val="003B544D"/>
    <w:rsid w:val="003C0DDB"/>
    <w:rsid w:val="003C564B"/>
    <w:rsid w:val="003D5AC1"/>
    <w:rsid w:val="003E7E57"/>
    <w:rsid w:val="003F1EC7"/>
    <w:rsid w:val="003F7058"/>
    <w:rsid w:val="00406B2B"/>
    <w:rsid w:val="004139E9"/>
    <w:rsid w:val="00416183"/>
    <w:rsid w:val="0042083A"/>
    <w:rsid w:val="004272D6"/>
    <w:rsid w:val="00430C5D"/>
    <w:rsid w:val="00433384"/>
    <w:rsid w:val="004346B2"/>
    <w:rsid w:val="00435A3B"/>
    <w:rsid w:val="00443DAC"/>
    <w:rsid w:val="004510A0"/>
    <w:rsid w:val="00451BC7"/>
    <w:rsid w:val="004532AB"/>
    <w:rsid w:val="0045659F"/>
    <w:rsid w:val="00457CE9"/>
    <w:rsid w:val="00464C0E"/>
    <w:rsid w:val="00476E7A"/>
    <w:rsid w:val="00482AB3"/>
    <w:rsid w:val="00486FE1"/>
    <w:rsid w:val="004A351F"/>
    <w:rsid w:val="004A523A"/>
    <w:rsid w:val="004B0035"/>
    <w:rsid w:val="004B36F1"/>
    <w:rsid w:val="004E05C6"/>
    <w:rsid w:val="004E504F"/>
    <w:rsid w:val="004F663C"/>
    <w:rsid w:val="0050026C"/>
    <w:rsid w:val="00505770"/>
    <w:rsid w:val="005157B8"/>
    <w:rsid w:val="00515E10"/>
    <w:rsid w:val="00527879"/>
    <w:rsid w:val="00542CBF"/>
    <w:rsid w:val="005519CC"/>
    <w:rsid w:val="0055361E"/>
    <w:rsid w:val="0055372E"/>
    <w:rsid w:val="00564107"/>
    <w:rsid w:val="0057037D"/>
    <w:rsid w:val="00570D4C"/>
    <w:rsid w:val="0058059A"/>
    <w:rsid w:val="00584650"/>
    <w:rsid w:val="00585BDE"/>
    <w:rsid w:val="005A5691"/>
    <w:rsid w:val="005A6F18"/>
    <w:rsid w:val="005A6F3D"/>
    <w:rsid w:val="005C2B0A"/>
    <w:rsid w:val="005D0DD2"/>
    <w:rsid w:val="005D1ABD"/>
    <w:rsid w:val="005E6C00"/>
    <w:rsid w:val="005E75ED"/>
    <w:rsid w:val="005F35CE"/>
    <w:rsid w:val="005F3827"/>
    <w:rsid w:val="005F434F"/>
    <w:rsid w:val="005F4441"/>
    <w:rsid w:val="0060460F"/>
    <w:rsid w:val="00610CB2"/>
    <w:rsid w:val="00611E8C"/>
    <w:rsid w:val="0061360C"/>
    <w:rsid w:val="00615F04"/>
    <w:rsid w:val="00616764"/>
    <w:rsid w:val="00622419"/>
    <w:rsid w:val="00623ED9"/>
    <w:rsid w:val="00633C35"/>
    <w:rsid w:val="00641A2F"/>
    <w:rsid w:val="00642225"/>
    <w:rsid w:val="00647E4C"/>
    <w:rsid w:val="00647F7C"/>
    <w:rsid w:val="00663034"/>
    <w:rsid w:val="00670B58"/>
    <w:rsid w:val="006739DB"/>
    <w:rsid w:val="00685697"/>
    <w:rsid w:val="00686FF4"/>
    <w:rsid w:val="00693168"/>
    <w:rsid w:val="006B43DE"/>
    <w:rsid w:val="006B5AD9"/>
    <w:rsid w:val="006B74DD"/>
    <w:rsid w:val="006D710C"/>
    <w:rsid w:val="0070205D"/>
    <w:rsid w:val="0070463F"/>
    <w:rsid w:val="00713C90"/>
    <w:rsid w:val="00715FBE"/>
    <w:rsid w:val="00726278"/>
    <w:rsid w:val="0073329C"/>
    <w:rsid w:val="00735D33"/>
    <w:rsid w:val="007415A0"/>
    <w:rsid w:val="0074366D"/>
    <w:rsid w:val="007442DE"/>
    <w:rsid w:val="00744904"/>
    <w:rsid w:val="007548B6"/>
    <w:rsid w:val="00780178"/>
    <w:rsid w:val="0078521D"/>
    <w:rsid w:val="00793296"/>
    <w:rsid w:val="00793440"/>
    <w:rsid w:val="007A25D2"/>
    <w:rsid w:val="007A576D"/>
    <w:rsid w:val="007B180A"/>
    <w:rsid w:val="007B1C81"/>
    <w:rsid w:val="007B4DB7"/>
    <w:rsid w:val="007D1356"/>
    <w:rsid w:val="007D310A"/>
    <w:rsid w:val="007D5EB5"/>
    <w:rsid w:val="007E30A0"/>
    <w:rsid w:val="007E4C9D"/>
    <w:rsid w:val="007F0A3C"/>
    <w:rsid w:val="00802CF7"/>
    <w:rsid w:val="00811057"/>
    <w:rsid w:val="00821FE2"/>
    <w:rsid w:val="0082450F"/>
    <w:rsid w:val="00854C83"/>
    <w:rsid w:val="00871282"/>
    <w:rsid w:val="00871A2C"/>
    <w:rsid w:val="00880C19"/>
    <w:rsid w:val="008C0B13"/>
    <w:rsid w:val="008C3AB0"/>
    <w:rsid w:val="008C68DE"/>
    <w:rsid w:val="008D1021"/>
    <w:rsid w:val="008D247A"/>
    <w:rsid w:val="008E14BF"/>
    <w:rsid w:val="008E1ACB"/>
    <w:rsid w:val="008E2A13"/>
    <w:rsid w:val="0090259F"/>
    <w:rsid w:val="00905845"/>
    <w:rsid w:val="00920C8D"/>
    <w:rsid w:val="009370D4"/>
    <w:rsid w:val="00951C51"/>
    <w:rsid w:val="009578A5"/>
    <w:rsid w:val="0096694B"/>
    <w:rsid w:val="00983213"/>
    <w:rsid w:val="00994D7F"/>
    <w:rsid w:val="009971C2"/>
    <w:rsid w:val="009A007D"/>
    <w:rsid w:val="009A49F8"/>
    <w:rsid w:val="009B7045"/>
    <w:rsid w:val="009C412A"/>
    <w:rsid w:val="009C49CA"/>
    <w:rsid w:val="009F180A"/>
    <w:rsid w:val="009F2724"/>
    <w:rsid w:val="009F58F2"/>
    <w:rsid w:val="00A20A2A"/>
    <w:rsid w:val="00A33151"/>
    <w:rsid w:val="00A343BB"/>
    <w:rsid w:val="00A35B47"/>
    <w:rsid w:val="00A36DA9"/>
    <w:rsid w:val="00A37436"/>
    <w:rsid w:val="00A42D59"/>
    <w:rsid w:val="00A4590C"/>
    <w:rsid w:val="00A51F4F"/>
    <w:rsid w:val="00A53AB3"/>
    <w:rsid w:val="00A53E36"/>
    <w:rsid w:val="00A56169"/>
    <w:rsid w:val="00A76E02"/>
    <w:rsid w:val="00A926A3"/>
    <w:rsid w:val="00A9497A"/>
    <w:rsid w:val="00AB0E87"/>
    <w:rsid w:val="00AC25B1"/>
    <w:rsid w:val="00AC3E38"/>
    <w:rsid w:val="00AD2CC7"/>
    <w:rsid w:val="00AF0BA7"/>
    <w:rsid w:val="00AF4F74"/>
    <w:rsid w:val="00B07896"/>
    <w:rsid w:val="00B16EE3"/>
    <w:rsid w:val="00B21E42"/>
    <w:rsid w:val="00B2515C"/>
    <w:rsid w:val="00B4319B"/>
    <w:rsid w:val="00B442E0"/>
    <w:rsid w:val="00B45A58"/>
    <w:rsid w:val="00B503BD"/>
    <w:rsid w:val="00B52A15"/>
    <w:rsid w:val="00B60412"/>
    <w:rsid w:val="00B632A0"/>
    <w:rsid w:val="00B71AEE"/>
    <w:rsid w:val="00B76D3C"/>
    <w:rsid w:val="00B7782D"/>
    <w:rsid w:val="00B77DD8"/>
    <w:rsid w:val="00B81703"/>
    <w:rsid w:val="00B855C0"/>
    <w:rsid w:val="00B87654"/>
    <w:rsid w:val="00B955AC"/>
    <w:rsid w:val="00BA359F"/>
    <w:rsid w:val="00BB6221"/>
    <w:rsid w:val="00BC07AD"/>
    <w:rsid w:val="00BC48CE"/>
    <w:rsid w:val="00BD3BB7"/>
    <w:rsid w:val="00BD730B"/>
    <w:rsid w:val="00BE7B96"/>
    <w:rsid w:val="00BF103E"/>
    <w:rsid w:val="00BF1F81"/>
    <w:rsid w:val="00BF2E2A"/>
    <w:rsid w:val="00C05630"/>
    <w:rsid w:val="00C05D2D"/>
    <w:rsid w:val="00C105B0"/>
    <w:rsid w:val="00C2174B"/>
    <w:rsid w:val="00C2524E"/>
    <w:rsid w:val="00C27056"/>
    <w:rsid w:val="00C3661E"/>
    <w:rsid w:val="00C36CBE"/>
    <w:rsid w:val="00C37466"/>
    <w:rsid w:val="00C40159"/>
    <w:rsid w:val="00C43162"/>
    <w:rsid w:val="00C73FCE"/>
    <w:rsid w:val="00C80FEA"/>
    <w:rsid w:val="00C9672E"/>
    <w:rsid w:val="00CC2953"/>
    <w:rsid w:val="00CC2D7D"/>
    <w:rsid w:val="00CC56B0"/>
    <w:rsid w:val="00CD247B"/>
    <w:rsid w:val="00CD4AE9"/>
    <w:rsid w:val="00CD7D52"/>
    <w:rsid w:val="00CE0090"/>
    <w:rsid w:val="00CE1FF7"/>
    <w:rsid w:val="00CE3823"/>
    <w:rsid w:val="00CE5BD3"/>
    <w:rsid w:val="00CF4E34"/>
    <w:rsid w:val="00D00D09"/>
    <w:rsid w:val="00D131C8"/>
    <w:rsid w:val="00D171DE"/>
    <w:rsid w:val="00D21EC7"/>
    <w:rsid w:val="00D22163"/>
    <w:rsid w:val="00D23040"/>
    <w:rsid w:val="00D2362B"/>
    <w:rsid w:val="00D51C75"/>
    <w:rsid w:val="00D651DD"/>
    <w:rsid w:val="00D66FEE"/>
    <w:rsid w:val="00DA0F62"/>
    <w:rsid w:val="00DB404C"/>
    <w:rsid w:val="00DC0906"/>
    <w:rsid w:val="00DC2C35"/>
    <w:rsid w:val="00DD2DEB"/>
    <w:rsid w:val="00DD3759"/>
    <w:rsid w:val="00DD49E5"/>
    <w:rsid w:val="00DD7C23"/>
    <w:rsid w:val="00DE687B"/>
    <w:rsid w:val="00DF01A4"/>
    <w:rsid w:val="00DF5809"/>
    <w:rsid w:val="00E02669"/>
    <w:rsid w:val="00E07E23"/>
    <w:rsid w:val="00E209C6"/>
    <w:rsid w:val="00E320B6"/>
    <w:rsid w:val="00E3409B"/>
    <w:rsid w:val="00E55AAD"/>
    <w:rsid w:val="00E64539"/>
    <w:rsid w:val="00E72225"/>
    <w:rsid w:val="00E8016B"/>
    <w:rsid w:val="00E94B52"/>
    <w:rsid w:val="00EA2428"/>
    <w:rsid w:val="00EB66C4"/>
    <w:rsid w:val="00EB67AD"/>
    <w:rsid w:val="00EC40FA"/>
    <w:rsid w:val="00EC4C46"/>
    <w:rsid w:val="00EC4E14"/>
    <w:rsid w:val="00EC5D23"/>
    <w:rsid w:val="00ED4723"/>
    <w:rsid w:val="00ED6D6F"/>
    <w:rsid w:val="00F071F0"/>
    <w:rsid w:val="00F079B4"/>
    <w:rsid w:val="00F109E5"/>
    <w:rsid w:val="00F17D3E"/>
    <w:rsid w:val="00F47430"/>
    <w:rsid w:val="00F73E74"/>
    <w:rsid w:val="00F93BCA"/>
    <w:rsid w:val="00FA4691"/>
    <w:rsid w:val="00FB21B4"/>
    <w:rsid w:val="00FC1B82"/>
    <w:rsid w:val="00FC6CB0"/>
    <w:rsid w:val="00FD11C6"/>
    <w:rsid w:val="00FE44C8"/>
    <w:rsid w:val="00FE54D8"/>
    <w:rsid w:val="00FF4037"/>
    <w:rsid w:val="00FF7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F3827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782D"/>
    <w:pPr>
      <w:keepNext/>
      <w:spacing w:before="240" w:after="60"/>
      <w:jc w:val="both"/>
      <w:outlineLvl w:val="0"/>
    </w:pPr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7782D"/>
    <w:pPr>
      <w:keepNext/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782D"/>
    <w:pPr>
      <w:keepNext/>
      <w:spacing w:before="240" w:after="60"/>
      <w:jc w:val="both"/>
      <w:outlineLvl w:val="2"/>
    </w:pPr>
    <w:rPr>
      <w:rFonts w:ascii="Cambria" w:hAnsi="Cambria" w:cs="Cambria"/>
      <w:b/>
      <w:b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7782D"/>
    <w:pPr>
      <w:keepNext/>
      <w:spacing w:before="240" w:after="60"/>
      <w:jc w:val="both"/>
      <w:outlineLvl w:val="3"/>
    </w:pPr>
    <w:rPr>
      <w:rFonts w:ascii="Calibri" w:hAnsi="Calibri" w:cs="Calibri"/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782D"/>
    <w:pPr>
      <w:spacing w:before="240" w:after="60"/>
      <w:jc w:val="both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7782D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782D"/>
    <w:pPr>
      <w:spacing w:before="240" w:after="60"/>
      <w:jc w:val="both"/>
      <w:outlineLvl w:val="6"/>
    </w:pPr>
    <w:rPr>
      <w:rFonts w:ascii="Calibri" w:hAnsi="Calibri" w:cs="Calibri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7782D"/>
    <w:pPr>
      <w:spacing w:before="240" w:after="60"/>
      <w:jc w:val="both"/>
      <w:outlineLvl w:val="7"/>
    </w:pPr>
    <w:rPr>
      <w:rFonts w:ascii="Calibri" w:hAnsi="Calibri" w:cs="Calibri"/>
      <w:i/>
      <w:iCs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7782D"/>
    <w:pPr>
      <w:spacing w:before="240" w:after="60"/>
      <w:jc w:val="both"/>
      <w:outlineLvl w:val="8"/>
    </w:pPr>
    <w:rPr>
      <w:rFonts w:ascii="Cambria" w:hAnsi="Cambria" w:cs="Cambria"/>
      <w:sz w:val="22"/>
      <w:szCs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782D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7782D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782D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7782D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7782D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7782D"/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7782D"/>
    <w:rPr>
      <w:rFonts w:ascii="Calibri" w:hAnsi="Calibri" w:cs="Calibri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7782D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7782D"/>
    <w:rPr>
      <w:rFonts w:ascii="Cambria" w:hAnsi="Cambria" w:cs="Cambria"/>
      <w:sz w:val="22"/>
      <w:szCs w:val="22"/>
      <w:lang w:eastAsia="en-US"/>
    </w:rPr>
  </w:style>
  <w:style w:type="paragraph" w:styleId="NoSpacing">
    <w:name w:val="No Spacing"/>
    <w:link w:val="NoSpacingChar"/>
    <w:uiPriority w:val="99"/>
    <w:qFormat/>
    <w:rsid w:val="00663034"/>
    <w:pPr>
      <w:jc w:val="both"/>
    </w:pPr>
    <w:rPr>
      <w:sz w:val="28"/>
      <w:szCs w:val="28"/>
      <w:lang w:eastAsia="en-US"/>
    </w:rPr>
  </w:style>
  <w:style w:type="character" w:customStyle="1" w:styleId="NoSpacingChar">
    <w:name w:val="No Spacing Char"/>
    <w:link w:val="NoSpacing"/>
    <w:uiPriority w:val="99"/>
    <w:locked/>
    <w:rsid w:val="00B7782D"/>
    <w:rPr>
      <w:sz w:val="28"/>
      <w:szCs w:val="28"/>
      <w:lang w:eastAsia="en-US"/>
    </w:rPr>
  </w:style>
  <w:style w:type="paragraph" w:customStyle="1" w:styleId="a">
    <w:name w:val="НУМЕРАЦИЯ"/>
    <w:basedOn w:val="ListParagraph"/>
    <w:uiPriority w:val="99"/>
    <w:rsid w:val="00B7782D"/>
    <w:pPr>
      <w:numPr>
        <w:numId w:val="6"/>
      </w:numPr>
    </w:pPr>
  </w:style>
  <w:style w:type="paragraph" w:customStyle="1" w:styleId="2">
    <w:name w:val="Стиль2"/>
    <w:basedOn w:val="BodyText"/>
    <w:link w:val="20"/>
    <w:autoRedefine/>
    <w:uiPriority w:val="99"/>
    <w:rsid w:val="00B7782D"/>
    <w:rPr>
      <w:lang w:val="en-US" w:eastAsia="en-US"/>
    </w:rPr>
  </w:style>
  <w:style w:type="character" w:customStyle="1" w:styleId="20">
    <w:name w:val="Стиль2 Знак"/>
    <w:link w:val="2"/>
    <w:uiPriority w:val="99"/>
    <w:locked/>
    <w:rsid w:val="00B7782D"/>
    <w:rPr>
      <w:sz w:val="28"/>
      <w:szCs w:val="28"/>
      <w:lang w:val="en-US" w:eastAsia="en-US"/>
    </w:rPr>
  </w:style>
  <w:style w:type="paragraph" w:styleId="BodyText">
    <w:name w:val="Body Text"/>
    <w:basedOn w:val="Normal"/>
    <w:link w:val="BodyTextChar"/>
    <w:autoRedefine/>
    <w:uiPriority w:val="99"/>
    <w:rsid w:val="00B7782D"/>
    <w:pPr>
      <w:jc w:val="both"/>
    </w:pPr>
    <w:rPr>
      <w:rFonts w:eastAsia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7782D"/>
    <w:rPr>
      <w:sz w:val="24"/>
      <w:szCs w:val="24"/>
    </w:rPr>
  </w:style>
  <w:style w:type="paragraph" w:customStyle="1" w:styleId="3">
    <w:name w:val="Стиль3"/>
    <w:basedOn w:val="2"/>
    <w:link w:val="30"/>
    <w:autoRedefine/>
    <w:uiPriority w:val="99"/>
    <w:rsid w:val="00B7782D"/>
  </w:style>
  <w:style w:type="character" w:customStyle="1" w:styleId="30">
    <w:name w:val="Стиль3 Знак"/>
    <w:link w:val="3"/>
    <w:uiPriority w:val="99"/>
    <w:locked/>
    <w:rsid w:val="00B7782D"/>
    <w:rPr>
      <w:sz w:val="28"/>
      <w:szCs w:val="28"/>
      <w:lang w:val="en-US" w:eastAsia="en-US"/>
    </w:rPr>
  </w:style>
  <w:style w:type="paragraph" w:customStyle="1" w:styleId="ADM-2-">
    <w:name w:val="ADM- 2 - абзац"/>
    <w:basedOn w:val="Subtitle"/>
    <w:link w:val="ADM-2-0"/>
    <w:uiPriority w:val="99"/>
    <w:rsid w:val="00B7782D"/>
    <w:pPr>
      <w:tabs>
        <w:tab w:val="left" w:pos="709"/>
      </w:tabs>
      <w:ind w:firstLine="709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DM-2-0">
    <w:name w:val="ADM- 2 - абзац Знак"/>
    <w:link w:val="ADM-2-"/>
    <w:uiPriority w:val="99"/>
    <w:locked/>
    <w:rsid w:val="00B7782D"/>
    <w:rPr>
      <w:rFonts w:eastAsia="Times New Roman"/>
      <w:sz w:val="28"/>
      <w:szCs w:val="28"/>
      <w:lang/>
    </w:rPr>
  </w:style>
  <w:style w:type="paragraph" w:styleId="Subtitle">
    <w:name w:val="Subtitle"/>
    <w:basedOn w:val="Normal"/>
    <w:next w:val="Normal"/>
    <w:link w:val="SubtitleChar"/>
    <w:uiPriority w:val="99"/>
    <w:qFormat/>
    <w:rsid w:val="00B7782D"/>
    <w:pPr>
      <w:spacing w:after="60"/>
      <w:jc w:val="center"/>
      <w:outlineLvl w:val="1"/>
    </w:pPr>
    <w:rPr>
      <w:rFonts w:ascii="Cambria" w:hAnsi="Cambria" w:cs="Cambria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7782D"/>
    <w:rPr>
      <w:rFonts w:ascii="Cambria" w:hAnsi="Cambria" w:cs="Cambria"/>
      <w:sz w:val="24"/>
      <w:szCs w:val="24"/>
      <w:lang w:eastAsia="en-US"/>
    </w:rPr>
  </w:style>
  <w:style w:type="paragraph" w:customStyle="1" w:styleId="ADM-">
    <w:name w:val="ADM-Название документа"/>
    <w:basedOn w:val="Heading1"/>
    <w:next w:val="Normal"/>
    <w:link w:val="ADM-0"/>
    <w:uiPriority w:val="99"/>
    <w:rsid w:val="00B7782D"/>
    <w:pPr>
      <w:jc w:val="center"/>
    </w:pPr>
    <w:rPr>
      <w:rFonts w:ascii="Times New Roman" w:hAnsi="Times New Roman" w:cs="Times New Roman"/>
      <w:b w:val="0"/>
      <w:bCs w:val="0"/>
      <w:sz w:val="28"/>
      <w:szCs w:val="28"/>
      <w:lang w:eastAsia="ru-RU"/>
    </w:rPr>
  </w:style>
  <w:style w:type="character" w:customStyle="1" w:styleId="ADM-0">
    <w:name w:val="ADM-Название документа Знак"/>
    <w:link w:val="ADM-"/>
    <w:uiPriority w:val="99"/>
    <w:locked/>
    <w:rsid w:val="00B7782D"/>
    <w:rPr>
      <w:rFonts w:eastAsia="Times New Roman"/>
      <w:kern w:val="32"/>
      <w:sz w:val="28"/>
      <w:szCs w:val="28"/>
      <w:lang/>
    </w:rPr>
  </w:style>
  <w:style w:type="paragraph" w:customStyle="1" w:styleId="ADM-3-">
    <w:name w:val="ADM- 3 - абзац"/>
    <w:basedOn w:val="Subtitle"/>
    <w:link w:val="ADM-3-0"/>
    <w:uiPriority w:val="99"/>
    <w:rsid w:val="00B7782D"/>
    <w:pPr>
      <w:tabs>
        <w:tab w:val="left" w:pos="1276"/>
      </w:tabs>
    </w:pPr>
    <w:rPr>
      <w:rFonts w:ascii="Times New Roman" w:hAnsi="Times New Roman" w:cs="Times New Roman"/>
      <w:color w:val="AD0101"/>
      <w:spacing w:val="15"/>
      <w:sz w:val="28"/>
      <w:szCs w:val="28"/>
      <w:lang w:eastAsia="ru-RU"/>
    </w:rPr>
  </w:style>
  <w:style w:type="character" w:customStyle="1" w:styleId="ADM-3-0">
    <w:name w:val="ADM- 3 - абзац Знак"/>
    <w:link w:val="ADM-3-"/>
    <w:uiPriority w:val="99"/>
    <w:locked/>
    <w:rsid w:val="00B7782D"/>
    <w:rPr>
      <w:rFonts w:eastAsia="Times New Roman"/>
      <w:color w:val="AD0101"/>
      <w:spacing w:val="15"/>
      <w:sz w:val="28"/>
      <w:szCs w:val="28"/>
      <w:lang/>
    </w:rPr>
  </w:style>
  <w:style w:type="paragraph" w:customStyle="1" w:styleId="ADM-2">
    <w:name w:val="ADM-2 абзац нумерованый"/>
    <w:basedOn w:val="ADM-2-"/>
    <w:link w:val="ADM-20"/>
    <w:uiPriority w:val="99"/>
    <w:rsid w:val="00B7782D"/>
    <w:pPr>
      <w:tabs>
        <w:tab w:val="left" w:pos="1134"/>
      </w:tabs>
      <w:ind w:firstLine="0"/>
    </w:pPr>
    <w:rPr>
      <w:i/>
      <w:iCs/>
    </w:rPr>
  </w:style>
  <w:style w:type="character" w:customStyle="1" w:styleId="ADM-20">
    <w:name w:val="ADM-2 абзац нумерованый Знак"/>
    <w:link w:val="ADM-2"/>
    <w:uiPriority w:val="99"/>
    <w:locked/>
    <w:rsid w:val="00B7782D"/>
    <w:rPr>
      <w:rFonts w:eastAsia="Times New Roman"/>
      <w:sz w:val="28"/>
      <w:szCs w:val="28"/>
      <w:lang/>
    </w:rPr>
  </w:style>
  <w:style w:type="paragraph" w:customStyle="1" w:styleId="ADM-3-1">
    <w:name w:val="ADM-3 - абзац список"/>
    <w:basedOn w:val="Subtitle"/>
    <w:next w:val="ADM-2-"/>
    <w:link w:val="ADM-3-2"/>
    <w:uiPriority w:val="99"/>
    <w:rsid w:val="00B7782D"/>
    <w:pPr>
      <w:tabs>
        <w:tab w:val="left" w:pos="1134"/>
      </w:tabs>
      <w:outlineLvl w:val="2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DM-3-2">
    <w:name w:val="ADM-3 - абзац список Знак"/>
    <w:link w:val="ADM-3-1"/>
    <w:uiPriority w:val="99"/>
    <w:locked/>
    <w:rsid w:val="00B7782D"/>
    <w:rPr>
      <w:rFonts w:eastAsia="Times New Roman"/>
      <w:sz w:val="28"/>
      <w:szCs w:val="28"/>
      <w:lang/>
    </w:rPr>
  </w:style>
  <w:style w:type="paragraph" w:styleId="Title">
    <w:name w:val="Title"/>
    <w:basedOn w:val="Normal"/>
    <w:next w:val="Normal"/>
    <w:link w:val="TitleChar"/>
    <w:uiPriority w:val="99"/>
    <w:qFormat/>
    <w:rsid w:val="00B7782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B7782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99"/>
    <w:qFormat/>
    <w:rsid w:val="00B7782D"/>
    <w:rPr>
      <w:b/>
      <w:bCs/>
    </w:rPr>
  </w:style>
  <w:style w:type="character" w:styleId="Emphasis">
    <w:name w:val="Emphasis"/>
    <w:basedOn w:val="DefaultParagraphFont"/>
    <w:uiPriority w:val="99"/>
    <w:qFormat/>
    <w:rsid w:val="00B7782D"/>
    <w:rPr>
      <w:i/>
      <w:iCs/>
    </w:rPr>
  </w:style>
  <w:style w:type="paragraph" w:styleId="ListParagraph">
    <w:name w:val="List Paragraph"/>
    <w:basedOn w:val="Normal"/>
    <w:uiPriority w:val="99"/>
    <w:qFormat/>
    <w:rsid w:val="00B7782D"/>
    <w:pPr>
      <w:ind w:left="708"/>
      <w:jc w:val="both"/>
    </w:pPr>
    <w:rPr>
      <w:rFonts w:eastAsia="Calibri"/>
      <w:sz w:val="28"/>
      <w:szCs w:val="28"/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B7782D"/>
    <w:pPr>
      <w:jc w:val="both"/>
    </w:pPr>
    <w:rPr>
      <w:rFonts w:eastAsia="Calibri"/>
      <w:i/>
      <w:iCs/>
      <w:color w:val="000000"/>
      <w:sz w:val="28"/>
      <w:szCs w:val="28"/>
      <w:lang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B7782D"/>
    <w:rPr>
      <w:i/>
      <w:iCs/>
      <w:color w:val="000000"/>
      <w:sz w:val="28"/>
      <w:szCs w:val="28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7782D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eastAsia="Calibri"/>
      <w:b/>
      <w:bCs/>
      <w:i/>
      <w:iCs/>
      <w:color w:val="4F81BD"/>
      <w:sz w:val="28"/>
      <w:szCs w:val="28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7782D"/>
    <w:rPr>
      <w:b/>
      <w:bCs/>
      <w:i/>
      <w:iCs/>
      <w:color w:val="4F81BD"/>
      <w:sz w:val="28"/>
      <w:szCs w:val="28"/>
      <w:lang w:eastAsia="en-US"/>
    </w:rPr>
  </w:style>
  <w:style w:type="character" w:styleId="SubtleEmphasis">
    <w:name w:val="Subtle Emphasis"/>
    <w:basedOn w:val="DefaultParagraphFont"/>
    <w:uiPriority w:val="99"/>
    <w:qFormat/>
    <w:rsid w:val="00B7782D"/>
    <w:rPr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B7782D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B7782D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99"/>
    <w:qFormat/>
    <w:rsid w:val="00B7782D"/>
    <w:rPr>
      <w:b/>
      <w:bCs/>
      <w:smallCaps/>
      <w:color w:val="auto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B7782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B7782D"/>
    <w:pPr>
      <w:outlineLvl w:val="9"/>
    </w:pPr>
  </w:style>
  <w:style w:type="paragraph" w:customStyle="1" w:styleId="a0">
    <w:name w:val="КОМУ"/>
    <w:basedOn w:val="NoSpacing"/>
    <w:autoRedefine/>
    <w:uiPriority w:val="99"/>
    <w:rsid w:val="00B7782D"/>
    <w:pPr>
      <w:jc w:val="right"/>
    </w:pPr>
  </w:style>
  <w:style w:type="paragraph" w:customStyle="1" w:styleId="a1">
    <w:name w:val="ОБРАЩЕНИЕ"/>
    <w:basedOn w:val="Normal"/>
    <w:autoRedefine/>
    <w:uiPriority w:val="99"/>
    <w:rsid w:val="00B7782D"/>
    <w:pPr>
      <w:jc w:val="center"/>
    </w:pPr>
  </w:style>
  <w:style w:type="paragraph" w:customStyle="1" w:styleId="a2">
    <w:name w:val="ОСН ТЕКСТ"/>
    <w:basedOn w:val="NoSpacing"/>
    <w:autoRedefine/>
    <w:uiPriority w:val="99"/>
    <w:rsid w:val="00B7782D"/>
  </w:style>
  <w:style w:type="paragraph" w:customStyle="1" w:styleId="1">
    <w:name w:val="Стиль1"/>
    <w:basedOn w:val="NoSpacing"/>
    <w:uiPriority w:val="99"/>
    <w:rsid w:val="00B7782D"/>
    <w:pPr>
      <w:jc w:val="right"/>
    </w:pPr>
  </w:style>
  <w:style w:type="paragraph" w:customStyle="1" w:styleId="a3">
    <w:name w:val="справочник"/>
    <w:basedOn w:val="Normal"/>
    <w:link w:val="a4"/>
    <w:uiPriority w:val="99"/>
    <w:rsid w:val="00B7782D"/>
    <w:pPr>
      <w:widowControl w:val="0"/>
      <w:tabs>
        <w:tab w:val="left" w:pos="90"/>
      </w:tabs>
      <w:autoSpaceDE w:val="0"/>
      <w:autoSpaceDN w:val="0"/>
      <w:adjustRightInd w:val="0"/>
    </w:pPr>
    <w:rPr>
      <w:rFonts w:eastAsia="Calibri"/>
      <w:b/>
      <w:bCs/>
      <w:i/>
      <w:iCs/>
      <w:color w:val="000080"/>
      <w:sz w:val="28"/>
      <w:szCs w:val="28"/>
    </w:rPr>
  </w:style>
  <w:style w:type="character" w:customStyle="1" w:styleId="a4">
    <w:name w:val="справочник Знак"/>
    <w:link w:val="a3"/>
    <w:uiPriority w:val="99"/>
    <w:locked/>
    <w:rsid w:val="00B7782D"/>
    <w:rPr>
      <w:b/>
      <w:bCs/>
      <w:i/>
      <w:iCs/>
      <w:color w:val="000080"/>
      <w:sz w:val="28"/>
      <w:szCs w:val="28"/>
      <w:lang/>
    </w:rPr>
  </w:style>
  <w:style w:type="paragraph" w:styleId="Header">
    <w:name w:val="header"/>
    <w:basedOn w:val="Normal"/>
    <w:link w:val="HeaderChar"/>
    <w:uiPriority w:val="99"/>
    <w:rsid w:val="00B7782D"/>
    <w:pPr>
      <w:tabs>
        <w:tab w:val="center" w:pos="4677"/>
        <w:tab w:val="right" w:pos="9355"/>
      </w:tabs>
      <w:jc w:val="both"/>
    </w:pPr>
    <w:rPr>
      <w:rFonts w:eastAsia="Calibri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7782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7782D"/>
    <w:pPr>
      <w:tabs>
        <w:tab w:val="center" w:pos="4677"/>
        <w:tab w:val="right" w:pos="9355"/>
      </w:tabs>
      <w:jc w:val="both"/>
    </w:pPr>
    <w:rPr>
      <w:rFonts w:eastAsia="Calibri"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7782D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B7782D"/>
  </w:style>
  <w:style w:type="character" w:styleId="Hyperlink">
    <w:name w:val="Hyperlink"/>
    <w:basedOn w:val="DefaultParagraphFont"/>
    <w:uiPriority w:val="99"/>
    <w:rsid w:val="00B7782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7782D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782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F382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71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</TotalTime>
  <Pages>2</Pages>
  <Words>818</Words>
  <Characters>4665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Наташа</cp:lastModifiedBy>
  <cp:revision>17</cp:revision>
  <cp:lastPrinted>2015-10-09T07:28:00Z</cp:lastPrinted>
  <dcterms:created xsi:type="dcterms:W3CDTF">2015-10-06T09:08:00Z</dcterms:created>
  <dcterms:modified xsi:type="dcterms:W3CDTF">2015-10-22T14:02:00Z</dcterms:modified>
</cp:coreProperties>
</file>