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711" w:rsidRDefault="00944711" w:rsidP="005E284E">
      <w:pPr>
        <w:tabs>
          <w:tab w:val="left" w:pos="13041"/>
        </w:tabs>
        <w:autoSpaceDE w:val="0"/>
        <w:autoSpaceDN w:val="0"/>
        <w:adjustRightInd w:val="0"/>
        <w:ind w:left="10490" w:right="-1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944711" w:rsidRDefault="00944711" w:rsidP="005E284E">
      <w:pPr>
        <w:autoSpaceDE w:val="0"/>
        <w:autoSpaceDN w:val="0"/>
        <w:adjustRightInd w:val="0"/>
        <w:ind w:left="10490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городского округа «Город Калининград»</w:t>
      </w:r>
    </w:p>
    <w:p w:rsidR="00944711" w:rsidRDefault="00944711" w:rsidP="005E284E">
      <w:pPr>
        <w:autoSpaceDE w:val="0"/>
        <w:autoSpaceDN w:val="0"/>
        <w:adjustRightInd w:val="0"/>
        <w:ind w:left="10490"/>
        <w:rPr>
          <w:sz w:val="28"/>
          <w:szCs w:val="28"/>
        </w:rPr>
      </w:pPr>
      <w:r>
        <w:rPr>
          <w:sz w:val="28"/>
          <w:szCs w:val="28"/>
        </w:rPr>
        <w:t>от 31 декабря 2014 г.  № 2271</w:t>
      </w:r>
    </w:p>
    <w:p w:rsidR="00944711" w:rsidRDefault="00944711" w:rsidP="005E284E">
      <w:pPr>
        <w:tabs>
          <w:tab w:val="left" w:pos="13041"/>
        </w:tabs>
        <w:autoSpaceDE w:val="0"/>
        <w:autoSpaceDN w:val="0"/>
        <w:adjustRightInd w:val="0"/>
        <w:ind w:left="10490" w:right="-1"/>
        <w:outlineLvl w:val="0"/>
        <w:rPr>
          <w:sz w:val="28"/>
          <w:szCs w:val="28"/>
        </w:rPr>
      </w:pPr>
    </w:p>
    <w:p w:rsidR="00944711" w:rsidRDefault="00944711" w:rsidP="005E284E">
      <w:pPr>
        <w:tabs>
          <w:tab w:val="left" w:pos="13041"/>
        </w:tabs>
        <w:autoSpaceDE w:val="0"/>
        <w:autoSpaceDN w:val="0"/>
        <w:adjustRightInd w:val="0"/>
        <w:ind w:left="10490" w:right="-1"/>
        <w:outlineLvl w:val="0"/>
        <w:rPr>
          <w:sz w:val="28"/>
          <w:szCs w:val="28"/>
        </w:rPr>
      </w:pPr>
    </w:p>
    <w:p w:rsidR="00944711" w:rsidRDefault="00944711" w:rsidP="005E284E">
      <w:pPr>
        <w:tabs>
          <w:tab w:val="left" w:pos="13041"/>
        </w:tabs>
        <w:autoSpaceDE w:val="0"/>
        <w:autoSpaceDN w:val="0"/>
        <w:adjustRightInd w:val="0"/>
        <w:ind w:left="10490" w:right="-1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944711" w:rsidRDefault="00944711" w:rsidP="005E284E">
      <w:pPr>
        <w:autoSpaceDE w:val="0"/>
        <w:autoSpaceDN w:val="0"/>
        <w:adjustRightInd w:val="0"/>
        <w:ind w:left="10490"/>
        <w:rPr>
          <w:sz w:val="28"/>
          <w:szCs w:val="28"/>
        </w:rPr>
      </w:pPr>
      <w:r>
        <w:rPr>
          <w:sz w:val="28"/>
          <w:szCs w:val="28"/>
        </w:rPr>
        <w:t>к Программе</w:t>
      </w:r>
    </w:p>
    <w:p w:rsidR="00944711" w:rsidRDefault="00944711" w:rsidP="006514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44711" w:rsidRDefault="00944711" w:rsidP="006514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44711" w:rsidRPr="00191769" w:rsidRDefault="00944711" w:rsidP="0065142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91769">
        <w:rPr>
          <w:sz w:val="28"/>
          <w:szCs w:val="28"/>
        </w:rPr>
        <w:t>Финансовое обеспечение мероприятий Программы</w:t>
      </w:r>
    </w:p>
    <w:p w:rsidR="00944711" w:rsidRPr="00191769" w:rsidRDefault="00944711" w:rsidP="0065142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15309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5"/>
        <w:gridCol w:w="5672"/>
        <w:gridCol w:w="1418"/>
        <w:gridCol w:w="1559"/>
        <w:gridCol w:w="1418"/>
        <w:gridCol w:w="1417"/>
        <w:gridCol w:w="1559"/>
        <w:gridCol w:w="1701"/>
      </w:tblGrid>
      <w:tr w:rsidR="00944711" w:rsidRPr="00191769">
        <w:trPr>
          <w:trHeight w:val="320"/>
          <w:tblCellSpacing w:w="5" w:type="nil"/>
        </w:trPr>
        <w:tc>
          <w:tcPr>
            <w:tcW w:w="5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№</w:t>
            </w:r>
          </w:p>
          <w:p w:rsidR="00944711" w:rsidRPr="00191769" w:rsidRDefault="00944711" w:rsidP="00393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п.п</w:t>
            </w:r>
          </w:p>
        </w:tc>
        <w:tc>
          <w:tcPr>
            <w:tcW w:w="56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Источник</w:t>
            </w:r>
          </w:p>
          <w:p w:rsidR="00944711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191769">
              <w:rPr>
                <w:sz w:val="28"/>
                <w:szCs w:val="28"/>
              </w:rPr>
              <w:t>инанси</w:t>
            </w:r>
            <w:r>
              <w:rPr>
                <w:sz w:val="28"/>
                <w:szCs w:val="28"/>
              </w:rPr>
              <w:t>-</w:t>
            </w:r>
          </w:p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191769">
              <w:rPr>
                <w:sz w:val="28"/>
                <w:szCs w:val="28"/>
              </w:rPr>
              <w:t xml:space="preserve">ования </w:t>
            </w:r>
          </w:p>
        </w:tc>
        <w:tc>
          <w:tcPr>
            <w:tcW w:w="59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Финансовые затраты, тыс. руб.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44711" w:rsidRPr="006A37F8" w:rsidRDefault="00944711" w:rsidP="00FB3025">
            <w:pPr>
              <w:autoSpaceDE w:val="0"/>
              <w:autoSpaceDN w:val="0"/>
              <w:adjustRightInd w:val="0"/>
              <w:ind w:left="-217" w:firstLine="217"/>
              <w:jc w:val="center"/>
              <w:rPr>
                <w:sz w:val="27"/>
                <w:szCs w:val="27"/>
              </w:rPr>
            </w:pPr>
            <w:r w:rsidRPr="006A37F8">
              <w:rPr>
                <w:sz w:val="27"/>
                <w:szCs w:val="27"/>
              </w:rPr>
              <w:t>Исполнитель</w:t>
            </w:r>
          </w:p>
          <w:p w:rsidR="00944711" w:rsidRPr="006A37F8" w:rsidRDefault="00944711" w:rsidP="00FB3025">
            <w:pPr>
              <w:autoSpaceDE w:val="0"/>
              <w:autoSpaceDN w:val="0"/>
              <w:adjustRightInd w:val="0"/>
              <w:ind w:left="-217" w:firstLine="217"/>
              <w:jc w:val="center"/>
              <w:rPr>
                <w:sz w:val="27"/>
                <w:szCs w:val="27"/>
              </w:rPr>
            </w:pPr>
            <w:r w:rsidRPr="006A37F8">
              <w:rPr>
                <w:sz w:val="27"/>
                <w:szCs w:val="27"/>
              </w:rPr>
              <w:t>мероприятия</w:t>
            </w:r>
          </w:p>
        </w:tc>
      </w:tr>
      <w:tr w:rsidR="00944711" w:rsidRPr="00191769">
        <w:trPr>
          <w:trHeight w:val="320"/>
          <w:tblCellSpacing w:w="5" w:type="nil"/>
        </w:trPr>
        <w:tc>
          <w:tcPr>
            <w:tcW w:w="56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5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2014</w:t>
            </w:r>
          </w:p>
          <w:p w:rsidR="00944711" w:rsidRPr="00191769" w:rsidRDefault="00944711" w:rsidP="00393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год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2015</w:t>
            </w:r>
          </w:p>
          <w:p w:rsidR="00944711" w:rsidRPr="00191769" w:rsidRDefault="00944711" w:rsidP="00393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год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Default="00944711" w:rsidP="00393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2016</w:t>
            </w:r>
          </w:p>
          <w:p w:rsidR="00944711" w:rsidRPr="00191769" w:rsidRDefault="00944711" w:rsidP="00393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год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Всего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44711" w:rsidRPr="00191769">
        <w:trPr>
          <w:tblCellSpacing w:w="5" w:type="nil"/>
        </w:trPr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jc w:val="center"/>
            </w:pPr>
            <w:r w:rsidRPr="00191769">
              <w:rPr>
                <w:sz w:val="22"/>
                <w:szCs w:val="22"/>
              </w:rPr>
              <w:t>1</w:t>
            </w:r>
          </w:p>
        </w:tc>
        <w:tc>
          <w:tcPr>
            <w:tcW w:w="5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jc w:val="center"/>
            </w:pPr>
            <w:r w:rsidRPr="00191769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jc w:val="center"/>
            </w:pPr>
            <w:r w:rsidRPr="00191769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jc w:val="center"/>
            </w:pPr>
            <w:r w:rsidRPr="00191769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jc w:val="center"/>
            </w:pPr>
            <w:r w:rsidRPr="00191769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jc w:val="center"/>
            </w:pPr>
            <w:r w:rsidRPr="00191769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jc w:val="center"/>
            </w:pPr>
            <w:r w:rsidRPr="00191769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jc w:val="center"/>
            </w:pPr>
            <w:r w:rsidRPr="00191769">
              <w:rPr>
                <w:sz w:val="22"/>
                <w:szCs w:val="22"/>
              </w:rPr>
              <w:t>8</w:t>
            </w:r>
          </w:p>
        </w:tc>
      </w:tr>
      <w:tr w:rsidR="00944711" w:rsidRPr="00191769">
        <w:trPr>
          <w:trHeight w:val="475"/>
          <w:tblCellSpacing w:w="5" w:type="nil"/>
        </w:trPr>
        <w:tc>
          <w:tcPr>
            <w:tcW w:w="6237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Общий объем потребности в финансовых ресурсах</w:t>
            </w:r>
            <w:r>
              <w:rPr>
                <w:sz w:val="28"/>
                <w:szCs w:val="28"/>
              </w:rPr>
              <w:t xml:space="preserve"> </w:t>
            </w:r>
            <w:r w:rsidRPr="00191769">
              <w:rPr>
                <w:sz w:val="28"/>
                <w:szCs w:val="28"/>
              </w:rPr>
              <w:t>на выполнение мероприятий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E2FE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всего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D615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101</w:t>
            </w:r>
            <w:r>
              <w:rPr>
                <w:sz w:val="28"/>
                <w:szCs w:val="28"/>
              </w:rPr>
              <w:t>430,003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D615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67650,000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D615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61280,000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D615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230</w:t>
            </w:r>
            <w:r>
              <w:rPr>
                <w:sz w:val="28"/>
                <w:szCs w:val="28"/>
              </w:rPr>
              <w:t>360</w:t>
            </w:r>
            <w:r w:rsidRPr="0019176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003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КпСП       </w:t>
            </w:r>
          </w:p>
        </w:tc>
      </w:tr>
      <w:tr w:rsidR="00944711" w:rsidRPr="00191769">
        <w:trPr>
          <w:trHeight w:val="397"/>
          <w:tblCellSpacing w:w="5" w:type="nil"/>
        </w:trPr>
        <w:tc>
          <w:tcPr>
            <w:tcW w:w="623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E2FE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ФБ  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D615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>643</w:t>
            </w:r>
            <w:r w:rsidRPr="00191769">
              <w:rPr>
                <w:sz w:val="28"/>
                <w:szCs w:val="28"/>
              </w:rPr>
              <w:t>,679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D615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14940,000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D615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11775,000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D615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493</w:t>
            </w:r>
            <w:r>
              <w:rPr>
                <w:sz w:val="28"/>
                <w:szCs w:val="28"/>
              </w:rPr>
              <w:t>58</w:t>
            </w:r>
            <w:r w:rsidRPr="00191769">
              <w:rPr>
                <w:sz w:val="28"/>
                <w:szCs w:val="28"/>
              </w:rPr>
              <w:t>,679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44711" w:rsidRPr="00191769">
        <w:trPr>
          <w:trHeight w:val="403"/>
          <w:tblCellSpacing w:w="5" w:type="nil"/>
        </w:trPr>
        <w:tc>
          <w:tcPr>
            <w:tcW w:w="623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E2FE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РБ  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D615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8786</w:t>
            </w:r>
            <w:r w:rsidRPr="0019176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324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D615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12710,000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D615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10100,000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D615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51</w:t>
            </w:r>
            <w:r>
              <w:rPr>
                <w:sz w:val="28"/>
                <w:szCs w:val="28"/>
              </w:rPr>
              <w:t>596,324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44711" w:rsidRPr="00191769">
        <w:trPr>
          <w:trHeight w:val="409"/>
          <w:tblCellSpacing w:w="5" w:type="nil"/>
        </w:trPr>
        <w:tc>
          <w:tcPr>
            <w:tcW w:w="623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E2FE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МБ  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D615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50000,000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D615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40000,000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D615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39405,000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D615D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129405,000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44711" w:rsidRPr="00191769">
        <w:trPr>
          <w:trHeight w:val="511"/>
          <w:tblCellSpacing w:w="5" w:type="nil"/>
        </w:trPr>
        <w:tc>
          <w:tcPr>
            <w:tcW w:w="623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E2FE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ПБП 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9929B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9929B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9929B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9929B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44711" w:rsidRPr="00191769">
        <w:trPr>
          <w:trHeight w:val="459"/>
          <w:tblCellSpacing w:w="5" w:type="nil"/>
        </w:trPr>
        <w:tc>
          <w:tcPr>
            <w:tcW w:w="56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1.1</w:t>
            </w:r>
          </w:p>
        </w:tc>
        <w:tc>
          <w:tcPr>
            <w:tcW w:w="567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Признание молодых семей</w:t>
            </w:r>
          </w:p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нуждающимися в улучшении жилищных условий в соответствии с </w:t>
            </w:r>
            <w:r>
              <w:rPr>
                <w:sz w:val="28"/>
                <w:szCs w:val="28"/>
              </w:rPr>
              <w:t>з</w:t>
            </w:r>
            <w:r w:rsidRPr="00191769">
              <w:rPr>
                <w:sz w:val="28"/>
                <w:szCs w:val="28"/>
              </w:rPr>
              <w:t xml:space="preserve">аконодательством Российской Федерации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E2FE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всего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9929B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9929B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9929B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9929B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КМИиЗР     </w:t>
            </w:r>
          </w:p>
        </w:tc>
      </w:tr>
      <w:tr w:rsidR="00944711" w:rsidRPr="00191769">
        <w:trPr>
          <w:trHeight w:val="387"/>
          <w:tblCellSpacing w:w="5" w:type="nil"/>
        </w:trPr>
        <w:tc>
          <w:tcPr>
            <w:tcW w:w="56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5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E2FE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ФБ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9929B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9929B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9929B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9929B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44711" w:rsidRPr="00191769">
        <w:trPr>
          <w:trHeight w:val="407"/>
          <w:tblCellSpacing w:w="5" w:type="nil"/>
        </w:trPr>
        <w:tc>
          <w:tcPr>
            <w:tcW w:w="56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5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E2FE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РБ 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9929B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9929B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9929B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9929B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44711" w:rsidRPr="00191769">
        <w:trPr>
          <w:trHeight w:val="400"/>
          <w:tblCellSpacing w:w="5" w:type="nil"/>
        </w:trPr>
        <w:tc>
          <w:tcPr>
            <w:tcW w:w="56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5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E2FE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МБ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9929B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9929B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9929B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9929B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44711" w:rsidRPr="00191769">
        <w:trPr>
          <w:trHeight w:val="455"/>
          <w:tblCellSpacing w:w="5" w:type="nil"/>
        </w:trPr>
        <w:tc>
          <w:tcPr>
            <w:tcW w:w="56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56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right w:val="single" w:sz="8" w:space="0" w:color="auto"/>
            </w:tcBorders>
          </w:tcPr>
          <w:p w:rsidR="00944711" w:rsidRPr="00191769" w:rsidRDefault="00944711" w:rsidP="003E2FE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ПБП   </w:t>
            </w: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9929B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9929B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9929B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9929B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44711" w:rsidRPr="00191769">
        <w:trPr>
          <w:trHeight w:val="541"/>
          <w:tblCellSpacing w:w="5" w:type="nil"/>
        </w:trPr>
        <w:tc>
          <w:tcPr>
            <w:tcW w:w="565" w:type="dxa"/>
            <w:tcBorders>
              <w:bottom w:val="single" w:sz="4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2" w:type="dxa"/>
            <w:tcBorders>
              <w:bottom w:val="single" w:sz="4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44711" w:rsidRPr="00191769" w:rsidRDefault="00944711" w:rsidP="003E2FE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44711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44711" w:rsidRPr="0015150D">
        <w:trPr>
          <w:trHeight w:val="302"/>
          <w:tblCellSpacing w:w="5" w:type="nil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4711" w:rsidRPr="0015150D" w:rsidRDefault="00944711" w:rsidP="0015150D">
            <w:pPr>
              <w:autoSpaceDE w:val="0"/>
              <w:autoSpaceDN w:val="0"/>
              <w:adjustRightInd w:val="0"/>
              <w:jc w:val="center"/>
            </w:pPr>
            <w:r w:rsidRPr="0015150D">
              <w:rPr>
                <w:sz w:val="22"/>
                <w:szCs w:val="22"/>
              </w:rPr>
              <w:t>1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5150D" w:rsidRDefault="00944711" w:rsidP="0015150D">
            <w:pPr>
              <w:autoSpaceDE w:val="0"/>
              <w:autoSpaceDN w:val="0"/>
              <w:adjustRightInd w:val="0"/>
              <w:jc w:val="center"/>
            </w:pPr>
            <w:r w:rsidRPr="0015150D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5150D" w:rsidRDefault="00944711" w:rsidP="0015150D">
            <w:pPr>
              <w:autoSpaceDE w:val="0"/>
              <w:autoSpaceDN w:val="0"/>
              <w:adjustRightInd w:val="0"/>
              <w:jc w:val="center"/>
            </w:pPr>
            <w:r w:rsidRPr="0015150D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5150D" w:rsidRDefault="00944711" w:rsidP="0015150D">
            <w:pPr>
              <w:autoSpaceDE w:val="0"/>
              <w:autoSpaceDN w:val="0"/>
              <w:adjustRightInd w:val="0"/>
              <w:jc w:val="center"/>
            </w:pPr>
            <w:r w:rsidRPr="0015150D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5150D" w:rsidRDefault="00944711" w:rsidP="0015150D">
            <w:pPr>
              <w:autoSpaceDE w:val="0"/>
              <w:autoSpaceDN w:val="0"/>
              <w:adjustRightInd w:val="0"/>
              <w:jc w:val="center"/>
            </w:pPr>
            <w:r w:rsidRPr="0015150D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5150D" w:rsidRDefault="00944711" w:rsidP="0015150D">
            <w:pPr>
              <w:autoSpaceDE w:val="0"/>
              <w:autoSpaceDN w:val="0"/>
              <w:adjustRightInd w:val="0"/>
              <w:jc w:val="center"/>
            </w:pPr>
            <w:r w:rsidRPr="0015150D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5150D" w:rsidRDefault="00944711" w:rsidP="0015150D">
            <w:pPr>
              <w:autoSpaceDE w:val="0"/>
              <w:autoSpaceDN w:val="0"/>
              <w:adjustRightInd w:val="0"/>
              <w:jc w:val="center"/>
            </w:pPr>
            <w:r w:rsidRPr="0015150D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5150D" w:rsidRDefault="00944711" w:rsidP="0015150D">
            <w:pPr>
              <w:autoSpaceDE w:val="0"/>
              <w:autoSpaceDN w:val="0"/>
              <w:adjustRightInd w:val="0"/>
              <w:jc w:val="center"/>
            </w:pPr>
            <w:r w:rsidRPr="0015150D">
              <w:rPr>
                <w:sz w:val="22"/>
                <w:szCs w:val="22"/>
              </w:rPr>
              <w:t>8</w:t>
            </w:r>
          </w:p>
        </w:tc>
      </w:tr>
      <w:tr w:rsidR="00944711" w:rsidRPr="00191769">
        <w:trPr>
          <w:trHeight w:val="541"/>
          <w:tblCellSpacing w:w="5" w:type="nil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1.2</w:t>
            </w:r>
          </w:p>
        </w:tc>
        <w:tc>
          <w:tcPr>
            <w:tcW w:w="567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Предоставление молодым семьям социальных выплат для приобретения</w:t>
            </w:r>
            <w:r>
              <w:rPr>
                <w:sz w:val="28"/>
                <w:szCs w:val="28"/>
              </w:rPr>
              <w:t xml:space="preserve">  жилого помещения </w:t>
            </w:r>
            <w:r w:rsidRPr="00191769">
              <w:rPr>
                <w:sz w:val="28"/>
                <w:szCs w:val="28"/>
              </w:rPr>
              <w:t xml:space="preserve"> или создания объекта </w:t>
            </w:r>
            <w:r>
              <w:rPr>
                <w:sz w:val="28"/>
                <w:szCs w:val="28"/>
              </w:rPr>
              <w:t xml:space="preserve">индивидуального </w:t>
            </w:r>
            <w:r w:rsidRPr="00191769">
              <w:rPr>
                <w:sz w:val="28"/>
                <w:szCs w:val="28"/>
              </w:rPr>
              <w:t xml:space="preserve">жилищного </w:t>
            </w:r>
            <w:r>
              <w:rPr>
                <w:sz w:val="28"/>
                <w:szCs w:val="28"/>
              </w:rPr>
              <w:t>с</w:t>
            </w:r>
            <w:r w:rsidRPr="00191769">
              <w:rPr>
                <w:sz w:val="28"/>
                <w:szCs w:val="28"/>
              </w:rPr>
              <w:t>троительства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E2FE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всего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52</w:t>
            </w:r>
            <w:r>
              <w:rPr>
                <w:sz w:val="28"/>
                <w:szCs w:val="28"/>
              </w:rPr>
              <w:t>344</w:t>
            </w:r>
            <w:r w:rsidRPr="00191769">
              <w:rPr>
                <w:sz w:val="28"/>
                <w:szCs w:val="28"/>
              </w:rPr>
              <w:t>,4</w:t>
            </w:r>
            <w:r>
              <w:rPr>
                <w:sz w:val="28"/>
                <w:szCs w:val="28"/>
              </w:rPr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67400,000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119</w:t>
            </w:r>
            <w:r>
              <w:rPr>
                <w:sz w:val="28"/>
                <w:szCs w:val="28"/>
              </w:rPr>
              <w:t>744</w:t>
            </w:r>
            <w:r w:rsidRPr="00191769">
              <w:rPr>
                <w:sz w:val="28"/>
                <w:szCs w:val="28"/>
              </w:rPr>
              <w:t>,4</w:t>
            </w:r>
            <w:r>
              <w:rPr>
                <w:sz w:val="28"/>
                <w:szCs w:val="28"/>
              </w:rPr>
              <w:t>76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КпСП       </w:t>
            </w:r>
          </w:p>
        </w:tc>
      </w:tr>
      <w:tr w:rsidR="00944711" w:rsidRPr="00191769">
        <w:trPr>
          <w:trHeight w:val="562"/>
          <w:tblCellSpacing w:w="5" w:type="nil"/>
        </w:trPr>
        <w:tc>
          <w:tcPr>
            <w:tcW w:w="56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5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E2FE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ФБ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860</w:t>
            </w:r>
            <w:r w:rsidRPr="00191769">
              <w:rPr>
                <w:sz w:val="28"/>
                <w:szCs w:val="28"/>
              </w:rPr>
              <w:t>,272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14940,000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>800</w:t>
            </w:r>
            <w:r w:rsidRPr="00191769">
              <w:rPr>
                <w:sz w:val="28"/>
                <w:szCs w:val="28"/>
              </w:rPr>
              <w:t>,272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44711" w:rsidRPr="00191769">
        <w:trPr>
          <w:trHeight w:val="413"/>
          <w:tblCellSpacing w:w="5" w:type="nil"/>
        </w:trPr>
        <w:tc>
          <w:tcPr>
            <w:tcW w:w="56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5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E2FE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РБ  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544</w:t>
            </w:r>
            <w:r w:rsidRPr="0019176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204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12460,000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</w:t>
            </w:r>
            <w:r w:rsidRPr="00191769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4,</w:t>
            </w:r>
            <w:r w:rsidRPr="0019176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44711" w:rsidRPr="00191769">
        <w:trPr>
          <w:trHeight w:val="547"/>
          <w:tblCellSpacing w:w="5" w:type="nil"/>
        </w:trPr>
        <w:tc>
          <w:tcPr>
            <w:tcW w:w="56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5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E2FE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МБ 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18940,000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40000,000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58940,000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44711" w:rsidRPr="00191769">
        <w:trPr>
          <w:trHeight w:val="541"/>
          <w:tblCellSpacing w:w="5" w:type="nil"/>
        </w:trPr>
        <w:tc>
          <w:tcPr>
            <w:tcW w:w="56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5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ПБП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44711" w:rsidRPr="00191769">
        <w:trPr>
          <w:trHeight w:val="320"/>
          <w:tblCellSpacing w:w="5" w:type="nil"/>
        </w:trPr>
        <w:tc>
          <w:tcPr>
            <w:tcW w:w="56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1.3</w:t>
            </w:r>
          </w:p>
        </w:tc>
        <w:tc>
          <w:tcPr>
            <w:tcW w:w="567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Исполнение обязательств</w:t>
            </w:r>
            <w:r>
              <w:rPr>
                <w:sz w:val="28"/>
                <w:szCs w:val="28"/>
              </w:rPr>
              <w:t xml:space="preserve"> </w:t>
            </w:r>
            <w:r w:rsidRPr="00191769"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>п</w:t>
            </w:r>
            <w:r w:rsidRPr="00191769">
              <w:rPr>
                <w:sz w:val="28"/>
                <w:szCs w:val="28"/>
              </w:rPr>
              <w:t>редоставлению социальных выплат</w:t>
            </w:r>
            <w:r>
              <w:rPr>
                <w:sz w:val="28"/>
                <w:szCs w:val="28"/>
              </w:rPr>
              <w:t xml:space="preserve"> </w:t>
            </w:r>
            <w:r w:rsidRPr="00191769">
              <w:rPr>
                <w:sz w:val="28"/>
                <w:szCs w:val="28"/>
              </w:rPr>
              <w:t>на приобретение</w:t>
            </w:r>
            <w:r>
              <w:rPr>
                <w:sz w:val="28"/>
                <w:szCs w:val="28"/>
              </w:rPr>
              <w:t xml:space="preserve"> (</w:t>
            </w:r>
            <w:r w:rsidRPr="00191769">
              <w:rPr>
                <w:sz w:val="28"/>
                <w:szCs w:val="28"/>
              </w:rPr>
              <w:t xml:space="preserve">строительство) жилья перед </w:t>
            </w:r>
            <w:r>
              <w:rPr>
                <w:sz w:val="28"/>
                <w:szCs w:val="28"/>
              </w:rPr>
              <w:t>молодыми семьями</w:t>
            </w:r>
            <w:r w:rsidRPr="00191769">
              <w:rPr>
                <w:sz w:val="28"/>
                <w:szCs w:val="28"/>
              </w:rPr>
              <w:t xml:space="preserve"> - претендентами  на получение социальной</w:t>
            </w:r>
            <w:r>
              <w:rPr>
                <w:sz w:val="28"/>
                <w:szCs w:val="28"/>
              </w:rPr>
              <w:t xml:space="preserve"> </w:t>
            </w:r>
            <w:r w:rsidRPr="00191769">
              <w:rPr>
                <w:sz w:val="28"/>
                <w:szCs w:val="28"/>
              </w:rPr>
              <w:t xml:space="preserve"> выплаты, получившими  свидетельства о праве  на получение социальной</w:t>
            </w:r>
            <w:r>
              <w:rPr>
                <w:sz w:val="28"/>
                <w:szCs w:val="28"/>
              </w:rPr>
              <w:t xml:space="preserve"> </w:t>
            </w:r>
            <w:r w:rsidRPr="00191769">
              <w:rPr>
                <w:sz w:val="28"/>
                <w:szCs w:val="28"/>
              </w:rPr>
              <w:t xml:space="preserve">выплаты в предыдущем году      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44711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всего  </w:t>
            </w:r>
          </w:p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49004,527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9929B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61030,000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110034,527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КпСП       </w:t>
            </w:r>
          </w:p>
        </w:tc>
      </w:tr>
      <w:tr w:rsidR="00944711" w:rsidRPr="00191769">
        <w:trPr>
          <w:trHeight w:val="320"/>
          <w:tblCellSpacing w:w="5" w:type="nil"/>
        </w:trPr>
        <w:tc>
          <w:tcPr>
            <w:tcW w:w="56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567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</w:t>
            </w:r>
          </w:p>
          <w:p w:rsidR="00944711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ФБ   </w:t>
            </w:r>
          </w:p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9783,407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9929B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11775,000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21558,407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44711" w:rsidRPr="00191769">
        <w:trPr>
          <w:trHeight w:val="320"/>
          <w:tblCellSpacing w:w="5" w:type="nil"/>
        </w:trPr>
        <w:tc>
          <w:tcPr>
            <w:tcW w:w="56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567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4711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РБ     </w:t>
            </w:r>
          </w:p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8161,120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9929B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9850,000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18011,120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44711" w:rsidRPr="00191769">
        <w:trPr>
          <w:trHeight w:val="320"/>
          <w:tblCellSpacing w:w="5" w:type="nil"/>
        </w:trPr>
        <w:tc>
          <w:tcPr>
            <w:tcW w:w="56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567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4711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МБ     </w:t>
            </w:r>
          </w:p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31060,000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9929B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39405,000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70465,000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44711" w:rsidRPr="00191769">
        <w:trPr>
          <w:trHeight w:val="358"/>
          <w:tblCellSpacing w:w="5" w:type="nil"/>
        </w:trPr>
        <w:tc>
          <w:tcPr>
            <w:tcW w:w="56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567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44711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ПБП    </w:t>
            </w:r>
          </w:p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9929B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9929B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9929B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44711" w:rsidRPr="00191769">
        <w:trPr>
          <w:trHeight w:val="320"/>
          <w:tblCellSpacing w:w="5" w:type="nil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2.1</w:t>
            </w:r>
          </w:p>
        </w:tc>
        <w:tc>
          <w:tcPr>
            <w:tcW w:w="5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Предоставление молодым семьям дополнительных социальных выплат в связи с рождением (усыновлением) </w:t>
            </w:r>
            <w:r>
              <w:rPr>
                <w:sz w:val="28"/>
                <w:szCs w:val="28"/>
              </w:rPr>
              <w:t>р</w:t>
            </w:r>
            <w:r w:rsidRPr="00191769">
              <w:rPr>
                <w:sz w:val="28"/>
                <w:szCs w:val="28"/>
              </w:rPr>
              <w:t xml:space="preserve">ебенка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11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всего   </w:t>
            </w:r>
          </w:p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250,000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250,000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581</w:t>
            </w:r>
            <w:r w:rsidRPr="00191769">
              <w:rPr>
                <w:sz w:val="28"/>
                <w:szCs w:val="28"/>
              </w:rPr>
              <w:t>,000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КпСП       </w:t>
            </w:r>
          </w:p>
        </w:tc>
      </w:tr>
      <w:tr w:rsidR="00944711" w:rsidRPr="00191769">
        <w:trPr>
          <w:trHeight w:val="320"/>
          <w:tblCellSpacing w:w="5" w:type="nil"/>
        </w:trPr>
        <w:tc>
          <w:tcPr>
            <w:tcW w:w="56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567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ФБ     </w:t>
            </w:r>
          </w:p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44711" w:rsidRPr="00191769">
        <w:trPr>
          <w:trHeight w:val="320"/>
          <w:tblCellSpacing w:w="5" w:type="nil"/>
        </w:trPr>
        <w:tc>
          <w:tcPr>
            <w:tcW w:w="56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5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РБ      </w:t>
            </w:r>
          </w:p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  <w:r w:rsidRPr="00191769">
              <w:rPr>
                <w:sz w:val="28"/>
                <w:szCs w:val="28"/>
              </w:rPr>
              <w:t>,000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250,000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250,000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581</w:t>
            </w:r>
            <w:r w:rsidRPr="00191769">
              <w:rPr>
                <w:sz w:val="28"/>
                <w:szCs w:val="28"/>
              </w:rPr>
              <w:t>,000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44711" w:rsidRPr="00191769">
        <w:trPr>
          <w:trHeight w:val="320"/>
          <w:tblCellSpacing w:w="5" w:type="nil"/>
        </w:trPr>
        <w:tc>
          <w:tcPr>
            <w:tcW w:w="56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5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МБ      </w:t>
            </w:r>
          </w:p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44711" w:rsidRPr="00191769">
        <w:trPr>
          <w:tblCellSpacing w:w="5" w:type="nil"/>
        </w:trPr>
        <w:tc>
          <w:tcPr>
            <w:tcW w:w="56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5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 xml:space="preserve"> ПБП 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711" w:rsidRPr="00191769" w:rsidRDefault="00944711" w:rsidP="00B30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1769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711" w:rsidRPr="00191769" w:rsidRDefault="00944711" w:rsidP="003934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944711" w:rsidRDefault="00944711" w:rsidP="00B30509">
      <w:pPr>
        <w:autoSpaceDE w:val="0"/>
        <w:autoSpaceDN w:val="0"/>
        <w:adjustRightInd w:val="0"/>
        <w:ind w:firstLine="540"/>
        <w:jc w:val="both"/>
      </w:pPr>
    </w:p>
    <w:sectPr w:rsidR="00944711" w:rsidSect="0006516D">
      <w:pgSz w:w="16838" w:h="11906" w:orient="landscape"/>
      <w:pgMar w:top="567" w:right="1134" w:bottom="851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711" w:rsidRDefault="00944711" w:rsidP="005E284E">
      <w:r>
        <w:separator/>
      </w:r>
    </w:p>
  </w:endnote>
  <w:endnote w:type="continuationSeparator" w:id="0">
    <w:p w:rsidR="00944711" w:rsidRDefault="00944711" w:rsidP="005E28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711" w:rsidRDefault="00944711" w:rsidP="005E284E">
      <w:r>
        <w:separator/>
      </w:r>
    </w:p>
  </w:footnote>
  <w:footnote w:type="continuationSeparator" w:id="0">
    <w:p w:rsidR="00944711" w:rsidRDefault="00944711" w:rsidP="005E28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42F"/>
    <w:rsid w:val="00000964"/>
    <w:rsid w:val="00002B79"/>
    <w:rsid w:val="000069EC"/>
    <w:rsid w:val="000222C9"/>
    <w:rsid w:val="00027F98"/>
    <w:rsid w:val="000312CA"/>
    <w:rsid w:val="000337A3"/>
    <w:rsid w:val="00037578"/>
    <w:rsid w:val="0004200E"/>
    <w:rsid w:val="00044804"/>
    <w:rsid w:val="0006516D"/>
    <w:rsid w:val="000737CD"/>
    <w:rsid w:val="0008592B"/>
    <w:rsid w:val="00087A02"/>
    <w:rsid w:val="00092A97"/>
    <w:rsid w:val="000A0470"/>
    <w:rsid w:val="000A3170"/>
    <w:rsid w:val="000A31E5"/>
    <w:rsid w:val="000A383B"/>
    <w:rsid w:val="000B281D"/>
    <w:rsid w:val="000B3066"/>
    <w:rsid w:val="000C2B06"/>
    <w:rsid w:val="000C4D26"/>
    <w:rsid w:val="000D687D"/>
    <w:rsid w:val="000E7667"/>
    <w:rsid w:val="000F0F48"/>
    <w:rsid w:val="000F3A55"/>
    <w:rsid w:val="000F48A0"/>
    <w:rsid w:val="000F6648"/>
    <w:rsid w:val="00101D82"/>
    <w:rsid w:val="001026B7"/>
    <w:rsid w:val="0010387D"/>
    <w:rsid w:val="00106848"/>
    <w:rsid w:val="00120B86"/>
    <w:rsid w:val="00120E6F"/>
    <w:rsid w:val="00126D77"/>
    <w:rsid w:val="0013226B"/>
    <w:rsid w:val="001345CD"/>
    <w:rsid w:val="00135100"/>
    <w:rsid w:val="00141BE0"/>
    <w:rsid w:val="0015150D"/>
    <w:rsid w:val="00157B34"/>
    <w:rsid w:val="001657B7"/>
    <w:rsid w:val="00165BA1"/>
    <w:rsid w:val="00167282"/>
    <w:rsid w:val="001717ED"/>
    <w:rsid w:val="0017589A"/>
    <w:rsid w:val="00190904"/>
    <w:rsid w:val="00191769"/>
    <w:rsid w:val="0019391B"/>
    <w:rsid w:val="001A3B4A"/>
    <w:rsid w:val="001A6AE5"/>
    <w:rsid w:val="001B070A"/>
    <w:rsid w:val="001C155A"/>
    <w:rsid w:val="001C411C"/>
    <w:rsid w:val="001D1329"/>
    <w:rsid w:val="001E18C0"/>
    <w:rsid w:val="001E3458"/>
    <w:rsid w:val="001E565E"/>
    <w:rsid w:val="001E60F5"/>
    <w:rsid w:val="001E76E3"/>
    <w:rsid w:val="001E7D91"/>
    <w:rsid w:val="001E7FA1"/>
    <w:rsid w:val="001F416B"/>
    <w:rsid w:val="001F49A3"/>
    <w:rsid w:val="001F6E38"/>
    <w:rsid w:val="00202F5B"/>
    <w:rsid w:val="0020456A"/>
    <w:rsid w:val="00205519"/>
    <w:rsid w:val="00205EBE"/>
    <w:rsid w:val="00213319"/>
    <w:rsid w:val="002149F1"/>
    <w:rsid w:val="00215EBD"/>
    <w:rsid w:val="002162AD"/>
    <w:rsid w:val="00222DA9"/>
    <w:rsid w:val="0022775D"/>
    <w:rsid w:val="00230149"/>
    <w:rsid w:val="00235199"/>
    <w:rsid w:val="00241B17"/>
    <w:rsid w:val="00246690"/>
    <w:rsid w:val="002573AA"/>
    <w:rsid w:val="00265137"/>
    <w:rsid w:val="00265F6C"/>
    <w:rsid w:val="002701C7"/>
    <w:rsid w:val="00270958"/>
    <w:rsid w:val="00270DCE"/>
    <w:rsid w:val="0027134B"/>
    <w:rsid w:val="0027317D"/>
    <w:rsid w:val="0027400B"/>
    <w:rsid w:val="00276B4B"/>
    <w:rsid w:val="002800CB"/>
    <w:rsid w:val="00281372"/>
    <w:rsid w:val="0028181C"/>
    <w:rsid w:val="0028206A"/>
    <w:rsid w:val="00283F2C"/>
    <w:rsid w:val="00290909"/>
    <w:rsid w:val="00293EB8"/>
    <w:rsid w:val="00294551"/>
    <w:rsid w:val="002B24E1"/>
    <w:rsid w:val="002C2428"/>
    <w:rsid w:val="002C6D0C"/>
    <w:rsid w:val="002D4498"/>
    <w:rsid w:val="002D4645"/>
    <w:rsid w:val="002E28C6"/>
    <w:rsid w:val="002F25D1"/>
    <w:rsid w:val="002F2A23"/>
    <w:rsid w:val="002F705F"/>
    <w:rsid w:val="002F7621"/>
    <w:rsid w:val="003004F3"/>
    <w:rsid w:val="00306835"/>
    <w:rsid w:val="00307B10"/>
    <w:rsid w:val="00310BD3"/>
    <w:rsid w:val="0031201E"/>
    <w:rsid w:val="00317272"/>
    <w:rsid w:val="003230F9"/>
    <w:rsid w:val="0032348F"/>
    <w:rsid w:val="003234D2"/>
    <w:rsid w:val="00327CC4"/>
    <w:rsid w:val="003302AC"/>
    <w:rsid w:val="00334208"/>
    <w:rsid w:val="00335CBA"/>
    <w:rsid w:val="00341F1F"/>
    <w:rsid w:val="00343A95"/>
    <w:rsid w:val="00351E92"/>
    <w:rsid w:val="003763F5"/>
    <w:rsid w:val="00377D07"/>
    <w:rsid w:val="003822FE"/>
    <w:rsid w:val="0038719B"/>
    <w:rsid w:val="0038772B"/>
    <w:rsid w:val="003877C0"/>
    <w:rsid w:val="0039059D"/>
    <w:rsid w:val="00393482"/>
    <w:rsid w:val="00394EE3"/>
    <w:rsid w:val="003A0D0D"/>
    <w:rsid w:val="003A3043"/>
    <w:rsid w:val="003A7ADC"/>
    <w:rsid w:val="003B380B"/>
    <w:rsid w:val="003B4957"/>
    <w:rsid w:val="003C002C"/>
    <w:rsid w:val="003C339F"/>
    <w:rsid w:val="003C363C"/>
    <w:rsid w:val="003C5BE0"/>
    <w:rsid w:val="003E1777"/>
    <w:rsid w:val="003E1C4C"/>
    <w:rsid w:val="003E251C"/>
    <w:rsid w:val="003E2908"/>
    <w:rsid w:val="003E2FEB"/>
    <w:rsid w:val="003F62D7"/>
    <w:rsid w:val="004113A2"/>
    <w:rsid w:val="004129BC"/>
    <w:rsid w:val="004156B4"/>
    <w:rsid w:val="0042343C"/>
    <w:rsid w:val="004261EF"/>
    <w:rsid w:val="00434227"/>
    <w:rsid w:val="0044158F"/>
    <w:rsid w:val="00442A77"/>
    <w:rsid w:val="00445702"/>
    <w:rsid w:val="004458AF"/>
    <w:rsid w:val="00445E37"/>
    <w:rsid w:val="004460AF"/>
    <w:rsid w:val="00446E4F"/>
    <w:rsid w:val="00447B0B"/>
    <w:rsid w:val="00455E19"/>
    <w:rsid w:val="0046355F"/>
    <w:rsid w:val="0046626B"/>
    <w:rsid w:val="0046732F"/>
    <w:rsid w:val="0046753E"/>
    <w:rsid w:val="004718DC"/>
    <w:rsid w:val="004728C8"/>
    <w:rsid w:val="00482D65"/>
    <w:rsid w:val="00483F2D"/>
    <w:rsid w:val="00485700"/>
    <w:rsid w:val="004902DF"/>
    <w:rsid w:val="00492E6A"/>
    <w:rsid w:val="004A2BA9"/>
    <w:rsid w:val="004B0646"/>
    <w:rsid w:val="004B23C4"/>
    <w:rsid w:val="004C264D"/>
    <w:rsid w:val="004C42BA"/>
    <w:rsid w:val="004C4525"/>
    <w:rsid w:val="004E4D62"/>
    <w:rsid w:val="004F12C6"/>
    <w:rsid w:val="004F2901"/>
    <w:rsid w:val="004F3E13"/>
    <w:rsid w:val="004F68AF"/>
    <w:rsid w:val="00501749"/>
    <w:rsid w:val="0050749E"/>
    <w:rsid w:val="00510EFB"/>
    <w:rsid w:val="005136F3"/>
    <w:rsid w:val="00515B2A"/>
    <w:rsid w:val="00517ECE"/>
    <w:rsid w:val="00522050"/>
    <w:rsid w:val="0052621A"/>
    <w:rsid w:val="00527B95"/>
    <w:rsid w:val="0053170B"/>
    <w:rsid w:val="00532C16"/>
    <w:rsid w:val="005379E8"/>
    <w:rsid w:val="00544297"/>
    <w:rsid w:val="005454C8"/>
    <w:rsid w:val="00560FE5"/>
    <w:rsid w:val="00561E58"/>
    <w:rsid w:val="0056683F"/>
    <w:rsid w:val="00571A80"/>
    <w:rsid w:val="00587C33"/>
    <w:rsid w:val="005902AD"/>
    <w:rsid w:val="00597C19"/>
    <w:rsid w:val="005A6445"/>
    <w:rsid w:val="005A6A41"/>
    <w:rsid w:val="005B799B"/>
    <w:rsid w:val="005C0D60"/>
    <w:rsid w:val="005C348E"/>
    <w:rsid w:val="005C3F1C"/>
    <w:rsid w:val="005C6EAD"/>
    <w:rsid w:val="005C74FA"/>
    <w:rsid w:val="005D4C8C"/>
    <w:rsid w:val="005E284E"/>
    <w:rsid w:val="005E7491"/>
    <w:rsid w:val="005F7E4F"/>
    <w:rsid w:val="00602366"/>
    <w:rsid w:val="00603A2D"/>
    <w:rsid w:val="006055B9"/>
    <w:rsid w:val="006062E3"/>
    <w:rsid w:val="00607627"/>
    <w:rsid w:val="00607783"/>
    <w:rsid w:val="00612ECB"/>
    <w:rsid w:val="006236FD"/>
    <w:rsid w:val="0062498D"/>
    <w:rsid w:val="006329E7"/>
    <w:rsid w:val="0063678E"/>
    <w:rsid w:val="00637918"/>
    <w:rsid w:val="00643354"/>
    <w:rsid w:val="00646404"/>
    <w:rsid w:val="0065142F"/>
    <w:rsid w:val="006533AD"/>
    <w:rsid w:val="00656901"/>
    <w:rsid w:val="00656B2A"/>
    <w:rsid w:val="00656DA6"/>
    <w:rsid w:val="00661C09"/>
    <w:rsid w:val="00681372"/>
    <w:rsid w:val="00681D60"/>
    <w:rsid w:val="00683583"/>
    <w:rsid w:val="00695802"/>
    <w:rsid w:val="006A37F8"/>
    <w:rsid w:val="006A3FAB"/>
    <w:rsid w:val="006B00E8"/>
    <w:rsid w:val="006B1BD6"/>
    <w:rsid w:val="006B3A09"/>
    <w:rsid w:val="006B5996"/>
    <w:rsid w:val="006C17E6"/>
    <w:rsid w:val="006C4940"/>
    <w:rsid w:val="006C4E0B"/>
    <w:rsid w:val="006D3FFB"/>
    <w:rsid w:val="006E0BC7"/>
    <w:rsid w:val="006E6CD4"/>
    <w:rsid w:val="006F0936"/>
    <w:rsid w:val="006F12B6"/>
    <w:rsid w:val="006F2EA0"/>
    <w:rsid w:val="006F39E3"/>
    <w:rsid w:val="007005AC"/>
    <w:rsid w:val="00700BB1"/>
    <w:rsid w:val="00705768"/>
    <w:rsid w:val="00705C5B"/>
    <w:rsid w:val="007072FA"/>
    <w:rsid w:val="0071155D"/>
    <w:rsid w:val="0072419A"/>
    <w:rsid w:val="00732A73"/>
    <w:rsid w:val="00734155"/>
    <w:rsid w:val="007418C5"/>
    <w:rsid w:val="00741F67"/>
    <w:rsid w:val="00754E5B"/>
    <w:rsid w:val="00757046"/>
    <w:rsid w:val="00761D0F"/>
    <w:rsid w:val="00761F35"/>
    <w:rsid w:val="00766777"/>
    <w:rsid w:val="0077472E"/>
    <w:rsid w:val="00774B2B"/>
    <w:rsid w:val="00775A1C"/>
    <w:rsid w:val="0078142E"/>
    <w:rsid w:val="0078217B"/>
    <w:rsid w:val="00782291"/>
    <w:rsid w:val="007873DD"/>
    <w:rsid w:val="007906A3"/>
    <w:rsid w:val="007A7C6F"/>
    <w:rsid w:val="007B1196"/>
    <w:rsid w:val="007B1AA7"/>
    <w:rsid w:val="007B322D"/>
    <w:rsid w:val="007C06BC"/>
    <w:rsid w:val="007C2028"/>
    <w:rsid w:val="007C49FC"/>
    <w:rsid w:val="007D11AD"/>
    <w:rsid w:val="007D2570"/>
    <w:rsid w:val="007D291A"/>
    <w:rsid w:val="007E7713"/>
    <w:rsid w:val="007F0299"/>
    <w:rsid w:val="007F084D"/>
    <w:rsid w:val="007F362B"/>
    <w:rsid w:val="007F4B16"/>
    <w:rsid w:val="007F6C7B"/>
    <w:rsid w:val="007F7879"/>
    <w:rsid w:val="008020CC"/>
    <w:rsid w:val="008105A2"/>
    <w:rsid w:val="008108A9"/>
    <w:rsid w:val="00816B2A"/>
    <w:rsid w:val="008251F6"/>
    <w:rsid w:val="00837A05"/>
    <w:rsid w:val="00841DBE"/>
    <w:rsid w:val="008442F3"/>
    <w:rsid w:val="008521F3"/>
    <w:rsid w:val="00853DDC"/>
    <w:rsid w:val="008556B2"/>
    <w:rsid w:val="008577BB"/>
    <w:rsid w:val="0087363D"/>
    <w:rsid w:val="008748EB"/>
    <w:rsid w:val="00881AA5"/>
    <w:rsid w:val="008937CB"/>
    <w:rsid w:val="00897BDB"/>
    <w:rsid w:val="008A0D4E"/>
    <w:rsid w:val="008A0FE5"/>
    <w:rsid w:val="008A1D61"/>
    <w:rsid w:val="008A6C66"/>
    <w:rsid w:val="008B23FD"/>
    <w:rsid w:val="008B2878"/>
    <w:rsid w:val="008C26B3"/>
    <w:rsid w:val="008C2CEF"/>
    <w:rsid w:val="008C6605"/>
    <w:rsid w:val="008C6D75"/>
    <w:rsid w:val="008D514D"/>
    <w:rsid w:val="008D7CC2"/>
    <w:rsid w:val="008E5F79"/>
    <w:rsid w:val="008F2602"/>
    <w:rsid w:val="0091045C"/>
    <w:rsid w:val="00912875"/>
    <w:rsid w:val="00923E9A"/>
    <w:rsid w:val="0092675E"/>
    <w:rsid w:val="009326FD"/>
    <w:rsid w:val="00934C29"/>
    <w:rsid w:val="00937F48"/>
    <w:rsid w:val="009429DA"/>
    <w:rsid w:val="009433D6"/>
    <w:rsid w:val="00944711"/>
    <w:rsid w:val="009636E9"/>
    <w:rsid w:val="00965739"/>
    <w:rsid w:val="00970901"/>
    <w:rsid w:val="009841C0"/>
    <w:rsid w:val="00985306"/>
    <w:rsid w:val="009902AD"/>
    <w:rsid w:val="009909F1"/>
    <w:rsid w:val="009929BA"/>
    <w:rsid w:val="00994276"/>
    <w:rsid w:val="00997D9D"/>
    <w:rsid w:val="009A4F12"/>
    <w:rsid w:val="009A5862"/>
    <w:rsid w:val="009B2546"/>
    <w:rsid w:val="009B26D5"/>
    <w:rsid w:val="009B6F7B"/>
    <w:rsid w:val="009B715D"/>
    <w:rsid w:val="009C4CD0"/>
    <w:rsid w:val="009C6D3C"/>
    <w:rsid w:val="009C7D69"/>
    <w:rsid w:val="009D1FCD"/>
    <w:rsid w:val="009D40A0"/>
    <w:rsid w:val="009D6ED2"/>
    <w:rsid w:val="009E10E0"/>
    <w:rsid w:val="009E7C92"/>
    <w:rsid w:val="009F05E0"/>
    <w:rsid w:val="009F0818"/>
    <w:rsid w:val="009F0960"/>
    <w:rsid w:val="009F3259"/>
    <w:rsid w:val="009F5742"/>
    <w:rsid w:val="00A05DFE"/>
    <w:rsid w:val="00A1090E"/>
    <w:rsid w:val="00A16831"/>
    <w:rsid w:val="00A21386"/>
    <w:rsid w:val="00A22A2B"/>
    <w:rsid w:val="00A24C2D"/>
    <w:rsid w:val="00A25317"/>
    <w:rsid w:val="00A307BB"/>
    <w:rsid w:val="00A33979"/>
    <w:rsid w:val="00A44F77"/>
    <w:rsid w:val="00A4772D"/>
    <w:rsid w:val="00A651B6"/>
    <w:rsid w:val="00A67526"/>
    <w:rsid w:val="00A754CB"/>
    <w:rsid w:val="00A80B30"/>
    <w:rsid w:val="00A9171F"/>
    <w:rsid w:val="00A9331B"/>
    <w:rsid w:val="00A94CB4"/>
    <w:rsid w:val="00AA63CC"/>
    <w:rsid w:val="00AB361A"/>
    <w:rsid w:val="00AB48C5"/>
    <w:rsid w:val="00AB615F"/>
    <w:rsid w:val="00AB7CF5"/>
    <w:rsid w:val="00AC11EF"/>
    <w:rsid w:val="00AC7203"/>
    <w:rsid w:val="00AD6187"/>
    <w:rsid w:val="00AE7E30"/>
    <w:rsid w:val="00AF1BA0"/>
    <w:rsid w:val="00AF55F2"/>
    <w:rsid w:val="00AF5B26"/>
    <w:rsid w:val="00B01303"/>
    <w:rsid w:val="00B0428A"/>
    <w:rsid w:val="00B10F7C"/>
    <w:rsid w:val="00B22295"/>
    <w:rsid w:val="00B23229"/>
    <w:rsid w:val="00B269DD"/>
    <w:rsid w:val="00B30509"/>
    <w:rsid w:val="00B32061"/>
    <w:rsid w:val="00B352B0"/>
    <w:rsid w:val="00B37B3D"/>
    <w:rsid w:val="00B43BD0"/>
    <w:rsid w:val="00B455BB"/>
    <w:rsid w:val="00B50173"/>
    <w:rsid w:val="00B6083E"/>
    <w:rsid w:val="00B62A15"/>
    <w:rsid w:val="00B82F4A"/>
    <w:rsid w:val="00B837B1"/>
    <w:rsid w:val="00B925A3"/>
    <w:rsid w:val="00B92834"/>
    <w:rsid w:val="00B95299"/>
    <w:rsid w:val="00BA4883"/>
    <w:rsid w:val="00BA4AE1"/>
    <w:rsid w:val="00BA799D"/>
    <w:rsid w:val="00BA7C58"/>
    <w:rsid w:val="00BB0BB8"/>
    <w:rsid w:val="00BB4C69"/>
    <w:rsid w:val="00BD1D59"/>
    <w:rsid w:val="00BD39E3"/>
    <w:rsid w:val="00BD67C8"/>
    <w:rsid w:val="00BD7DD4"/>
    <w:rsid w:val="00BE38ED"/>
    <w:rsid w:val="00BE6EEB"/>
    <w:rsid w:val="00BE777B"/>
    <w:rsid w:val="00BF6143"/>
    <w:rsid w:val="00BF63BC"/>
    <w:rsid w:val="00BF7325"/>
    <w:rsid w:val="00C02537"/>
    <w:rsid w:val="00C03E20"/>
    <w:rsid w:val="00C0481B"/>
    <w:rsid w:val="00C048CE"/>
    <w:rsid w:val="00C0498E"/>
    <w:rsid w:val="00C06470"/>
    <w:rsid w:val="00C10712"/>
    <w:rsid w:val="00C2076D"/>
    <w:rsid w:val="00C213F2"/>
    <w:rsid w:val="00C27BFD"/>
    <w:rsid w:val="00C353DC"/>
    <w:rsid w:val="00C509D1"/>
    <w:rsid w:val="00C6047E"/>
    <w:rsid w:val="00C61A38"/>
    <w:rsid w:val="00C65543"/>
    <w:rsid w:val="00C677C2"/>
    <w:rsid w:val="00C83BE6"/>
    <w:rsid w:val="00C83FB0"/>
    <w:rsid w:val="00C873E2"/>
    <w:rsid w:val="00C905FE"/>
    <w:rsid w:val="00C93F0C"/>
    <w:rsid w:val="00CA5DBE"/>
    <w:rsid w:val="00CA7348"/>
    <w:rsid w:val="00CB1021"/>
    <w:rsid w:val="00CB24D4"/>
    <w:rsid w:val="00CB3D95"/>
    <w:rsid w:val="00CC2109"/>
    <w:rsid w:val="00CC2D77"/>
    <w:rsid w:val="00CD751D"/>
    <w:rsid w:val="00CE032A"/>
    <w:rsid w:val="00CE7152"/>
    <w:rsid w:val="00CF2924"/>
    <w:rsid w:val="00CF4C7D"/>
    <w:rsid w:val="00CF5212"/>
    <w:rsid w:val="00CF58B6"/>
    <w:rsid w:val="00D00894"/>
    <w:rsid w:val="00D01973"/>
    <w:rsid w:val="00D05AEB"/>
    <w:rsid w:val="00D05C9D"/>
    <w:rsid w:val="00D10BF4"/>
    <w:rsid w:val="00D12E0F"/>
    <w:rsid w:val="00D14FEB"/>
    <w:rsid w:val="00D229C4"/>
    <w:rsid w:val="00D25D53"/>
    <w:rsid w:val="00D3130E"/>
    <w:rsid w:val="00D37605"/>
    <w:rsid w:val="00D41881"/>
    <w:rsid w:val="00D4437A"/>
    <w:rsid w:val="00D46E72"/>
    <w:rsid w:val="00D47704"/>
    <w:rsid w:val="00D515A7"/>
    <w:rsid w:val="00D60E6C"/>
    <w:rsid w:val="00D615DF"/>
    <w:rsid w:val="00D62BBF"/>
    <w:rsid w:val="00D66A67"/>
    <w:rsid w:val="00D75CC6"/>
    <w:rsid w:val="00D771E2"/>
    <w:rsid w:val="00D80D09"/>
    <w:rsid w:val="00D813C4"/>
    <w:rsid w:val="00D82B2F"/>
    <w:rsid w:val="00D8355B"/>
    <w:rsid w:val="00D90765"/>
    <w:rsid w:val="00D9105F"/>
    <w:rsid w:val="00D92158"/>
    <w:rsid w:val="00DA0F0A"/>
    <w:rsid w:val="00DA385D"/>
    <w:rsid w:val="00DA5DD7"/>
    <w:rsid w:val="00DB44DB"/>
    <w:rsid w:val="00DC05FF"/>
    <w:rsid w:val="00DC4989"/>
    <w:rsid w:val="00DD4401"/>
    <w:rsid w:val="00DD643F"/>
    <w:rsid w:val="00DE04FF"/>
    <w:rsid w:val="00DE053E"/>
    <w:rsid w:val="00DE333C"/>
    <w:rsid w:val="00DE517E"/>
    <w:rsid w:val="00DE7314"/>
    <w:rsid w:val="00DF1CF4"/>
    <w:rsid w:val="00DF5B43"/>
    <w:rsid w:val="00E06480"/>
    <w:rsid w:val="00E06484"/>
    <w:rsid w:val="00E10800"/>
    <w:rsid w:val="00E208E7"/>
    <w:rsid w:val="00E21B40"/>
    <w:rsid w:val="00E22033"/>
    <w:rsid w:val="00E22428"/>
    <w:rsid w:val="00E234A0"/>
    <w:rsid w:val="00E3061F"/>
    <w:rsid w:val="00E345AC"/>
    <w:rsid w:val="00E34C6F"/>
    <w:rsid w:val="00E37EC9"/>
    <w:rsid w:val="00E42E22"/>
    <w:rsid w:val="00E443D7"/>
    <w:rsid w:val="00E52DE1"/>
    <w:rsid w:val="00E6248B"/>
    <w:rsid w:val="00E632EA"/>
    <w:rsid w:val="00E6345E"/>
    <w:rsid w:val="00E65A56"/>
    <w:rsid w:val="00E708EE"/>
    <w:rsid w:val="00E753C9"/>
    <w:rsid w:val="00E75B32"/>
    <w:rsid w:val="00E765D4"/>
    <w:rsid w:val="00E77F52"/>
    <w:rsid w:val="00E82819"/>
    <w:rsid w:val="00E9106D"/>
    <w:rsid w:val="00E92A2C"/>
    <w:rsid w:val="00EA4BC6"/>
    <w:rsid w:val="00EB0238"/>
    <w:rsid w:val="00EB4DCD"/>
    <w:rsid w:val="00EC2798"/>
    <w:rsid w:val="00EC6B09"/>
    <w:rsid w:val="00EC70B7"/>
    <w:rsid w:val="00ED546A"/>
    <w:rsid w:val="00ED6B3E"/>
    <w:rsid w:val="00EF0309"/>
    <w:rsid w:val="00F01CC0"/>
    <w:rsid w:val="00F10748"/>
    <w:rsid w:val="00F11C0D"/>
    <w:rsid w:val="00F12CAE"/>
    <w:rsid w:val="00F17BA2"/>
    <w:rsid w:val="00F2098B"/>
    <w:rsid w:val="00F25127"/>
    <w:rsid w:val="00F276EE"/>
    <w:rsid w:val="00F31D8D"/>
    <w:rsid w:val="00F3559C"/>
    <w:rsid w:val="00F37E6F"/>
    <w:rsid w:val="00F40D48"/>
    <w:rsid w:val="00F4519E"/>
    <w:rsid w:val="00F46C6B"/>
    <w:rsid w:val="00F5025E"/>
    <w:rsid w:val="00F52EA3"/>
    <w:rsid w:val="00F55838"/>
    <w:rsid w:val="00F67D55"/>
    <w:rsid w:val="00F7467C"/>
    <w:rsid w:val="00F924A8"/>
    <w:rsid w:val="00FB242C"/>
    <w:rsid w:val="00FB3025"/>
    <w:rsid w:val="00FB5502"/>
    <w:rsid w:val="00FB6B61"/>
    <w:rsid w:val="00FC3069"/>
    <w:rsid w:val="00FC4F0C"/>
    <w:rsid w:val="00FD177C"/>
    <w:rsid w:val="00FD300B"/>
    <w:rsid w:val="00FD6AB0"/>
    <w:rsid w:val="00FD722B"/>
    <w:rsid w:val="00FE37B6"/>
    <w:rsid w:val="00FE7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42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514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5142F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5E284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E284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5E284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E284E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2</Pages>
  <Words>311</Words>
  <Characters>1778</Characters>
  <Application>Microsoft Office Outlook</Application>
  <DocSecurity>0</DocSecurity>
  <Lines>0</Lines>
  <Paragraphs>0</Paragraphs>
  <ScaleCrop>false</ScaleCrop>
  <Company>МКУ "ЦИКТ"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Колесникова Наталья Юрьевна (UIR-NK - Колесникова)</cp:lastModifiedBy>
  <cp:revision>13</cp:revision>
  <cp:lastPrinted>2014-12-31T07:23:00Z</cp:lastPrinted>
  <dcterms:created xsi:type="dcterms:W3CDTF">2014-12-19T08:39:00Z</dcterms:created>
  <dcterms:modified xsi:type="dcterms:W3CDTF">2015-01-15T13:06:00Z</dcterms:modified>
</cp:coreProperties>
</file>