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BBF" w:rsidRDefault="00993BBF" w:rsidP="00E23577">
      <w:pPr>
        <w:autoSpaceDE w:val="0"/>
        <w:autoSpaceDN w:val="0"/>
        <w:adjustRightInd w:val="0"/>
        <w:spacing w:after="0" w:line="240" w:lineRule="auto"/>
        <w:ind w:firstLine="114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993BBF" w:rsidRDefault="00993BBF" w:rsidP="00E23577">
      <w:pPr>
        <w:autoSpaceDE w:val="0"/>
        <w:autoSpaceDN w:val="0"/>
        <w:adjustRightInd w:val="0"/>
        <w:spacing w:after="0" w:line="240" w:lineRule="auto"/>
        <w:ind w:firstLine="114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93BBF" w:rsidRDefault="00993BBF" w:rsidP="00E23577">
      <w:pPr>
        <w:autoSpaceDE w:val="0"/>
        <w:autoSpaceDN w:val="0"/>
        <w:adjustRightInd w:val="0"/>
        <w:spacing w:after="0" w:line="240" w:lineRule="auto"/>
        <w:ind w:firstLine="114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993BBF" w:rsidRDefault="00993BBF" w:rsidP="00E23577">
      <w:pPr>
        <w:autoSpaceDE w:val="0"/>
        <w:autoSpaceDN w:val="0"/>
        <w:adjustRightInd w:val="0"/>
        <w:spacing w:after="0" w:line="240" w:lineRule="auto"/>
        <w:ind w:firstLine="114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 Калининград»</w:t>
      </w:r>
    </w:p>
    <w:p w:rsidR="00993BBF" w:rsidRDefault="00993BBF" w:rsidP="00E23577">
      <w:pPr>
        <w:autoSpaceDE w:val="0"/>
        <w:autoSpaceDN w:val="0"/>
        <w:adjustRightInd w:val="0"/>
        <w:spacing w:after="0" w:line="240" w:lineRule="auto"/>
        <w:ind w:firstLine="114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 26 июля 2016 г. № 1093</w:t>
      </w:r>
    </w:p>
    <w:p w:rsidR="00993BBF" w:rsidRPr="004409E6" w:rsidRDefault="00993BBF" w:rsidP="00E235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3BBF" w:rsidRDefault="00993BBF" w:rsidP="00E23577">
      <w:pPr>
        <w:autoSpaceDE w:val="0"/>
        <w:autoSpaceDN w:val="0"/>
        <w:adjustRightInd w:val="0"/>
        <w:spacing w:after="0" w:line="240" w:lineRule="auto"/>
        <w:ind w:firstLine="114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993BBF" w:rsidRDefault="00993BBF" w:rsidP="00E23577">
      <w:pPr>
        <w:autoSpaceDE w:val="0"/>
        <w:autoSpaceDN w:val="0"/>
        <w:adjustRightInd w:val="0"/>
        <w:spacing w:after="0" w:line="240" w:lineRule="auto"/>
        <w:ind w:firstLine="114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Программе</w:t>
      </w:r>
    </w:p>
    <w:p w:rsidR="00993BBF" w:rsidRPr="002E1B7C" w:rsidRDefault="00993BBF" w:rsidP="006755A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16"/>
          <w:szCs w:val="16"/>
        </w:rPr>
      </w:pPr>
    </w:p>
    <w:p w:rsidR="00993BBF" w:rsidRPr="00635CD1" w:rsidRDefault="00993BBF" w:rsidP="006755A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35CD1">
        <w:rPr>
          <w:rFonts w:ascii="Times New Roman" w:hAnsi="Times New Roman" w:cs="Times New Roman"/>
          <w:sz w:val="28"/>
          <w:szCs w:val="28"/>
        </w:rPr>
        <w:t>СИСТЕМА</w:t>
      </w:r>
    </w:p>
    <w:p w:rsidR="00993BBF" w:rsidRPr="00635CD1" w:rsidRDefault="00993BBF" w:rsidP="00FF04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5CD1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35CD1">
        <w:rPr>
          <w:rFonts w:ascii="Times New Roman" w:hAnsi="Times New Roman" w:cs="Times New Roman"/>
          <w:sz w:val="28"/>
          <w:szCs w:val="28"/>
        </w:rPr>
        <w:t>рограммы</w:t>
      </w:r>
    </w:p>
    <w:p w:rsidR="00993BBF" w:rsidRPr="006E6A26" w:rsidRDefault="00993BBF" w:rsidP="00FF04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993BBF" w:rsidRPr="00C44976" w:rsidRDefault="00993BBF" w:rsidP="00C44976">
      <w:pPr>
        <w:spacing w:after="0" w:line="240" w:lineRule="auto"/>
        <w:rPr>
          <w:sz w:val="2"/>
          <w:szCs w:val="2"/>
        </w:rPr>
      </w:pPr>
    </w:p>
    <w:p w:rsidR="00993BBF" w:rsidRPr="0094486F" w:rsidRDefault="00993BBF" w:rsidP="0094486F">
      <w:pPr>
        <w:spacing w:after="0" w:line="240" w:lineRule="auto"/>
        <w:rPr>
          <w:sz w:val="2"/>
          <w:szCs w:val="2"/>
        </w:rPr>
      </w:pPr>
    </w:p>
    <w:tbl>
      <w:tblPr>
        <w:tblW w:w="484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/>
      </w:tblPr>
      <w:tblGrid>
        <w:gridCol w:w="1125"/>
        <w:gridCol w:w="4192"/>
        <w:gridCol w:w="2268"/>
        <w:gridCol w:w="1236"/>
        <w:gridCol w:w="1063"/>
        <w:gridCol w:w="1063"/>
        <w:gridCol w:w="1064"/>
        <w:gridCol w:w="1064"/>
        <w:gridCol w:w="1134"/>
        <w:gridCol w:w="1134"/>
      </w:tblGrid>
      <w:tr w:rsidR="00993BBF" w:rsidRPr="00542FC9">
        <w:trPr>
          <w:cantSplit/>
          <w:tblHeader/>
          <w:jc w:val="center"/>
        </w:trPr>
        <w:tc>
          <w:tcPr>
            <w:tcW w:w="1125" w:type="dxa"/>
          </w:tcPr>
          <w:p w:rsidR="00993BBF" w:rsidRPr="00542FC9" w:rsidRDefault="00993BBF" w:rsidP="00847E4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</w:p>
          <w:p w:rsidR="00993BBF" w:rsidRPr="00542FC9" w:rsidRDefault="00993BBF" w:rsidP="00847E4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192" w:type="dxa"/>
          </w:tcPr>
          <w:p w:rsidR="00993BBF" w:rsidRPr="00542FC9" w:rsidRDefault="00993BBF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показателя, ведомственной целевой программы, мероприятия</w:t>
            </w:r>
          </w:p>
        </w:tc>
        <w:tc>
          <w:tcPr>
            <w:tcW w:w="2268" w:type="dxa"/>
          </w:tcPr>
          <w:p w:rsidR="00993BBF" w:rsidRPr="00542FC9" w:rsidRDefault="00993BBF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542FC9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показателя мероприятия</w:t>
            </w:r>
          </w:p>
        </w:tc>
        <w:tc>
          <w:tcPr>
            <w:tcW w:w="1236" w:type="dxa"/>
          </w:tcPr>
          <w:p w:rsidR="00993BBF" w:rsidRPr="00542FC9" w:rsidRDefault="00993BBF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  <w:r w:rsidRPr="00542FC9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063" w:type="dxa"/>
          </w:tcPr>
          <w:p w:rsidR="00993BBF" w:rsidRPr="00542FC9" w:rsidRDefault="00993BBF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Базовое</w:t>
            </w:r>
            <w:r w:rsidRPr="00542FC9">
              <w:rPr>
                <w:rFonts w:ascii="Times New Roman" w:hAnsi="Times New Roman" w:cs="Times New Roman"/>
                <w:sz w:val="24"/>
                <w:szCs w:val="24"/>
              </w:rPr>
              <w:br/>
              <w:t>значение</w:t>
            </w:r>
          </w:p>
        </w:tc>
        <w:tc>
          <w:tcPr>
            <w:tcW w:w="1063" w:type="dxa"/>
          </w:tcPr>
          <w:p w:rsidR="00993BBF" w:rsidRPr="00542FC9" w:rsidRDefault="00993BBF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</w:tc>
        <w:tc>
          <w:tcPr>
            <w:tcW w:w="1064" w:type="dxa"/>
          </w:tcPr>
          <w:p w:rsidR="00993BBF" w:rsidRPr="00542FC9" w:rsidRDefault="00993BBF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2016 г.</w:t>
            </w:r>
          </w:p>
        </w:tc>
        <w:tc>
          <w:tcPr>
            <w:tcW w:w="1064" w:type="dxa"/>
          </w:tcPr>
          <w:p w:rsidR="00993BBF" w:rsidRPr="00542FC9" w:rsidRDefault="00993BBF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1134" w:type="dxa"/>
          </w:tcPr>
          <w:p w:rsidR="00993BBF" w:rsidRPr="00542FC9" w:rsidRDefault="00993BBF" w:rsidP="00847E4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1134" w:type="dxa"/>
          </w:tcPr>
          <w:p w:rsidR="00993BBF" w:rsidRPr="00542FC9" w:rsidRDefault="00993BBF" w:rsidP="00847E4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Целевое</w:t>
            </w:r>
          </w:p>
          <w:p w:rsidR="00993BBF" w:rsidRPr="00542FC9" w:rsidRDefault="00993BBF" w:rsidP="00847E4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</w:tbl>
    <w:p w:rsidR="00993BBF" w:rsidRPr="00B6450B" w:rsidRDefault="00993BBF" w:rsidP="00B6450B">
      <w:pPr>
        <w:spacing w:after="0" w:line="240" w:lineRule="auto"/>
        <w:rPr>
          <w:sz w:val="2"/>
          <w:szCs w:val="2"/>
        </w:rPr>
      </w:pPr>
    </w:p>
    <w:tbl>
      <w:tblPr>
        <w:tblW w:w="484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/>
      </w:tblPr>
      <w:tblGrid>
        <w:gridCol w:w="1113"/>
        <w:gridCol w:w="4137"/>
        <w:gridCol w:w="2360"/>
        <w:gridCol w:w="1222"/>
        <w:gridCol w:w="1050"/>
        <w:gridCol w:w="1050"/>
        <w:gridCol w:w="1120"/>
        <w:gridCol w:w="1051"/>
        <w:gridCol w:w="1120"/>
        <w:gridCol w:w="1120"/>
      </w:tblGrid>
      <w:tr w:rsidR="00993BBF" w:rsidRPr="00542FC9">
        <w:trPr>
          <w:cantSplit/>
          <w:tblHeader/>
          <w:jc w:val="center"/>
        </w:trPr>
        <w:tc>
          <w:tcPr>
            <w:tcW w:w="1113" w:type="dxa"/>
          </w:tcPr>
          <w:p w:rsidR="00993BBF" w:rsidRPr="00542FC9" w:rsidRDefault="00993BBF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7" w:type="dxa"/>
          </w:tcPr>
          <w:p w:rsidR="00993BBF" w:rsidRPr="00542FC9" w:rsidRDefault="00993BBF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60" w:type="dxa"/>
          </w:tcPr>
          <w:p w:rsidR="00993BBF" w:rsidRPr="00542FC9" w:rsidRDefault="00993BBF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22" w:type="dxa"/>
          </w:tcPr>
          <w:p w:rsidR="00993BBF" w:rsidRPr="00542FC9" w:rsidRDefault="00993BBF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0" w:type="dxa"/>
          </w:tcPr>
          <w:p w:rsidR="00993BBF" w:rsidRPr="00542FC9" w:rsidRDefault="00993BBF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0" w:type="dxa"/>
          </w:tcPr>
          <w:p w:rsidR="00993BBF" w:rsidRPr="00542FC9" w:rsidRDefault="00993BBF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0" w:type="dxa"/>
          </w:tcPr>
          <w:p w:rsidR="00993BBF" w:rsidRPr="00542FC9" w:rsidRDefault="00993BBF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51" w:type="dxa"/>
          </w:tcPr>
          <w:p w:rsidR="00993BBF" w:rsidRPr="00542FC9" w:rsidRDefault="00993BBF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0" w:type="dxa"/>
          </w:tcPr>
          <w:p w:rsidR="00993BBF" w:rsidRPr="00542FC9" w:rsidRDefault="00993BBF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0" w:type="dxa"/>
          </w:tcPr>
          <w:p w:rsidR="00993BBF" w:rsidRPr="00542FC9" w:rsidRDefault="00993BBF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93BBF" w:rsidRPr="00797386">
        <w:trPr>
          <w:cantSplit/>
          <w:trHeight w:val="726"/>
          <w:jc w:val="center"/>
        </w:trPr>
        <w:tc>
          <w:tcPr>
            <w:tcW w:w="15343" w:type="dxa"/>
            <w:gridSpan w:val="10"/>
            <w:vAlign w:val="center"/>
          </w:tcPr>
          <w:p w:rsidR="00993BBF" w:rsidRDefault="00993BBF" w:rsidP="004409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 О</w:t>
            </w:r>
            <w:r w:rsidRPr="008A6940">
              <w:rPr>
                <w:rFonts w:ascii="Times New Roman" w:hAnsi="Times New Roman" w:cs="Times New Roman"/>
                <w:sz w:val="28"/>
                <w:szCs w:val="28"/>
              </w:rPr>
              <w:t>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общего образования, обеспечение дополнительного образования детей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A69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отдыха детей и подростков в каникулярное время</w:t>
            </w: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Pr="00F730E3" w:rsidRDefault="00993BBF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6497" w:type="dxa"/>
            <w:gridSpan w:val="2"/>
          </w:tcPr>
          <w:p w:rsidR="00993BBF" w:rsidRPr="00DC7294" w:rsidRDefault="00993BBF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детей, обучающихся по программам</w:t>
            </w:r>
            <w:r w:rsidRPr="00DC72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дошкольного образования</w:t>
            </w:r>
          </w:p>
        </w:tc>
        <w:tc>
          <w:tcPr>
            <w:tcW w:w="1222" w:type="dxa"/>
          </w:tcPr>
          <w:p w:rsidR="00993BBF" w:rsidRPr="00797386" w:rsidRDefault="00993BBF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050" w:type="dxa"/>
          </w:tcPr>
          <w:p w:rsidR="00993BBF" w:rsidRPr="002E1B7C" w:rsidRDefault="00993BBF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E1B7C">
              <w:rPr>
                <w:rFonts w:ascii="Times New Roman" w:hAnsi="Times New Roman" w:cs="Times New Roman"/>
                <w:sz w:val="28"/>
                <w:szCs w:val="28"/>
              </w:rPr>
              <w:t>69,7</w:t>
            </w:r>
          </w:p>
        </w:tc>
        <w:tc>
          <w:tcPr>
            <w:tcW w:w="1050" w:type="dxa"/>
          </w:tcPr>
          <w:p w:rsidR="00993BBF" w:rsidRPr="002E1B7C" w:rsidRDefault="00993BBF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7C">
              <w:rPr>
                <w:rFonts w:ascii="Times New Roman" w:hAnsi="Times New Roman" w:cs="Times New Roman"/>
                <w:sz w:val="28"/>
                <w:szCs w:val="28"/>
              </w:rPr>
              <w:t>72,7</w:t>
            </w:r>
          </w:p>
        </w:tc>
        <w:tc>
          <w:tcPr>
            <w:tcW w:w="1120" w:type="dxa"/>
          </w:tcPr>
          <w:p w:rsidR="00993BBF" w:rsidRPr="002E1B7C" w:rsidRDefault="00993BBF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7C">
              <w:rPr>
                <w:rFonts w:ascii="Times New Roman" w:hAnsi="Times New Roman" w:cs="Times New Roman"/>
                <w:sz w:val="28"/>
                <w:szCs w:val="28"/>
              </w:rPr>
              <w:t>72,7</w:t>
            </w:r>
          </w:p>
        </w:tc>
        <w:tc>
          <w:tcPr>
            <w:tcW w:w="1051" w:type="dxa"/>
          </w:tcPr>
          <w:p w:rsidR="00993BBF" w:rsidRPr="002E1B7C" w:rsidRDefault="00993BBF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7C">
              <w:rPr>
                <w:rFonts w:ascii="Times New Roman" w:hAnsi="Times New Roman" w:cs="Times New Roman"/>
                <w:sz w:val="28"/>
                <w:szCs w:val="28"/>
              </w:rPr>
              <w:t>72,7</w:t>
            </w:r>
          </w:p>
        </w:tc>
        <w:tc>
          <w:tcPr>
            <w:tcW w:w="1120" w:type="dxa"/>
          </w:tcPr>
          <w:p w:rsidR="00993BBF" w:rsidRPr="002E1B7C" w:rsidRDefault="00993BBF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7C">
              <w:rPr>
                <w:rFonts w:ascii="Times New Roman" w:hAnsi="Times New Roman" w:cs="Times New Roman"/>
                <w:sz w:val="28"/>
                <w:szCs w:val="28"/>
              </w:rPr>
              <w:t>72,7</w:t>
            </w:r>
          </w:p>
        </w:tc>
        <w:tc>
          <w:tcPr>
            <w:tcW w:w="1120" w:type="dxa"/>
          </w:tcPr>
          <w:p w:rsidR="00993BBF" w:rsidRPr="002E1B7C" w:rsidRDefault="00993BBF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7C">
              <w:rPr>
                <w:rFonts w:ascii="Times New Roman" w:hAnsi="Times New Roman" w:cs="Times New Roman"/>
                <w:sz w:val="28"/>
                <w:szCs w:val="28"/>
              </w:rPr>
              <w:t>72,7</w:t>
            </w: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  <w:vMerge w:val="restart"/>
          </w:tcPr>
          <w:p w:rsidR="00993BBF" w:rsidRPr="00F730E3" w:rsidRDefault="00993BBF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4137" w:type="dxa"/>
            <w:vMerge w:val="restart"/>
          </w:tcPr>
          <w:p w:rsidR="00993BBF" w:rsidRPr="00F730E3" w:rsidRDefault="00993BBF" w:rsidP="00D35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образования, присмотр и уход за детьми</w:t>
            </w:r>
          </w:p>
        </w:tc>
        <w:tc>
          <w:tcPr>
            <w:tcW w:w="2360" w:type="dxa"/>
          </w:tcPr>
          <w:p w:rsidR="00993BBF" w:rsidRPr="00BE1429" w:rsidRDefault="00993BBF" w:rsidP="00C969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1429">
              <w:rPr>
                <w:rFonts w:ascii="Times New Roman" w:hAnsi="Times New Roman" w:cs="Times New Roman"/>
              </w:rPr>
              <w:t>Удельный вес численности воспитанников дошкольных образовательных организаций, охваченных образовательными программами, соответствующими ФГОС дошкольного образования</w:t>
            </w:r>
          </w:p>
        </w:tc>
        <w:tc>
          <w:tcPr>
            <w:tcW w:w="1222" w:type="dxa"/>
          </w:tcPr>
          <w:p w:rsidR="00993BBF" w:rsidRPr="00945377" w:rsidRDefault="00993BBF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993BBF" w:rsidRPr="00471DFF" w:rsidRDefault="00993BBF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DFF"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1050" w:type="dxa"/>
          </w:tcPr>
          <w:p w:rsidR="00993BBF" w:rsidRPr="00471DFF" w:rsidRDefault="00993BBF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DFF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120" w:type="dxa"/>
          </w:tcPr>
          <w:p w:rsidR="00993BBF" w:rsidRPr="00471DFF" w:rsidRDefault="00993BBF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D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51" w:type="dxa"/>
          </w:tcPr>
          <w:p w:rsidR="00993BBF" w:rsidRPr="00471DFF" w:rsidRDefault="00993BBF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D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0" w:type="dxa"/>
          </w:tcPr>
          <w:p w:rsidR="00993BBF" w:rsidRPr="00471DFF" w:rsidRDefault="00993BBF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D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0" w:type="dxa"/>
          </w:tcPr>
          <w:p w:rsidR="00993BBF" w:rsidRPr="00471DFF" w:rsidRDefault="00993BBF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D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  <w:vMerge/>
          </w:tcPr>
          <w:p w:rsidR="00993BBF" w:rsidRDefault="00993BBF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7" w:type="dxa"/>
            <w:vMerge/>
          </w:tcPr>
          <w:p w:rsidR="00993BBF" w:rsidRDefault="00993BBF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:rsidR="00993BBF" w:rsidRPr="00BE1429" w:rsidRDefault="00993BBF" w:rsidP="00C969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E1429">
              <w:rPr>
                <w:rFonts w:ascii="Times New Roman" w:hAnsi="Times New Roman" w:cs="Times New Roman"/>
              </w:rPr>
              <w:t xml:space="preserve">Доля детей в возрасте </w:t>
            </w:r>
          </w:p>
          <w:p w:rsidR="00993BBF" w:rsidRPr="00BE1429" w:rsidRDefault="00993BBF" w:rsidP="00E03C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E1429">
              <w:rPr>
                <w:rFonts w:ascii="Times New Roman" w:hAnsi="Times New Roman" w:cs="Times New Roman"/>
              </w:rPr>
              <w:t>от 2 месяцев до 7 лет, получающих дошкольную образовательную услугу и (или) услугу по их содержанию в организациях различной организационно-правовой формы и формы собственности</w:t>
            </w:r>
          </w:p>
        </w:tc>
        <w:tc>
          <w:tcPr>
            <w:tcW w:w="1222" w:type="dxa"/>
          </w:tcPr>
          <w:p w:rsidR="00993BBF" w:rsidRPr="00945377" w:rsidRDefault="00993BBF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993BBF" w:rsidRPr="00E54E4D" w:rsidRDefault="00993BBF" w:rsidP="00A05CED">
            <w:pPr>
              <w:spacing w:after="0" w:line="240" w:lineRule="auto"/>
              <w:jc w:val="center"/>
              <w:rPr>
                <w:rStyle w:val="111"/>
                <w:sz w:val="24"/>
                <w:szCs w:val="24"/>
                <w:lang w:eastAsia="en-US"/>
              </w:rPr>
            </w:pPr>
            <w:r>
              <w:rPr>
                <w:rStyle w:val="111"/>
                <w:sz w:val="24"/>
                <w:szCs w:val="24"/>
                <w:lang w:eastAsia="en-US"/>
              </w:rPr>
              <w:t>68,9</w:t>
            </w:r>
          </w:p>
        </w:tc>
        <w:tc>
          <w:tcPr>
            <w:tcW w:w="1050" w:type="dxa"/>
          </w:tcPr>
          <w:p w:rsidR="00993BBF" w:rsidRPr="00E54E4D" w:rsidRDefault="00993BBF" w:rsidP="00A05CED">
            <w:pPr>
              <w:spacing w:after="0" w:line="240" w:lineRule="auto"/>
              <w:jc w:val="center"/>
              <w:rPr>
                <w:rStyle w:val="111"/>
                <w:sz w:val="24"/>
                <w:szCs w:val="24"/>
                <w:lang w:eastAsia="en-US"/>
              </w:rPr>
            </w:pPr>
            <w:r>
              <w:rPr>
                <w:rStyle w:val="111"/>
                <w:sz w:val="24"/>
                <w:szCs w:val="24"/>
                <w:lang w:eastAsia="en-US"/>
              </w:rPr>
              <w:t>72,5</w:t>
            </w:r>
          </w:p>
        </w:tc>
        <w:tc>
          <w:tcPr>
            <w:tcW w:w="1120" w:type="dxa"/>
          </w:tcPr>
          <w:p w:rsidR="00993BBF" w:rsidRPr="002E1B7C" w:rsidRDefault="00993BBF" w:rsidP="00E03C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72,6</w:t>
            </w:r>
          </w:p>
        </w:tc>
        <w:tc>
          <w:tcPr>
            <w:tcW w:w="1051" w:type="dxa"/>
          </w:tcPr>
          <w:p w:rsidR="00993BBF" w:rsidRPr="002E1B7C" w:rsidRDefault="00993BBF" w:rsidP="00A05C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72,7</w:t>
            </w:r>
          </w:p>
        </w:tc>
        <w:tc>
          <w:tcPr>
            <w:tcW w:w="1120" w:type="dxa"/>
          </w:tcPr>
          <w:p w:rsidR="00993BBF" w:rsidRPr="002E1B7C" w:rsidRDefault="00993BBF" w:rsidP="00A05C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72,8</w:t>
            </w:r>
          </w:p>
        </w:tc>
        <w:tc>
          <w:tcPr>
            <w:tcW w:w="1120" w:type="dxa"/>
          </w:tcPr>
          <w:p w:rsidR="00993BBF" w:rsidRPr="002E1B7C" w:rsidRDefault="00993BBF" w:rsidP="00A05C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72,8</w:t>
            </w: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1.1.2</w:t>
            </w:r>
          </w:p>
        </w:tc>
        <w:tc>
          <w:tcPr>
            <w:tcW w:w="4137" w:type="dxa"/>
          </w:tcPr>
          <w:p w:rsidR="00993BBF" w:rsidRPr="00F730E3" w:rsidRDefault="00993BBF" w:rsidP="00D35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услуг по присмотру и уходу за детьми в частных организациях, осуществляющих образовательную деятельность</w:t>
            </w:r>
          </w:p>
          <w:p w:rsidR="00993BBF" w:rsidRPr="00F730E3" w:rsidRDefault="00993BBF" w:rsidP="009B18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:rsidR="00993BBF" w:rsidRPr="00FB4457" w:rsidRDefault="00993BBF" w:rsidP="009B18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Удельный вес численности детей дошкольного возраста, посещающих негосударственные организации дошкольного образования, предоставляющие услуги дошкольного образования, в общей численности детей, посещающих образовательные организации дошкольного образования</w:t>
            </w:r>
          </w:p>
        </w:tc>
        <w:tc>
          <w:tcPr>
            <w:tcW w:w="1222" w:type="dxa"/>
          </w:tcPr>
          <w:p w:rsidR="00993BBF" w:rsidRPr="00945377" w:rsidRDefault="00993BBF" w:rsidP="009B18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993BBF" w:rsidRPr="00945377" w:rsidRDefault="00993BBF" w:rsidP="009B18DB">
            <w:pPr>
              <w:spacing w:after="0" w:line="240" w:lineRule="auto"/>
              <w:jc w:val="center"/>
              <w:rPr>
                <w:rStyle w:val="111"/>
                <w:sz w:val="24"/>
                <w:szCs w:val="24"/>
                <w:lang w:eastAsia="en-US"/>
              </w:rPr>
            </w:pPr>
            <w:r w:rsidRPr="00945377">
              <w:rPr>
                <w:rStyle w:val="111"/>
                <w:sz w:val="24"/>
                <w:szCs w:val="24"/>
                <w:lang w:eastAsia="en-US"/>
              </w:rPr>
              <w:t>3,6</w:t>
            </w:r>
          </w:p>
        </w:tc>
        <w:tc>
          <w:tcPr>
            <w:tcW w:w="1050" w:type="dxa"/>
          </w:tcPr>
          <w:p w:rsidR="00993BBF" w:rsidRPr="00090688" w:rsidRDefault="00993BBF" w:rsidP="009B18DB">
            <w:pPr>
              <w:spacing w:after="0" w:line="240" w:lineRule="auto"/>
              <w:jc w:val="center"/>
              <w:rPr>
                <w:rStyle w:val="111"/>
                <w:sz w:val="26"/>
                <w:szCs w:val="26"/>
                <w:lang w:eastAsia="en-US"/>
              </w:rPr>
            </w:pPr>
            <w:r w:rsidRPr="00090688">
              <w:rPr>
                <w:rStyle w:val="111"/>
                <w:sz w:val="26"/>
                <w:szCs w:val="26"/>
                <w:lang w:eastAsia="en-US"/>
              </w:rPr>
              <w:t>3,6</w:t>
            </w:r>
          </w:p>
        </w:tc>
        <w:tc>
          <w:tcPr>
            <w:tcW w:w="1120" w:type="dxa"/>
          </w:tcPr>
          <w:p w:rsidR="00993BBF" w:rsidRPr="00090688" w:rsidRDefault="00993BBF" w:rsidP="009B18DB">
            <w:pPr>
              <w:spacing w:after="0" w:line="240" w:lineRule="auto"/>
              <w:jc w:val="center"/>
              <w:rPr>
                <w:rStyle w:val="111"/>
                <w:sz w:val="26"/>
                <w:szCs w:val="26"/>
                <w:lang w:eastAsia="en-US"/>
              </w:rPr>
            </w:pPr>
            <w:r w:rsidRPr="00090688">
              <w:rPr>
                <w:rStyle w:val="111"/>
                <w:sz w:val="26"/>
                <w:szCs w:val="26"/>
                <w:lang w:eastAsia="en-US"/>
              </w:rPr>
              <w:t>3,6</w:t>
            </w:r>
          </w:p>
        </w:tc>
        <w:tc>
          <w:tcPr>
            <w:tcW w:w="1051" w:type="dxa"/>
          </w:tcPr>
          <w:p w:rsidR="00993BBF" w:rsidRPr="00090688" w:rsidRDefault="00993BBF" w:rsidP="009B18DB">
            <w:pPr>
              <w:spacing w:after="0" w:line="240" w:lineRule="auto"/>
              <w:jc w:val="center"/>
              <w:rPr>
                <w:rStyle w:val="111"/>
                <w:sz w:val="26"/>
                <w:szCs w:val="26"/>
                <w:lang w:eastAsia="en-US"/>
              </w:rPr>
            </w:pPr>
            <w:r w:rsidRPr="00090688">
              <w:rPr>
                <w:rStyle w:val="111"/>
                <w:sz w:val="26"/>
                <w:szCs w:val="26"/>
                <w:lang w:eastAsia="en-US"/>
              </w:rPr>
              <w:t>3,6</w:t>
            </w:r>
          </w:p>
        </w:tc>
        <w:tc>
          <w:tcPr>
            <w:tcW w:w="1120" w:type="dxa"/>
          </w:tcPr>
          <w:p w:rsidR="00993BBF" w:rsidRPr="00090688" w:rsidRDefault="00993BBF" w:rsidP="009B18DB">
            <w:pPr>
              <w:spacing w:after="0" w:line="240" w:lineRule="auto"/>
              <w:jc w:val="center"/>
              <w:rPr>
                <w:rStyle w:val="111"/>
                <w:sz w:val="26"/>
                <w:szCs w:val="26"/>
                <w:lang w:eastAsia="en-US"/>
              </w:rPr>
            </w:pPr>
            <w:r w:rsidRPr="00090688">
              <w:rPr>
                <w:rStyle w:val="111"/>
                <w:sz w:val="26"/>
                <w:szCs w:val="26"/>
                <w:lang w:eastAsia="en-US"/>
              </w:rPr>
              <w:t>3,6</w:t>
            </w:r>
          </w:p>
        </w:tc>
        <w:tc>
          <w:tcPr>
            <w:tcW w:w="1120" w:type="dxa"/>
          </w:tcPr>
          <w:p w:rsidR="00993BBF" w:rsidRPr="00471DFF" w:rsidRDefault="00993BBF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688">
              <w:rPr>
                <w:rStyle w:val="111"/>
                <w:sz w:val="26"/>
                <w:szCs w:val="26"/>
                <w:lang w:eastAsia="ru-RU"/>
              </w:rPr>
              <w:t>3,6</w:t>
            </w: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6497" w:type="dxa"/>
            <w:gridSpan w:val="2"/>
          </w:tcPr>
          <w:p w:rsidR="00993BBF" w:rsidRPr="006D7E85" w:rsidRDefault="00993BBF" w:rsidP="00973E4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</w:t>
            </w:r>
            <w:r w:rsidRPr="006D7E85">
              <w:rPr>
                <w:rFonts w:ascii="Times New Roman" w:hAnsi="Times New Roman" w:cs="Times New Roman"/>
                <w:sz w:val="28"/>
                <w:szCs w:val="28"/>
              </w:rPr>
              <w:t xml:space="preserve"> 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тей и подростков в возрасте 7-</w:t>
            </w:r>
            <w:r w:rsidRPr="006D7E85">
              <w:rPr>
                <w:rFonts w:ascii="Times New Roman" w:hAnsi="Times New Roman" w:cs="Times New Roman"/>
                <w:sz w:val="28"/>
                <w:szCs w:val="28"/>
              </w:rPr>
              <w:t>15 лет, не обучающихся в общеобразовательных учреждениях, в общей численности детей и подростков данного возраста</w:t>
            </w:r>
          </w:p>
        </w:tc>
        <w:tc>
          <w:tcPr>
            <w:tcW w:w="1222" w:type="dxa"/>
          </w:tcPr>
          <w:p w:rsidR="00993BBF" w:rsidRPr="00945377" w:rsidRDefault="00993BBF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37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050" w:type="dxa"/>
          </w:tcPr>
          <w:p w:rsidR="00993BBF" w:rsidRPr="00945377" w:rsidRDefault="00993BBF" w:rsidP="003D5C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37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50" w:type="dxa"/>
          </w:tcPr>
          <w:p w:rsidR="00993BBF" w:rsidRPr="00945377" w:rsidRDefault="00993BBF" w:rsidP="003D5C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0" w:type="dxa"/>
          </w:tcPr>
          <w:p w:rsidR="00993BBF" w:rsidRPr="00945377" w:rsidRDefault="00993BBF" w:rsidP="003D5C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37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51" w:type="dxa"/>
          </w:tcPr>
          <w:p w:rsidR="00993BBF" w:rsidRPr="00945377" w:rsidRDefault="00993BBF" w:rsidP="003D5C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37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20" w:type="dxa"/>
          </w:tcPr>
          <w:p w:rsidR="00993BBF" w:rsidRPr="00945377" w:rsidRDefault="00993BBF" w:rsidP="003D5CE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37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20" w:type="dxa"/>
          </w:tcPr>
          <w:p w:rsidR="00993BBF" w:rsidRPr="00945377" w:rsidRDefault="00993BBF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37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Pr="00F730E3" w:rsidRDefault="00993BBF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1.2.1</w:t>
            </w:r>
          </w:p>
        </w:tc>
        <w:tc>
          <w:tcPr>
            <w:tcW w:w="4137" w:type="dxa"/>
          </w:tcPr>
          <w:p w:rsidR="00993BBF" w:rsidRPr="00F730E3" w:rsidRDefault="00993BBF" w:rsidP="00D35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</w:t>
            </w: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 xml:space="preserve"> начального общего, основного общего и среднего общего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дополнительных общеобразовательных общеразвивающих программ</w:t>
            </w:r>
          </w:p>
        </w:tc>
        <w:tc>
          <w:tcPr>
            <w:tcW w:w="2360" w:type="dxa"/>
          </w:tcPr>
          <w:p w:rsidR="00993BBF" w:rsidRPr="00F730E3" w:rsidRDefault="00993BBF" w:rsidP="006F77E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808B5">
              <w:rPr>
                <w:rFonts w:ascii="Times New Roman" w:hAnsi="Times New Roman" w:cs="Times New Roman"/>
                <w:color w:val="000000"/>
              </w:rPr>
              <w:t xml:space="preserve">Удельный вес </w:t>
            </w:r>
            <w:r>
              <w:rPr>
                <w:rFonts w:ascii="Times New Roman" w:hAnsi="Times New Roman" w:cs="Times New Roman"/>
                <w:color w:val="000000"/>
              </w:rPr>
              <w:t>выпускников 9-х классов, не получивших аттестаты об основном общем образовании</w:t>
            </w:r>
          </w:p>
        </w:tc>
        <w:tc>
          <w:tcPr>
            <w:tcW w:w="1222" w:type="dxa"/>
          </w:tcPr>
          <w:p w:rsidR="00993BBF" w:rsidRPr="00945377" w:rsidRDefault="00993BBF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993BBF" w:rsidRPr="00AE0513" w:rsidRDefault="00993BBF" w:rsidP="00973E4B">
            <w:pPr>
              <w:tabs>
                <w:tab w:val="left" w:pos="64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1,20</w:t>
            </w:r>
          </w:p>
        </w:tc>
        <w:tc>
          <w:tcPr>
            <w:tcW w:w="1050" w:type="dxa"/>
          </w:tcPr>
          <w:p w:rsidR="00993BBF" w:rsidRPr="00AE0513" w:rsidRDefault="00993BBF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0,71</w:t>
            </w:r>
          </w:p>
        </w:tc>
        <w:tc>
          <w:tcPr>
            <w:tcW w:w="1120" w:type="dxa"/>
          </w:tcPr>
          <w:p w:rsidR="00993BBF" w:rsidRPr="00AE0513" w:rsidRDefault="00993BBF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1,10</w:t>
            </w:r>
          </w:p>
        </w:tc>
        <w:tc>
          <w:tcPr>
            <w:tcW w:w="1051" w:type="dxa"/>
          </w:tcPr>
          <w:p w:rsidR="00993BBF" w:rsidRPr="00AE0513" w:rsidRDefault="00993BBF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1,05</w:t>
            </w:r>
          </w:p>
        </w:tc>
        <w:tc>
          <w:tcPr>
            <w:tcW w:w="1120" w:type="dxa"/>
          </w:tcPr>
          <w:p w:rsidR="00993BBF" w:rsidRPr="00AE0513" w:rsidRDefault="00993BBF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1,05</w:t>
            </w:r>
          </w:p>
        </w:tc>
        <w:tc>
          <w:tcPr>
            <w:tcW w:w="1120" w:type="dxa"/>
          </w:tcPr>
          <w:p w:rsidR="00993BBF" w:rsidRPr="00AE0513" w:rsidRDefault="00993BBF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1,05</w:t>
            </w: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Pr="00F730E3" w:rsidRDefault="00993BBF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7" w:type="dxa"/>
          </w:tcPr>
          <w:p w:rsidR="00993BBF" w:rsidRPr="00F730E3" w:rsidRDefault="00993BBF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:rsidR="00993BBF" w:rsidRPr="00F730E3" w:rsidRDefault="00993BBF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7A22">
              <w:rPr>
                <w:rFonts w:ascii="Times New Roman" w:hAnsi="Times New Roman" w:cs="Times New Roman"/>
                <w:color w:val="000000"/>
              </w:rPr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      </w:r>
          </w:p>
        </w:tc>
        <w:tc>
          <w:tcPr>
            <w:tcW w:w="1222" w:type="dxa"/>
          </w:tcPr>
          <w:p w:rsidR="00993BBF" w:rsidRPr="00945377" w:rsidRDefault="00993BBF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993BBF" w:rsidRPr="001D7A22" w:rsidRDefault="00993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A22"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  <w:tc>
          <w:tcPr>
            <w:tcW w:w="1050" w:type="dxa"/>
          </w:tcPr>
          <w:p w:rsidR="00993BBF" w:rsidRPr="001D7A22" w:rsidRDefault="00993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A22">
              <w:rPr>
                <w:rFonts w:ascii="Times New Roman" w:hAnsi="Times New Roman" w:cs="Times New Roman"/>
                <w:sz w:val="24"/>
                <w:szCs w:val="24"/>
              </w:rPr>
              <w:t>98,96</w:t>
            </w:r>
          </w:p>
        </w:tc>
        <w:tc>
          <w:tcPr>
            <w:tcW w:w="1120" w:type="dxa"/>
          </w:tcPr>
          <w:p w:rsidR="00993BBF" w:rsidRPr="001D7A22" w:rsidRDefault="00993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A22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1051" w:type="dxa"/>
          </w:tcPr>
          <w:p w:rsidR="00993BBF" w:rsidRPr="001D7A22" w:rsidRDefault="00993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A22">
              <w:rPr>
                <w:rFonts w:ascii="Times New Roman" w:hAnsi="Times New Roman" w:cs="Times New Roman"/>
                <w:sz w:val="24"/>
                <w:szCs w:val="24"/>
              </w:rPr>
              <w:t>99,1</w:t>
            </w:r>
          </w:p>
        </w:tc>
        <w:tc>
          <w:tcPr>
            <w:tcW w:w="1120" w:type="dxa"/>
          </w:tcPr>
          <w:p w:rsidR="00993BBF" w:rsidRPr="001D7A22" w:rsidRDefault="00993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A22"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</w:p>
        </w:tc>
        <w:tc>
          <w:tcPr>
            <w:tcW w:w="1120" w:type="dxa"/>
          </w:tcPr>
          <w:p w:rsidR="00993BBF" w:rsidRPr="001D7A22" w:rsidRDefault="00993BBF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A22"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Pr="00DC2E6A" w:rsidRDefault="00993BBF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2E6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137" w:type="dxa"/>
          </w:tcPr>
          <w:p w:rsidR="00993BBF" w:rsidRPr="00DC2E6A" w:rsidRDefault="00993BBF" w:rsidP="00D35C0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0479F">
              <w:rPr>
                <w:rFonts w:ascii="Times New Roman" w:hAnsi="Times New Roman" w:cs="Times New Roman"/>
                <w:sz w:val="24"/>
                <w:szCs w:val="24"/>
              </w:rPr>
              <w:t>Организация семинаров, консультаций по проблемам психолого-педагогического и социального сопровождения семей, имеющих детей с особыми образовательными потребностями</w:t>
            </w:r>
          </w:p>
        </w:tc>
        <w:tc>
          <w:tcPr>
            <w:tcW w:w="2360" w:type="dxa"/>
          </w:tcPr>
          <w:p w:rsidR="00993BBF" w:rsidRPr="00DC2E6A" w:rsidRDefault="00993BBF" w:rsidP="00D35C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обучающихся в муниципальных общеобразовательных учреждениях в возрасте 7-18 лет, состоящих на учете в комиссии по делам несовершеннолетних и защите их прав, от общей численности обучающихся  в муниципальных общеобразовательных учреждениях</w:t>
            </w:r>
          </w:p>
        </w:tc>
        <w:tc>
          <w:tcPr>
            <w:tcW w:w="1222" w:type="dxa"/>
          </w:tcPr>
          <w:p w:rsidR="00993BBF" w:rsidRDefault="00993BBF" w:rsidP="00D35C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993BBF" w:rsidRPr="00945377" w:rsidRDefault="00993BBF" w:rsidP="00D35C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050" w:type="dxa"/>
          </w:tcPr>
          <w:p w:rsidR="00993BBF" w:rsidRDefault="00993BBF" w:rsidP="00D35C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1120" w:type="dxa"/>
          </w:tcPr>
          <w:p w:rsidR="00993BBF" w:rsidRPr="00945377" w:rsidRDefault="00993BBF" w:rsidP="00D35C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0,19</w:t>
            </w:r>
          </w:p>
        </w:tc>
        <w:tc>
          <w:tcPr>
            <w:tcW w:w="1051" w:type="dxa"/>
          </w:tcPr>
          <w:p w:rsidR="00993BBF" w:rsidRDefault="00993BBF" w:rsidP="00D35C03">
            <w:pPr>
              <w:jc w:val="center"/>
            </w:pPr>
            <w:r w:rsidRPr="00E9513E">
              <w:rPr>
                <w:rFonts w:ascii="Times New Roman" w:hAnsi="Times New Roman" w:cs="Times New Roman"/>
                <w:sz w:val="24"/>
                <w:szCs w:val="24"/>
              </w:rPr>
              <w:t>0,19</w:t>
            </w:r>
          </w:p>
        </w:tc>
        <w:tc>
          <w:tcPr>
            <w:tcW w:w="1120" w:type="dxa"/>
          </w:tcPr>
          <w:p w:rsidR="00993BBF" w:rsidRDefault="00993BBF" w:rsidP="00D35C03">
            <w:pPr>
              <w:jc w:val="center"/>
            </w:pPr>
            <w:r w:rsidRPr="00E9513E">
              <w:rPr>
                <w:rFonts w:ascii="Times New Roman" w:hAnsi="Times New Roman" w:cs="Times New Roman"/>
                <w:sz w:val="24"/>
                <w:szCs w:val="24"/>
              </w:rPr>
              <w:t>0,19</w:t>
            </w:r>
          </w:p>
        </w:tc>
        <w:tc>
          <w:tcPr>
            <w:tcW w:w="1120" w:type="dxa"/>
          </w:tcPr>
          <w:p w:rsidR="00993BBF" w:rsidRDefault="00993BBF" w:rsidP="00D35C03">
            <w:pPr>
              <w:jc w:val="center"/>
            </w:pPr>
            <w:r w:rsidRPr="00E9513E">
              <w:rPr>
                <w:rFonts w:ascii="Times New Roman" w:hAnsi="Times New Roman" w:cs="Times New Roman"/>
                <w:sz w:val="24"/>
                <w:szCs w:val="24"/>
              </w:rPr>
              <w:t>0,19</w:t>
            </w: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Pr="00F730E3" w:rsidRDefault="00993BBF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1.2.3</w:t>
            </w:r>
          </w:p>
        </w:tc>
        <w:tc>
          <w:tcPr>
            <w:tcW w:w="4137" w:type="dxa"/>
          </w:tcPr>
          <w:p w:rsidR="00993BBF" w:rsidRPr="00F730E3" w:rsidRDefault="00993BBF" w:rsidP="00D35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>Содержание и воспитание детей и подростков, находящихся в трудной жизненной ситуации</w:t>
            </w:r>
          </w:p>
        </w:tc>
        <w:tc>
          <w:tcPr>
            <w:tcW w:w="2360" w:type="dxa"/>
          </w:tcPr>
          <w:p w:rsidR="00993BBF" w:rsidRPr="00F730E3" w:rsidRDefault="00993BBF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30E3">
              <w:rPr>
                <w:rFonts w:ascii="Times New Roman" w:hAnsi="Times New Roman" w:cs="Times New Roman"/>
                <w:color w:val="000000"/>
              </w:rPr>
              <w:t>Количество детей, прошедших реабилитацию в центре «МОСТ»</w:t>
            </w:r>
          </w:p>
        </w:tc>
        <w:tc>
          <w:tcPr>
            <w:tcW w:w="1222" w:type="dxa"/>
          </w:tcPr>
          <w:p w:rsidR="00993BBF" w:rsidRPr="00945377" w:rsidRDefault="00993BBF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1050" w:type="dxa"/>
          </w:tcPr>
          <w:p w:rsidR="00993BBF" w:rsidRPr="00945377" w:rsidRDefault="00993BBF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50" w:type="dxa"/>
          </w:tcPr>
          <w:p w:rsidR="00993BBF" w:rsidRPr="00945377" w:rsidRDefault="00993BBF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20" w:type="dxa"/>
          </w:tcPr>
          <w:p w:rsidR="00993BBF" w:rsidRPr="00945377" w:rsidRDefault="00993BBF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51" w:type="dxa"/>
          </w:tcPr>
          <w:p w:rsidR="00993BBF" w:rsidRPr="00945377" w:rsidRDefault="00993BBF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20" w:type="dxa"/>
          </w:tcPr>
          <w:p w:rsidR="00993BBF" w:rsidRPr="00945377" w:rsidRDefault="00993BBF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20" w:type="dxa"/>
          </w:tcPr>
          <w:p w:rsidR="00993BBF" w:rsidRPr="00945377" w:rsidRDefault="00993BBF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1F1D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1.2.4</w:t>
            </w:r>
          </w:p>
        </w:tc>
        <w:tc>
          <w:tcPr>
            <w:tcW w:w="4137" w:type="dxa"/>
          </w:tcPr>
          <w:p w:rsidR="00993BBF" w:rsidRPr="00654E14" w:rsidRDefault="00993BBF" w:rsidP="00D35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54E14">
              <w:rPr>
                <w:rFonts w:ascii="Times New Roman" w:hAnsi="Times New Roman" w:cs="Times New Roman"/>
                <w:sz w:val="24"/>
                <w:szCs w:val="24"/>
              </w:rPr>
              <w:t>овершенствовани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54E14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питания школьников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(на основе конкурсного отбора проектов </w:t>
            </w:r>
            <w:r w:rsidRPr="00654E14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й)</w:t>
            </w:r>
          </w:p>
        </w:tc>
        <w:tc>
          <w:tcPr>
            <w:tcW w:w="2360" w:type="dxa"/>
          </w:tcPr>
          <w:p w:rsidR="00993BBF" w:rsidRDefault="00993BBF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E14">
              <w:rPr>
                <w:rFonts w:ascii="Times New Roman" w:hAnsi="Times New Roman" w:cs="Times New Roman"/>
                <w:sz w:val="20"/>
                <w:szCs w:val="20"/>
              </w:rPr>
              <w:t xml:space="preserve">Доля школьников, охваченных горячим питанием в общеобразовательных учреждениях, </w:t>
            </w:r>
          </w:p>
          <w:p w:rsidR="00993BBF" w:rsidRPr="00654E14" w:rsidRDefault="00993BBF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E14">
              <w:rPr>
                <w:rFonts w:ascii="Times New Roman" w:hAnsi="Times New Roman" w:cs="Times New Roman"/>
                <w:sz w:val="20"/>
                <w:szCs w:val="20"/>
              </w:rPr>
              <w:t>от общего числа учащихся общеобразовательных учреждений</w:t>
            </w:r>
          </w:p>
        </w:tc>
        <w:tc>
          <w:tcPr>
            <w:tcW w:w="1222" w:type="dxa"/>
          </w:tcPr>
          <w:p w:rsidR="00993BBF" w:rsidRPr="00945377" w:rsidRDefault="00993BBF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993BBF" w:rsidRPr="00945377" w:rsidRDefault="00993BBF" w:rsidP="00F075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90,4</w:t>
            </w:r>
          </w:p>
        </w:tc>
        <w:tc>
          <w:tcPr>
            <w:tcW w:w="1050" w:type="dxa"/>
          </w:tcPr>
          <w:p w:rsidR="00993BBF" w:rsidRPr="00B577CF" w:rsidRDefault="00993BBF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90,5</w:t>
            </w:r>
          </w:p>
        </w:tc>
        <w:tc>
          <w:tcPr>
            <w:tcW w:w="1120" w:type="dxa"/>
          </w:tcPr>
          <w:p w:rsidR="00993BBF" w:rsidRPr="00B577CF" w:rsidRDefault="00993BBF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90,6</w:t>
            </w:r>
          </w:p>
        </w:tc>
        <w:tc>
          <w:tcPr>
            <w:tcW w:w="1051" w:type="dxa"/>
          </w:tcPr>
          <w:p w:rsidR="00993BBF" w:rsidRPr="00B577CF" w:rsidRDefault="00993BBF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90,7</w:t>
            </w:r>
          </w:p>
        </w:tc>
        <w:tc>
          <w:tcPr>
            <w:tcW w:w="1120" w:type="dxa"/>
          </w:tcPr>
          <w:p w:rsidR="00993BBF" w:rsidRPr="00B577CF" w:rsidRDefault="00993BBF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90,8</w:t>
            </w:r>
          </w:p>
        </w:tc>
        <w:tc>
          <w:tcPr>
            <w:tcW w:w="1120" w:type="dxa"/>
          </w:tcPr>
          <w:p w:rsidR="00993BBF" w:rsidRPr="00B577CF" w:rsidRDefault="00993BBF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90,8</w:t>
            </w: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6497" w:type="dxa"/>
            <w:gridSpan w:val="2"/>
          </w:tcPr>
          <w:p w:rsidR="00993BBF" w:rsidRPr="00654E14" w:rsidRDefault="00993BBF" w:rsidP="00F075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8"/>
                <w:szCs w:val="28"/>
              </w:rPr>
              <w:t>Доля детей, охваченных образовательными программами дополнительного образования детей, в общ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ей численности детей и молодежи </w:t>
            </w:r>
            <w:r w:rsidRPr="00FB589F">
              <w:rPr>
                <w:rFonts w:ascii="Times New Roman" w:hAnsi="Times New Roman" w:cs="Times New Roman"/>
                <w:sz w:val="28"/>
                <w:szCs w:val="28"/>
              </w:rPr>
              <w:t>5-18 лет</w:t>
            </w:r>
          </w:p>
        </w:tc>
        <w:tc>
          <w:tcPr>
            <w:tcW w:w="1222" w:type="dxa"/>
          </w:tcPr>
          <w:p w:rsidR="00993BBF" w:rsidRPr="00FB589F" w:rsidRDefault="00993BBF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89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050" w:type="dxa"/>
          </w:tcPr>
          <w:p w:rsidR="00993BBF" w:rsidRPr="00FB589F" w:rsidRDefault="00993BBF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67,3</w:t>
            </w:r>
          </w:p>
        </w:tc>
        <w:tc>
          <w:tcPr>
            <w:tcW w:w="1050" w:type="dxa"/>
          </w:tcPr>
          <w:p w:rsidR="00993BBF" w:rsidRPr="00FB589F" w:rsidRDefault="00993BBF" w:rsidP="006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Pr="00FB589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0" w:type="dxa"/>
          </w:tcPr>
          <w:p w:rsidR="00993BBF" w:rsidRPr="00FB589F" w:rsidRDefault="00993BBF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  <w:r w:rsidRPr="00FB589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51" w:type="dxa"/>
          </w:tcPr>
          <w:p w:rsidR="00993BBF" w:rsidRPr="00FB589F" w:rsidRDefault="00993BBF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89F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120" w:type="dxa"/>
          </w:tcPr>
          <w:p w:rsidR="00993BBF" w:rsidRPr="00FB589F" w:rsidRDefault="00993BBF" w:rsidP="006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89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B589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20" w:type="dxa"/>
          </w:tcPr>
          <w:p w:rsidR="00993BBF" w:rsidRPr="00FB589F" w:rsidRDefault="00993BBF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89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B589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1.3.1</w:t>
            </w:r>
          </w:p>
        </w:tc>
        <w:tc>
          <w:tcPr>
            <w:tcW w:w="4137" w:type="dxa"/>
          </w:tcPr>
          <w:p w:rsidR="00993BBF" w:rsidRPr="00F730E3" w:rsidRDefault="00993BBF" w:rsidP="00D35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 общеобразовательных общеразвивающих программ</w:t>
            </w: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60" w:type="dxa"/>
          </w:tcPr>
          <w:p w:rsidR="00993BBF" w:rsidRPr="00E15757" w:rsidRDefault="00993BBF" w:rsidP="009931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1429">
              <w:rPr>
                <w:rFonts w:ascii="Times New Roman" w:hAnsi="Times New Roman" w:cs="Times New Roman"/>
                <w:color w:val="000000"/>
              </w:rPr>
              <w:t>Количество детей, охваченных образовательными программами дополнительного образования</w:t>
            </w:r>
          </w:p>
          <w:p w:rsidR="00993BBF" w:rsidRPr="00E15757" w:rsidRDefault="00993BBF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2" w:type="dxa"/>
          </w:tcPr>
          <w:p w:rsidR="00993BBF" w:rsidRPr="00945377" w:rsidRDefault="00993BBF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9453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ел.</w:t>
            </w:r>
          </w:p>
        </w:tc>
        <w:tc>
          <w:tcPr>
            <w:tcW w:w="1050" w:type="dxa"/>
          </w:tcPr>
          <w:p w:rsidR="00993BBF" w:rsidRPr="00945377" w:rsidRDefault="00993BBF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37 652</w:t>
            </w:r>
          </w:p>
        </w:tc>
        <w:tc>
          <w:tcPr>
            <w:tcW w:w="1050" w:type="dxa"/>
          </w:tcPr>
          <w:p w:rsidR="00993BBF" w:rsidRPr="00945377" w:rsidRDefault="00993BBF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38 297</w:t>
            </w:r>
          </w:p>
        </w:tc>
        <w:tc>
          <w:tcPr>
            <w:tcW w:w="1120" w:type="dxa"/>
          </w:tcPr>
          <w:p w:rsidR="00993BBF" w:rsidRPr="00945377" w:rsidRDefault="00993BBF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39 767</w:t>
            </w:r>
          </w:p>
        </w:tc>
        <w:tc>
          <w:tcPr>
            <w:tcW w:w="1051" w:type="dxa"/>
          </w:tcPr>
          <w:p w:rsidR="00993BBF" w:rsidRPr="00945377" w:rsidRDefault="00993BBF" w:rsidP="006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41 444</w:t>
            </w:r>
          </w:p>
        </w:tc>
        <w:tc>
          <w:tcPr>
            <w:tcW w:w="1120" w:type="dxa"/>
          </w:tcPr>
          <w:p w:rsidR="00993BBF" w:rsidRPr="00945377" w:rsidRDefault="00993BBF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43 260</w:t>
            </w:r>
          </w:p>
        </w:tc>
        <w:tc>
          <w:tcPr>
            <w:tcW w:w="1120" w:type="dxa"/>
          </w:tcPr>
          <w:p w:rsidR="00993BBF" w:rsidRDefault="00993BBF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43 260</w:t>
            </w: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Pr="00F730E3" w:rsidRDefault="00993BBF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6497" w:type="dxa"/>
            <w:gridSpan w:val="2"/>
          </w:tcPr>
          <w:p w:rsidR="00993BBF" w:rsidRPr="00F730E3" w:rsidRDefault="00993BBF" w:rsidP="00F0755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30E3">
              <w:rPr>
                <w:rFonts w:ascii="Times New Roman" w:hAnsi="Times New Roman" w:cs="Times New Roman"/>
                <w:sz w:val="28"/>
                <w:szCs w:val="28"/>
              </w:rPr>
              <w:t>Доля образовательных учреждений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730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использующих </w:t>
            </w:r>
            <w:r w:rsidRPr="00F730E3">
              <w:rPr>
                <w:rFonts w:ascii="Times New Roman" w:hAnsi="Times New Roman" w:cs="Times New Roman"/>
                <w:sz w:val="28"/>
                <w:szCs w:val="28"/>
              </w:rPr>
              <w:t>инновационны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технологии</w:t>
            </w:r>
            <w:r w:rsidRPr="00F730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реализующих образовательные проекты </w:t>
            </w:r>
            <w:r w:rsidRPr="00F730E3">
              <w:rPr>
                <w:rFonts w:ascii="Times New Roman" w:hAnsi="Times New Roman" w:cs="Times New Roman"/>
                <w:sz w:val="28"/>
                <w:szCs w:val="28"/>
              </w:rPr>
              <w:t>в муниципальной системе образования</w:t>
            </w:r>
          </w:p>
        </w:tc>
        <w:tc>
          <w:tcPr>
            <w:tcW w:w="1222" w:type="dxa"/>
          </w:tcPr>
          <w:p w:rsidR="00993BBF" w:rsidRPr="00797386" w:rsidRDefault="00993BBF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050" w:type="dxa"/>
          </w:tcPr>
          <w:p w:rsidR="00993BBF" w:rsidRPr="00797386" w:rsidRDefault="00993BBF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1050" w:type="dxa"/>
          </w:tcPr>
          <w:p w:rsidR="00993BBF" w:rsidRPr="00797386" w:rsidRDefault="00993BBF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120" w:type="dxa"/>
          </w:tcPr>
          <w:p w:rsidR="00993BBF" w:rsidRPr="00797386" w:rsidRDefault="00993BBF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22,5</w:t>
            </w:r>
          </w:p>
        </w:tc>
        <w:tc>
          <w:tcPr>
            <w:tcW w:w="1051" w:type="dxa"/>
          </w:tcPr>
          <w:p w:rsidR="00993BBF" w:rsidRPr="00797386" w:rsidRDefault="00993BBF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120" w:type="dxa"/>
          </w:tcPr>
          <w:p w:rsidR="00993BBF" w:rsidRPr="00797386" w:rsidRDefault="00993BBF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120" w:type="dxa"/>
          </w:tcPr>
          <w:p w:rsidR="00993BBF" w:rsidRDefault="00993BBF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  <w:vMerge w:val="restart"/>
          </w:tcPr>
          <w:p w:rsidR="00993BBF" w:rsidRPr="00682239" w:rsidRDefault="00993BBF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239">
              <w:rPr>
                <w:rFonts w:ascii="Times New Roman" w:hAnsi="Times New Roman" w:cs="Times New Roman"/>
                <w:sz w:val="28"/>
                <w:szCs w:val="28"/>
              </w:rPr>
              <w:t>1.4.1</w:t>
            </w:r>
          </w:p>
        </w:tc>
        <w:tc>
          <w:tcPr>
            <w:tcW w:w="4137" w:type="dxa"/>
            <w:vMerge w:val="restart"/>
          </w:tcPr>
          <w:p w:rsidR="00993BBF" w:rsidRPr="00E15757" w:rsidRDefault="00993BBF" w:rsidP="00D35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5757">
              <w:rPr>
                <w:rFonts w:ascii="Times New Roman" w:hAnsi="Times New Roman" w:cs="Times New Roman"/>
                <w:sz w:val="24"/>
                <w:szCs w:val="24"/>
              </w:rPr>
              <w:t>Информационно-технологическое сопровождение образовательного процесса</w:t>
            </w:r>
          </w:p>
        </w:tc>
        <w:tc>
          <w:tcPr>
            <w:tcW w:w="2360" w:type="dxa"/>
          </w:tcPr>
          <w:p w:rsidR="00993BBF" w:rsidRPr="00682239" w:rsidRDefault="00993BBF" w:rsidP="0093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2239">
              <w:rPr>
                <w:rFonts w:ascii="Times New Roman" w:hAnsi="Times New Roman" w:cs="Times New Roman"/>
                <w:sz w:val="20"/>
                <w:szCs w:val="20"/>
              </w:rPr>
              <w:t>Доля образовательных учреждений, получивших информационно-техническую поддержку</w:t>
            </w:r>
          </w:p>
        </w:tc>
        <w:tc>
          <w:tcPr>
            <w:tcW w:w="1222" w:type="dxa"/>
          </w:tcPr>
          <w:p w:rsidR="00993BBF" w:rsidRPr="00945377" w:rsidRDefault="00993BBF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993BBF" w:rsidRPr="00945377" w:rsidRDefault="00993BBF" w:rsidP="0093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50" w:type="dxa"/>
          </w:tcPr>
          <w:p w:rsidR="00993BBF" w:rsidRPr="00945377" w:rsidRDefault="00993BBF" w:rsidP="0093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0" w:type="dxa"/>
          </w:tcPr>
          <w:p w:rsidR="00993BBF" w:rsidRPr="00945377" w:rsidRDefault="00993BBF" w:rsidP="0093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51" w:type="dxa"/>
          </w:tcPr>
          <w:p w:rsidR="00993BBF" w:rsidRPr="00945377" w:rsidRDefault="00993BBF" w:rsidP="0093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0" w:type="dxa"/>
          </w:tcPr>
          <w:p w:rsidR="00993BBF" w:rsidRPr="00945377" w:rsidRDefault="00993BBF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0" w:type="dxa"/>
          </w:tcPr>
          <w:p w:rsidR="00993BBF" w:rsidRPr="00945377" w:rsidRDefault="00993BBF" w:rsidP="00EE0F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  <w:vMerge/>
          </w:tcPr>
          <w:p w:rsidR="00993BBF" w:rsidRPr="00682239" w:rsidRDefault="00993BBF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7" w:type="dxa"/>
            <w:vMerge/>
          </w:tcPr>
          <w:p w:rsidR="00993BBF" w:rsidRDefault="00993BBF" w:rsidP="00F075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:rsidR="00993BBF" w:rsidRPr="00F730E3" w:rsidRDefault="00993BBF" w:rsidP="0093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программных продуктов</w:t>
            </w:r>
          </w:p>
        </w:tc>
        <w:tc>
          <w:tcPr>
            <w:tcW w:w="1222" w:type="dxa"/>
          </w:tcPr>
          <w:p w:rsidR="00993BBF" w:rsidRPr="00945377" w:rsidRDefault="00993BBF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0" w:type="dxa"/>
          </w:tcPr>
          <w:p w:rsidR="00993BBF" w:rsidRPr="00945377" w:rsidRDefault="00993BBF" w:rsidP="0093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</w:tcPr>
          <w:p w:rsidR="00993BBF" w:rsidRPr="00945377" w:rsidRDefault="00993BBF" w:rsidP="0093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993BBF" w:rsidRPr="00945377" w:rsidRDefault="00993BBF" w:rsidP="0093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</w:tcPr>
          <w:p w:rsidR="00993BBF" w:rsidRPr="00945377" w:rsidRDefault="00993BBF" w:rsidP="0093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993BBF" w:rsidRPr="00945377" w:rsidRDefault="00993BBF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993BBF" w:rsidRPr="00945377" w:rsidRDefault="00993BBF" w:rsidP="00EE0F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Pr="00682239" w:rsidRDefault="00993BBF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239">
              <w:rPr>
                <w:rFonts w:ascii="Times New Roman" w:hAnsi="Times New Roman" w:cs="Times New Roman"/>
                <w:sz w:val="28"/>
                <w:szCs w:val="28"/>
              </w:rPr>
              <w:t>1.4.2</w:t>
            </w:r>
          </w:p>
        </w:tc>
        <w:tc>
          <w:tcPr>
            <w:tcW w:w="4137" w:type="dxa"/>
          </w:tcPr>
          <w:p w:rsidR="00993BBF" w:rsidRPr="00DC7294" w:rsidRDefault="00993BBF" w:rsidP="00D35C0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DC7294">
              <w:rPr>
                <w:rFonts w:ascii="Times New Roman" w:hAnsi="Times New Roman" w:cs="Times New Roman"/>
                <w:sz w:val="24"/>
                <w:szCs w:val="24"/>
              </w:rPr>
              <w:t xml:space="preserve"> опорных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дошкольного и дополнительного образования</w:t>
            </w:r>
            <w:r w:rsidRPr="00DC7294">
              <w:rPr>
                <w:rFonts w:ascii="Times New Roman" w:hAnsi="Times New Roman" w:cs="Times New Roman"/>
                <w:sz w:val="24"/>
                <w:szCs w:val="24"/>
              </w:rPr>
              <w:t xml:space="preserve"> (на основе конкурсного отбора по результатам деятельности)</w:t>
            </w:r>
          </w:p>
        </w:tc>
        <w:tc>
          <w:tcPr>
            <w:tcW w:w="2360" w:type="dxa"/>
          </w:tcPr>
          <w:p w:rsidR="00993BBF" w:rsidRPr="00E15757" w:rsidRDefault="00993BBF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757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</w:p>
          <w:p w:rsidR="00993BBF" w:rsidRPr="00E15757" w:rsidRDefault="00993BBF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757">
              <w:rPr>
                <w:rFonts w:ascii="Times New Roman" w:hAnsi="Times New Roman" w:cs="Times New Roman"/>
                <w:sz w:val="20"/>
                <w:szCs w:val="20"/>
              </w:rPr>
              <w:t>опорных учреждений</w:t>
            </w:r>
          </w:p>
          <w:p w:rsidR="00993BBF" w:rsidRPr="00E15757" w:rsidRDefault="00993BBF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945377" w:rsidRDefault="00993BBF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50" w:type="dxa"/>
          </w:tcPr>
          <w:p w:rsidR="00993BBF" w:rsidRPr="00945377" w:rsidRDefault="00993BBF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50" w:type="dxa"/>
          </w:tcPr>
          <w:p w:rsidR="00993BBF" w:rsidRPr="00945377" w:rsidRDefault="00993BBF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0" w:type="dxa"/>
          </w:tcPr>
          <w:p w:rsidR="00993BBF" w:rsidRPr="00945377" w:rsidRDefault="00993BBF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51" w:type="dxa"/>
          </w:tcPr>
          <w:p w:rsidR="00993BBF" w:rsidRPr="00945377" w:rsidRDefault="00993BBF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20" w:type="dxa"/>
          </w:tcPr>
          <w:p w:rsidR="00993BBF" w:rsidRPr="00945377" w:rsidRDefault="00993BBF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20" w:type="dxa"/>
          </w:tcPr>
          <w:p w:rsidR="00993BBF" w:rsidRPr="00945377" w:rsidRDefault="00993BBF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6497" w:type="dxa"/>
            <w:gridSpan w:val="2"/>
          </w:tcPr>
          <w:p w:rsidR="00993BBF" w:rsidRPr="006710B7" w:rsidRDefault="00993BBF" w:rsidP="00F0755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0B7">
              <w:rPr>
                <w:rFonts w:ascii="Times New Roman" w:hAnsi="Times New Roman" w:cs="Times New Roman"/>
                <w:sz w:val="28"/>
                <w:szCs w:val="28"/>
              </w:rPr>
              <w:t>Доля образовательных учреждений, участвующих в реализации программ и проектов, направленных на формирование позитивных жизненных установок, духовно-нравственное, гражданск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ое и патриотическое воспитание</w:t>
            </w:r>
            <w:r w:rsidRPr="006710B7">
              <w:rPr>
                <w:rFonts w:ascii="Times New Roman" w:hAnsi="Times New Roman" w:cs="Times New Roman"/>
                <w:sz w:val="28"/>
                <w:szCs w:val="28"/>
              </w:rPr>
              <w:t xml:space="preserve"> подрастающего поколения </w:t>
            </w:r>
          </w:p>
        </w:tc>
        <w:tc>
          <w:tcPr>
            <w:tcW w:w="1222" w:type="dxa"/>
          </w:tcPr>
          <w:p w:rsidR="00993BBF" w:rsidRPr="00797386" w:rsidRDefault="00993BBF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050" w:type="dxa"/>
          </w:tcPr>
          <w:p w:rsidR="00993BBF" w:rsidRPr="00797386" w:rsidRDefault="00993BBF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 w:rsidRPr="00F06C4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50" w:type="dxa"/>
          </w:tcPr>
          <w:p w:rsidR="00993BBF" w:rsidRPr="00797386" w:rsidRDefault="00993BBF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Pr="00F06C4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20" w:type="dxa"/>
          </w:tcPr>
          <w:p w:rsidR="00993BBF" w:rsidRPr="00797386" w:rsidRDefault="00993BBF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F06C4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51" w:type="dxa"/>
          </w:tcPr>
          <w:p w:rsidR="00993BBF" w:rsidRPr="00797386" w:rsidRDefault="00993BBF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20" w:type="dxa"/>
          </w:tcPr>
          <w:p w:rsidR="00993BBF" w:rsidRPr="00797386" w:rsidRDefault="00993BBF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20" w:type="dxa"/>
          </w:tcPr>
          <w:p w:rsidR="00993BBF" w:rsidRDefault="00993BBF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1.5.1</w:t>
            </w:r>
          </w:p>
        </w:tc>
        <w:tc>
          <w:tcPr>
            <w:tcW w:w="4137" w:type="dxa"/>
          </w:tcPr>
          <w:p w:rsidR="00993BBF" w:rsidRPr="00C968D7" w:rsidRDefault="00993BBF" w:rsidP="00D35C0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968D7">
              <w:rPr>
                <w:rFonts w:ascii="Times New Roman" w:hAnsi="Times New Roman" w:cs="Times New Roman"/>
                <w:sz w:val="24"/>
                <w:szCs w:val="24"/>
              </w:rPr>
              <w:t>Развитие кадетского движения</w:t>
            </w:r>
          </w:p>
        </w:tc>
        <w:tc>
          <w:tcPr>
            <w:tcW w:w="2360" w:type="dxa"/>
          </w:tcPr>
          <w:p w:rsidR="00993BBF" w:rsidRDefault="00993BBF" w:rsidP="004260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общеобразовательных учреждений, в которых функционируют кадетские классы</w:t>
            </w:r>
          </w:p>
        </w:tc>
        <w:tc>
          <w:tcPr>
            <w:tcW w:w="1222" w:type="dxa"/>
          </w:tcPr>
          <w:p w:rsidR="00993BBF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050" w:type="dxa"/>
          </w:tcPr>
          <w:p w:rsidR="00993BBF" w:rsidRPr="00945377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0" w:type="dxa"/>
          </w:tcPr>
          <w:p w:rsidR="00993BBF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0" w:type="dxa"/>
          </w:tcPr>
          <w:p w:rsidR="00993BBF" w:rsidRPr="00945377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1" w:type="dxa"/>
          </w:tcPr>
          <w:p w:rsidR="00993BBF" w:rsidRPr="00945377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0" w:type="dxa"/>
          </w:tcPr>
          <w:p w:rsidR="00993BBF" w:rsidRPr="00945377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0" w:type="dxa"/>
          </w:tcPr>
          <w:p w:rsidR="00993BBF" w:rsidRPr="00945377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1.5.2</w:t>
            </w:r>
          </w:p>
        </w:tc>
        <w:tc>
          <w:tcPr>
            <w:tcW w:w="4137" w:type="dxa"/>
          </w:tcPr>
          <w:p w:rsidR="00993BBF" w:rsidRPr="00DC7294" w:rsidRDefault="00993BBF" w:rsidP="00D35C0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C729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направленных на духовно-нравственно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DC7294">
              <w:rPr>
                <w:rFonts w:ascii="Times New Roman" w:hAnsi="Times New Roman" w:cs="Times New Roman"/>
                <w:sz w:val="24"/>
                <w:szCs w:val="24"/>
              </w:rPr>
              <w:t>воспитани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360" w:type="dxa"/>
          </w:tcPr>
          <w:p w:rsidR="00993BBF" w:rsidRPr="00DC7294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мероприятий</w:t>
            </w:r>
          </w:p>
        </w:tc>
        <w:tc>
          <w:tcPr>
            <w:tcW w:w="1222" w:type="dxa"/>
          </w:tcPr>
          <w:p w:rsidR="00993BBF" w:rsidRPr="00945377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050" w:type="dxa"/>
          </w:tcPr>
          <w:p w:rsidR="00993BBF" w:rsidRPr="00945377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0" w:type="dxa"/>
          </w:tcPr>
          <w:p w:rsidR="00993BBF" w:rsidRPr="00945377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</w:tcPr>
          <w:p w:rsidR="00993BBF" w:rsidRPr="00945377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</w:tcPr>
          <w:p w:rsidR="00993BBF" w:rsidRPr="00945377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0" w:type="dxa"/>
          </w:tcPr>
          <w:p w:rsidR="00993BBF" w:rsidRPr="00945377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0" w:type="dxa"/>
          </w:tcPr>
          <w:p w:rsidR="00993BBF" w:rsidRPr="00945377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1.5.3</w:t>
            </w:r>
          </w:p>
        </w:tc>
        <w:tc>
          <w:tcPr>
            <w:tcW w:w="4137" w:type="dxa"/>
          </w:tcPr>
          <w:p w:rsidR="00993BBF" w:rsidRPr="00DC7294" w:rsidRDefault="00993BBF" w:rsidP="00D35C0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C729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мероприятий, направленных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гражданское и патриотическое</w:t>
            </w:r>
            <w:r w:rsidRPr="00DC7294"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360" w:type="dxa"/>
          </w:tcPr>
          <w:p w:rsidR="00993BBF" w:rsidRPr="00DC7294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мероприятий</w:t>
            </w:r>
          </w:p>
        </w:tc>
        <w:tc>
          <w:tcPr>
            <w:tcW w:w="1222" w:type="dxa"/>
          </w:tcPr>
          <w:p w:rsidR="00993BBF" w:rsidRPr="00945377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0" w:type="dxa"/>
          </w:tcPr>
          <w:p w:rsidR="00993BBF" w:rsidRPr="00945377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0" w:type="dxa"/>
          </w:tcPr>
          <w:p w:rsidR="00993BBF" w:rsidRPr="00945377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0" w:type="dxa"/>
          </w:tcPr>
          <w:p w:rsidR="00993BBF" w:rsidRPr="00945377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1" w:type="dxa"/>
          </w:tcPr>
          <w:p w:rsidR="00993BBF" w:rsidRPr="00945377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0" w:type="dxa"/>
          </w:tcPr>
          <w:p w:rsidR="00993BBF" w:rsidRPr="00945377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0" w:type="dxa"/>
          </w:tcPr>
          <w:p w:rsidR="00993BBF" w:rsidRPr="00945377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6497" w:type="dxa"/>
            <w:gridSpan w:val="2"/>
          </w:tcPr>
          <w:p w:rsidR="00993BBF" w:rsidRPr="00BF489B" w:rsidRDefault="00993BBF" w:rsidP="002546E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7CD">
              <w:rPr>
                <w:rFonts w:ascii="Times New Roman" w:hAnsi="Times New Roman" w:cs="Times New Roman"/>
                <w:sz w:val="28"/>
                <w:szCs w:val="28"/>
              </w:rPr>
              <w:t>Удельный вес детей, охваченных отдыхом, оздоровлением и временной занятостью всех форм, к 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щему числу детей в возрасте 6-</w:t>
            </w:r>
            <w:r w:rsidRPr="00AA37CD">
              <w:rPr>
                <w:rFonts w:ascii="Times New Roman" w:hAnsi="Times New Roman" w:cs="Times New Roman"/>
                <w:sz w:val="28"/>
                <w:szCs w:val="28"/>
              </w:rPr>
              <w:t xml:space="preserve">18 лет, проживающих на территории </w:t>
            </w:r>
            <w:r w:rsidRPr="00BF489B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222" w:type="dxa"/>
          </w:tcPr>
          <w:p w:rsidR="00993BBF" w:rsidRPr="00945377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37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050" w:type="dxa"/>
          </w:tcPr>
          <w:p w:rsidR="00993BBF" w:rsidRPr="00945377" w:rsidRDefault="00993BBF" w:rsidP="002546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90,2</w:t>
            </w:r>
          </w:p>
        </w:tc>
        <w:tc>
          <w:tcPr>
            <w:tcW w:w="1050" w:type="dxa"/>
          </w:tcPr>
          <w:p w:rsidR="00993BBF" w:rsidRPr="00945377" w:rsidRDefault="00993BBF" w:rsidP="002546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98,0</w:t>
            </w:r>
          </w:p>
        </w:tc>
        <w:tc>
          <w:tcPr>
            <w:tcW w:w="1120" w:type="dxa"/>
          </w:tcPr>
          <w:p w:rsidR="00993BBF" w:rsidRPr="00AA37CD" w:rsidRDefault="00993BBF" w:rsidP="00122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A37C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A37C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51" w:type="dxa"/>
          </w:tcPr>
          <w:p w:rsidR="00993BBF" w:rsidRPr="00AA37CD" w:rsidRDefault="00993BBF" w:rsidP="00122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37CD">
              <w:rPr>
                <w:rFonts w:ascii="Times New Roman" w:hAnsi="Times New Roman" w:cs="Times New Roman"/>
                <w:sz w:val="28"/>
                <w:szCs w:val="28"/>
              </w:rPr>
              <w:t>98,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20" w:type="dxa"/>
          </w:tcPr>
          <w:p w:rsidR="00993BBF" w:rsidRPr="00AA37CD" w:rsidRDefault="00993BBF" w:rsidP="00122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98,5</w:t>
            </w:r>
          </w:p>
        </w:tc>
        <w:tc>
          <w:tcPr>
            <w:tcW w:w="1120" w:type="dxa"/>
          </w:tcPr>
          <w:p w:rsidR="00993BBF" w:rsidRDefault="00993BBF" w:rsidP="00122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98,5</w:t>
            </w: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  <w:tcBorders>
              <w:bottom w:val="nil"/>
            </w:tcBorders>
          </w:tcPr>
          <w:p w:rsidR="00993BBF" w:rsidRPr="00682239" w:rsidRDefault="00993BBF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239">
              <w:rPr>
                <w:rFonts w:ascii="Times New Roman" w:hAnsi="Times New Roman" w:cs="Times New Roman"/>
                <w:sz w:val="28"/>
                <w:szCs w:val="28"/>
              </w:rPr>
              <w:t>1.6.1</w:t>
            </w:r>
          </w:p>
        </w:tc>
        <w:tc>
          <w:tcPr>
            <w:tcW w:w="4137" w:type="dxa"/>
            <w:tcBorders>
              <w:bottom w:val="nil"/>
            </w:tcBorders>
          </w:tcPr>
          <w:p w:rsidR="00993BBF" w:rsidRPr="00F730E3" w:rsidRDefault="00993BBF" w:rsidP="00D35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67E4"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и подростков в каникулярное время</w:t>
            </w:r>
          </w:p>
        </w:tc>
        <w:tc>
          <w:tcPr>
            <w:tcW w:w="2360" w:type="dxa"/>
          </w:tcPr>
          <w:p w:rsidR="00993BBF" w:rsidRPr="00F730E3" w:rsidRDefault="00993BBF" w:rsidP="0093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  <w:r w:rsidRPr="00F730E3">
              <w:rPr>
                <w:rFonts w:ascii="Times New Roman" w:hAnsi="Times New Roman" w:cs="Times New Roman"/>
                <w:sz w:val="20"/>
                <w:szCs w:val="20"/>
              </w:rPr>
              <w:t xml:space="preserve"> детей, охваченных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различными формами </w:t>
            </w:r>
            <w:r w:rsidRPr="00F730E3">
              <w:rPr>
                <w:rFonts w:ascii="Times New Roman" w:hAnsi="Times New Roman" w:cs="Times New Roman"/>
                <w:sz w:val="20"/>
                <w:szCs w:val="20"/>
              </w:rPr>
              <w:t>отдых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730E3">
              <w:rPr>
                <w:rFonts w:ascii="Times New Roman" w:hAnsi="Times New Roman" w:cs="Times New Roman"/>
                <w:sz w:val="20"/>
                <w:szCs w:val="20"/>
              </w:rPr>
              <w:t>, оздоровлени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F730E3">
              <w:rPr>
                <w:rFonts w:ascii="Times New Roman" w:hAnsi="Times New Roman" w:cs="Times New Roman"/>
                <w:sz w:val="20"/>
                <w:szCs w:val="20"/>
              </w:rPr>
              <w:t xml:space="preserve"> и занятост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1222" w:type="dxa"/>
          </w:tcPr>
          <w:p w:rsidR="00993BBF" w:rsidRPr="00945377" w:rsidRDefault="00993BBF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1050" w:type="dxa"/>
          </w:tcPr>
          <w:p w:rsidR="00993BBF" w:rsidRPr="00945377" w:rsidRDefault="00993BBF" w:rsidP="0093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839</w:t>
            </w:r>
          </w:p>
        </w:tc>
        <w:tc>
          <w:tcPr>
            <w:tcW w:w="1050" w:type="dxa"/>
          </w:tcPr>
          <w:p w:rsidR="00993BBF" w:rsidRPr="00945377" w:rsidRDefault="00993BBF" w:rsidP="0093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46 379</w:t>
            </w:r>
          </w:p>
        </w:tc>
        <w:tc>
          <w:tcPr>
            <w:tcW w:w="1120" w:type="dxa"/>
          </w:tcPr>
          <w:p w:rsidR="00993BBF" w:rsidRPr="00945377" w:rsidRDefault="00993BBF" w:rsidP="00122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051" w:type="dxa"/>
          </w:tcPr>
          <w:p w:rsidR="00993BBF" w:rsidRPr="00945377" w:rsidRDefault="00993BBF" w:rsidP="0093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46 696</w:t>
            </w:r>
          </w:p>
        </w:tc>
        <w:tc>
          <w:tcPr>
            <w:tcW w:w="1120" w:type="dxa"/>
          </w:tcPr>
          <w:p w:rsidR="00993BBF" w:rsidRPr="00945377" w:rsidRDefault="00993BBF" w:rsidP="0093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696</w:t>
            </w:r>
          </w:p>
        </w:tc>
        <w:tc>
          <w:tcPr>
            <w:tcW w:w="1120" w:type="dxa"/>
          </w:tcPr>
          <w:p w:rsidR="00993BBF" w:rsidRPr="00945377" w:rsidRDefault="00993BBF" w:rsidP="0093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696</w:t>
            </w: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  <w:tcBorders>
              <w:top w:val="nil"/>
            </w:tcBorders>
          </w:tcPr>
          <w:p w:rsidR="00993BBF" w:rsidRPr="00682239" w:rsidRDefault="00993BBF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7" w:type="dxa"/>
            <w:tcBorders>
              <w:top w:val="nil"/>
            </w:tcBorders>
          </w:tcPr>
          <w:p w:rsidR="00993BBF" w:rsidRPr="00F730E3" w:rsidRDefault="00993BBF" w:rsidP="00937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:rsidR="00993BBF" w:rsidRPr="00937EF9" w:rsidRDefault="00993BBF" w:rsidP="00EE0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A347D">
              <w:rPr>
                <w:rFonts w:ascii="Times New Roman" w:hAnsi="Times New Roman" w:cs="Times New Roman"/>
                <w:sz w:val="20"/>
                <w:szCs w:val="20"/>
              </w:rPr>
              <w:t>Охват детей, находящихся в трудной жизненной ситуации, отдыхом и оздоровлением</w:t>
            </w:r>
          </w:p>
        </w:tc>
        <w:tc>
          <w:tcPr>
            <w:tcW w:w="1222" w:type="dxa"/>
          </w:tcPr>
          <w:p w:rsidR="00993BBF" w:rsidRDefault="00993BBF" w:rsidP="00EE0F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993BBF" w:rsidRDefault="00993BBF" w:rsidP="00EE0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97,0</w:t>
            </w:r>
          </w:p>
        </w:tc>
        <w:tc>
          <w:tcPr>
            <w:tcW w:w="1050" w:type="dxa"/>
          </w:tcPr>
          <w:p w:rsidR="00993BBF" w:rsidRDefault="00993BBF" w:rsidP="00122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  <w:tc>
          <w:tcPr>
            <w:tcW w:w="1120" w:type="dxa"/>
          </w:tcPr>
          <w:p w:rsidR="00993BBF" w:rsidRPr="00945377" w:rsidRDefault="00993BBF" w:rsidP="00EE0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1051" w:type="dxa"/>
          </w:tcPr>
          <w:p w:rsidR="00993BBF" w:rsidRPr="00945377" w:rsidRDefault="00993BBF" w:rsidP="00EE0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1120" w:type="dxa"/>
          </w:tcPr>
          <w:p w:rsidR="00993BBF" w:rsidRPr="00945377" w:rsidRDefault="00993BBF" w:rsidP="00EE0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1120" w:type="dxa"/>
          </w:tcPr>
          <w:p w:rsidR="00993BBF" w:rsidRDefault="00993BBF" w:rsidP="00EE0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Pr="00682239" w:rsidRDefault="00993BBF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239">
              <w:rPr>
                <w:rFonts w:ascii="Times New Roman" w:hAnsi="Times New Roman" w:cs="Times New Roman"/>
                <w:sz w:val="28"/>
                <w:szCs w:val="28"/>
              </w:rPr>
              <w:t>1.6.2</w:t>
            </w:r>
          </w:p>
        </w:tc>
        <w:tc>
          <w:tcPr>
            <w:tcW w:w="4137" w:type="dxa"/>
          </w:tcPr>
          <w:p w:rsidR="00993BBF" w:rsidRPr="00654E14" w:rsidRDefault="00993BBF" w:rsidP="00D35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729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направленных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формирование здорового образа жизни</w:t>
            </w:r>
          </w:p>
        </w:tc>
        <w:tc>
          <w:tcPr>
            <w:tcW w:w="2360" w:type="dxa"/>
          </w:tcPr>
          <w:p w:rsidR="00993BBF" w:rsidRDefault="00993B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обучающихся в муниципальных общеобразовательных учреждениях, занимающихся по дополнительным общеобразовательным (общеразвивающим) программам эколого-биологической, туристско-краеведческой и спортивно-оздоровительной направленности, в общей численности обучающихся в муниципальных общеобразовательных учреждениях</w:t>
            </w:r>
          </w:p>
        </w:tc>
        <w:tc>
          <w:tcPr>
            <w:tcW w:w="1222" w:type="dxa"/>
          </w:tcPr>
          <w:p w:rsidR="00993BBF" w:rsidRDefault="00993B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993BBF" w:rsidRDefault="00993B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1050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21,8</w:t>
            </w:r>
          </w:p>
        </w:tc>
        <w:tc>
          <w:tcPr>
            <w:tcW w:w="1120" w:type="dxa"/>
          </w:tcPr>
          <w:p w:rsidR="00993BBF" w:rsidRDefault="00993B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21,7</w:t>
            </w:r>
          </w:p>
        </w:tc>
        <w:tc>
          <w:tcPr>
            <w:tcW w:w="1051" w:type="dxa"/>
          </w:tcPr>
          <w:p w:rsidR="00993BBF" w:rsidRDefault="00993B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22,2</w:t>
            </w:r>
          </w:p>
        </w:tc>
        <w:tc>
          <w:tcPr>
            <w:tcW w:w="1120" w:type="dxa"/>
          </w:tcPr>
          <w:p w:rsidR="00993BBF" w:rsidRDefault="00993B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22,7</w:t>
            </w:r>
          </w:p>
        </w:tc>
        <w:tc>
          <w:tcPr>
            <w:tcW w:w="1120" w:type="dxa"/>
          </w:tcPr>
          <w:p w:rsidR="00993BBF" w:rsidRDefault="00993B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22,7</w:t>
            </w: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1.6.3</w:t>
            </w:r>
          </w:p>
        </w:tc>
        <w:tc>
          <w:tcPr>
            <w:tcW w:w="4137" w:type="dxa"/>
          </w:tcPr>
          <w:p w:rsidR="00993BBF" w:rsidRPr="009B030C" w:rsidRDefault="00993BBF" w:rsidP="00D35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B030C">
              <w:rPr>
                <w:rFonts w:ascii="Times New Roman" w:hAnsi="Times New Roman" w:cs="Times New Roman"/>
                <w:sz w:val="24"/>
                <w:szCs w:val="24"/>
              </w:rPr>
              <w:t>Внедрение инновационных проектов организации каникулярного времени, ориентированных на непрерывный процесс интеллектуального, творческого и физического развития детей и подростков</w:t>
            </w:r>
          </w:p>
        </w:tc>
        <w:tc>
          <w:tcPr>
            <w:tcW w:w="2360" w:type="dxa"/>
          </w:tcPr>
          <w:p w:rsidR="00993BBF" w:rsidRPr="00654E14" w:rsidRDefault="00993BBF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реализованных проектов в каникулярное время</w:t>
            </w:r>
          </w:p>
        </w:tc>
        <w:tc>
          <w:tcPr>
            <w:tcW w:w="1222" w:type="dxa"/>
          </w:tcPr>
          <w:p w:rsidR="00993BBF" w:rsidRPr="00945377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0" w:type="dxa"/>
          </w:tcPr>
          <w:p w:rsidR="00993BBF" w:rsidRPr="00945377" w:rsidRDefault="00993BBF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0" w:type="dxa"/>
          </w:tcPr>
          <w:p w:rsidR="00993BBF" w:rsidRPr="00945377" w:rsidRDefault="00993BBF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0" w:type="dxa"/>
          </w:tcPr>
          <w:p w:rsidR="00993BBF" w:rsidRPr="00945377" w:rsidRDefault="00993BBF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1" w:type="dxa"/>
          </w:tcPr>
          <w:p w:rsidR="00993BBF" w:rsidRPr="00945377" w:rsidRDefault="00993BBF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0" w:type="dxa"/>
          </w:tcPr>
          <w:p w:rsidR="00993BBF" w:rsidRPr="00945377" w:rsidRDefault="00993BBF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0" w:type="dxa"/>
          </w:tcPr>
          <w:p w:rsidR="00993BBF" w:rsidRPr="00945377" w:rsidRDefault="00993BBF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6497" w:type="dxa"/>
            <w:gridSpan w:val="2"/>
          </w:tcPr>
          <w:p w:rsidR="00993BBF" w:rsidRPr="00B91BC9" w:rsidRDefault="00993BBF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1B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Удовлетворенность населения качеством образовательных услуг</w:t>
            </w:r>
          </w:p>
        </w:tc>
        <w:tc>
          <w:tcPr>
            <w:tcW w:w="1222" w:type="dxa"/>
          </w:tcPr>
          <w:p w:rsidR="00993BBF" w:rsidRPr="00B91BC9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1BC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050" w:type="dxa"/>
          </w:tcPr>
          <w:p w:rsidR="00993BBF" w:rsidRPr="00B91BC9" w:rsidRDefault="00993BBF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1BC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B91BC9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050" w:type="dxa"/>
          </w:tcPr>
          <w:p w:rsidR="00993BBF" w:rsidRPr="00B91BC9" w:rsidRDefault="00993BBF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1BC9">
              <w:rPr>
                <w:rFonts w:ascii="Times New Roman" w:hAnsi="Times New Roman" w:cs="Times New Roman"/>
                <w:sz w:val="28"/>
                <w:szCs w:val="28"/>
              </w:rPr>
              <w:t>87,5</w:t>
            </w:r>
          </w:p>
        </w:tc>
        <w:tc>
          <w:tcPr>
            <w:tcW w:w="1120" w:type="dxa"/>
          </w:tcPr>
          <w:p w:rsidR="00993BBF" w:rsidRPr="00B91BC9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1BC9">
              <w:rPr>
                <w:rFonts w:ascii="Times New Roman" w:hAnsi="Times New Roman" w:cs="Times New Roman"/>
                <w:sz w:val="28"/>
                <w:szCs w:val="28"/>
              </w:rPr>
              <w:t>88,0</w:t>
            </w:r>
          </w:p>
        </w:tc>
        <w:tc>
          <w:tcPr>
            <w:tcW w:w="1051" w:type="dxa"/>
          </w:tcPr>
          <w:p w:rsidR="00993BBF" w:rsidRPr="00B91BC9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1BC9">
              <w:rPr>
                <w:rFonts w:ascii="Times New Roman" w:hAnsi="Times New Roman" w:cs="Times New Roman"/>
                <w:sz w:val="28"/>
                <w:szCs w:val="28"/>
              </w:rPr>
              <w:t>88,5</w:t>
            </w:r>
          </w:p>
        </w:tc>
        <w:tc>
          <w:tcPr>
            <w:tcW w:w="1120" w:type="dxa"/>
          </w:tcPr>
          <w:p w:rsidR="00993BBF" w:rsidRPr="00B91BC9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1BC9">
              <w:rPr>
                <w:rFonts w:ascii="Times New Roman" w:hAnsi="Times New Roman" w:cs="Times New Roman"/>
                <w:sz w:val="28"/>
                <w:szCs w:val="28"/>
              </w:rPr>
              <w:t>88,5</w:t>
            </w:r>
          </w:p>
        </w:tc>
        <w:tc>
          <w:tcPr>
            <w:tcW w:w="1120" w:type="dxa"/>
          </w:tcPr>
          <w:p w:rsidR="00993BBF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1BC9">
              <w:rPr>
                <w:rFonts w:ascii="Times New Roman" w:hAnsi="Times New Roman" w:cs="Times New Roman"/>
                <w:sz w:val="28"/>
                <w:szCs w:val="28"/>
              </w:rPr>
              <w:t>88,5</w:t>
            </w:r>
          </w:p>
        </w:tc>
      </w:tr>
      <w:tr w:rsidR="00993BBF" w:rsidRPr="00797386">
        <w:trPr>
          <w:cantSplit/>
          <w:trHeight w:val="275"/>
          <w:jc w:val="center"/>
        </w:trPr>
        <w:tc>
          <w:tcPr>
            <w:tcW w:w="1113" w:type="dxa"/>
          </w:tcPr>
          <w:p w:rsidR="00993BBF" w:rsidRPr="00682239" w:rsidRDefault="00993BBF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239">
              <w:rPr>
                <w:rFonts w:ascii="Times New Roman" w:hAnsi="Times New Roman" w:cs="Times New Roman"/>
                <w:sz w:val="28"/>
                <w:szCs w:val="28"/>
              </w:rPr>
              <w:t>1.7.1</w:t>
            </w:r>
          </w:p>
        </w:tc>
        <w:tc>
          <w:tcPr>
            <w:tcW w:w="4137" w:type="dxa"/>
          </w:tcPr>
          <w:p w:rsidR="00993BBF" w:rsidRPr="000F75B2" w:rsidRDefault="00993BBF" w:rsidP="00937E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75B2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(итоговая) аттестация выпускников 9-х классов </w:t>
            </w:r>
          </w:p>
        </w:tc>
        <w:tc>
          <w:tcPr>
            <w:tcW w:w="2360" w:type="dxa"/>
          </w:tcPr>
          <w:p w:rsidR="00993BBF" w:rsidRDefault="00993BBF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F75B2">
              <w:rPr>
                <w:rFonts w:ascii="Times New Roman" w:hAnsi="Times New Roman" w:cs="Times New Roman"/>
              </w:rPr>
              <w:t xml:space="preserve">Удельный вес выпускников </w:t>
            </w:r>
          </w:p>
          <w:p w:rsidR="00993BBF" w:rsidRDefault="00993BBF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F75B2">
              <w:rPr>
                <w:rFonts w:ascii="Times New Roman" w:hAnsi="Times New Roman" w:cs="Times New Roman"/>
              </w:rPr>
              <w:t xml:space="preserve">9-х классов, </w:t>
            </w:r>
          </w:p>
          <w:p w:rsidR="00993BBF" w:rsidRDefault="00993BBF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F75B2">
              <w:rPr>
                <w:rFonts w:ascii="Times New Roman" w:hAnsi="Times New Roman" w:cs="Times New Roman"/>
              </w:rPr>
              <w:t xml:space="preserve">не получивших аттестаты об основном общем образовании, </w:t>
            </w:r>
          </w:p>
          <w:p w:rsidR="00993BBF" w:rsidRDefault="00993BBF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F75B2">
              <w:rPr>
                <w:rFonts w:ascii="Times New Roman" w:hAnsi="Times New Roman" w:cs="Times New Roman"/>
              </w:rPr>
              <w:t>в общем количестве выпускников</w:t>
            </w:r>
          </w:p>
          <w:p w:rsidR="00993BBF" w:rsidRPr="000F75B2" w:rsidRDefault="00993BBF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F75B2">
              <w:rPr>
                <w:rFonts w:ascii="Times New Roman" w:hAnsi="Times New Roman" w:cs="Times New Roman"/>
              </w:rPr>
              <w:t>9-х классов</w:t>
            </w:r>
          </w:p>
        </w:tc>
        <w:tc>
          <w:tcPr>
            <w:tcW w:w="1222" w:type="dxa"/>
          </w:tcPr>
          <w:p w:rsidR="00993BBF" w:rsidRPr="00945377" w:rsidRDefault="00993BBF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  <w:tcBorders>
              <w:bottom w:val="nil"/>
            </w:tcBorders>
          </w:tcPr>
          <w:p w:rsidR="00993BBF" w:rsidRPr="00945377" w:rsidRDefault="00993BBF" w:rsidP="00937EF9">
            <w:pPr>
              <w:tabs>
                <w:tab w:val="left" w:pos="64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1,20</w:t>
            </w:r>
          </w:p>
        </w:tc>
        <w:tc>
          <w:tcPr>
            <w:tcW w:w="1050" w:type="dxa"/>
            <w:tcBorders>
              <w:bottom w:val="nil"/>
            </w:tcBorders>
          </w:tcPr>
          <w:p w:rsidR="00993BBF" w:rsidRPr="00B577CF" w:rsidRDefault="00993BBF" w:rsidP="0093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0,71</w:t>
            </w:r>
          </w:p>
        </w:tc>
        <w:tc>
          <w:tcPr>
            <w:tcW w:w="1120" w:type="dxa"/>
            <w:tcBorders>
              <w:bottom w:val="nil"/>
            </w:tcBorders>
          </w:tcPr>
          <w:p w:rsidR="00993BBF" w:rsidRPr="00B577CF" w:rsidRDefault="00993BBF" w:rsidP="0093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1,10</w:t>
            </w:r>
          </w:p>
        </w:tc>
        <w:tc>
          <w:tcPr>
            <w:tcW w:w="1051" w:type="dxa"/>
            <w:tcBorders>
              <w:bottom w:val="nil"/>
            </w:tcBorders>
          </w:tcPr>
          <w:p w:rsidR="00993BBF" w:rsidRPr="00B577CF" w:rsidRDefault="00993BBF" w:rsidP="0093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1,05</w:t>
            </w:r>
          </w:p>
        </w:tc>
        <w:tc>
          <w:tcPr>
            <w:tcW w:w="1120" w:type="dxa"/>
            <w:tcBorders>
              <w:bottom w:val="nil"/>
            </w:tcBorders>
          </w:tcPr>
          <w:p w:rsidR="00993BBF" w:rsidRPr="00B577CF" w:rsidRDefault="00993BBF" w:rsidP="0093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1,05</w:t>
            </w:r>
          </w:p>
        </w:tc>
        <w:tc>
          <w:tcPr>
            <w:tcW w:w="1120" w:type="dxa"/>
            <w:tcBorders>
              <w:bottom w:val="nil"/>
            </w:tcBorders>
          </w:tcPr>
          <w:p w:rsidR="00993BBF" w:rsidRPr="00B577CF" w:rsidRDefault="00993BBF" w:rsidP="0093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1,05</w:t>
            </w:r>
          </w:p>
        </w:tc>
      </w:tr>
      <w:tr w:rsidR="00993BBF" w:rsidRPr="00797386">
        <w:trPr>
          <w:cantSplit/>
          <w:trHeight w:val="275"/>
          <w:jc w:val="center"/>
        </w:trPr>
        <w:tc>
          <w:tcPr>
            <w:tcW w:w="1113" w:type="dxa"/>
            <w:vMerge w:val="restart"/>
          </w:tcPr>
          <w:p w:rsidR="00993BBF" w:rsidRPr="00682239" w:rsidRDefault="00993BBF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239">
              <w:rPr>
                <w:rFonts w:ascii="Times New Roman" w:hAnsi="Times New Roman" w:cs="Times New Roman"/>
                <w:sz w:val="28"/>
                <w:szCs w:val="28"/>
              </w:rPr>
              <w:t>1.7.2</w:t>
            </w:r>
          </w:p>
        </w:tc>
        <w:tc>
          <w:tcPr>
            <w:tcW w:w="4137" w:type="dxa"/>
            <w:vMerge w:val="restart"/>
          </w:tcPr>
          <w:p w:rsidR="00993BBF" w:rsidRPr="000F75B2" w:rsidRDefault="00993BBF" w:rsidP="002546E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75B2">
              <w:rPr>
                <w:rFonts w:ascii="Times New Roman" w:hAnsi="Times New Roman" w:cs="Times New Roman"/>
                <w:sz w:val="24"/>
                <w:szCs w:val="24"/>
              </w:rPr>
              <w:t>Государственная (итоговая) аттестация выпускников 11-х классов в форме ЕГЭ</w:t>
            </w:r>
          </w:p>
        </w:tc>
        <w:tc>
          <w:tcPr>
            <w:tcW w:w="2360" w:type="dxa"/>
          </w:tcPr>
          <w:p w:rsidR="00993BBF" w:rsidRPr="008B5B39" w:rsidRDefault="00993BBF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Средний балл ЕГЭ:</w:t>
            </w:r>
          </w:p>
        </w:tc>
        <w:tc>
          <w:tcPr>
            <w:tcW w:w="1222" w:type="dxa"/>
            <w:vMerge w:val="restart"/>
          </w:tcPr>
          <w:p w:rsidR="00993BBF" w:rsidRPr="00945377" w:rsidRDefault="00993BBF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1050" w:type="dxa"/>
            <w:tcBorders>
              <w:bottom w:val="nil"/>
            </w:tcBorders>
          </w:tcPr>
          <w:p w:rsidR="00993BBF" w:rsidRPr="00B577CF" w:rsidRDefault="00993BBF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bottom w:val="nil"/>
            </w:tcBorders>
          </w:tcPr>
          <w:p w:rsidR="00993BBF" w:rsidRPr="00B577CF" w:rsidRDefault="00993BBF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nil"/>
            </w:tcBorders>
          </w:tcPr>
          <w:p w:rsidR="00993BBF" w:rsidRPr="00B577CF" w:rsidRDefault="00993BBF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bottom w:val="nil"/>
            </w:tcBorders>
          </w:tcPr>
          <w:p w:rsidR="00993BBF" w:rsidRPr="00B577CF" w:rsidRDefault="00993BBF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nil"/>
            </w:tcBorders>
          </w:tcPr>
          <w:p w:rsidR="00993BBF" w:rsidRPr="00B577CF" w:rsidRDefault="00993BBF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nil"/>
            </w:tcBorders>
          </w:tcPr>
          <w:p w:rsidR="00993BBF" w:rsidRPr="00B577CF" w:rsidRDefault="00993BBF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trHeight w:val="275"/>
          <w:jc w:val="center"/>
        </w:trPr>
        <w:tc>
          <w:tcPr>
            <w:tcW w:w="1113" w:type="dxa"/>
            <w:vMerge/>
          </w:tcPr>
          <w:p w:rsidR="00993BBF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7" w:type="dxa"/>
            <w:vMerge/>
          </w:tcPr>
          <w:p w:rsidR="00993BBF" w:rsidRPr="000F75B2" w:rsidRDefault="00993BBF" w:rsidP="002546E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:rsidR="00993BBF" w:rsidRDefault="00993BBF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по математике</w:t>
            </w:r>
          </w:p>
        </w:tc>
        <w:tc>
          <w:tcPr>
            <w:tcW w:w="1222" w:type="dxa"/>
            <w:vMerge/>
          </w:tcPr>
          <w:p w:rsidR="00993BBF" w:rsidRDefault="00993BBF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</w:tcBorders>
          </w:tcPr>
          <w:p w:rsidR="00993BBF" w:rsidRPr="00B577CF" w:rsidRDefault="00993BBF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050" w:type="dxa"/>
            <w:tcBorders>
              <w:top w:val="nil"/>
            </w:tcBorders>
          </w:tcPr>
          <w:p w:rsidR="00993BBF" w:rsidRPr="00B577CF" w:rsidRDefault="00993BBF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  <w:tc>
          <w:tcPr>
            <w:tcW w:w="1120" w:type="dxa"/>
            <w:tcBorders>
              <w:top w:val="nil"/>
            </w:tcBorders>
          </w:tcPr>
          <w:p w:rsidR="00993BBF" w:rsidRPr="00B577CF" w:rsidRDefault="00993BBF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</w:tc>
        <w:tc>
          <w:tcPr>
            <w:tcW w:w="1051" w:type="dxa"/>
            <w:tcBorders>
              <w:top w:val="nil"/>
            </w:tcBorders>
          </w:tcPr>
          <w:p w:rsidR="00993BBF" w:rsidRPr="00B577CF" w:rsidRDefault="00993BBF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  <w:tc>
          <w:tcPr>
            <w:tcW w:w="1120" w:type="dxa"/>
            <w:tcBorders>
              <w:top w:val="nil"/>
            </w:tcBorders>
          </w:tcPr>
          <w:p w:rsidR="00993BBF" w:rsidRPr="00B577CF" w:rsidRDefault="00993BBF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</w:p>
        </w:tc>
        <w:tc>
          <w:tcPr>
            <w:tcW w:w="1120" w:type="dxa"/>
            <w:tcBorders>
              <w:top w:val="nil"/>
            </w:tcBorders>
          </w:tcPr>
          <w:p w:rsidR="00993BBF" w:rsidRPr="00B577CF" w:rsidRDefault="00993BBF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</w:p>
        </w:tc>
      </w:tr>
      <w:tr w:rsidR="00993BBF" w:rsidRPr="00797386">
        <w:trPr>
          <w:cantSplit/>
          <w:trHeight w:val="275"/>
          <w:jc w:val="center"/>
        </w:trPr>
        <w:tc>
          <w:tcPr>
            <w:tcW w:w="1113" w:type="dxa"/>
            <w:vMerge/>
          </w:tcPr>
          <w:p w:rsidR="00993BBF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7" w:type="dxa"/>
            <w:vMerge/>
          </w:tcPr>
          <w:p w:rsidR="00993BBF" w:rsidRPr="000F75B2" w:rsidRDefault="00993BBF" w:rsidP="002546E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:rsidR="00993BBF" w:rsidRDefault="00993BBF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по русскому языку</w:t>
            </w:r>
          </w:p>
        </w:tc>
        <w:tc>
          <w:tcPr>
            <w:tcW w:w="1222" w:type="dxa"/>
            <w:vMerge/>
          </w:tcPr>
          <w:p w:rsidR="00993BBF" w:rsidRDefault="00993BBF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B577CF" w:rsidRDefault="00993BBF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65,3</w:t>
            </w:r>
          </w:p>
        </w:tc>
        <w:tc>
          <w:tcPr>
            <w:tcW w:w="1050" w:type="dxa"/>
          </w:tcPr>
          <w:p w:rsidR="00993BBF" w:rsidRPr="00B577CF" w:rsidRDefault="00993BBF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67,4</w:t>
            </w:r>
          </w:p>
        </w:tc>
        <w:tc>
          <w:tcPr>
            <w:tcW w:w="1120" w:type="dxa"/>
          </w:tcPr>
          <w:p w:rsidR="00993BBF" w:rsidRPr="00B577CF" w:rsidRDefault="00993BBF" w:rsidP="00122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67,5</w:t>
            </w:r>
          </w:p>
        </w:tc>
        <w:tc>
          <w:tcPr>
            <w:tcW w:w="1051" w:type="dxa"/>
          </w:tcPr>
          <w:p w:rsidR="00993BBF" w:rsidRPr="00B577CF" w:rsidRDefault="00993BBF" w:rsidP="00122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67,6</w:t>
            </w:r>
          </w:p>
        </w:tc>
        <w:tc>
          <w:tcPr>
            <w:tcW w:w="1120" w:type="dxa"/>
          </w:tcPr>
          <w:p w:rsidR="00993BBF" w:rsidRPr="00B577CF" w:rsidRDefault="00993BBF" w:rsidP="00122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67,7</w:t>
            </w:r>
          </w:p>
        </w:tc>
        <w:tc>
          <w:tcPr>
            <w:tcW w:w="1120" w:type="dxa"/>
          </w:tcPr>
          <w:p w:rsidR="00993BBF" w:rsidRPr="00B577CF" w:rsidRDefault="00993BBF" w:rsidP="00122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67,7</w:t>
            </w: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1.7.3</w:t>
            </w:r>
          </w:p>
        </w:tc>
        <w:tc>
          <w:tcPr>
            <w:tcW w:w="4137" w:type="dxa"/>
          </w:tcPr>
          <w:p w:rsidR="00993BBF" w:rsidRPr="000F75B2" w:rsidRDefault="00993BBF" w:rsidP="002546E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образовательных достижений обучающихся</w:t>
            </w:r>
            <w:r w:rsidRPr="000F75B2">
              <w:rPr>
                <w:rFonts w:ascii="Times New Roman" w:hAnsi="Times New Roman" w:cs="Times New Roman"/>
                <w:sz w:val="24"/>
                <w:szCs w:val="24"/>
              </w:rPr>
              <w:t xml:space="preserve"> на разных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уровнях</w:t>
            </w:r>
            <w:r w:rsidRPr="000F75B2"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2360" w:type="dxa"/>
          </w:tcPr>
          <w:p w:rsidR="00993BBF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75B2">
              <w:rPr>
                <w:rFonts w:ascii="Times New Roman" w:hAnsi="Times New Roman" w:cs="Times New Roman"/>
                <w:color w:val="000000"/>
              </w:rPr>
              <w:t xml:space="preserve">Доля обучающихся, прошедших внешнюю экспертизу уровня освоения </w:t>
            </w:r>
            <w:r>
              <w:rPr>
                <w:rFonts w:ascii="Times New Roman" w:hAnsi="Times New Roman" w:cs="Times New Roman"/>
                <w:color w:val="000000"/>
              </w:rPr>
              <w:t>ФГОС</w:t>
            </w:r>
          </w:p>
          <w:p w:rsidR="00993BBF" w:rsidRPr="000F75B2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F75B2">
              <w:rPr>
                <w:rFonts w:ascii="Times New Roman" w:hAnsi="Times New Roman" w:cs="Times New Roman"/>
                <w:color w:val="000000"/>
              </w:rPr>
              <w:t xml:space="preserve">по различным </w:t>
            </w:r>
            <w:r>
              <w:rPr>
                <w:rFonts w:ascii="Times New Roman" w:hAnsi="Times New Roman" w:cs="Times New Roman"/>
                <w:color w:val="000000"/>
              </w:rPr>
              <w:t>уровням</w:t>
            </w:r>
            <w:r w:rsidRPr="000F75B2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общего </w:t>
            </w:r>
            <w:r w:rsidRPr="000F75B2">
              <w:rPr>
                <w:rFonts w:ascii="Times New Roman" w:hAnsi="Times New Roman" w:cs="Times New Roman"/>
                <w:color w:val="000000"/>
              </w:rPr>
              <w:t>образования</w:t>
            </w:r>
          </w:p>
        </w:tc>
        <w:tc>
          <w:tcPr>
            <w:tcW w:w="1222" w:type="dxa"/>
          </w:tcPr>
          <w:p w:rsidR="00993BBF" w:rsidRPr="00945377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993BBF" w:rsidRPr="00945377" w:rsidRDefault="00993BBF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050" w:type="dxa"/>
          </w:tcPr>
          <w:p w:rsidR="00993BBF" w:rsidRPr="00945377" w:rsidRDefault="00993BBF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92,3</w:t>
            </w:r>
          </w:p>
        </w:tc>
        <w:tc>
          <w:tcPr>
            <w:tcW w:w="1120" w:type="dxa"/>
          </w:tcPr>
          <w:p w:rsidR="00993BBF" w:rsidRPr="00945377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51" w:type="dxa"/>
          </w:tcPr>
          <w:p w:rsidR="00993BBF" w:rsidRPr="00945377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0" w:type="dxa"/>
          </w:tcPr>
          <w:p w:rsidR="00993BBF" w:rsidRPr="00945377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0" w:type="dxa"/>
          </w:tcPr>
          <w:p w:rsidR="00993BBF" w:rsidRPr="00945377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1.7.4</w:t>
            </w:r>
          </w:p>
        </w:tc>
        <w:tc>
          <w:tcPr>
            <w:tcW w:w="4137" w:type="dxa"/>
          </w:tcPr>
          <w:p w:rsidR="00993BBF" w:rsidRPr="008939DF" w:rsidRDefault="00993BBF" w:rsidP="002C21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9DF">
              <w:rPr>
                <w:rFonts w:ascii="Times New Roman" w:hAnsi="Times New Roman" w:cs="Times New Roman"/>
                <w:sz w:val="24"/>
                <w:szCs w:val="24"/>
              </w:rPr>
              <w:t>Разработка, издание информационно-аналитических материалов, методических рекомендаций по проблемам образования</w:t>
            </w:r>
          </w:p>
        </w:tc>
        <w:tc>
          <w:tcPr>
            <w:tcW w:w="2360" w:type="dxa"/>
          </w:tcPr>
          <w:p w:rsidR="00993BBF" w:rsidRPr="008939DF" w:rsidRDefault="00993BBF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разработанных информационно-аналитических материалов, методических рекомендаций</w:t>
            </w:r>
          </w:p>
        </w:tc>
        <w:tc>
          <w:tcPr>
            <w:tcW w:w="1222" w:type="dxa"/>
          </w:tcPr>
          <w:p w:rsidR="00993BBF" w:rsidRPr="004A208D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50" w:type="dxa"/>
          </w:tcPr>
          <w:p w:rsidR="00993BBF" w:rsidRPr="004A208D" w:rsidRDefault="00993BBF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0" w:type="dxa"/>
          </w:tcPr>
          <w:p w:rsidR="00993BBF" w:rsidRPr="004A208D" w:rsidRDefault="00993BBF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0" w:type="dxa"/>
          </w:tcPr>
          <w:p w:rsidR="00993BBF" w:rsidRPr="004A208D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1" w:type="dxa"/>
          </w:tcPr>
          <w:p w:rsidR="00993BBF" w:rsidRPr="004A208D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0" w:type="dxa"/>
          </w:tcPr>
          <w:p w:rsidR="00993BBF" w:rsidRPr="004A208D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0" w:type="dxa"/>
          </w:tcPr>
          <w:p w:rsidR="00993BBF" w:rsidRPr="004A208D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4137" w:type="dxa"/>
          </w:tcPr>
          <w:p w:rsidR="00993BBF" w:rsidRPr="008939DF" w:rsidRDefault="00993BBF" w:rsidP="002C21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уплаты земельного налога по учреждениям образования</w:t>
            </w:r>
          </w:p>
        </w:tc>
        <w:tc>
          <w:tcPr>
            <w:tcW w:w="2360" w:type="dxa"/>
          </w:tcPr>
          <w:p w:rsidR="00993BBF" w:rsidRDefault="00993BBF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земельного участка</w:t>
            </w:r>
          </w:p>
        </w:tc>
        <w:tc>
          <w:tcPr>
            <w:tcW w:w="1222" w:type="dxa"/>
          </w:tcPr>
          <w:p w:rsidR="00993BBF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</w:p>
        </w:tc>
        <w:tc>
          <w:tcPr>
            <w:tcW w:w="1050" w:type="dxa"/>
          </w:tcPr>
          <w:p w:rsidR="00993BBF" w:rsidRDefault="00993BBF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32 829,0</w:t>
            </w:r>
          </w:p>
        </w:tc>
        <w:tc>
          <w:tcPr>
            <w:tcW w:w="1050" w:type="dxa"/>
          </w:tcPr>
          <w:p w:rsidR="00993BBF" w:rsidRDefault="00993BBF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32 829,0</w:t>
            </w:r>
          </w:p>
        </w:tc>
      </w:tr>
      <w:tr w:rsidR="00993BBF" w:rsidRPr="00797386">
        <w:trPr>
          <w:cantSplit/>
          <w:jc w:val="center"/>
        </w:trPr>
        <w:tc>
          <w:tcPr>
            <w:tcW w:w="15343" w:type="dxa"/>
            <w:gridSpan w:val="10"/>
          </w:tcPr>
          <w:p w:rsidR="00993BBF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 Совершенствование</w:t>
            </w:r>
            <w:r w:rsidRPr="001D3169">
              <w:rPr>
                <w:rFonts w:ascii="Times New Roman" w:hAnsi="Times New Roman" w:cs="Times New Roman"/>
                <w:sz w:val="28"/>
                <w:szCs w:val="28"/>
              </w:rPr>
              <w:t xml:space="preserve"> системы выявления, развития и адресной поддержки одаренных детей в различных областях деятельности</w:t>
            </w:r>
          </w:p>
        </w:tc>
      </w:tr>
      <w:tr w:rsidR="00993BBF">
        <w:trPr>
          <w:cantSplit/>
          <w:jc w:val="center"/>
        </w:trPr>
        <w:tc>
          <w:tcPr>
            <w:tcW w:w="1113" w:type="dxa"/>
          </w:tcPr>
          <w:p w:rsidR="00993BBF" w:rsidRDefault="00993BBF" w:rsidP="007309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6497" w:type="dxa"/>
            <w:gridSpan w:val="2"/>
          </w:tcPr>
          <w:p w:rsidR="00993BBF" w:rsidRPr="00682239" w:rsidRDefault="00993BBF" w:rsidP="00937E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239">
              <w:rPr>
                <w:rFonts w:ascii="Times New Roman" w:hAnsi="Times New Roman" w:cs="Times New Roman"/>
                <w:sz w:val="28"/>
                <w:szCs w:val="28"/>
              </w:rPr>
              <w:t>Количество воспитанников и учащихся муниципальных образовательных учреждений, достигших значительных результатов в различных направлениях деятельности</w:t>
            </w:r>
          </w:p>
        </w:tc>
        <w:tc>
          <w:tcPr>
            <w:tcW w:w="1222" w:type="dxa"/>
          </w:tcPr>
          <w:p w:rsidR="00993BBF" w:rsidRPr="00797386" w:rsidRDefault="00993BBF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050" w:type="dxa"/>
          </w:tcPr>
          <w:p w:rsidR="00993BBF" w:rsidRPr="00797386" w:rsidRDefault="00993BBF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050" w:type="dxa"/>
          </w:tcPr>
          <w:p w:rsidR="00993BBF" w:rsidRPr="00797386" w:rsidRDefault="00993BBF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120" w:type="dxa"/>
          </w:tcPr>
          <w:p w:rsidR="00993BBF" w:rsidRPr="00797386" w:rsidRDefault="00993BBF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051" w:type="dxa"/>
          </w:tcPr>
          <w:p w:rsidR="00993BBF" w:rsidRPr="00797386" w:rsidRDefault="00993BBF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120" w:type="dxa"/>
          </w:tcPr>
          <w:p w:rsidR="00993BBF" w:rsidRPr="00797386" w:rsidRDefault="00993BBF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120" w:type="dxa"/>
          </w:tcPr>
          <w:p w:rsidR="00993BBF" w:rsidRDefault="00993BBF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</w:tr>
      <w:tr w:rsidR="00993BBF" w:rsidRPr="004A208D">
        <w:trPr>
          <w:cantSplit/>
          <w:jc w:val="center"/>
        </w:trPr>
        <w:tc>
          <w:tcPr>
            <w:tcW w:w="1113" w:type="dxa"/>
          </w:tcPr>
          <w:p w:rsidR="00993BBF" w:rsidRDefault="00993BBF" w:rsidP="007309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4137" w:type="dxa"/>
          </w:tcPr>
          <w:p w:rsidR="00993BBF" w:rsidRPr="00ED0263" w:rsidRDefault="00993BBF" w:rsidP="002C2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0263">
              <w:rPr>
                <w:rFonts w:ascii="Times New Roman" w:hAnsi="Times New Roman" w:cs="Times New Roman"/>
                <w:sz w:val="24"/>
                <w:szCs w:val="24"/>
              </w:rPr>
              <w:t>Стипендии для одаренных детей – учащихся муниципальных общеобразовательных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города Калининграда </w:t>
            </w:r>
            <w:r w:rsidRPr="00ED0263">
              <w:rPr>
                <w:rFonts w:ascii="Times New Roman" w:hAnsi="Times New Roman" w:cs="Times New Roman"/>
                <w:sz w:val="24"/>
                <w:szCs w:val="24"/>
              </w:rPr>
              <w:t>за особые достижения в сфере образования</w:t>
            </w:r>
          </w:p>
        </w:tc>
        <w:tc>
          <w:tcPr>
            <w:tcW w:w="2360" w:type="dxa"/>
          </w:tcPr>
          <w:p w:rsidR="00993BBF" w:rsidRPr="00ED0263" w:rsidRDefault="00993BBF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D0263">
              <w:rPr>
                <w:rFonts w:ascii="Times New Roman" w:hAnsi="Times New Roman" w:cs="Times New Roman"/>
              </w:rPr>
              <w:t xml:space="preserve">Количество </w:t>
            </w:r>
            <w:r>
              <w:rPr>
                <w:rFonts w:ascii="Times New Roman" w:hAnsi="Times New Roman" w:cs="Times New Roman"/>
              </w:rPr>
              <w:t>уча</w:t>
            </w:r>
            <w:r w:rsidRPr="00ED0263">
              <w:rPr>
                <w:rFonts w:ascii="Times New Roman" w:hAnsi="Times New Roman" w:cs="Times New Roman"/>
              </w:rPr>
              <w:t xml:space="preserve">щихся </w:t>
            </w:r>
            <w:r>
              <w:rPr>
                <w:rFonts w:ascii="Times New Roman" w:hAnsi="Times New Roman" w:cs="Times New Roman"/>
              </w:rPr>
              <w:t>муниципальных обще</w:t>
            </w:r>
            <w:r w:rsidRPr="00ED0263">
              <w:rPr>
                <w:rFonts w:ascii="Times New Roman" w:hAnsi="Times New Roman" w:cs="Times New Roman"/>
              </w:rPr>
              <w:t>образовательных учреждений, получающих стипендии главы городского округа «Город Калининград</w:t>
            </w:r>
            <w:r>
              <w:rPr>
                <w:rFonts w:ascii="Times New Roman" w:hAnsi="Times New Roman" w:cs="Times New Roman"/>
              </w:rPr>
              <w:t>» и городского Совета депутатов Калининграда</w:t>
            </w:r>
          </w:p>
        </w:tc>
        <w:tc>
          <w:tcPr>
            <w:tcW w:w="1222" w:type="dxa"/>
          </w:tcPr>
          <w:p w:rsidR="00993BBF" w:rsidRPr="004A208D" w:rsidRDefault="00993BBF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1050" w:type="dxa"/>
          </w:tcPr>
          <w:p w:rsidR="00993BBF" w:rsidRPr="004A208D" w:rsidRDefault="00993BBF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50" w:type="dxa"/>
          </w:tcPr>
          <w:p w:rsidR="00993BBF" w:rsidRPr="004A208D" w:rsidRDefault="00993BBF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20" w:type="dxa"/>
          </w:tcPr>
          <w:p w:rsidR="00993BBF" w:rsidRPr="004A208D" w:rsidRDefault="00993BBF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51" w:type="dxa"/>
          </w:tcPr>
          <w:p w:rsidR="00993BBF" w:rsidRPr="004A208D" w:rsidRDefault="00993BBF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20" w:type="dxa"/>
          </w:tcPr>
          <w:p w:rsidR="00993BBF" w:rsidRPr="004A208D" w:rsidRDefault="00993BBF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20" w:type="dxa"/>
          </w:tcPr>
          <w:p w:rsidR="00993BBF" w:rsidRPr="004A208D" w:rsidRDefault="00993BBF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993BBF" w:rsidRPr="004A208D">
        <w:trPr>
          <w:cantSplit/>
          <w:jc w:val="center"/>
        </w:trPr>
        <w:tc>
          <w:tcPr>
            <w:tcW w:w="1113" w:type="dxa"/>
          </w:tcPr>
          <w:p w:rsidR="00993BBF" w:rsidRDefault="00993BBF" w:rsidP="007309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2.1.2</w:t>
            </w:r>
          </w:p>
        </w:tc>
        <w:tc>
          <w:tcPr>
            <w:tcW w:w="4137" w:type="dxa"/>
          </w:tcPr>
          <w:p w:rsidR="00993BBF" w:rsidRPr="00ED0263" w:rsidRDefault="00993BBF" w:rsidP="00E546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0263">
              <w:rPr>
                <w:rFonts w:ascii="Times New Roman" w:hAnsi="Times New Roman" w:cs="Times New Roman"/>
                <w:sz w:val="24"/>
                <w:szCs w:val="24"/>
              </w:rPr>
              <w:t>Стипендии для одаренных детей – воспитанников муниципальных учреждений дополнительного образования детей творческой направленности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одаренных детей – учащихся муниципальных общеобразовательных учреждений за особые успехи в творческой деятельности</w:t>
            </w:r>
          </w:p>
        </w:tc>
        <w:tc>
          <w:tcPr>
            <w:tcW w:w="2360" w:type="dxa"/>
          </w:tcPr>
          <w:p w:rsidR="00993BBF" w:rsidRPr="00797386" w:rsidRDefault="00993BBF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263">
              <w:rPr>
                <w:rFonts w:ascii="Times New Roman" w:hAnsi="Times New Roman" w:cs="Times New Roman"/>
              </w:rPr>
              <w:t xml:space="preserve">Количество </w:t>
            </w:r>
            <w:r>
              <w:rPr>
                <w:rFonts w:ascii="Times New Roman" w:hAnsi="Times New Roman" w:cs="Times New Roman"/>
              </w:rPr>
              <w:t>уча</w:t>
            </w:r>
            <w:r w:rsidRPr="00ED0263">
              <w:rPr>
                <w:rFonts w:ascii="Times New Roman" w:hAnsi="Times New Roman" w:cs="Times New Roman"/>
              </w:rPr>
              <w:t xml:space="preserve">щихся </w:t>
            </w:r>
            <w:r>
              <w:rPr>
                <w:rFonts w:ascii="Times New Roman" w:hAnsi="Times New Roman" w:cs="Times New Roman"/>
              </w:rPr>
              <w:t>муниципальных обще</w:t>
            </w:r>
            <w:r w:rsidRPr="00ED0263">
              <w:rPr>
                <w:rFonts w:ascii="Times New Roman" w:hAnsi="Times New Roman" w:cs="Times New Roman"/>
              </w:rPr>
              <w:t xml:space="preserve">образовательных учреждений </w:t>
            </w:r>
            <w:r>
              <w:rPr>
                <w:rFonts w:ascii="Times New Roman" w:hAnsi="Times New Roman" w:cs="Times New Roman"/>
              </w:rPr>
              <w:t xml:space="preserve">и </w:t>
            </w:r>
            <w:r w:rsidRPr="00ED0263">
              <w:rPr>
                <w:rFonts w:ascii="Times New Roman" w:hAnsi="Times New Roman" w:cs="Times New Roman"/>
              </w:rPr>
              <w:t xml:space="preserve">воспитанников  </w:t>
            </w:r>
            <w:r w:rsidRPr="000B242E">
              <w:rPr>
                <w:rFonts w:ascii="Times New Roman" w:hAnsi="Times New Roman" w:cs="Times New Roman"/>
              </w:rPr>
              <w:t>муниципальных учреждений дополнительного образования детей творческой направленности</w:t>
            </w:r>
            <w:r w:rsidRPr="00ED0263">
              <w:rPr>
                <w:rFonts w:ascii="Times New Roman" w:hAnsi="Times New Roman" w:cs="Times New Roman"/>
              </w:rPr>
              <w:t>, получающих стипендии главы городского округа «Город Калининград</w:t>
            </w:r>
            <w:r>
              <w:rPr>
                <w:rFonts w:ascii="Times New Roman" w:hAnsi="Times New Roman" w:cs="Times New Roman"/>
              </w:rPr>
              <w:t>» и городского Совета депутатов Калининграда</w:t>
            </w:r>
          </w:p>
        </w:tc>
        <w:tc>
          <w:tcPr>
            <w:tcW w:w="1222" w:type="dxa"/>
          </w:tcPr>
          <w:p w:rsidR="00993BBF" w:rsidRPr="004A208D" w:rsidRDefault="00993BBF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1050" w:type="dxa"/>
          </w:tcPr>
          <w:p w:rsidR="00993BBF" w:rsidRPr="004A208D" w:rsidRDefault="00993BBF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50" w:type="dxa"/>
          </w:tcPr>
          <w:p w:rsidR="00993BBF" w:rsidRPr="004A208D" w:rsidRDefault="00993BBF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20" w:type="dxa"/>
          </w:tcPr>
          <w:p w:rsidR="00993BBF" w:rsidRPr="004A208D" w:rsidRDefault="00993BBF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51" w:type="dxa"/>
          </w:tcPr>
          <w:p w:rsidR="00993BBF" w:rsidRPr="004A208D" w:rsidRDefault="00993BBF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20" w:type="dxa"/>
          </w:tcPr>
          <w:p w:rsidR="00993BBF" w:rsidRPr="004A208D" w:rsidRDefault="00993BBF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20" w:type="dxa"/>
          </w:tcPr>
          <w:p w:rsidR="00993BBF" w:rsidRPr="004A208D" w:rsidRDefault="00993BBF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7309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239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6497" w:type="dxa"/>
            <w:gridSpan w:val="2"/>
          </w:tcPr>
          <w:p w:rsidR="00993BBF" w:rsidRPr="00797386" w:rsidRDefault="00993BBF" w:rsidP="002546E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воспитанников и учащихся муниципальных образовательных учреждений, участвующих в конкурсах, соревнованиях и олимпиадах, от общего количества воспитанников и учащихся МОУ</w:t>
            </w:r>
          </w:p>
        </w:tc>
        <w:tc>
          <w:tcPr>
            <w:tcW w:w="1222" w:type="dxa"/>
          </w:tcPr>
          <w:p w:rsidR="00993BBF" w:rsidRPr="004A208D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208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050" w:type="dxa"/>
          </w:tcPr>
          <w:p w:rsidR="00993BBF" w:rsidRPr="004A208D" w:rsidRDefault="00993BBF" w:rsidP="002546E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A208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63,5</w:t>
            </w:r>
          </w:p>
        </w:tc>
        <w:tc>
          <w:tcPr>
            <w:tcW w:w="1050" w:type="dxa"/>
          </w:tcPr>
          <w:p w:rsidR="00993BBF" w:rsidRPr="004A208D" w:rsidRDefault="00993BBF" w:rsidP="002546E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A208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63,7</w:t>
            </w:r>
          </w:p>
        </w:tc>
        <w:tc>
          <w:tcPr>
            <w:tcW w:w="1120" w:type="dxa"/>
          </w:tcPr>
          <w:p w:rsidR="00993BBF" w:rsidRPr="004A208D" w:rsidRDefault="00993BBF" w:rsidP="002546E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A208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64,0</w:t>
            </w:r>
          </w:p>
        </w:tc>
        <w:tc>
          <w:tcPr>
            <w:tcW w:w="1051" w:type="dxa"/>
          </w:tcPr>
          <w:p w:rsidR="00993BBF" w:rsidRPr="004A208D" w:rsidRDefault="00993BBF" w:rsidP="002546E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A208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64,3</w:t>
            </w:r>
          </w:p>
        </w:tc>
        <w:tc>
          <w:tcPr>
            <w:tcW w:w="1120" w:type="dxa"/>
          </w:tcPr>
          <w:p w:rsidR="00993BBF" w:rsidRPr="004A208D" w:rsidRDefault="00993BBF" w:rsidP="002546E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A208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64,3</w:t>
            </w:r>
          </w:p>
        </w:tc>
        <w:tc>
          <w:tcPr>
            <w:tcW w:w="1120" w:type="dxa"/>
          </w:tcPr>
          <w:p w:rsidR="00993BBF" w:rsidRPr="004A208D" w:rsidRDefault="00993BBF" w:rsidP="002546E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A208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64,3</w:t>
            </w: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Pr="00682239" w:rsidRDefault="00993BBF" w:rsidP="007309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239">
              <w:rPr>
                <w:rFonts w:ascii="Times New Roman" w:hAnsi="Times New Roman" w:cs="Times New Roman"/>
                <w:sz w:val="28"/>
                <w:szCs w:val="28"/>
              </w:rPr>
              <w:t>2.2.1</w:t>
            </w:r>
          </w:p>
        </w:tc>
        <w:tc>
          <w:tcPr>
            <w:tcW w:w="4137" w:type="dxa"/>
          </w:tcPr>
          <w:p w:rsidR="00993BBF" w:rsidRPr="00725EC7" w:rsidRDefault="00993BBF" w:rsidP="00E54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67E4">
              <w:rPr>
                <w:rFonts w:ascii="Times New Roman" w:hAnsi="Times New Roman" w:cs="Times New Roman"/>
                <w:sz w:val="24"/>
                <w:szCs w:val="24"/>
              </w:rPr>
              <w:t>Организация городских ученических олимпиад, смотров, конкурсов, игр, фестивалей, соревнований, конференций и других мероприятий</w:t>
            </w:r>
          </w:p>
        </w:tc>
        <w:tc>
          <w:tcPr>
            <w:tcW w:w="2360" w:type="dxa"/>
          </w:tcPr>
          <w:p w:rsidR="00993BBF" w:rsidRDefault="00993BBF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4A5F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численности </w:t>
            </w:r>
          </w:p>
          <w:p w:rsidR="00993BBF" w:rsidRDefault="00993BBF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обучаю</w:t>
            </w:r>
            <w:r w:rsidRPr="007A4A5F">
              <w:rPr>
                <w:rFonts w:ascii="Times New Roman" w:hAnsi="Times New Roman" w:cs="Times New Roman"/>
                <w:sz w:val="20"/>
                <w:szCs w:val="20"/>
              </w:rPr>
              <w:t xml:space="preserve">щихся </w:t>
            </w:r>
          </w:p>
          <w:p w:rsidR="00993BBF" w:rsidRDefault="00993BBF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4A5F">
              <w:rPr>
                <w:rFonts w:ascii="Times New Roman" w:hAnsi="Times New Roman" w:cs="Times New Roman"/>
                <w:sz w:val="20"/>
                <w:szCs w:val="20"/>
              </w:rPr>
              <w:t xml:space="preserve">по программам общего образования, участвующих </w:t>
            </w:r>
          </w:p>
          <w:p w:rsidR="00993BBF" w:rsidRDefault="00993BBF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4A5F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олимпиадах </w:t>
            </w:r>
            <w:r w:rsidRPr="007A4A5F">
              <w:rPr>
                <w:rFonts w:ascii="Times New Roman" w:hAnsi="Times New Roman" w:cs="Times New Roman"/>
                <w:sz w:val="20"/>
                <w:szCs w:val="20"/>
              </w:rPr>
              <w:t xml:space="preserve">и конкурсах различного уровня, в общей численности обучающихся </w:t>
            </w:r>
          </w:p>
          <w:p w:rsidR="00993BBF" w:rsidRPr="007A4A5F" w:rsidRDefault="00993BBF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4A5F">
              <w:rPr>
                <w:rFonts w:ascii="Times New Roman" w:hAnsi="Times New Roman" w:cs="Times New Roman"/>
                <w:sz w:val="20"/>
                <w:szCs w:val="20"/>
              </w:rPr>
              <w:t>по программам общего образования</w:t>
            </w:r>
          </w:p>
        </w:tc>
        <w:tc>
          <w:tcPr>
            <w:tcW w:w="1222" w:type="dxa"/>
          </w:tcPr>
          <w:p w:rsidR="00993BBF" w:rsidRPr="004A208D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993BBF" w:rsidRPr="004A208D" w:rsidRDefault="00993BBF" w:rsidP="002546E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A208D">
              <w:rPr>
                <w:rFonts w:ascii="Times New Roman" w:hAnsi="Times New Roman" w:cs="Times New Roman"/>
                <w:color w:val="auto"/>
              </w:rPr>
              <w:t>56,0</w:t>
            </w:r>
          </w:p>
        </w:tc>
        <w:tc>
          <w:tcPr>
            <w:tcW w:w="1050" w:type="dxa"/>
          </w:tcPr>
          <w:p w:rsidR="00993BBF" w:rsidRPr="004A208D" w:rsidRDefault="00993BBF" w:rsidP="002546E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A208D">
              <w:rPr>
                <w:rFonts w:ascii="Times New Roman" w:hAnsi="Times New Roman" w:cs="Times New Roman"/>
                <w:color w:val="auto"/>
              </w:rPr>
              <w:t>57,0</w:t>
            </w:r>
          </w:p>
        </w:tc>
        <w:tc>
          <w:tcPr>
            <w:tcW w:w="1120" w:type="dxa"/>
          </w:tcPr>
          <w:p w:rsidR="00993BBF" w:rsidRPr="004A208D" w:rsidRDefault="00993BBF" w:rsidP="002546E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A208D">
              <w:rPr>
                <w:rFonts w:ascii="Times New Roman" w:hAnsi="Times New Roman" w:cs="Times New Roman"/>
                <w:color w:val="auto"/>
              </w:rPr>
              <w:t>58,0</w:t>
            </w:r>
          </w:p>
        </w:tc>
        <w:tc>
          <w:tcPr>
            <w:tcW w:w="1051" w:type="dxa"/>
          </w:tcPr>
          <w:p w:rsidR="00993BBF" w:rsidRPr="004A208D" w:rsidRDefault="00993BBF" w:rsidP="002546E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A208D">
              <w:rPr>
                <w:rFonts w:ascii="Times New Roman" w:hAnsi="Times New Roman" w:cs="Times New Roman"/>
                <w:color w:val="auto"/>
              </w:rPr>
              <w:t>59,0</w:t>
            </w:r>
          </w:p>
        </w:tc>
        <w:tc>
          <w:tcPr>
            <w:tcW w:w="1120" w:type="dxa"/>
          </w:tcPr>
          <w:p w:rsidR="00993BBF" w:rsidRPr="004A208D" w:rsidRDefault="00993BBF" w:rsidP="002546E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60</w:t>
            </w:r>
            <w:r w:rsidRPr="004A208D">
              <w:rPr>
                <w:rFonts w:ascii="Times New Roman" w:hAnsi="Times New Roman" w:cs="Times New Roman"/>
                <w:color w:val="auto"/>
              </w:rPr>
              <w:t>,0</w:t>
            </w:r>
          </w:p>
        </w:tc>
        <w:tc>
          <w:tcPr>
            <w:tcW w:w="1120" w:type="dxa"/>
          </w:tcPr>
          <w:p w:rsidR="00993BBF" w:rsidRPr="004A208D" w:rsidRDefault="00993BBF" w:rsidP="002546E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60</w:t>
            </w:r>
            <w:r w:rsidRPr="004A208D">
              <w:rPr>
                <w:rFonts w:ascii="Times New Roman" w:hAnsi="Times New Roman" w:cs="Times New Roman"/>
                <w:color w:val="auto"/>
              </w:rPr>
              <w:t>,0</w:t>
            </w: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Pr="00682239" w:rsidRDefault="00993BBF" w:rsidP="007309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239">
              <w:rPr>
                <w:rFonts w:ascii="Times New Roman" w:hAnsi="Times New Roman" w:cs="Times New Roman"/>
                <w:sz w:val="28"/>
                <w:szCs w:val="28"/>
              </w:rPr>
              <w:t>2.2.2</w:t>
            </w:r>
          </w:p>
        </w:tc>
        <w:tc>
          <w:tcPr>
            <w:tcW w:w="4137" w:type="dxa"/>
          </w:tcPr>
          <w:p w:rsidR="00993BBF" w:rsidRPr="00725EC7" w:rsidRDefault="00993BBF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</w:t>
            </w:r>
            <w:r w:rsidRPr="00725EC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Школ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25EC7">
              <w:rPr>
                <w:rFonts w:ascii="Times New Roman" w:hAnsi="Times New Roman" w:cs="Times New Roman"/>
                <w:sz w:val="24"/>
                <w:szCs w:val="24"/>
              </w:rPr>
              <w:t xml:space="preserve"> для одаренных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профильных и иных, в том числе выездных, лагерей для одаренных детей</w:t>
            </w:r>
          </w:p>
        </w:tc>
        <w:tc>
          <w:tcPr>
            <w:tcW w:w="2360" w:type="dxa"/>
          </w:tcPr>
          <w:p w:rsidR="00993BBF" w:rsidRDefault="00993BBF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EC7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</w:t>
            </w:r>
            <w:r w:rsidRPr="00725EC7">
              <w:rPr>
                <w:rFonts w:ascii="Times New Roman" w:hAnsi="Times New Roman" w:cs="Times New Roman"/>
                <w:sz w:val="20"/>
                <w:szCs w:val="20"/>
              </w:rPr>
              <w:t xml:space="preserve">щихся образовательных учреждений, участвующих </w:t>
            </w:r>
          </w:p>
          <w:p w:rsidR="00993BBF" w:rsidRDefault="00993BBF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EC7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работе научных и творческих лагерей и школ</w:t>
            </w:r>
            <w:r w:rsidRPr="00725EC7">
              <w:rPr>
                <w:rFonts w:ascii="Times New Roman" w:hAnsi="Times New Roman" w:cs="Times New Roman"/>
                <w:sz w:val="20"/>
                <w:szCs w:val="20"/>
              </w:rPr>
              <w:t xml:space="preserve">, включая детей </w:t>
            </w:r>
          </w:p>
          <w:p w:rsidR="00993BBF" w:rsidRPr="00725EC7" w:rsidRDefault="00993BBF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EC7">
              <w:rPr>
                <w:rFonts w:ascii="Times New Roman" w:hAnsi="Times New Roman" w:cs="Times New Roman"/>
                <w:sz w:val="20"/>
                <w:szCs w:val="20"/>
              </w:rPr>
              <w:t>с особыми образовательными потребностями</w:t>
            </w:r>
          </w:p>
        </w:tc>
        <w:tc>
          <w:tcPr>
            <w:tcW w:w="1222" w:type="dxa"/>
          </w:tcPr>
          <w:p w:rsidR="00993BBF" w:rsidRPr="004A208D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993BBF" w:rsidRPr="004A208D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050" w:type="dxa"/>
          </w:tcPr>
          <w:p w:rsidR="00993BBF" w:rsidRPr="004A208D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120" w:type="dxa"/>
          </w:tcPr>
          <w:p w:rsidR="00993BBF" w:rsidRPr="004A208D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051" w:type="dxa"/>
          </w:tcPr>
          <w:p w:rsidR="00993BBF" w:rsidRPr="004A208D" w:rsidRDefault="00993BBF" w:rsidP="002546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20" w:type="dxa"/>
          </w:tcPr>
          <w:p w:rsidR="00993BBF" w:rsidRPr="004A208D" w:rsidRDefault="00993BBF" w:rsidP="002546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20" w:type="dxa"/>
          </w:tcPr>
          <w:p w:rsidR="00993BBF" w:rsidRPr="004A208D" w:rsidRDefault="00993BBF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7309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239">
              <w:rPr>
                <w:rFonts w:ascii="Times New Roman" w:hAnsi="Times New Roman" w:cs="Times New Roman"/>
                <w:sz w:val="28"/>
                <w:szCs w:val="28"/>
              </w:rPr>
              <w:t>2.2.3</w:t>
            </w:r>
          </w:p>
        </w:tc>
        <w:tc>
          <w:tcPr>
            <w:tcW w:w="4137" w:type="dxa"/>
          </w:tcPr>
          <w:p w:rsidR="00993BBF" w:rsidRPr="00A206E6" w:rsidRDefault="00993BBF" w:rsidP="002546E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06E6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воспитанников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Pr="00A206E6">
              <w:rPr>
                <w:rFonts w:ascii="Times New Roman" w:hAnsi="Times New Roman" w:cs="Times New Roman"/>
                <w:sz w:val="24"/>
                <w:szCs w:val="24"/>
              </w:rPr>
              <w:t xml:space="preserve">щихся во всероссийских и международных конференциях, форумах, слетах и других проектах </w:t>
            </w:r>
          </w:p>
        </w:tc>
        <w:tc>
          <w:tcPr>
            <w:tcW w:w="2360" w:type="dxa"/>
          </w:tcPr>
          <w:p w:rsidR="00993BBF" w:rsidRPr="002913B4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25EC7">
              <w:rPr>
                <w:rFonts w:ascii="Times New Roman" w:hAnsi="Times New Roman" w:cs="Times New Roman"/>
              </w:rPr>
              <w:t xml:space="preserve">Доля </w:t>
            </w:r>
            <w:r w:rsidRPr="0086687F">
              <w:rPr>
                <w:rFonts w:ascii="Times New Roman" w:hAnsi="Times New Roman" w:cs="Times New Roman"/>
              </w:rPr>
              <w:t xml:space="preserve">воспитанников и </w:t>
            </w:r>
            <w:r>
              <w:rPr>
                <w:rFonts w:ascii="Times New Roman" w:hAnsi="Times New Roman" w:cs="Times New Roman"/>
              </w:rPr>
              <w:t>уча</w:t>
            </w:r>
            <w:r w:rsidRPr="0086687F">
              <w:rPr>
                <w:rFonts w:ascii="Times New Roman" w:hAnsi="Times New Roman" w:cs="Times New Roman"/>
              </w:rPr>
              <w:t xml:space="preserve">щихся </w:t>
            </w:r>
            <w:r w:rsidRPr="00725EC7">
              <w:rPr>
                <w:rFonts w:ascii="Times New Roman" w:hAnsi="Times New Roman" w:cs="Times New Roman"/>
              </w:rPr>
              <w:t>образовательных учреждений, участвующих в</w:t>
            </w:r>
            <w:r>
              <w:rPr>
                <w:rFonts w:ascii="Times New Roman" w:hAnsi="Times New Roman" w:cs="Times New Roman"/>
              </w:rPr>
              <w:t xml:space="preserve">о </w:t>
            </w:r>
            <w:r w:rsidRPr="000F75B2">
              <w:rPr>
                <w:rFonts w:ascii="Times New Roman" w:hAnsi="Times New Roman" w:cs="Times New Roman"/>
              </w:rPr>
              <w:t xml:space="preserve">всероссийских и международных конференциях, форумах, слетах </w:t>
            </w:r>
            <w:r>
              <w:rPr>
                <w:rFonts w:ascii="Times New Roman" w:hAnsi="Times New Roman" w:cs="Times New Roman"/>
              </w:rPr>
              <w:t>и других</w:t>
            </w:r>
            <w:r w:rsidRPr="000F75B2">
              <w:rPr>
                <w:rFonts w:ascii="Times New Roman" w:hAnsi="Times New Roman" w:cs="Times New Roman"/>
              </w:rPr>
              <w:t xml:space="preserve"> проектах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22" w:type="dxa"/>
          </w:tcPr>
          <w:p w:rsidR="00993BBF" w:rsidRPr="004A208D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993BBF" w:rsidRPr="004A208D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050" w:type="dxa"/>
          </w:tcPr>
          <w:p w:rsidR="00993BBF" w:rsidRPr="004A208D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20" w:type="dxa"/>
          </w:tcPr>
          <w:p w:rsidR="00993BBF" w:rsidRPr="004A208D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051" w:type="dxa"/>
          </w:tcPr>
          <w:p w:rsidR="00993BBF" w:rsidRPr="004A208D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120" w:type="dxa"/>
          </w:tcPr>
          <w:p w:rsidR="00993BBF" w:rsidRPr="004A208D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120" w:type="dxa"/>
          </w:tcPr>
          <w:p w:rsidR="00993BBF" w:rsidRPr="004A208D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993BBF" w:rsidRPr="00797386">
        <w:trPr>
          <w:cantSplit/>
          <w:jc w:val="center"/>
        </w:trPr>
        <w:tc>
          <w:tcPr>
            <w:tcW w:w="15343" w:type="dxa"/>
            <w:gridSpan w:val="10"/>
          </w:tcPr>
          <w:p w:rsidR="00993BBF" w:rsidRDefault="00993BBF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 Р</w:t>
            </w:r>
            <w:r w:rsidRPr="000769E0">
              <w:rPr>
                <w:rFonts w:ascii="Times New Roman" w:hAnsi="Times New Roman" w:cs="Times New Roman"/>
                <w:sz w:val="28"/>
                <w:szCs w:val="28"/>
              </w:rPr>
              <w:t>азвитие кадрового потенциала отрасли в соответствии с обновлением содержания образования и технологий управления на основе модульного и персонифицированного подхода</w:t>
            </w: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6497" w:type="dxa"/>
            <w:gridSpan w:val="2"/>
          </w:tcPr>
          <w:p w:rsidR="00993BBF" w:rsidRPr="009B18DB" w:rsidRDefault="00993BBF" w:rsidP="00A05CE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3C0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Удельный вес руковод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ящих и педагогических работников муниципальных образовательных </w:t>
            </w:r>
            <w:r w:rsidRPr="00853C0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учреждений,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прошедших </w:t>
            </w:r>
            <w:r w:rsidRPr="00A05CE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профессиональную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переподготовку или </w:t>
            </w:r>
            <w:r w:rsidRPr="00A05CE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повышение квалификации</w:t>
            </w:r>
          </w:p>
        </w:tc>
        <w:tc>
          <w:tcPr>
            <w:tcW w:w="1222" w:type="dxa"/>
          </w:tcPr>
          <w:p w:rsidR="00993BBF" w:rsidRPr="00797386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050" w:type="dxa"/>
          </w:tcPr>
          <w:p w:rsidR="00993BBF" w:rsidRPr="00797386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65,3</w:t>
            </w:r>
          </w:p>
        </w:tc>
        <w:tc>
          <w:tcPr>
            <w:tcW w:w="1050" w:type="dxa"/>
          </w:tcPr>
          <w:p w:rsidR="00993BBF" w:rsidRPr="00797386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120" w:type="dxa"/>
          </w:tcPr>
          <w:p w:rsidR="00993BBF" w:rsidRPr="00797386" w:rsidRDefault="00993BBF" w:rsidP="00A05C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83,0</w:t>
            </w:r>
          </w:p>
        </w:tc>
        <w:tc>
          <w:tcPr>
            <w:tcW w:w="1051" w:type="dxa"/>
          </w:tcPr>
          <w:p w:rsidR="00993BBF" w:rsidRPr="00797386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86,6</w:t>
            </w:r>
          </w:p>
        </w:tc>
        <w:tc>
          <w:tcPr>
            <w:tcW w:w="1120" w:type="dxa"/>
          </w:tcPr>
          <w:p w:rsidR="00993BBF" w:rsidRPr="00797386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86,8</w:t>
            </w:r>
          </w:p>
        </w:tc>
        <w:tc>
          <w:tcPr>
            <w:tcW w:w="1120" w:type="dxa"/>
          </w:tcPr>
          <w:p w:rsidR="00993BBF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86,8</w:t>
            </w: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Pr="00682239" w:rsidRDefault="00993BBF" w:rsidP="00D350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239">
              <w:rPr>
                <w:rFonts w:ascii="Times New Roman" w:hAnsi="Times New Roman" w:cs="Times New Roman"/>
                <w:sz w:val="28"/>
                <w:szCs w:val="28"/>
              </w:rPr>
              <w:t>3.1.1</w:t>
            </w:r>
          </w:p>
        </w:tc>
        <w:tc>
          <w:tcPr>
            <w:tcW w:w="4137" w:type="dxa"/>
          </w:tcPr>
          <w:p w:rsidR="00993BBF" w:rsidRPr="00E546BC" w:rsidRDefault="00993BBF" w:rsidP="00E54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46BC">
              <w:rPr>
                <w:rFonts w:ascii="Times New Roman" w:hAnsi="Times New Roman" w:cs="Times New Roman"/>
                <w:sz w:val="24"/>
                <w:szCs w:val="24"/>
              </w:rPr>
              <w:t>Организационно-методическое сопровождение мероприятий комитета по образованию и подведомственных учреждений, повышение квалификации педагогических кадров</w:t>
            </w:r>
          </w:p>
        </w:tc>
        <w:tc>
          <w:tcPr>
            <w:tcW w:w="2360" w:type="dxa"/>
          </w:tcPr>
          <w:p w:rsidR="00993BBF" w:rsidRPr="00F730E3" w:rsidRDefault="00993BBF" w:rsidP="0068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22" w:type="dxa"/>
          </w:tcPr>
          <w:p w:rsidR="00993BBF" w:rsidRPr="004A208D" w:rsidRDefault="00993BBF" w:rsidP="001B4A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0" w:type="dxa"/>
          </w:tcPr>
          <w:p w:rsidR="00993BBF" w:rsidRPr="004A208D" w:rsidRDefault="00993BBF" w:rsidP="001B4A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050" w:type="dxa"/>
          </w:tcPr>
          <w:p w:rsidR="00993BBF" w:rsidRPr="004A208D" w:rsidRDefault="00993BBF" w:rsidP="001B4A5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60</w:t>
            </w:r>
          </w:p>
        </w:tc>
        <w:tc>
          <w:tcPr>
            <w:tcW w:w="1120" w:type="dxa"/>
          </w:tcPr>
          <w:p w:rsidR="00993BBF" w:rsidRPr="004A208D" w:rsidRDefault="00993BBF" w:rsidP="001B4A5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60</w:t>
            </w:r>
          </w:p>
        </w:tc>
        <w:tc>
          <w:tcPr>
            <w:tcW w:w="1051" w:type="dxa"/>
          </w:tcPr>
          <w:p w:rsidR="00993BBF" w:rsidRPr="004A208D" w:rsidRDefault="00993BBF" w:rsidP="001B4A5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60</w:t>
            </w:r>
          </w:p>
        </w:tc>
        <w:tc>
          <w:tcPr>
            <w:tcW w:w="1120" w:type="dxa"/>
          </w:tcPr>
          <w:p w:rsidR="00993BBF" w:rsidRPr="004A208D" w:rsidRDefault="00993BBF" w:rsidP="001B4A5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60</w:t>
            </w:r>
          </w:p>
        </w:tc>
        <w:tc>
          <w:tcPr>
            <w:tcW w:w="1120" w:type="dxa"/>
          </w:tcPr>
          <w:p w:rsidR="00993BBF" w:rsidRPr="004A208D" w:rsidRDefault="00993BBF" w:rsidP="001B4A5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60</w:t>
            </w: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  <w:tcBorders>
              <w:bottom w:val="nil"/>
            </w:tcBorders>
          </w:tcPr>
          <w:p w:rsidR="00993BBF" w:rsidRPr="00D35031" w:rsidRDefault="00993BBF" w:rsidP="003031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682239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37" w:type="dxa"/>
            <w:tcBorders>
              <w:bottom w:val="nil"/>
            </w:tcBorders>
          </w:tcPr>
          <w:p w:rsidR="00993BBF" w:rsidRPr="007E5F5C" w:rsidRDefault="00993BBF" w:rsidP="00E54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79F">
              <w:rPr>
                <w:rFonts w:ascii="Times New Roman" w:hAnsi="Times New Roman" w:cs="Times New Roman"/>
                <w:sz w:val="24"/>
                <w:szCs w:val="24"/>
              </w:rPr>
              <w:t>Проведение городского образовательного форума, педагогических научно-практических конференций, семинаров, консультаций</w:t>
            </w:r>
          </w:p>
        </w:tc>
        <w:tc>
          <w:tcPr>
            <w:tcW w:w="2360" w:type="dxa"/>
          </w:tcPr>
          <w:p w:rsidR="00993BBF" w:rsidRPr="007E5F5C" w:rsidRDefault="00993BBF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Доля педагогических работников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C67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дошкольных образовательных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 w:rsidRPr="00C67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которым при прохождении аттестации присвоена первая или высшая категория</w:t>
            </w:r>
          </w:p>
        </w:tc>
        <w:tc>
          <w:tcPr>
            <w:tcW w:w="1222" w:type="dxa"/>
          </w:tcPr>
          <w:p w:rsidR="00993BBF" w:rsidRPr="004A208D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993BBF" w:rsidRPr="00C678D0" w:rsidRDefault="00993BBF" w:rsidP="0025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8D0">
              <w:rPr>
                <w:rFonts w:ascii="Times New Roman" w:hAnsi="Times New Roman" w:cs="Times New Roman"/>
                <w:sz w:val="24"/>
                <w:szCs w:val="24"/>
              </w:rPr>
              <w:t>55,2</w:t>
            </w:r>
          </w:p>
        </w:tc>
        <w:tc>
          <w:tcPr>
            <w:tcW w:w="1050" w:type="dxa"/>
          </w:tcPr>
          <w:p w:rsidR="00993BBF" w:rsidRPr="00C678D0" w:rsidRDefault="00993BBF" w:rsidP="0025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8D0"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  <w:tc>
          <w:tcPr>
            <w:tcW w:w="1120" w:type="dxa"/>
          </w:tcPr>
          <w:p w:rsidR="00993BBF" w:rsidRPr="00C678D0" w:rsidRDefault="00993BBF" w:rsidP="0025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8D0"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1051" w:type="dxa"/>
          </w:tcPr>
          <w:p w:rsidR="00993BBF" w:rsidRPr="00C678D0" w:rsidRDefault="00993BBF" w:rsidP="0025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8D0">
              <w:rPr>
                <w:rFonts w:ascii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120" w:type="dxa"/>
          </w:tcPr>
          <w:p w:rsidR="00993BBF" w:rsidRPr="00C678D0" w:rsidRDefault="00993BBF" w:rsidP="0025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8D0">
              <w:rPr>
                <w:rFonts w:ascii="Times New Roman" w:hAnsi="Times New Roman" w:cs="Times New Roman"/>
                <w:sz w:val="24"/>
                <w:szCs w:val="24"/>
              </w:rPr>
              <w:t>58,8</w:t>
            </w:r>
          </w:p>
        </w:tc>
        <w:tc>
          <w:tcPr>
            <w:tcW w:w="1120" w:type="dxa"/>
          </w:tcPr>
          <w:p w:rsidR="00993BBF" w:rsidRPr="004A208D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8D0">
              <w:rPr>
                <w:rFonts w:ascii="Times New Roman" w:hAnsi="Times New Roman" w:cs="Times New Roman"/>
                <w:sz w:val="24"/>
                <w:szCs w:val="24"/>
              </w:rPr>
              <w:t>58,8</w:t>
            </w: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  <w:tcBorders>
              <w:top w:val="nil"/>
              <w:bottom w:val="nil"/>
            </w:tcBorders>
          </w:tcPr>
          <w:p w:rsidR="00993BBF" w:rsidRDefault="00993BBF" w:rsidP="005005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7" w:type="dxa"/>
            <w:tcBorders>
              <w:top w:val="nil"/>
              <w:bottom w:val="nil"/>
            </w:tcBorders>
          </w:tcPr>
          <w:p w:rsidR="00993BBF" w:rsidRPr="007E5F5C" w:rsidRDefault="00993BBF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:rsidR="00993BBF" w:rsidRPr="007E5F5C" w:rsidRDefault="00993BBF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7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педагогических 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муниципальных общеобразовательных учреждений</w:t>
            </w:r>
            <w:r w:rsidRPr="00C67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которым при прохождении аттестации присвоена первая или высшая категория</w:t>
            </w:r>
          </w:p>
        </w:tc>
        <w:tc>
          <w:tcPr>
            <w:tcW w:w="1222" w:type="dxa"/>
          </w:tcPr>
          <w:p w:rsidR="00993BBF" w:rsidRDefault="00993BBF" w:rsidP="002546E1">
            <w:pPr>
              <w:jc w:val="center"/>
            </w:pPr>
            <w:r w:rsidRPr="00467C3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993BBF" w:rsidRPr="00081672" w:rsidRDefault="00993BBF" w:rsidP="0025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72">
              <w:rPr>
                <w:rFonts w:ascii="Times New Roman" w:hAnsi="Times New Roman" w:cs="Times New Roman"/>
                <w:sz w:val="24"/>
                <w:szCs w:val="24"/>
              </w:rPr>
              <w:t>54,3</w:t>
            </w:r>
          </w:p>
        </w:tc>
        <w:tc>
          <w:tcPr>
            <w:tcW w:w="1050" w:type="dxa"/>
          </w:tcPr>
          <w:p w:rsidR="00993BBF" w:rsidRPr="00081672" w:rsidRDefault="00993BBF" w:rsidP="0025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52,5</w:t>
            </w:r>
          </w:p>
        </w:tc>
        <w:tc>
          <w:tcPr>
            <w:tcW w:w="1120" w:type="dxa"/>
          </w:tcPr>
          <w:p w:rsidR="00993BBF" w:rsidRPr="00081672" w:rsidRDefault="00993BBF" w:rsidP="0025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051" w:type="dxa"/>
          </w:tcPr>
          <w:p w:rsidR="00993BBF" w:rsidRPr="00081672" w:rsidRDefault="00993BBF" w:rsidP="0025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120" w:type="dxa"/>
          </w:tcPr>
          <w:p w:rsidR="00993BBF" w:rsidRPr="00081672" w:rsidRDefault="00993BBF" w:rsidP="00BB3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72">
              <w:rPr>
                <w:rFonts w:ascii="Times New Roman" w:hAnsi="Times New Roman" w:cs="Times New Roman"/>
                <w:sz w:val="24"/>
                <w:szCs w:val="24"/>
              </w:rPr>
              <w:t>60,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0" w:type="dxa"/>
          </w:tcPr>
          <w:p w:rsidR="00993BBF" w:rsidRPr="004A208D" w:rsidRDefault="00993BBF" w:rsidP="00BB3B2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72">
              <w:rPr>
                <w:rFonts w:ascii="Times New Roman" w:hAnsi="Times New Roman" w:cs="Times New Roman"/>
                <w:sz w:val="24"/>
                <w:szCs w:val="24"/>
              </w:rPr>
              <w:t>60,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  <w:tcBorders>
              <w:top w:val="nil"/>
              <w:bottom w:val="nil"/>
            </w:tcBorders>
          </w:tcPr>
          <w:p w:rsidR="00993BBF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7" w:type="dxa"/>
            <w:tcBorders>
              <w:top w:val="nil"/>
              <w:bottom w:val="nil"/>
            </w:tcBorders>
          </w:tcPr>
          <w:p w:rsidR="00993BBF" w:rsidRPr="00C254EB" w:rsidRDefault="00993BBF" w:rsidP="00C254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:rsidR="00993BBF" w:rsidRPr="007E5F5C" w:rsidRDefault="00993BBF" w:rsidP="002F63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16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педагогических 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муниципальных учреждений</w:t>
            </w:r>
            <w:r w:rsidRPr="000816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дополнительного образования, которым при прохождении аттестации присвоена первая или высшая категория</w:t>
            </w:r>
          </w:p>
        </w:tc>
        <w:tc>
          <w:tcPr>
            <w:tcW w:w="1222" w:type="dxa"/>
          </w:tcPr>
          <w:p w:rsidR="00993BBF" w:rsidRDefault="00993BBF" w:rsidP="002546E1">
            <w:pPr>
              <w:jc w:val="center"/>
            </w:pPr>
            <w:r w:rsidRPr="00467C3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993BBF" w:rsidRPr="00081672" w:rsidRDefault="00993BBF" w:rsidP="0025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72">
              <w:rPr>
                <w:rFonts w:ascii="Times New Roman" w:hAnsi="Times New Roman" w:cs="Times New Roman"/>
                <w:sz w:val="24"/>
                <w:szCs w:val="24"/>
              </w:rPr>
              <w:t>66,2</w:t>
            </w:r>
          </w:p>
        </w:tc>
        <w:tc>
          <w:tcPr>
            <w:tcW w:w="1050" w:type="dxa"/>
          </w:tcPr>
          <w:p w:rsidR="00993BBF" w:rsidRPr="00081672" w:rsidRDefault="00993BBF" w:rsidP="0025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72">
              <w:rPr>
                <w:rFonts w:ascii="Times New Roman" w:hAnsi="Times New Roman" w:cs="Times New Roman"/>
                <w:sz w:val="24"/>
                <w:szCs w:val="24"/>
              </w:rPr>
              <w:t>66,2</w:t>
            </w:r>
          </w:p>
        </w:tc>
        <w:tc>
          <w:tcPr>
            <w:tcW w:w="1120" w:type="dxa"/>
          </w:tcPr>
          <w:p w:rsidR="00993BBF" w:rsidRPr="00081672" w:rsidRDefault="00993BBF" w:rsidP="0025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72">
              <w:rPr>
                <w:rFonts w:ascii="Times New Roman" w:hAnsi="Times New Roman" w:cs="Times New Roman"/>
                <w:sz w:val="24"/>
                <w:szCs w:val="24"/>
              </w:rPr>
              <w:t>66,2</w:t>
            </w:r>
          </w:p>
        </w:tc>
        <w:tc>
          <w:tcPr>
            <w:tcW w:w="1051" w:type="dxa"/>
          </w:tcPr>
          <w:p w:rsidR="00993BBF" w:rsidRPr="00081672" w:rsidRDefault="00993BBF" w:rsidP="0025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72">
              <w:rPr>
                <w:rFonts w:ascii="Times New Roman" w:hAnsi="Times New Roman" w:cs="Times New Roman"/>
                <w:sz w:val="24"/>
                <w:szCs w:val="24"/>
              </w:rPr>
              <w:t>66,2</w:t>
            </w:r>
          </w:p>
        </w:tc>
        <w:tc>
          <w:tcPr>
            <w:tcW w:w="1120" w:type="dxa"/>
          </w:tcPr>
          <w:p w:rsidR="00993BBF" w:rsidRPr="00081672" w:rsidRDefault="00993BBF" w:rsidP="0025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72">
              <w:rPr>
                <w:rFonts w:ascii="Times New Roman" w:hAnsi="Times New Roman" w:cs="Times New Roman"/>
                <w:sz w:val="24"/>
                <w:szCs w:val="24"/>
              </w:rPr>
              <w:t>66,2</w:t>
            </w:r>
          </w:p>
        </w:tc>
        <w:tc>
          <w:tcPr>
            <w:tcW w:w="1120" w:type="dxa"/>
          </w:tcPr>
          <w:p w:rsidR="00993BBF" w:rsidRPr="004A208D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72">
              <w:rPr>
                <w:rFonts w:ascii="Times New Roman" w:hAnsi="Times New Roman" w:cs="Times New Roman"/>
                <w:sz w:val="24"/>
                <w:szCs w:val="24"/>
              </w:rPr>
              <w:t>66,2</w:t>
            </w:r>
          </w:p>
        </w:tc>
      </w:tr>
      <w:tr w:rsidR="00993BBF" w:rsidRPr="00797386">
        <w:trPr>
          <w:cantSplit/>
          <w:trHeight w:val="391"/>
          <w:jc w:val="center"/>
        </w:trPr>
        <w:tc>
          <w:tcPr>
            <w:tcW w:w="1113" w:type="dxa"/>
            <w:tcBorders>
              <w:top w:val="nil"/>
            </w:tcBorders>
          </w:tcPr>
          <w:p w:rsidR="00993BBF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7" w:type="dxa"/>
            <w:tcBorders>
              <w:top w:val="nil"/>
            </w:tcBorders>
          </w:tcPr>
          <w:p w:rsidR="00993BBF" w:rsidRPr="00C254EB" w:rsidRDefault="00993BBF" w:rsidP="00C254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:rsidR="00993BBF" w:rsidRPr="00DC2E6A" w:rsidRDefault="00993BBF" w:rsidP="00D35C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0479F">
              <w:rPr>
                <w:rFonts w:ascii="Times New Roman" w:hAnsi="Times New Roman" w:cs="Times New Roman"/>
              </w:rPr>
              <w:t>Количество мероприятий</w:t>
            </w:r>
          </w:p>
        </w:tc>
        <w:tc>
          <w:tcPr>
            <w:tcW w:w="1222" w:type="dxa"/>
          </w:tcPr>
          <w:p w:rsidR="00993BBF" w:rsidRPr="00945377" w:rsidRDefault="00993BBF" w:rsidP="00D35C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0" w:type="dxa"/>
          </w:tcPr>
          <w:p w:rsidR="00993BBF" w:rsidRPr="00945377" w:rsidRDefault="00993BBF" w:rsidP="00D35C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0" w:type="dxa"/>
          </w:tcPr>
          <w:p w:rsidR="00993BBF" w:rsidRPr="00945377" w:rsidRDefault="00993BBF" w:rsidP="00D35C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0" w:type="dxa"/>
          </w:tcPr>
          <w:p w:rsidR="00993BBF" w:rsidRPr="00945377" w:rsidRDefault="00993BBF" w:rsidP="00D35C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1" w:type="dxa"/>
          </w:tcPr>
          <w:p w:rsidR="00993BBF" w:rsidRPr="00945377" w:rsidRDefault="00993BBF" w:rsidP="00D35C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0" w:type="dxa"/>
          </w:tcPr>
          <w:p w:rsidR="00993BBF" w:rsidRPr="00945377" w:rsidRDefault="00993BBF" w:rsidP="00D35C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0" w:type="dxa"/>
          </w:tcPr>
          <w:p w:rsidR="00993BBF" w:rsidRPr="00945377" w:rsidRDefault="00993BBF" w:rsidP="00D35C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Pr="00D35031" w:rsidRDefault="00993BBF" w:rsidP="003031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682239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37" w:type="dxa"/>
          </w:tcPr>
          <w:p w:rsidR="00993BBF" w:rsidRDefault="00993BBF" w:rsidP="00E546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E5F5C">
              <w:rPr>
                <w:rFonts w:ascii="Times New Roman" w:hAnsi="Times New Roman" w:cs="Times New Roman"/>
                <w:sz w:val="24"/>
                <w:szCs w:val="24"/>
              </w:rPr>
              <w:t>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E5F5C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конкурсов и </w:t>
            </w:r>
            <w:r w:rsidRPr="007E5F5C">
              <w:rPr>
                <w:rFonts w:ascii="Times New Roman" w:hAnsi="Times New Roman" w:cs="Times New Roman"/>
                <w:sz w:val="24"/>
                <w:szCs w:val="24"/>
              </w:rPr>
              <w:t>праздничных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93BBF" w:rsidRDefault="00993BBF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3BBF" w:rsidRDefault="00993BBF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3BBF" w:rsidRDefault="00993BBF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3BBF" w:rsidRDefault="00993BBF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3BBF" w:rsidRDefault="00993BBF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3BBF" w:rsidRDefault="00993BBF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3BBF" w:rsidRPr="007E5F5C" w:rsidRDefault="00993BBF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:rsidR="00993BBF" w:rsidRPr="007E5F5C" w:rsidRDefault="00993BBF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8D0">
              <w:rPr>
                <w:rFonts w:ascii="Times New Roman" w:hAnsi="Times New Roman" w:cs="Times New Roman"/>
                <w:sz w:val="20"/>
                <w:szCs w:val="20"/>
              </w:rPr>
              <w:t>Удельный вес численности штатных педагогических работников дошкольных образовательных организаций со стажем работы менее 10 лет в общей численности штатных педагогических работников дошкольных образовательных организаций</w:t>
            </w:r>
          </w:p>
        </w:tc>
        <w:tc>
          <w:tcPr>
            <w:tcW w:w="1222" w:type="dxa"/>
          </w:tcPr>
          <w:p w:rsidR="00993BBF" w:rsidRPr="004A208D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993BBF" w:rsidRPr="00C678D0" w:rsidRDefault="00993BBF" w:rsidP="002546E1">
            <w:pPr>
              <w:spacing w:line="240" w:lineRule="atLeast"/>
              <w:jc w:val="center"/>
              <w:rPr>
                <w:rStyle w:val="111"/>
                <w:sz w:val="24"/>
                <w:szCs w:val="24"/>
                <w:lang w:eastAsia="en-US"/>
              </w:rPr>
            </w:pPr>
            <w:r w:rsidRPr="00C678D0">
              <w:rPr>
                <w:rStyle w:val="111"/>
                <w:sz w:val="24"/>
                <w:szCs w:val="24"/>
                <w:lang w:eastAsia="en-US"/>
              </w:rPr>
              <w:t>41,4</w:t>
            </w:r>
          </w:p>
          <w:p w:rsidR="00993BBF" w:rsidRPr="00C678D0" w:rsidRDefault="00993BBF" w:rsidP="002546E1">
            <w:pPr>
              <w:spacing w:line="240" w:lineRule="atLeast"/>
              <w:jc w:val="center"/>
              <w:rPr>
                <w:rStyle w:val="111"/>
                <w:sz w:val="24"/>
                <w:szCs w:val="24"/>
                <w:lang w:eastAsia="en-US"/>
              </w:rPr>
            </w:pPr>
          </w:p>
        </w:tc>
        <w:tc>
          <w:tcPr>
            <w:tcW w:w="1050" w:type="dxa"/>
          </w:tcPr>
          <w:p w:rsidR="00993BBF" w:rsidRPr="00C678D0" w:rsidRDefault="00993BBF" w:rsidP="002546E1">
            <w:pPr>
              <w:spacing w:line="240" w:lineRule="atLeast"/>
              <w:jc w:val="center"/>
              <w:rPr>
                <w:rStyle w:val="111"/>
                <w:sz w:val="24"/>
                <w:szCs w:val="24"/>
                <w:lang w:eastAsia="en-US"/>
              </w:rPr>
            </w:pPr>
            <w:r>
              <w:rPr>
                <w:rStyle w:val="111"/>
                <w:sz w:val="24"/>
                <w:szCs w:val="24"/>
                <w:lang w:eastAsia="en-US"/>
              </w:rPr>
              <w:t>30,8</w:t>
            </w:r>
          </w:p>
          <w:p w:rsidR="00993BBF" w:rsidRPr="00C678D0" w:rsidRDefault="00993BBF" w:rsidP="002546E1">
            <w:pPr>
              <w:spacing w:line="240" w:lineRule="atLeast"/>
              <w:jc w:val="center"/>
              <w:rPr>
                <w:rStyle w:val="111"/>
                <w:sz w:val="24"/>
                <w:szCs w:val="24"/>
                <w:lang w:eastAsia="en-US"/>
              </w:rPr>
            </w:pPr>
          </w:p>
        </w:tc>
        <w:tc>
          <w:tcPr>
            <w:tcW w:w="1120" w:type="dxa"/>
          </w:tcPr>
          <w:p w:rsidR="00993BBF" w:rsidRPr="00C678D0" w:rsidRDefault="00993BBF" w:rsidP="002546E1">
            <w:pPr>
              <w:spacing w:line="240" w:lineRule="atLeast"/>
              <w:jc w:val="center"/>
              <w:rPr>
                <w:rStyle w:val="111"/>
                <w:sz w:val="24"/>
                <w:szCs w:val="24"/>
                <w:lang w:eastAsia="en-US"/>
              </w:rPr>
            </w:pPr>
            <w:r>
              <w:rPr>
                <w:rStyle w:val="111"/>
                <w:sz w:val="24"/>
                <w:szCs w:val="24"/>
                <w:lang w:eastAsia="en-US"/>
              </w:rPr>
              <w:t>30,9</w:t>
            </w:r>
          </w:p>
          <w:p w:rsidR="00993BBF" w:rsidRPr="00C678D0" w:rsidRDefault="00993BBF" w:rsidP="002546E1">
            <w:pPr>
              <w:spacing w:line="240" w:lineRule="atLeast"/>
              <w:rPr>
                <w:rStyle w:val="111"/>
                <w:sz w:val="24"/>
                <w:szCs w:val="24"/>
                <w:lang w:eastAsia="en-US"/>
              </w:rPr>
            </w:pPr>
          </w:p>
        </w:tc>
        <w:tc>
          <w:tcPr>
            <w:tcW w:w="1051" w:type="dxa"/>
          </w:tcPr>
          <w:p w:rsidR="00993BBF" w:rsidRPr="00C678D0" w:rsidRDefault="00993BBF" w:rsidP="002546E1">
            <w:pPr>
              <w:spacing w:line="240" w:lineRule="atLeast"/>
              <w:jc w:val="center"/>
              <w:rPr>
                <w:rStyle w:val="111"/>
                <w:sz w:val="24"/>
                <w:szCs w:val="24"/>
                <w:lang w:eastAsia="en-US"/>
              </w:rPr>
            </w:pPr>
            <w:r>
              <w:rPr>
                <w:rStyle w:val="111"/>
                <w:sz w:val="24"/>
                <w:szCs w:val="24"/>
                <w:lang w:eastAsia="en-US"/>
              </w:rPr>
              <w:t>31,0</w:t>
            </w:r>
          </w:p>
          <w:p w:rsidR="00993BBF" w:rsidRPr="00C678D0" w:rsidRDefault="00993BBF" w:rsidP="002546E1">
            <w:pPr>
              <w:spacing w:line="240" w:lineRule="atLeast"/>
              <w:jc w:val="center"/>
              <w:rPr>
                <w:rStyle w:val="111"/>
                <w:sz w:val="24"/>
                <w:szCs w:val="24"/>
                <w:lang w:eastAsia="en-US"/>
              </w:rPr>
            </w:pPr>
          </w:p>
        </w:tc>
        <w:tc>
          <w:tcPr>
            <w:tcW w:w="1120" w:type="dxa"/>
          </w:tcPr>
          <w:p w:rsidR="00993BBF" w:rsidRPr="00C678D0" w:rsidRDefault="00993BBF" w:rsidP="002546E1">
            <w:pPr>
              <w:spacing w:line="240" w:lineRule="atLeast"/>
              <w:jc w:val="center"/>
              <w:rPr>
                <w:rStyle w:val="111"/>
                <w:sz w:val="24"/>
                <w:szCs w:val="24"/>
                <w:lang w:eastAsia="en-US"/>
              </w:rPr>
            </w:pPr>
            <w:r>
              <w:rPr>
                <w:rStyle w:val="111"/>
                <w:sz w:val="24"/>
                <w:szCs w:val="24"/>
                <w:lang w:eastAsia="en-US"/>
              </w:rPr>
              <w:t>31,1</w:t>
            </w:r>
          </w:p>
          <w:p w:rsidR="00993BBF" w:rsidRPr="00C678D0" w:rsidRDefault="00993BBF" w:rsidP="002546E1">
            <w:pPr>
              <w:spacing w:line="240" w:lineRule="atLeast"/>
              <w:jc w:val="center"/>
              <w:rPr>
                <w:rStyle w:val="111"/>
                <w:sz w:val="24"/>
                <w:szCs w:val="24"/>
                <w:lang w:eastAsia="en-US"/>
              </w:rPr>
            </w:pPr>
          </w:p>
        </w:tc>
        <w:tc>
          <w:tcPr>
            <w:tcW w:w="1120" w:type="dxa"/>
          </w:tcPr>
          <w:p w:rsidR="00993BBF" w:rsidRPr="00C678D0" w:rsidRDefault="00993BBF" w:rsidP="002546E1">
            <w:pPr>
              <w:spacing w:line="240" w:lineRule="atLeast"/>
              <w:jc w:val="center"/>
              <w:rPr>
                <w:rStyle w:val="111"/>
                <w:sz w:val="24"/>
                <w:szCs w:val="24"/>
                <w:lang w:eastAsia="en-US"/>
              </w:rPr>
            </w:pPr>
            <w:r>
              <w:rPr>
                <w:rStyle w:val="111"/>
                <w:sz w:val="24"/>
                <w:szCs w:val="24"/>
                <w:lang w:eastAsia="en-US"/>
              </w:rPr>
              <w:t>31,1</w:t>
            </w:r>
          </w:p>
          <w:p w:rsidR="00993BBF" w:rsidRPr="004A208D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7" w:type="dxa"/>
          </w:tcPr>
          <w:p w:rsidR="00993BBF" w:rsidRDefault="00993BBF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:rsidR="00993BBF" w:rsidRPr="007E5F5C" w:rsidRDefault="00993BBF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8D0">
              <w:rPr>
                <w:rFonts w:ascii="Times New Roman" w:hAnsi="Times New Roman" w:cs="Times New Roman"/>
                <w:sz w:val="20"/>
                <w:szCs w:val="20"/>
              </w:rPr>
              <w:t>Удельный вес численности учителей в возрасте до 35 лет в общей численности учителей общеобразовательных организаций</w:t>
            </w:r>
          </w:p>
        </w:tc>
        <w:tc>
          <w:tcPr>
            <w:tcW w:w="1222" w:type="dxa"/>
          </w:tcPr>
          <w:p w:rsidR="00993BBF" w:rsidRPr="004A208D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993BBF" w:rsidRPr="00C678D0" w:rsidRDefault="00993BBF" w:rsidP="0025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8D0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050" w:type="dxa"/>
          </w:tcPr>
          <w:p w:rsidR="00993BBF" w:rsidRPr="00C678D0" w:rsidRDefault="00993BBF" w:rsidP="00550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8D0">
              <w:rPr>
                <w:rFonts w:ascii="Times New Roman" w:hAnsi="Times New Roman" w:cs="Times New Roman"/>
                <w:sz w:val="24"/>
                <w:szCs w:val="24"/>
              </w:rPr>
              <w:t>21,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0" w:type="dxa"/>
          </w:tcPr>
          <w:p w:rsidR="00993BBF" w:rsidRPr="00C678D0" w:rsidRDefault="00993BBF" w:rsidP="0025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8D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51" w:type="dxa"/>
          </w:tcPr>
          <w:p w:rsidR="00993BBF" w:rsidRPr="00C678D0" w:rsidRDefault="00993BBF" w:rsidP="0025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8D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20" w:type="dxa"/>
          </w:tcPr>
          <w:p w:rsidR="00993BBF" w:rsidRPr="00C678D0" w:rsidRDefault="00993BBF" w:rsidP="0025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8D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20" w:type="dxa"/>
          </w:tcPr>
          <w:p w:rsidR="00993BBF" w:rsidRPr="00C678D0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</w:tr>
      <w:tr w:rsidR="00993BBF" w:rsidRPr="00797386">
        <w:trPr>
          <w:cantSplit/>
          <w:jc w:val="center"/>
        </w:trPr>
        <w:tc>
          <w:tcPr>
            <w:tcW w:w="15343" w:type="dxa"/>
            <w:gridSpan w:val="10"/>
          </w:tcPr>
          <w:p w:rsidR="00993BBF" w:rsidRDefault="00993BBF" w:rsidP="00440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 Развитие сети учреждений образования</w:t>
            </w:r>
            <w:r w:rsidRPr="00DE06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о</w:t>
            </w:r>
            <w:r w:rsidRPr="00DE069D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беспечение комплексной безопасности (противопожарной, санитарно-эпидемиологической, антитеррористической и т.д.) зданий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подведомственных учреждений</w:t>
            </w:r>
            <w:r w:rsidRPr="00DE069D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действующим законодательством</w:t>
            </w: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6497" w:type="dxa"/>
            <w:gridSpan w:val="2"/>
          </w:tcPr>
          <w:p w:rsidR="00993BBF" w:rsidRPr="009F2BC8" w:rsidRDefault="00993BBF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2BC8">
              <w:rPr>
                <w:rFonts w:ascii="Times New Roman" w:hAnsi="Times New Roman" w:cs="Times New Roman"/>
                <w:sz w:val="28"/>
                <w:szCs w:val="28"/>
              </w:rPr>
              <w:t>Удельный вес подведомственных учреждений, отвечающих требованиям комплексной безопасности (противопожарной, санитарно-эпидемиологической, антитеррористической и т.д.)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</w:t>
            </w:r>
            <w:r w:rsidRPr="009F2BC8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 образовательного процесса в соответствии с требованиями действующего законодательства</w:t>
            </w:r>
          </w:p>
        </w:tc>
        <w:tc>
          <w:tcPr>
            <w:tcW w:w="1222" w:type="dxa"/>
          </w:tcPr>
          <w:p w:rsidR="00993BBF" w:rsidRPr="009F2BC8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BC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993BBF" w:rsidRPr="009F2BC8" w:rsidRDefault="00993BBF" w:rsidP="002546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BC8"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050" w:type="dxa"/>
          </w:tcPr>
          <w:p w:rsidR="00993BBF" w:rsidRPr="009F2BC8" w:rsidRDefault="00993BBF" w:rsidP="002546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BC8">
              <w:rPr>
                <w:rFonts w:ascii="Times New Roman" w:hAnsi="Times New Roman" w:cs="Times New Roman"/>
                <w:sz w:val="24"/>
                <w:szCs w:val="24"/>
              </w:rPr>
              <w:t>85,4</w:t>
            </w:r>
          </w:p>
        </w:tc>
        <w:tc>
          <w:tcPr>
            <w:tcW w:w="1120" w:type="dxa"/>
          </w:tcPr>
          <w:p w:rsidR="00993BBF" w:rsidRPr="009F2BC8" w:rsidRDefault="00993BBF" w:rsidP="002546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BC8">
              <w:rPr>
                <w:rFonts w:ascii="Times New Roman" w:hAnsi="Times New Roman" w:cs="Times New Roman"/>
                <w:sz w:val="24"/>
                <w:szCs w:val="24"/>
              </w:rPr>
              <w:t>86,3</w:t>
            </w:r>
          </w:p>
        </w:tc>
        <w:tc>
          <w:tcPr>
            <w:tcW w:w="1051" w:type="dxa"/>
          </w:tcPr>
          <w:p w:rsidR="00993BBF" w:rsidRPr="009F2BC8" w:rsidRDefault="00993BBF" w:rsidP="002546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BC8">
              <w:rPr>
                <w:rFonts w:ascii="Times New Roman" w:hAnsi="Times New Roman" w:cs="Times New Roman"/>
                <w:sz w:val="24"/>
                <w:szCs w:val="24"/>
              </w:rPr>
              <w:t>86,4</w:t>
            </w:r>
          </w:p>
        </w:tc>
        <w:tc>
          <w:tcPr>
            <w:tcW w:w="1120" w:type="dxa"/>
          </w:tcPr>
          <w:p w:rsidR="00993BBF" w:rsidRPr="004A208D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86,4</w:t>
            </w:r>
          </w:p>
        </w:tc>
        <w:tc>
          <w:tcPr>
            <w:tcW w:w="1120" w:type="dxa"/>
          </w:tcPr>
          <w:p w:rsidR="00993BBF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86,4</w:t>
            </w:r>
          </w:p>
        </w:tc>
      </w:tr>
      <w:tr w:rsidR="00993BBF" w:rsidRPr="00D71303">
        <w:trPr>
          <w:cantSplit/>
          <w:jc w:val="center"/>
        </w:trPr>
        <w:tc>
          <w:tcPr>
            <w:tcW w:w="1113" w:type="dxa"/>
          </w:tcPr>
          <w:p w:rsidR="00993BBF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4.1.1</w:t>
            </w:r>
          </w:p>
          <w:p w:rsidR="00993BBF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3BBF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3BBF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3BBF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3BBF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3BBF" w:rsidRDefault="00993BBF" w:rsidP="005005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7" w:type="dxa"/>
          </w:tcPr>
          <w:p w:rsidR="00993BBF" w:rsidRPr="00F730E3" w:rsidRDefault="00993BBF" w:rsidP="00E546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ведомственной целевой программы «</w:t>
            </w: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требований комплексной</w:t>
            </w: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в муниципальных учреждениях образования и загородных оздоровительных центрах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60" w:type="dxa"/>
          </w:tcPr>
          <w:p w:rsidR="00993BBF" w:rsidRPr="00312A86" w:rsidRDefault="00993BBF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0FD">
              <w:rPr>
                <w:rFonts w:ascii="Times New Roman" w:hAnsi="Times New Roman" w:cs="Times New Roman"/>
                <w:sz w:val="20"/>
                <w:szCs w:val="20"/>
              </w:rPr>
              <w:t>Доля подведомственных учреждений, обеспечивших проведение профилактических мероприятий</w:t>
            </w:r>
          </w:p>
        </w:tc>
        <w:tc>
          <w:tcPr>
            <w:tcW w:w="1222" w:type="dxa"/>
          </w:tcPr>
          <w:p w:rsidR="00993BBF" w:rsidRPr="004A208D" w:rsidRDefault="00993BBF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993BBF" w:rsidRPr="004A208D" w:rsidRDefault="00993BBF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50" w:type="dxa"/>
          </w:tcPr>
          <w:p w:rsidR="00993BBF" w:rsidRDefault="00993BBF" w:rsidP="00C800FD">
            <w:pPr>
              <w:jc w:val="center"/>
            </w:pPr>
            <w:r w:rsidRPr="00D26E8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0" w:type="dxa"/>
          </w:tcPr>
          <w:p w:rsidR="00993BBF" w:rsidRDefault="00993BBF" w:rsidP="00C800FD">
            <w:pPr>
              <w:jc w:val="center"/>
            </w:pPr>
            <w:r w:rsidRPr="00D26E8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51" w:type="dxa"/>
          </w:tcPr>
          <w:p w:rsidR="00993BBF" w:rsidRDefault="00993BBF" w:rsidP="00C800FD">
            <w:pPr>
              <w:jc w:val="center"/>
            </w:pPr>
            <w:r w:rsidRPr="00D26E8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0" w:type="dxa"/>
          </w:tcPr>
          <w:p w:rsidR="00993BBF" w:rsidRDefault="00993BBF" w:rsidP="00C800FD">
            <w:pPr>
              <w:jc w:val="center"/>
            </w:pPr>
            <w:r w:rsidRPr="00D26E8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0" w:type="dxa"/>
          </w:tcPr>
          <w:p w:rsidR="00993BBF" w:rsidRDefault="00993BBF" w:rsidP="00C800FD">
            <w:pPr>
              <w:jc w:val="center"/>
            </w:pPr>
            <w:r w:rsidRPr="00D26E8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7" w:type="dxa"/>
          </w:tcPr>
          <w:p w:rsidR="00993BBF" w:rsidRPr="00F730E3" w:rsidRDefault="00993BBF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:rsidR="00993BBF" w:rsidRPr="00D71303" w:rsidRDefault="00993BBF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0FD">
              <w:rPr>
                <w:rFonts w:ascii="Times New Roman" w:hAnsi="Times New Roman" w:cs="Times New Roman"/>
                <w:sz w:val="20"/>
                <w:szCs w:val="20"/>
              </w:rPr>
              <w:t>Доля выполненных предписаний надзорных органов (Госпожнадзора, Роспотребнадзора, межрайонного отдела вневедомственной охраны управления вневедомственной охраны при УВД по Калининградской области и др.) в подведомственных учреждениях</w:t>
            </w:r>
          </w:p>
        </w:tc>
        <w:tc>
          <w:tcPr>
            <w:tcW w:w="1222" w:type="dxa"/>
          </w:tcPr>
          <w:p w:rsidR="00993BBF" w:rsidRPr="004A208D" w:rsidRDefault="00993BBF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993BBF" w:rsidRPr="009F2BC8" w:rsidRDefault="00993BBF" w:rsidP="00C101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BC8"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050" w:type="dxa"/>
          </w:tcPr>
          <w:p w:rsidR="00993BBF" w:rsidRPr="009F2BC8" w:rsidRDefault="00993BBF" w:rsidP="00C101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BC8">
              <w:rPr>
                <w:rFonts w:ascii="Times New Roman" w:hAnsi="Times New Roman" w:cs="Times New Roman"/>
                <w:sz w:val="24"/>
                <w:szCs w:val="24"/>
              </w:rPr>
              <w:t>85,4</w:t>
            </w:r>
          </w:p>
        </w:tc>
        <w:tc>
          <w:tcPr>
            <w:tcW w:w="1120" w:type="dxa"/>
          </w:tcPr>
          <w:p w:rsidR="00993BBF" w:rsidRPr="009F2BC8" w:rsidRDefault="00993BBF" w:rsidP="00C101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BC8">
              <w:rPr>
                <w:rFonts w:ascii="Times New Roman" w:hAnsi="Times New Roman" w:cs="Times New Roman"/>
                <w:sz w:val="24"/>
                <w:szCs w:val="24"/>
              </w:rPr>
              <w:t>86,3</w:t>
            </w:r>
          </w:p>
        </w:tc>
        <w:tc>
          <w:tcPr>
            <w:tcW w:w="1051" w:type="dxa"/>
          </w:tcPr>
          <w:p w:rsidR="00993BBF" w:rsidRPr="009F2BC8" w:rsidRDefault="00993BBF" w:rsidP="00C101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BC8">
              <w:rPr>
                <w:rFonts w:ascii="Times New Roman" w:hAnsi="Times New Roman" w:cs="Times New Roman"/>
                <w:sz w:val="24"/>
                <w:szCs w:val="24"/>
              </w:rPr>
              <w:t>86,4</w:t>
            </w:r>
          </w:p>
        </w:tc>
        <w:tc>
          <w:tcPr>
            <w:tcW w:w="1120" w:type="dxa"/>
          </w:tcPr>
          <w:p w:rsidR="00993BBF" w:rsidRPr="004A208D" w:rsidRDefault="00993BBF" w:rsidP="00C101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86,4</w:t>
            </w:r>
          </w:p>
        </w:tc>
        <w:tc>
          <w:tcPr>
            <w:tcW w:w="1120" w:type="dxa"/>
          </w:tcPr>
          <w:p w:rsidR="00993BBF" w:rsidRDefault="00993BBF" w:rsidP="00C101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86,4</w:t>
            </w: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4.1.2</w:t>
            </w:r>
          </w:p>
        </w:tc>
        <w:tc>
          <w:tcPr>
            <w:tcW w:w="4137" w:type="dxa"/>
          </w:tcPr>
          <w:p w:rsidR="00993BBF" w:rsidRPr="00F730E3" w:rsidRDefault="00993BBF" w:rsidP="002546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материально-технической базы образовательных учреждений и загородных оздоровительных </w:t>
            </w:r>
            <w:r w:rsidRPr="00176042">
              <w:rPr>
                <w:rFonts w:ascii="Times New Roman" w:hAnsi="Times New Roman" w:cs="Times New Roman"/>
                <w:sz w:val="24"/>
                <w:szCs w:val="24"/>
              </w:rPr>
              <w:t>центров (в т.ч. изготовление и проверка проектной и рабочей документации и осуществление строительного контроля)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360" w:type="dxa"/>
          </w:tcPr>
          <w:p w:rsidR="00993BBF" w:rsidRPr="00D71303" w:rsidRDefault="00993BBF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4E3">
              <w:rPr>
                <w:rFonts w:ascii="Times New Roman" w:hAnsi="Times New Roman" w:cs="Times New Roman"/>
                <w:sz w:val="20"/>
                <w:szCs w:val="20"/>
              </w:rPr>
              <w:t>Удельный вес образовательных учреждений, соответствующих современным требованиям к организации образовательного процесса</w:t>
            </w:r>
          </w:p>
        </w:tc>
        <w:tc>
          <w:tcPr>
            <w:tcW w:w="1222" w:type="dxa"/>
          </w:tcPr>
          <w:p w:rsidR="00993BBF" w:rsidRPr="00DA0C56" w:rsidRDefault="00993BBF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0C5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050" w:type="dxa"/>
          </w:tcPr>
          <w:p w:rsidR="00993BBF" w:rsidRPr="004A208D" w:rsidRDefault="00993BBF" w:rsidP="002546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1050" w:type="dxa"/>
          </w:tcPr>
          <w:p w:rsidR="00993BBF" w:rsidRPr="004A208D" w:rsidRDefault="00993BBF" w:rsidP="002546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80,4</w:t>
            </w:r>
          </w:p>
        </w:tc>
        <w:tc>
          <w:tcPr>
            <w:tcW w:w="1120" w:type="dxa"/>
          </w:tcPr>
          <w:p w:rsidR="00993BBF" w:rsidRPr="004A208D" w:rsidRDefault="00993BBF" w:rsidP="002546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80,6</w:t>
            </w:r>
          </w:p>
        </w:tc>
        <w:tc>
          <w:tcPr>
            <w:tcW w:w="1051" w:type="dxa"/>
          </w:tcPr>
          <w:p w:rsidR="00993BBF" w:rsidRPr="004A208D" w:rsidRDefault="00993BBF" w:rsidP="002546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80,8</w:t>
            </w:r>
          </w:p>
        </w:tc>
        <w:tc>
          <w:tcPr>
            <w:tcW w:w="1120" w:type="dxa"/>
          </w:tcPr>
          <w:p w:rsidR="00993BBF" w:rsidRPr="004A208D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80,8</w:t>
            </w:r>
          </w:p>
        </w:tc>
        <w:tc>
          <w:tcPr>
            <w:tcW w:w="1120" w:type="dxa"/>
          </w:tcPr>
          <w:p w:rsidR="00993BBF" w:rsidRPr="004A208D" w:rsidRDefault="00993BBF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80,8</w:t>
            </w: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37" w:type="dxa"/>
          </w:tcPr>
          <w:p w:rsidR="00993BBF" w:rsidRPr="009F7ABB" w:rsidRDefault="00993BBF" w:rsidP="00EE4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МАДОУ ЦРР </w:t>
            </w:r>
            <w:r w:rsidRPr="00077759">
              <w:rPr>
                <w:rFonts w:ascii="Times New Roman" w:hAnsi="Times New Roman" w:cs="Times New Roman"/>
                <w:sz w:val="24"/>
                <w:szCs w:val="24"/>
              </w:rPr>
              <w:t>д/с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2</w:t>
            </w:r>
          </w:p>
        </w:tc>
        <w:tc>
          <w:tcPr>
            <w:tcW w:w="2360" w:type="dxa"/>
          </w:tcPr>
          <w:p w:rsidR="00993BBF" w:rsidRPr="001924E3" w:rsidRDefault="00993BBF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DA0C56" w:rsidRDefault="00993BBF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37" w:type="dxa"/>
          </w:tcPr>
          <w:p w:rsidR="00993BBF" w:rsidRPr="009F7ABB" w:rsidRDefault="00993BBF" w:rsidP="00EE4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 4</w:t>
            </w:r>
          </w:p>
        </w:tc>
        <w:tc>
          <w:tcPr>
            <w:tcW w:w="2360" w:type="dxa"/>
          </w:tcPr>
          <w:p w:rsidR="00993BBF" w:rsidRPr="001924E3" w:rsidRDefault="00993BBF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DA0C56" w:rsidRDefault="00993BBF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C101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37" w:type="dxa"/>
          </w:tcPr>
          <w:p w:rsidR="00993BBF" w:rsidRPr="009F7ABB" w:rsidRDefault="00993BBF" w:rsidP="00EE4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 6</w:t>
            </w:r>
          </w:p>
        </w:tc>
        <w:tc>
          <w:tcPr>
            <w:tcW w:w="2360" w:type="dxa"/>
          </w:tcPr>
          <w:p w:rsidR="00993BBF" w:rsidRPr="001924E3" w:rsidRDefault="00993BBF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DA0C56" w:rsidRDefault="00993BBF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C101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37" w:type="dxa"/>
          </w:tcPr>
          <w:p w:rsidR="00993BBF" w:rsidRPr="009F7ABB" w:rsidRDefault="00993BBF" w:rsidP="00EE4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МАДОУ </w:t>
            </w:r>
            <w:r w:rsidRPr="00077759">
              <w:rPr>
                <w:rFonts w:ascii="Times New Roman" w:hAnsi="Times New Roman" w:cs="Times New Roman"/>
                <w:sz w:val="24"/>
                <w:szCs w:val="24"/>
              </w:rPr>
              <w:t>ЦРР д/с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7</w:t>
            </w:r>
          </w:p>
        </w:tc>
        <w:tc>
          <w:tcPr>
            <w:tcW w:w="2360" w:type="dxa"/>
          </w:tcPr>
          <w:p w:rsidR="00993BBF" w:rsidRPr="001924E3" w:rsidRDefault="00993BBF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DA0C56" w:rsidRDefault="00993BBF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C101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37" w:type="dxa"/>
          </w:tcPr>
          <w:p w:rsidR="00993BBF" w:rsidRPr="009F7ABB" w:rsidRDefault="00993BBF" w:rsidP="00EE4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10</w:t>
            </w:r>
          </w:p>
        </w:tc>
        <w:tc>
          <w:tcPr>
            <w:tcW w:w="2360" w:type="dxa"/>
          </w:tcPr>
          <w:p w:rsidR="00993BBF" w:rsidRPr="001924E3" w:rsidRDefault="00993BBF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DA0C56" w:rsidRDefault="00993BBF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37" w:type="dxa"/>
          </w:tcPr>
          <w:p w:rsidR="00993BBF" w:rsidRPr="009F7ABB" w:rsidRDefault="00993BBF" w:rsidP="00EE4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11</w:t>
            </w:r>
          </w:p>
        </w:tc>
        <w:tc>
          <w:tcPr>
            <w:tcW w:w="2360" w:type="dxa"/>
          </w:tcPr>
          <w:p w:rsidR="00993BBF" w:rsidRPr="001924E3" w:rsidRDefault="00993BBF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DA0C56" w:rsidRDefault="00993BBF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37" w:type="dxa"/>
          </w:tcPr>
          <w:p w:rsidR="00993BBF" w:rsidRPr="009F7ABB" w:rsidRDefault="00993BBF" w:rsidP="00EE4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ЦРР д/с № 14</w:t>
            </w:r>
          </w:p>
        </w:tc>
        <w:tc>
          <w:tcPr>
            <w:tcW w:w="2360" w:type="dxa"/>
          </w:tcPr>
          <w:p w:rsidR="00993BBF" w:rsidRPr="001924E3" w:rsidRDefault="00993BBF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DA0C56" w:rsidRDefault="00993BBF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C101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37" w:type="dxa"/>
          </w:tcPr>
          <w:p w:rsidR="00993BBF" w:rsidRDefault="00993BBF" w:rsidP="00C800F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7775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D5499">
              <w:rPr>
                <w:rFonts w:ascii="Times New Roman" w:hAnsi="Times New Roman" w:cs="Times New Roman"/>
                <w:sz w:val="24"/>
                <w:szCs w:val="24"/>
              </w:rPr>
              <w:t>ДОУ д/с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16</w:t>
            </w:r>
          </w:p>
        </w:tc>
        <w:tc>
          <w:tcPr>
            <w:tcW w:w="2360" w:type="dxa"/>
          </w:tcPr>
          <w:p w:rsidR="00993BBF" w:rsidRPr="001924E3" w:rsidRDefault="00993BBF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DA0C56" w:rsidRDefault="00993BBF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C101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137" w:type="dxa"/>
          </w:tcPr>
          <w:p w:rsidR="00993BBF" w:rsidRDefault="00993BBF" w:rsidP="00385709">
            <w:pPr>
              <w:spacing w:after="0" w:line="240" w:lineRule="auto"/>
            </w:pPr>
            <w:r w:rsidRPr="000D5499">
              <w:rPr>
                <w:rFonts w:ascii="Times New Roman" w:hAnsi="Times New Roman" w:cs="Times New Roman"/>
                <w:sz w:val="24"/>
                <w:szCs w:val="24"/>
              </w:rPr>
              <w:t>МАДОУ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ЦРР </w:t>
            </w:r>
            <w:r w:rsidRPr="000D5499">
              <w:rPr>
                <w:rFonts w:ascii="Times New Roman" w:hAnsi="Times New Roman" w:cs="Times New Roman"/>
                <w:sz w:val="24"/>
                <w:szCs w:val="24"/>
              </w:rPr>
              <w:t>д/с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</w:t>
            </w:r>
          </w:p>
        </w:tc>
        <w:tc>
          <w:tcPr>
            <w:tcW w:w="2360" w:type="dxa"/>
          </w:tcPr>
          <w:p w:rsidR="00993BBF" w:rsidRPr="001924E3" w:rsidRDefault="00993BBF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DA0C56" w:rsidRDefault="00993BBF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C101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137" w:type="dxa"/>
          </w:tcPr>
          <w:p w:rsidR="00993BBF" w:rsidRDefault="00993BBF" w:rsidP="00C800FD">
            <w:pPr>
              <w:spacing w:after="0" w:line="240" w:lineRule="auto"/>
            </w:pPr>
            <w:r w:rsidRPr="000D5499">
              <w:rPr>
                <w:rFonts w:ascii="Times New Roman" w:hAnsi="Times New Roman" w:cs="Times New Roman"/>
                <w:sz w:val="24"/>
                <w:szCs w:val="24"/>
              </w:rPr>
              <w:t>МАДОУ д/с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</w:p>
        </w:tc>
        <w:tc>
          <w:tcPr>
            <w:tcW w:w="2360" w:type="dxa"/>
          </w:tcPr>
          <w:p w:rsidR="00993BBF" w:rsidRPr="001924E3" w:rsidRDefault="00993BBF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DA0C56" w:rsidRDefault="00993BBF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C101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137" w:type="dxa"/>
          </w:tcPr>
          <w:p w:rsidR="00993BBF" w:rsidRDefault="00993BBF" w:rsidP="00C800FD">
            <w:pPr>
              <w:spacing w:after="0" w:line="240" w:lineRule="auto"/>
            </w:pPr>
            <w:r w:rsidRPr="000D5499">
              <w:rPr>
                <w:rFonts w:ascii="Times New Roman" w:hAnsi="Times New Roman" w:cs="Times New Roman"/>
                <w:sz w:val="24"/>
                <w:szCs w:val="24"/>
              </w:rPr>
              <w:t>МАДОУ д/с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22</w:t>
            </w:r>
          </w:p>
        </w:tc>
        <w:tc>
          <w:tcPr>
            <w:tcW w:w="2360" w:type="dxa"/>
          </w:tcPr>
          <w:p w:rsidR="00993BBF" w:rsidRPr="001924E3" w:rsidRDefault="00993BBF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DA0C56" w:rsidRDefault="00993BBF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C101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137" w:type="dxa"/>
          </w:tcPr>
          <w:p w:rsidR="00993BBF" w:rsidRPr="009F7ABB" w:rsidRDefault="00993BBF" w:rsidP="00EE4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23</w:t>
            </w:r>
          </w:p>
        </w:tc>
        <w:tc>
          <w:tcPr>
            <w:tcW w:w="2360" w:type="dxa"/>
          </w:tcPr>
          <w:p w:rsidR="00993BBF" w:rsidRPr="001924E3" w:rsidRDefault="00993BBF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DA0C56" w:rsidRDefault="00993BBF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C101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137" w:type="dxa"/>
          </w:tcPr>
          <w:p w:rsidR="00993BBF" w:rsidRDefault="00993BBF" w:rsidP="00C800FD">
            <w:pPr>
              <w:spacing w:after="0" w:line="240" w:lineRule="auto"/>
            </w:pPr>
            <w:r w:rsidRPr="00D16CE8">
              <w:rPr>
                <w:rFonts w:ascii="Times New Roman" w:hAnsi="Times New Roman" w:cs="Times New Roman"/>
                <w:sz w:val="24"/>
                <w:szCs w:val="24"/>
              </w:rPr>
              <w:t xml:space="preserve">МАДОУ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ЦРР </w:t>
            </w:r>
            <w:r w:rsidRPr="00D16CE8">
              <w:rPr>
                <w:rFonts w:ascii="Times New Roman" w:hAnsi="Times New Roman" w:cs="Times New Roman"/>
                <w:sz w:val="24"/>
                <w:szCs w:val="24"/>
              </w:rPr>
              <w:t xml:space="preserve">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60" w:type="dxa"/>
          </w:tcPr>
          <w:p w:rsidR="00993BBF" w:rsidRPr="001924E3" w:rsidRDefault="00993BBF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DA0C56" w:rsidRDefault="00993BBF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C101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137" w:type="dxa"/>
          </w:tcPr>
          <w:p w:rsidR="00993BBF" w:rsidRDefault="00993BBF" w:rsidP="00C800FD">
            <w:pPr>
              <w:spacing w:after="0" w:line="240" w:lineRule="auto"/>
            </w:pPr>
            <w:r w:rsidRPr="00D16CE8">
              <w:rPr>
                <w:rFonts w:ascii="Times New Roman" w:hAnsi="Times New Roman" w:cs="Times New Roman"/>
                <w:sz w:val="24"/>
                <w:szCs w:val="24"/>
              </w:rPr>
              <w:t xml:space="preserve">МАДОУ 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60" w:type="dxa"/>
          </w:tcPr>
          <w:p w:rsidR="00993BBF" w:rsidRPr="001924E3" w:rsidRDefault="00993BBF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DA0C56" w:rsidRDefault="00993BBF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C101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137" w:type="dxa"/>
          </w:tcPr>
          <w:p w:rsidR="00993BBF" w:rsidRPr="009F7ABB" w:rsidRDefault="00993BBF" w:rsidP="00EE4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26</w:t>
            </w:r>
          </w:p>
        </w:tc>
        <w:tc>
          <w:tcPr>
            <w:tcW w:w="2360" w:type="dxa"/>
          </w:tcPr>
          <w:p w:rsidR="00993BBF" w:rsidRPr="001924E3" w:rsidRDefault="00993BBF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DA0C56" w:rsidRDefault="00993BBF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C101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137" w:type="dxa"/>
          </w:tcPr>
          <w:p w:rsidR="00993BBF" w:rsidRDefault="00993BBF" w:rsidP="00C800FD">
            <w:pPr>
              <w:spacing w:after="0" w:line="240" w:lineRule="auto"/>
            </w:pPr>
            <w:r w:rsidRPr="00BB6EBC">
              <w:rPr>
                <w:rFonts w:ascii="Times New Roman" w:hAnsi="Times New Roman" w:cs="Times New Roman"/>
                <w:sz w:val="24"/>
                <w:szCs w:val="24"/>
              </w:rPr>
              <w:t xml:space="preserve">МАДОУ 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360" w:type="dxa"/>
          </w:tcPr>
          <w:p w:rsidR="00993BBF" w:rsidRPr="001924E3" w:rsidRDefault="00993BBF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DA0C56" w:rsidRDefault="00993BBF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C101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137" w:type="dxa"/>
          </w:tcPr>
          <w:p w:rsidR="00993BBF" w:rsidRDefault="00993BBF" w:rsidP="00C800FD">
            <w:pPr>
              <w:spacing w:after="0" w:line="240" w:lineRule="auto"/>
            </w:pPr>
            <w:r w:rsidRPr="00BB6EBC">
              <w:rPr>
                <w:rFonts w:ascii="Times New Roman" w:hAnsi="Times New Roman" w:cs="Times New Roman"/>
                <w:sz w:val="24"/>
                <w:szCs w:val="24"/>
              </w:rPr>
              <w:t xml:space="preserve">МАДОУ 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60" w:type="dxa"/>
          </w:tcPr>
          <w:p w:rsidR="00993BBF" w:rsidRPr="001924E3" w:rsidRDefault="00993BBF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DA0C56" w:rsidRDefault="00993BBF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C101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137" w:type="dxa"/>
          </w:tcPr>
          <w:p w:rsidR="00993BBF" w:rsidRPr="00BB6EBC" w:rsidRDefault="00993BBF" w:rsidP="00C80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6EBC">
              <w:rPr>
                <w:rFonts w:ascii="Times New Roman" w:hAnsi="Times New Roman" w:cs="Times New Roman"/>
                <w:sz w:val="24"/>
                <w:szCs w:val="24"/>
              </w:rPr>
              <w:t xml:space="preserve">МАДОУ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ЦРР </w:t>
            </w:r>
            <w:r w:rsidRPr="00BB6EBC">
              <w:rPr>
                <w:rFonts w:ascii="Times New Roman" w:hAnsi="Times New Roman" w:cs="Times New Roman"/>
                <w:sz w:val="24"/>
                <w:szCs w:val="24"/>
              </w:rPr>
              <w:t>д/с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31</w:t>
            </w:r>
          </w:p>
        </w:tc>
        <w:tc>
          <w:tcPr>
            <w:tcW w:w="2360" w:type="dxa"/>
          </w:tcPr>
          <w:p w:rsidR="00993BBF" w:rsidRPr="001924E3" w:rsidRDefault="00993BBF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DA0C56" w:rsidRDefault="00993BBF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C101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137" w:type="dxa"/>
          </w:tcPr>
          <w:p w:rsidR="00993BBF" w:rsidRPr="009F7ABB" w:rsidRDefault="00993BBF" w:rsidP="00EE4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 36</w:t>
            </w:r>
          </w:p>
        </w:tc>
        <w:tc>
          <w:tcPr>
            <w:tcW w:w="2360" w:type="dxa"/>
          </w:tcPr>
          <w:p w:rsidR="00993BBF" w:rsidRPr="001924E3" w:rsidRDefault="00993BBF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DA0C56" w:rsidRDefault="00993BBF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C101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137" w:type="dxa"/>
          </w:tcPr>
          <w:p w:rsidR="00993BBF" w:rsidRPr="009F7ABB" w:rsidRDefault="00993BBF" w:rsidP="00EE4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37</w:t>
            </w:r>
          </w:p>
        </w:tc>
        <w:tc>
          <w:tcPr>
            <w:tcW w:w="2360" w:type="dxa"/>
          </w:tcPr>
          <w:p w:rsidR="00993BBF" w:rsidRPr="001924E3" w:rsidRDefault="00993BBF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DA0C56" w:rsidRDefault="00993BBF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C101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137" w:type="dxa"/>
          </w:tcPr>
          <w:p w:rsidR="00993BBF" w:rsidRPr="009F7ABB" w:rsidRDefault="00993BBF" w:rsidP="00EE4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 42</w:t>
            </w:r>
          </w:p>
        </w:tc>
        <w:tc>
          <w:tcPr>
            <w:tcW w:w="2360" w:type="dxa"/>
          </w:tcPr>
          <w:p w:rsidR="00993BBF" w:rsidRPr="001924E3" w:rsidRDefault="00993BBF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DA0C56" w:rsidRDefault="00993BBF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137" w:type="dxa"/>
          </w:tcPr>
          <w:p w:rsidR="00993BBF" w:rsidRPr="009F7ABB" w:rsidRDefault="00993BBF" w:rsidP="00EE4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7BD2">
              <w:rPr>
                <w:rFonts w:ascii="Times New Roman" w:hAnsi="Times New Roman" w:cs="Times New Roman"/>
                <w:sz w:val="24"/>
                <w:szCs w:val="24"/>
              </w:rPr>
              <w:t xml:space="preserve">МАДОУ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ЦРР </w:t>
            </w:r>
            <w:r w:rsidRPr="00077BD2">
              <w:rPr>
                <w:rFonts w:ascii="Times New Roman" w:hAnsi="Times New Roman" w:cs="Times New Roman"/>
                <w:sz w:val="24"/>
                <w:szCs w:val="24"/>
              </w:rPr>
              <w:t>д/с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43</w:t>
            </w:r>
          </w:p>
        </w:tc>
        <w:tc>
          <w:tcPr>
            <w:tcW w:w="2360" w:type="dxa"/>
          </w:tcPr>
          <w:p w:rsidR="00993BBF" w:rsidRPr="001924E3" w:rsidRDefault="00993BBF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DA0C56" w:rsidRDefault="00993BBF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137" w:type="dxa"/>
          </w:tcPr>
          <w:p w:rsidR="00993BBF" w:rsidRPr="009F7ABB" w:rsidRDefault="00993BBF" w:rsidP="00EE4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 44</w:t>
            </w:r>
          </w:p>
        </w:tc>
        <w:tc>
          <w:tcPr>
            <w:tcW w:w="2360" w:type="dxa"/>
          </w:tcPr>
          <w:p w:rsidR="00993BBF" w:rsidRPr="001924E3" w:rsidRDefault="00993BBF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137" w:type="dxa"/>
          </w:tcPr>
          <w:p w:rsidR="00993BBF" w:rsidRDefault="00993BBF" w:rsidP="00C800FD">
            <w:pPr>
              <w:spacing w:after="0" w:line="240" w:lineRule="auto"/>
            </w:pPr>
            <w:r w:rsidRPr="00077BD2">
              <w:rPr>
                <w:rFonts w:ascii="Times New Roman" w:hAnsi="Times New Roman" w:cs="Times New Roman"/>
                <w:sz w:val="24"/>
                <w:szCs w:val="24"/>
              </w:rPr>
              <w:t xml:space="preserve">МАДОУ 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360" w:type="dxa"/>
          </w:tcPr>
          <w:p w:rsidR="00993BBF" w:rsidRPr="001924E3" w:rsidRDefault="00993BBF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137" w:type="dxa"/>
          </w:tcPr>
          <w:p w:rsidR="00993BBF" w:rsidRDefault="00993BBF" w:rsidP="00C800FD">
            <w:pPr>
              <w:spacing w:after="0" w:line="240" w:lineRule="auto"/>
            </w:pPr>
            <w:r w:rsidRPr="00077BD2">
              <w:rPr>
                <w:rFonts w:ascii="Times New Roman" w:hAnsi="Times New Roman" w:cs="Times New Roman"/>
                <w:sz w:val="24"/>
                <w:szCs w:val="24"/>
              </w:rPr>
              <w:t xml:space="preserve">МАДОУ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ЦРР </w:t>
            </w:r>
            <w:r w:rsidRPr="00077BD2">
              <w:rPr>
                <w:rFonts w:ascii="Times New Roman" w:hAnsi="Times New Roman" w:cs="Times New Roman"/>
                <w:sz w:val="24"/>
                <w:szCs w:val="24"/>
              </w:rPr>
              <w:t xml:space="preserve">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360" w:type="dxa"/>
          </w:tcPr>
          <w:p w:rsidR="00993BBF" w:rsidRPr="001924E3" w:rsidRDefault="00993BBF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137" w:type="dxa"/>
          </w:tcPr>
          <w:p w:rsidR="00993BBF" w:rsidRPr="009F7ABB" w:rsidRDefault="00993BBF" w:rsidP="00EE4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48</w:t>
            </w:r>
          </w:p>
        </w:tc>
        <w:tc>
          <w:tcPr>
            <w:tcW w:w="2360" w:type="dxa"/>
          </w:tcPr>
          <w:p w:rsidR="00993BBF" w:rsidRPr="001924E3" w:rsidRDefault="00993BBF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137" w:type="dxa"/>
          </w:tcPr>
          <w:p w:rsidR="00993BBF" w:rsidRDefault="00993BBF" w:rsidP="00EE4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49</w:t>
            </w:r>
          </w:p>
        </w:tc>
        <w:tc>
          <w:tcPr>
            <w:tcW w:w="2360" w:type="dxa"/>
          </w:tcPr>
          <w:p w:rsidR="00993BBF" w:rsidRPr="001924E3" w:rsidRDefault="00993BBF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137" w:type="dxa"/>
          </w:tcPr>
          <w:p w:rsidR="00993BBF" w:rsidRPr="009F7ABB" w:rsidRDefault="00993BBF" w:rsidP="00EE4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51</w:t>
            </w:r>
          </w:p>
        </w:tc>
        <w:tc>
          <w:tcPr>
            <w:tcW w:w="2360" w:type="dxa"/>
          </w:tcPr>
          <w:p w:rsidR="00993BBF" w:rsidRPr="001924E3" w:rsidRDefault="00993BBF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137" w:type="dxa"/>
          </w:tcPr>
          <w:p w:rsidR="00993BBF" w:rsidRPr="009F7ABB" w:rsidRDefault="00993BBF" w:rsidP="00EE4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52</w:t>
            </w:r>
          </w:p>
        </w:tc>
        <w:tc>
          <w:tcPr>
            <w:tcW w:w="2360" w:type="dxa"/>
          </w:tcPr>
          <w:p w:rsidR="00993BBF" w:rsidRPr="001924E3" w:rsidRDefault="00993BBF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137" w:type="dxa"/>
          </w:tcPr>
          <w:p w:rsidR="00993BBF" w:rsidRPr="009F7ABB" w:rsidRDefault="00993BBF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МАДОУ ЦРР </w:t>
            </w:r>
            <w:r w:rsidRPr="00077759">
              <w:rPr>
                <w:rFonts w:ascii="Times New Roman" w:hAnsi="Times New Roman" w:cs="Times New Roman"/>
                <w:sz w:val="24"/>
                <w:szCs w:val="24"/>
              </w:rPr>
              <w:t>д/с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53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137" w:type="dxa"/>
          </w:tcPr>
          <w:p w:rsidR="00993BBF" w:rsidRPr="009F7ABB" w:rsidRDefault="00993BBF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МАДОУ </w:t>
            </w:r>
            <w:r w:rsidRPr="0029459F">
              <w:rPr>
                <w:rFonts w:ascii="Times New Roman" w:hAnsi="Times New Roman" w:cs="Times New Roman"/>
                <w:sz w:val="24"/>
                <w:szCs w:val="24"/>
              </w:rPr>
              <w:t>д/с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54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137" w:type="dxa"/>
          </w:tcPr>
          <w:p w:rsidR="00993BBF" w:rsidRDefault="00993BBF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МАДОУ </w:t>
            </w:r>
            <w:r w:rsidRPr="0029459F">
              <w:rPr>
                <w:rFonts w:ascii="Times New Roman" w:hAnsi="Times New Roman" w:cs="Times New Roman"/>
                <w:sz w:val="24"/>
                <w:szCs w:val="24"/>
              </w:rPr>
              <w:t>д/с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55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137" w:type="dxa"/>
          </w:tcPr>
          <w:p w:rsidR="00993BBF" w:rsidRPr="009F7ABB" w:rsidRDefault="00993BBF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 64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137" w:type="dxa"/>
          </w:tcPr>
          <w:p w:rsidR="00993BBF" w:rsidRDefault="00993BBF" w:rsidP="00D727DF">
            <w:pPr>
              <w:spacing w:after="0" w:line="240" w:lineRule="auto"/>
            </w:pPr>
            <w:r w:rsidRPr="005B322C">
              <w:rPr>
                <w:rFonts w:ascii="Times New Roman" w:hAnsi="Times New Roman" w:cs="Times New Roman"/>
                <w:sz w:val="24"/>
                <w:szCs w:val="24"/>
              </w:rPr>
              <w:t xml:space="preserve">МАДОУ 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137" w:type="dxa"/>
          </w:tcPr>
          <w:p w:rsidR="00993BBF" w:rsidRDefault="00993BBF" w:rsidP="00D727DF">
            <w:pPr>
              <w:spacing w:after="0" w:line="240" w:lineRule="auto"/>
            </w:pPr>
            <w:r w:rsidRPr="005B322C">
              <w:rPr>
                <w:rFonts w:ascii="Times New Roman" w:hAnsi="Times New Roman" w:cs="Times New Roman"/>
                <w:sz w:val="24"/>
                <w:szCs w:val="24"/>
              </w:rPr>
              <w:t xml:space="preserve">МАДОУ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ЦРР </w:t>
            </w:r>
            <w:r w:rsidRPr="005B322C">
              <w:rPr>
                <w:rFonts w:ascii="Times New Roman" w:hAnsi="Times New Roman" w:cs="Times New Roman"/>
                <w:sz w:val="24"/>
                <w:szCs w:val="24"/>
              </w:rPr>
              <w:t xml:space="preserve">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137" w:type="dxa"/>
          </w:tcPr>
          <w:p w:rsidR="00993BBF" w:rsidRDefault="00993BBF" w:rsidP="00D727DF">
            <w:pPr>
              <w:spacing w:after="0" w:line="240" w:lineRule="auto"/>
            </w:pPr>
            <w:r w:rsidRPr="005B322C">
              <w:rPr>
                <w:rFonts w:ascii="Times New Roman" w:hAnsi="Times New Roman" w:cs="Times New Roman"/>
                <w:sz w:val="24"/>
                <w:szCs w:val="24"/>
              </w:rPr>
              <w:t xml:space="preserve">МАДОУ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ЦРР </w:t>
            </w:r>
            <w:r w:rsidRPr="005B322C">
              <w:rPr>
                <w:rFonts w:ascii="Times New Roman" w:hAnsi="Times New Roman" w:cs="Times New Roman"/>
                <w:sz w:val="24"/>
                <w:szCs w:val="24"/>
              </w:rPr>
              <w:t xml:space="preserve">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137" w:type="dxa"/>
          </w:tcPr>
          <w:p w:rsidR="00993BBF" w:rsidRDefault="00993BBF" w:rsidP="00D727DF">
            <w:pPr>
              <w:spacing w:after="0" w:line="240" w:lineRule="auto"/>
            </w:pPr>
            <w:r w:rsidRPr="005B322C">
              <w:rPr>
                <w:rFonts w:ascii="Times New Roman" w:hAnsi="Times New Roman" w:cs="Times New Roman"/>
                <w:sz w:val="24"/>
                <w:szCs w:val="24"/>
              </w:rPr>
              <w:t xml:space="preserve">МАДОУ 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137" w:type="dxa"/>
          </w:tcPr>
          <w:p w:rsidR="00993BBF" w:rsidRDefault="00993BBF" w:rsidP="00D727DF">
            <w:pPr>
              <w:spacing w:after="0" w:line="240" w:lineRule="auto"/>
            </w:pPr>
            <w:r w:rsidRPr="005B322C">
              <w:rPr>
                <w:rFonts w:ascii="Times New Roman" w:hAnsi="Times New Roman" w:cs="Times New Roman"/>
                <w:sz w:val="24"/>
                <w:szCs w:val="24"/>
              </w:rPr>
              <w:t xml:space="preserve">МАДОУ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ЦРР </w:t>
            </w:r>
            <w:r w:rsidRPr="005B322C">
              <w:rPr>
                <w:rFonts w:ascii="Times New Roman" w:hAnsi="Times New Roman" w:cs="Times New Roman"/>
                <w:sz w:val="24"/>
                <w:szCs w:val="24"/>
              </w:rPr>
              <w:t xml:space="preserve">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137" w:type="dxa"/>
          </w:tcPr>
          <w:p w:rsidR="00993BBF" w:rsidRDefault="00993BBF" w:rsidP="00D727DF">
            <w:pPr>
              <w:spacing w:after="0" w:line="240" w:lineRule="auto"/>
            </w:pPr>
            <w:r w:rsidRPr="005B322C">
              <w:rPr>
                <w:rFonts w:ascii="Times New Roman" w:hAnsi="Times New Roman" w:cs="Times New Roman"/>
                <w:sz w:val="24"/>
                <w:szCs w:val="24"/>
              </w:rPr>
              <w:t xml:space="preserve">МАДОУ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ЦРР </w:t>
            </w:r>
            <w:r w:rsidRPr="005B322C">
              <w:rPr>
                <w:rFonts w:ascii="Times New Roman" w:hAnsi="Times New Roman" w:cs="Times New Roman"/>
                <w:sz w:val="24"/>
                <w:szCs w:val="24"/>
              </w:rPr>
              <w:t xml:space="preserve">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137" w:type="dxa"/>
          </w:tcPr>
          <w:p w:rsidR="00993BBF" w:rsidRDefault="00993BBF" w:rsidP="00D727DF">
            <w:pPr>
              <w:spacing w:after="0" w:line="240" w:lineRule="auto"/>
            </w:pPr>
            <w:r w:rsidRPr="005B322C">
              <w:rPr>
                <w:rFonts w:ascii="Times New Roman" w:hAnsi="Times New Roman" w:cs="Times New Roman"/>
                <w:sz w:val="24"/>
                <w:szCs w:val="24"/>
              </w:rPr>
              <w:t xml:space="preserve">МАДОУ 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137" w:type="dxa"/>
          </w:tcPr>
          <w:p w:rsidR="00993BBF" w:rsidRDefault="00993BBF" w:rsidP="00D727DF">
            <w:pPr>
              <w:spacing w:after="0" w:line="240" w:lineRule="auto"/>
            </w:pPr>
            <w:r w:rsidRPr="005B322C">
              <w:rPr>
                <w:rFonts w:ascii="Times New Roman" w:hAnsi="Times New Roman" w:cs="Times New Roman"/>
                <w:sz w:val="24"/>
                <w:szCs w:val="24"/>
              </w:rPr>
              <w:t xml:space="preserve">МАДОУ 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137" w:type="dxa"/>
          </w:tcPr>
          <w:p w:rsidR="00993BBF" w:rsidRPr="009F7ABB" w:rsidRDefault="00993BBF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ЦРР д/с № 86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137" w:type="dxa"/>
          </w:tcPr>
          <w:p w:rsidR="00993BBF" w:rsidRPr="009F7ABB" w:rsidRDefault="00993BBF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ЦРР д/с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87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137" w:type="dxa"/>
          </w:tcPr>
          <w:p w:rsidR="00993BBF" w:rsidRPr="009F7ABB" w:rsidRDefault="00993BBF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90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137" w:type="dxa"/>
          </w:tcPr>
          <w:p w:rsidR="00993BBF" w:rsidRDefault="00993BBF" w:rsidP="00D727DF">
            <w:pPr>
              <w:spacing w:after="0" w:line="240" w:lineRule="auto"/>
            </w:pPr>
            <w:r w:rsidRPr="00913AE9">
              <w:rPr>
                <w:rFonts w:ascii="Times New Roman" w:hAnsi="Times New Roman" w:cs="Times New Roman"/>
                <w:sz w:val="24"/>
                <w:szCs w:val="24"/>
              </w:rPr>
              <w:t xml:space="preserve">МАДОУ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ЦРР </w:t>
            </w:r>
            <w:r w:rsidRPr="00913AE9">
              <w:rPr>
                <w:rFonts w:ascii="Times New Roman" w:hAnsi="Times New Roman" w:cs="Times New Roman"/>
                <w:sz w:val="24"/>
                <w:szCs w:val="24"/>
              </w:rPr>
              <w:t xml:space="preserve">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137" w:type="dxa"/>
          </w:tcPr>
          <w:p w:rsidR="00993BBF" w:rsidRDefault="00993BBF" w:rsidP="00D727DF">
            <w:pPr>
              <w:spacing w:after="0" w:line="240" w:lineRule="auto"/>
            </w:pPr>
            <w:r w:rsidRPr="00913AE9">
              <w:rPr>
                <w:rFonts w:ascii="Times New Roman" w:hAnsi="Times New Roman" w:cs="Times New Roman"/>
                <w:sz w:val="24"/>
                <w:szCs w:val="24"/>
              </w:rPr>
              <w:t xml:space="preserve">МАДОУ 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137" w:type="dxa"/>
          </w:tcPr>
          <w:p w:rsidR="00993BBF" w:rsidRDefault="00993BBF" w:rsidP="00D727DF">
            <w:pPr>
              <w:spacing w:after="0" w:line="240" w:lineRule="auto"/>
            </w:pPr>
            <w:r w:rsidRPr="00913AE9">
              <w:rPr>
                <w:rFonts w:ascii="Times New Roman" w:hAnsi="Times New Roman" w:cs="Times New Roman"/>
                <w:sz w:val="24"/>
                <w:szCs w:val="24"/>
              </w:rPr>
              <w:t xml:space="preserve">МАДОУ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ЦРР </w:t>
            </w:r>
            <w:r w:rsidRPr="00913AE9">
              <w:rPr>
                <w:rFonts w:ascii="Times New Roman" w:hAnsi="Times New Roman" w:cs="Times New Roman"/>
                <w:sz w:val="24"/>
                <w:szCs w:val="24"/>
              </w:rPr>
              <w:t xml:space="preserve">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137" w:type="dxa"/>
          </w:tcPr>
          <w:p w:rsidR="00993BBF" w:rsidRDefault="00993BBF" w:rsidP="00D727DF">
            <w:pPr>
              <w:spacing w:after="0" w:line="240" w:lineRule="auto"/>
            </w:pPr>
            <w:r w:rsidRPr="00D45518">
              <w:rPr>
                <w:rFonts w:ascii="Times New Roman" w:hAnsi="Times New Roman" w:cs="Times New Roman"/>
                <w:sz w:val="24"/>
                <w:szCs w:val="24"/>
              </w:rPr>
              <w:t>МАДОУ д/с № 99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137" w:type="dxa"/>
          </w:tcPr>
          <w:p w:rsidR="00993BBF" w:rsidRPr="00913AE9" w:rsidRDefault="00993BBF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100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137" w:type="dxa"/>
          </w:tcPr>
          <w:p w:rsidR="00993BBF" w:rsidRPr="009F7ABB" w:rsidRDefault="00993BBF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ЦРР д/с № 102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137" w:type="dxa"/>
          </w:tcPr>
          <w:p w:rsidR="00993BBF" w:rsidRDefault="00993BBF" w:rsidP="00D727DF">
            <w:pPr>
              <w:spacing w:after="0" w:line="240" w:lineRule="auto"/>
            </w:pPr>
            <w:r w:rsidRPr="00EF6092">
              <w:rPr>
                <w:rFonts w:ascii="Times New Roman" w:hAnsi="Times New Roman" w:cs="Times New Roman"/>
                <w:sz w:val="24"/>
                <w:szCs w:val="24"/>
              </w:rPr>
              <w:t xml:space="preserve">МАДОУ 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137" w:type="dxa"/>
          </w:tcPr>
          <w:p w:rsidR="00993BBF" w:rsidRDefault="00993BBF" w:rsidP="00D727DF">
            <w:pPr>
              <w:spacing w:after="0" w:line="240" w:lineRule="auto"/>
            </w:pPr>
            <w:r w:rsidRPr="00EF6092">
              <w:rPr>
                <w:rFonts w:ascii="Times New Roman" w:hAnsi="Times New Roman" w:cs="Times New Roman"/>
                <w:sz w:val="24"/>
                <w:szCs w:val="24"/>
              </w:rPr>
              <w:t xml:space="preserve">МАДОУ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ЦРР </w:t>
            </w:r>
            <w:r w:rsidRPr="00EF6092">
              <w:rPr>
                <w:rFonts w:ascii="Times New Roman" w:hAnsi="Times New Roman" w:cs="Times New Roman"/>
                <w:sz w:val="24"/>
                <w:szCs w:val="24"/>
              </w:rPr>
              <w:t xml:space="preserve">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137" w:type="dxa"/>
          </w:tcPr>
          <w:p w:rsidR="00993BBF" w:rsidRPr="009F7ABB" w:rsidRDefault="00993BBF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ЦРР д/с № 107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137" w:type="dxa"/>
          </w:tcPr>
          <w:p w:rsidR="00993BBF" w:rsidRPr="009F7ABB" w:rsidRDefault="00993BBF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 109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137" w:type="dxa"/>
          </w:tcPr>
          <w:p w:rsidR="00993BBF" w:rsidRPr="009F7ABB" w:rsidRDefault="00993BBF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 xml:space="preserve">МАДОУ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ЦРР </w:t>
            </w: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д/с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110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137" w:type="dxa"/>
          </w:tcPr>
          <w:p w:rsidR="00993BBF" w:rsidRPr="009F7ABB" w:rsidRDefault="00993BBF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ЦРР д/с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111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137" w:type="dxa"/>
          </w:tcPr>
          <w:p w:rsidR="00993BBF" w:rsidRDefault="00993BBF" w:rsidP="00077759">
            <w:pPr>
              <w:spacing w:after="0" w:line="240" w:lineRule="auto"/>
            </w:pPr>
            <w:r w:rsidRPr="00A51C4C">
              <w:rPr>
                <w:rFonts w:ascii="Times New Roman" w:hAnsi="Times New Roman" w:cs="Times New Roman"/>
                <w:sz w:val="24"/>
                <w:szCs w:val="24"/>
              </w:rPr>
              <w:t xml:space="preserve">МАДОУ 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137" w:type="dxa"/>
          </w:tcPr>
          <w:p w:rsidR="00993BBF" w:rsidRDefault="00993BBF" w:rsidP="00D727DF">
            <w:pPr>
              <w:spacing w:after="0" w:line="240" w:lineRule="auto"/>
            </w:pPr>
            <w:r w:rsidRPr="00A51C4C">
              <w:rPr>
                <w:rFonts w:ascii="Times New Roman" w:hAnsi="Times New Roman" w:cs="Times New Roman"/>
                <w:sz w:val="24"/>
                <w:szCs w:val="24"/>
              </w:rPr>
              <w:t xml:space="preserve">МАДОУ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ЦРР </w:t>
            </w:r>
            <w:r w:rsidRPr="00A51C4C">
              <w:rPr>
                <w:rFonts w:ascii="Times New Roman" w:hAnsi="Times New Roman" w:cs="Times New Roman"/>
                <w:sz w:val="24"/>
                <w:szCs w:val="24"/>
              </w:rPr>
              <w:t xml:space="preserve">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137" w:type="dxa"/>
          </w:tcPr>
          <w:p w:rsidR="00993BBF" w:rsidRPr="009F7ABB" w:rsidRDefault="00993BBF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ЦРР д/с № 116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137" w:type="dxa"/>
          </w:tcPr>
          <w:p w:rsidR="00993BBF" w:rsidRPr="009F7ABB" w:rsidRDefault="00993BBF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119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137" w:type="dxa"/>
          </w:tcPr>
          <w:p w:rsidR="00993BBF" w:rsidRPr="009F7ABB" w:rsidRDefault="00993BBF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ЦРР д/с № 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137" w:type="dxa"/>
          </w:tcPr>
          <w:p w:rsidR="00993BBF" w:rsidRPr="009F7ABB" w:rsidRDefault="00993BBF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ЦРР д/с № 122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137" w:type="dxa"/>
          </w:tcPr>
          <w:p w:rsidR="00993BBF" w:rsidRDefault="00993BBF" w:rsidP="00D727DF">
            <w:pPr>
              <w:spacing w:after="0" w:line="240" w:lineRule="auto"/>
            </w:pPr>
            <w:r w:rsidRPr="00B70DD1">
              <w:rPr>
                <w:rFonts w:ascii="Times New Roman" w:hAnsi="Times New Roman" w:cs="Times New Roman"/>
                <w:sz w:val="24"/>
                <w:szCs w:val="24"/>
              </w:rPr>
              <w:t xml:space="preserve">МАДОУ 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137" w:type="dxa"/>
          </w:tcPr>
          <w:p w:rsidR="00993BBF" w:rsidRDefault="00993BBF" w:rsidP="00D727DF">
            <w:pPr>
              <w:spacing w:after="0" w:line="240" w:lineRule="auto"/>
            </w:pPr>
            <w:r w:rsidRPr="00B70DD1">
              <w:rPr>
                <w:rFonts w:ascii="Times New Roman" w:hAnsi="Times New Roman" w:cs="Times New Roman"/>
                <w:sz w:val="24"/>
                <w:szCs w:val="24"/>
              </w:rPr>
              <w:t xml:space="preserve">МАДОУ 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137" w:type="dxa"/>
          </w:tcPr>
          <w:p w:rsidR="00993BBF" w:rsidRPr="009F7ABB" w:rsidRDefault="00993BBF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 125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137" w:type="dxa"/>
          </w:tcPr>
          <w:p w:rsidR="00993BBF" w:rsidRDefault="00993BBF" w:rsidP="00D727DF">
            <w:pPr>
              <w:spacing w:after="0" w:line="240" w:lineRule="auto"/>
            </w:pPr>
            <w:r w:rsidRPr="00FF0113">
              <w:rPr>
                <w:rFonts w:ascii="Times New Roman" w:hAnsi="Times New Roman" w:cs="Times New Roman"/>
                <w:sz w:val="24"/>
                <w:szCs w:val="24"/>
              </w:rPr>
              <w:t xml:space="preserve">МАДОУ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ЦРР </w:t>
            </w:r>
            <w:r w:rsidRPr="00FF0113">
              <w:rPr>
                <w:rFonts w:ascii="Times New Roman" w:hAnsi="Times New Roman" w:cs="Times New Roman"/>
                <w:sz w:val="24"/>
                <w:szCs w:val="24"/>
              </w:rPr>
              <w:t xml:space="preserve">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137" w:type="dxa"/>
          </w:tcPr>
          <w:p w:rsidR="00993BBF" w:rsidRDefault="00993BBF" w:rsidP="00D727DF">
            <w:pPr>
              <w:spacing w:after="0" w:line="240" w:lineRule="auto"/>
            </w:pPr>
            <w:r w:rsidRPr="00FF0113">
              <w:rPr>
                <w:rFonts w:ascii="Times New Roman" w:hAnsi="Times New Roman" w:cs="Times New Roman"/>
                <w:sz w:val="24"/>
                <w:szCs w:val="24"/>
              </w:rPr>
              <w:t xml:space="preserve">МАДОУ 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137" w:type="dxa"/>
          </w:tcPr>
          <w:p w:rsidR="00993BBF" w:rsidRDefault="00993BBF" w:rsidP="00D727DF">
            <w:pPr>
              <w:spacing w:after="0" w:line="240" w:lineRule="auto"/>
            </w:pPr>
            <w:r w:rsidRPr="00FF0113">
              <w:rPr>
                <w:rFonts w:ascii="Times New Roman" w:hAnsi="Times New Roman" w:cs="Times New Roman"/>
                <w:sz w:val="24"/>
                <w:szCs w:val="24"/>
              </w:rPr>
              <w:t xml:space="preserve">МАДОУ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ЦРР </w:t>
            </w:r>
            <w:r w:rsidRPr="00FF0113">
              <w:rPr>
                <w:rFonts w:ascii="Times New Roman" w:hAnsi="Times New Roman" w:cs="Times New Roman"/>
                <w:sz w:val="24"/>
                <w:szCs w:val="24"/>
              </w:rPr>
              <w:t xml:space="preserve">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137" w:type="dxa"/>
          </w:tcPr>
          <w:p w:rsidR="00993BBF" w:rsidRPr="009F7ABB" w:rsidRDefault="00993BBF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</w:t>
            </w: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 xml:space="preserve"> д/с № 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137" w:type="dxa"/>
          </w:tcPr>
          <w:p w:rsidR="00993BBF" w:rsidRDefault="00993BBF" w:rsidP="00D727DF">
            <w:pPr>
              <w:spacing w:after="0" w:line="240" w:lineRule="auto"/>
            </w:pPr>
            <w:r w:rsidRPr="00E53C0A">
              <w:rPr>
                <w:rFonts w:ascii="Times New Roman" w:hAnsi="Times New Roman" w:cs="Times New Roman"/>
                <w:sz w:val="24"/>
                <w:szCs w:val="24"/>
              </w:rPr>
              <w:t>МАДОУ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ЦРР</w:t>
            </w:r>
            <w:r w:rsidRPr="00E53C0A">
              <w:rPr>
                <w:rFonts w:ascii="Times New Roman" w:hAnsi="Times New Roman" w:cs="Times New Roman"/>
                <w:sz w:val="24"/>
                <w:szCs w:val="24"/>
              </w:rPr>
              <w:t xml:space="preserve"> 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137" w:type="dxa"/>
          </w:tcPr>
          <w:p w:rsidR="00993BBF" w:rsidRDefault="00993BBF" w:rsidP="00D727DF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МАДОУ </w:t>
            </w:r>
            <w:r w:rsidRPr="00E53C0A">
              <w:rPr>
                <w:rFonts w:ascii="Times New Roman" w:hAnsi="Times New Roman" w:cs="Times New Roman"/>
                <w:sz w:val="24"/>
                <w:szCs w:val="24"/>
              </w:rPr>
              <w:t xml:space="preserve">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137" w:type="dxa"/>
          </w:tcPr>
          <w:p w:rsidR="00993BBF" w:rsidRPr="009F7ABB" w:rsidRDefault="00993BBF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ЦРР д/с № 136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137" w:type="dxa"/>
          </w:tcPr>
          <w:p w:rsidR="00993BBF" w:rsidRPr="009F7ABB" w:rsidRDefault="00993BBF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СОШ № 4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137" w:type="dxa"/>
          </w:tcPr>
          <w:p w:rsidR="00993BBF" w:rsidRPr="009F7ABB" w:rsidRDefault="00993BBF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СОШ № 6 с УИОП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137" w:type="dxa"/>
          </w:tcPr>
          <w:p w:rsidR="00993BBF" w:rsidRPr="009F7ABB" w:rsidRDefault="00993BBF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СОШ № 9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137" w:type="dxa"/>
          </w:tcPr>
          <w:p w:rsidR="00993BBF" w:rsidRDefault="00993BBF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10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137" w:type="dxa"/>
          </w:tcPr>
          <w:p w:rsidR="00993BBF" w:rsidRDefault="00993BBF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СОШ № 11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137" w:type="dxa"/>
          </w:tcPr>
          <w:p w:rsidR="00993BBF" w:rsidRDefault="00993BBF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СОШ № 13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4137" w:type="dxa"/>
          </w:tcPr>
          <w:p w:rsidR="00993BBF" w:rsidRPr="009F7ABB" w:rsidRDefault="00993BBF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СОШ № 14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137" w:type="dxa"/>
          </w:tcPr>
          <w:p w:rsidR="00993BBF" w:rsidRPr="009F7ABB" w:rsidRDefault="00993BBF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МАОУ лицей № 18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4137" w:type="dxa"/>
          </w:tcPr>
          <w:p w:rsidR="00993BBF" w:rsidRPr="009F7ABB" w:rsidRDefault="00993BBF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МАОУ СОШ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137" w:type="dxa"/>
          </w:tcPr>
          <w:p w:rsidR="00993BBF" w:rsidRPr="009F7ABB" w:rsidRDefault="00993BBF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МАОУ гимназия № 22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4137" w:type="dxa"/>
          </w:tcPr>
          <w:p w:rsidR="00993BBF" w:rsidRPr="009F7ABB" w:rsidRDefault="00993BBF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МАОУ СОШ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26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4137" w:type="dxa"/>
          </w:tcPr>
          <w:p w:rsidR="00993BBF" w:rsidRPr="009F7ABB" w:rsidRDefault="00993BBF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МАОУ СОШ № 28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4137" w:type="dxa"/>
          </w:tcPr>
          <w:p w:rsidR="00993BBF" w:rsidRPr="009F7ABB" w:rsidRDefault="00993BBF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МАОУ СОШ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29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4137" w:type="dxa"/>
          </w:tcPr>
          <w:p w:rsidR="00993BBF" w:rsidRPr="009F7ABB" w:rsidRDefault="00993BBF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МАОУ СОШ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31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4137" w:type="dxa"/>
          </w:tcPr>
          <w:p w:rsidR="00993BBF" w:rsidRPr="009F7ABB" w:rsidRDefault="00993BBF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МАОУ гимназия № 32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4137" w:type="dxa"/>
          </w:tcPr>
          <w:p w:rsidR="00993BBF" w:rsidRPr="009F7ABB" w:rsidRDefault="00993BBF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лицей 35 им. Буткова В.В.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4137" w:type="dxa"/>
          </w:tcPr>
          <w:p w:rsidR="00993BBF" w:rsidRPr="009F7ABB" w:rsidRDefault="00993BBF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МАОУ СОШ № 45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137" w:type="dxa"/>
          </w:tcPr>
          <w:p w:rsidR="00993BBF" w:rsidRPr="009F7ABB" w:rsidRDefault="00993BBF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МАОУ СОШ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46 с УИОП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4137" w:type="dxa"/>
          </w:tcPr>
          <w:p w:rsidR="00993BBF" w:rsidRPr="009F7ABB" w:rsidRDefault="00993BBF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МАОУ СОШ № 48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4137" w:type="dxa"/>
          </w:tcPr>
          <w:p w:rsidR="00993BBF" w:rsidRPr="009F7ABB" w:rsidRDefault="00993BBF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лицей № 49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4137" w:type="dxa"/>
          </w:tcPr>
          <w:p w:rsidR="00993BBF" w:rsidRDefault="00993BBF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ШИЛИ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30A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4137" w:type="dxa"/>
          </w:tcPr>
          <w:p w:rsidR="00993BBF" w:rsidRDefault="00993BBF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МАУ ДО ДЮЦ «На Комсомольской»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4137" w:type="dxa"/>
          </w:tcPr>
          <w:p w:rsidR="00993BBF" w:rsidRPr="00C32AF3" w:rsidRDefault="00993BBF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2AF3">
              <w:rPr>
                <w:rFonts w:ascii="Times New Roman" w:hAnsi="Times New Roman" w:cs="Times New Roman"/>
                <w:sz w:val="24"/>
                <w:szCs w:val="24"/>
              </w:rPr>
              <w:t>МАУ ДЦОиОДиП «Олимп»</w:t>
            </w:r>
          </w:p>
        </w:tc>
        <w:tc>
          <w:tcPr>
            <w:tcW w:w="2360" w:type="dxa"/>
          </w:tcPr>
          <w:p w:rsidR="00993BBF" w:rsidRPr="001924E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6497" w:type="dxa"/>
            <w:gridSpan w:val="2"/>
          </w:tcPr>
          <w:p w:rsidR="00993BBF" w:rsidRPr="0007672B" w:rsidRDefault="00993BBF" w:rsidP="0055041F">
            <w:pPr>
              <w:pStyle w:val="ConsPlusNormal"/>
              <w:ind w:firstLine="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041F">
              <w:rPr>
                <w:rFonts w:ascii="Times New Roman" w:hAnsi="Times New Roman" w:cs="Times New Roman"/>
                <w:sz w:val="28"/>
                <w:szCs w:val="28"/>
              </w:rPr>
              <w:t>Доля детей в возрасте от 2 месяцев до 7 лет, получающих дошкольную образовательную услугу и (или) услугу по их содержанию в организациях различной организационно-правовой формы и формы собственности</w:t>
            </w:r>
          </w:p>
        </w:tc>
        <w:tc>
          <w:tcPr>
            <w:tcW w:w="1222" w:type="dxa"/>
          </w:tcPr>
          <w:p w:rsidR="00993BBF" w:rsidRPr="00E54E4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E4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993BBF" w:rsidRPr="00E54E4D" w:rsidRDefault="00993BBF" w:rsidP="00D30A82">
            <w:pPr>
              <w:spacing w:after="0" w:line="240" w:lineRule="auto"/>
              <w:jc w:val="center"/>
              <w:rPr>
                <w:rStyle w:val="111"/>
                <w:sz w:val="24"/>
                <w:szCs w:val="24"/>
                <w:lang w:eastAsia="en-US"/>
              </w:rPr>
            </w:pPr>
            <w:r>
              <w:rPr>
                <w:rStyle w:val="111"/>
                <w:sz w:val="24"/>
                <w:szCs w:val="24"/>
                <w:lang w:eastAsia="en-US"/>
              </w:rPr>
              <w:t>68,9</w:t>
            </w:r>
          </w:p>
        </w:tc>
        <w:tc>
          <w:tcPr>
            <w:tcW w:w="1050" w:type="dxa"/>
          </w:tcPr>
          <w:p w:rsidR="00993BBF" w:rsidRPr="00E54E4D" w:rsidRDefault="00993BBF" w:rsidP="00D30A82">
            <w:pPr>
              <w:spacing w:after="0" w:line="240" w:lineRule="auto"/>
              <w:jc w:val="center"/>
              <w:rPr>
                <w:rStyle w:val="111"/>
                <w:sz w:val="24"/>
                <w:szCs w:val="24"/>
                <w:lang w:eastAsia="en-US"/>
              </w:rPr>
            </w:pPr>
            <w:r>
              <w:rPr>
                <w:rStyle w:val="111"/>
                <w:sz w:val="24"/>
                <w:szCs w:val="24"/>
                <w:lang w:eastAsia="en-US"/>
              </w:rPr>
              <w:t>72,5</w:t>
            </w:r>
          </w:p>
        </w:tc>
        <w:tc>
          <w:tcPr>
            <w:tcW w:w="1120" w:type="dxa"/>
          </w:tcPr>
          <w:p w:rsidR="00993BBF" w:rsidRPr="002E1B7C" w:rsidRDefault="00993BBF" w:rsidP="00D3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72,6</w:t>
            </w:r>
          </w:p>
        </w:tc>
        <w:tc>
          <w:tcPr>
            <w:tcW w:w="1051" w:type="dxa"/>
          </w:tcPr>
          <w:p w:rsidR="00993BBF" w:rsidRPr="002E1B7C" w:rsidRDefault="00993BBF" w:rsidP="00D3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72,7</w:t>
            </w:r>
          </w:p>
        </w:tc>
        <w:tc>
          <w:tcPr>
            <w:tcW w:w="1120" w:type="dxa"/>
          </w:tcPr>
          <w:p w:rsidR="00993BBF" w:rsidRPr="002E1B7C" w:rsidRDefault="00993BBF" w:rsidP="00D3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72,8</w:t>
            </w:r>
          </w:p>
        </w:tc>
        <w:tc>
          <w:tcPr>
            <w:tcW w:w="1120" w:type="dxa"/>
          </w:tcPr>
          <w:p w:rsidR="00993BBF" w:rsidRPr="002E1B7C" w:rsidRDefault="00993BBF" w:rsidP="00D3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72,8</w:t>
            </w: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727D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7" w:type="dxa"/>
          </w:tcPr>
          <w:p w:rsidR="00993BBF" w:rsidRPr="000B353D" w:rsidRDefault="00993BBF" w:rsidP="00D727D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353D">
              <w:rPr>
                <w:rFonts w:ascii="Times New Roman" w:hAnsi="Times New Roman" w:cs="Times New Roman"/>
                <w:sz w:val="26"/>
                <w:szCs w:val="26"/>
              </w:rPr>
              <w:t>Справочн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ая информация</w:t>
            </w:r>
            <w:r w:rsidRPr="000B353D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993BBF" w:rsidRPr="00EB314C" w:rsidRDefault="00993BBF" w:rsidP="00263B1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53D">
              <w:rPr>
                <w:rFonts w:ascii="Times New Roman" w:hAnsi="Times New Roman" w:cs="Times New Roman"/>
                <w:sz w:val="26"/>
                <w:szCs w:val="26"/>
              </w:rPr>
              <w:t>Строительство дошкольных образовательных учреждений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</w:t>
            </w:r>
            <w:r w:rsidRPr="000B35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новых корпусов</w:t>
            </w:r>
            <w:r w:rsidRPr="000B353D">
              <w:rPr>
                <w:rFonts w:ascii="Times New Roman" w:hAnsi="Times New Roman" w:cs="Times New Roman"/>
                <w:sz w:val="26"/>
                <w:szCs w:val="26"/>
              </w:rPr>
              <w:t xml:space="preserve"> действующих детских садов</w:t>
            </w:r>
          </w:p>
        </w:tc>
        <w:tc>
          <w:tcPr>
            <w:tcW w:w="2360" w:type="dxa"/>
          </w:tcPr>
          <w:p w:rsidR="00993BBF" w:rsidRDefault="00993BBF" w:rsidP="00D727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</w:t>
            </w:r>
            <w:r w:rsidRPr="004A507E">
              <w:rPr>
                <w:rFonts w:ascii="Times New Roman" w:hAnsi="Times New Roman" w:cs="Times New Roman"/>
              </w:rPr>
              <w:t xml:space="preserve"> </w:t>
            </w:r>
          </w:p>
          <w:p w:rsidR="00993BBF" w:rsidRPr="00D75482" w:rsidRDefault="00993BBF" w:rsidP="00241A9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муниципальных </w:t>
            </w:r>
            <w:r w:rsidRPr="004A507E">
              <w:rPr>
                <w:rFonts w:ascii="Times New Roman" w:hAnsi="Times New Roman" w:cs="Times New Roman"/>
              </w:rPr>
              <w:t>дошкольных учреждений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</w:tcPr>
          <w:p w:rsidR="00993BBF" w:rsidRPr="00777C70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241A98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4.2.1</w:t>
            </w:r>
          </w:p>
        </w:tc>
        <w:tc>
          <w:tcPr>
            <w:tcW w:w="6497" w:type="dxa"/>
            <w:gridSpan w:val="2"/>
          </w:tcPr>
          <w:p w:rsidR="00993BBF" w:rsidRPr="004A6A33" w:rsidRDefault="00993BBF" w:rsidP="00D727D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муниципального дошкольного учреждения детский сад по ул. Артиллерийская – ул. Закатная – ул. Пирогова в г. Калининграде</w:t>
            </w:r>
          </w:p>
        </w:tc>
        <w:tc>
          <w:tcPr>
            <w:tcW w:w="1222" w:type="dxa"/>
          </w:tcPr>
          <w:p w:rsidR="00993BBF" w:rsidRPr="00131D09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050" w:type="dxa"/>
          </w:tcPr>
          <w:p w:rsidR="00993BBF" w:rsidRPr="00131D09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131D09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993BBF" w:rsidRDefault="00993BBF" w:rsidP="00C15AF1">
            <w:pPr>
              <w:spacing w:after="0" w:line="240" w:lineRule="auto"/>
              <w:jc w:val="center"/>
            </w:pPr>
          </w:p>
        </w:tc>
        <w:tc>
          <w:tcPr>
            <w:tcW w:w="1051" w:type="dxa"/>
          </w:tcPr>
          <w:p w:rsidR="00993BBF" w:rsidRDefault="00993BBF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993BBF" w:rsidRDefault="00993BBF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993BBF" w:rsidRPr="00245AB1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A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4C3E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4.2.2**</w:t>
            </w:r>
          </w:p>
        </w:tc>
        <w:tc>
          <w:tcPr>
            <w:tcW w:w="6497" w:type="dxa"/>
            <w:gridSpan w:val="2"/>
          </w:tcPr>
          <w:p w:rsidR="00993BBF" w:rsidRPr="004A6A33" w:rsidRDefault="00993BBF" w:rsidP="008552C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1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корпусов начальной школы - детского сада муниципального автономного общеобразовательного учреждения города Калининграда гимназии № 22 по ул. Октябрьской в г. Калининграде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77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этап)</w:t>
            </w:r>
          </w:p>
        </w:tc>
        <w:tc>
          <w:tcPr>
            <w:tcW w:w="1222" w:type="dxa"/>
          </w:tcPr>
          <w:p w:rsidR="00993BBF" w:rsidRPr="00131D09" w:rsidRDefault="00993BBF" w:rsidP="004C3E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050" w:type="dxa"/>
          </w:tcPr>
          <w:p w:rsidR="00993BBF" w:rsidRPr="00131D09" w:rsidRDefault="00993BBF" w:rsidP="004C3E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131D09" w:rsidRDefault="00993BBF" w:rsidP="004C3E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993BBF" w:rsidRDefault="00993BBF" w:rsidP="004C3E0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2015 г.</w:t>
            </w:r>
          </w:p>
        </w:tc>
        <w:tc>
          <w:tcPr>
            <w:tcW w:w="1051" w:type="dxa"/>
          </w:tcPr>
          <w:p w:rsidR="00993BBF" w:rsidRDefault="00993BBF" w:rsidP="004C3E00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993BBF" w:rsidRDefault="00993BBF" w:rsidP="004C3E00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993BBF" w:rsidRDefault="00993BBF" w:rsidP="004C3E00">
            <w:r w:rsidRPr="004A155B">
              <w:rPr>
                <w:rFonts w:ascii="Times New Roman" w:hAnsi="Times New Roman" w:cs="Times New Roman"/>
                <w:sz w:val="24"/>
                <w:szCs w:val="24"/>
              </w:rPr>
              <w:t>объект сдан в 2015 г.</w:t>
            </w:r>
          </w:p>
        </w:tc>
      </w:tr>
      <w:tr w:rsidR="00993BBF" w:rsidRPr="00797386">
        <w:trPr>
          <w:cantSplit/>
          <w:trHeight w:val="814"/>
          <w:jc w:val="center"/>
        </w:trPr>
        <w:tc>
          <w:tcPr>
            <w:tcW w:w="1113" w:type="dxa"/>
          </w:tcPr>
          <w:p w:rsidR="00993BBF" w:rsidRDefault="00993BBF" w:rsidP="004C3E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4.2.3**</w:t>
            </w:r>
          </w:p>
        </w:tc>
        <w:tc>
          <w:tcPr>
            <w:tcW w:w="6497" w:type="dxa"/>
            <w:gridSpan w:val="2"/>
          </w:tcPr>
          <w:p w:rsidR="00993BBF" w:rsidRPr="00831E32" w:rsidRDefault="00993BBF" w:rsidP="004C3E0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1E32">
              <w:rPr>
                <w:rStyle w:val="Heading1Char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Строительство муниципального дошкольного учреждения</w:t>
            </w:r>
            <w:r w:rsidRPr="00831E32">
              <w:rPr>
                <w:rStyle w:val="Heading1Char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ул.</w:t>
            </w:r>
            <w:r>
              <w:rPr>
                <w:rStyle w:val="Heading1Char"/>
                <w:rFonts w:ascii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831E32">
              <w:rPr>
                <w:rStyle w:val="Heading1Char"/>
                <w:rFonts w:ascii="Times New Roman" w:hAnsi="Times New Roman" w:cs="Times New Roman"/>
                <w:sz w:val="24"/>
                <w:szCs w:val="24"/>
                <w:lang w:val="ru-RU"/>
              </w:rPr>
              <w:t>Аксакова – дор. Окружная в г. Калининграде</w:t>
            </w:r>
          </w:p>
        </w:tc>
        <w:tc>
          <w:tcPr>
            <w:tcW w:w="1222" w:type="dxa"/>
          </w:tcPr>
          <w:p w:rsidR="00993BBF" w:rsidRPr="00131D09" w:rsidRDefault="00993BBF" w:rsidP="004C3E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050" w:type="dxa"/>
          </w:tcPr>
          <w:p w:rsidR="00993BBF" w:rsidRDefault="00993BBF" w:rsidP="004C3E00">
            <w:pPr>
              <w:spacing w:after="0" w:line="240" w:lineRule="auto"/>
              <w:jc w:val="center"/>
            </w:pPr>
          </w:p>
        </w:tc>
        <w:tc>
          <w:tcPr>
            <w:tcW w:w="1050" w:type="dxa"/>
          </w:tcPr>
          <w:p w:rsidR="00993BBF" w:rsidRPr="00131D09" w:rsidRDefault="00993BBF" w:rsidP="004C3E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993BBF" w:rsidRDefault="00993BBF" w:rsidP="004C3E0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2015 г.</w:t>
            </w:r>
          </w:p>
        </w:tc>
        <w:tc>
          <w:tcPr>
            <w:tcW w:w="1051" w:type="dxa"/>
          </w:tcPr>
          <w:p w:rsidR="00993BBF" w:rsidRDefault="00993BBF" w:rsidP="004C3E00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993BBF" w:rsidRDefault="00993BBF" w:rsidP="004C3E00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993BBF" w:rsidRDefault="00993BBF" w:rsidP="004C3E00">
            <w:pPr>
              <w:spacing w:after="0" w:line="240" w:lineRule="auto"/>
            </w:pPr>
            <w:r w:rsidRPr="004A155B">
              <w:rPr>
                <w:rFonts w:ascii="Times New Roman" w:hAnsi="Times New Roman" w:cs="Times New Roman"/>
                <w:sz w:val="24"/>
                <w:szCs w:val="24"/>
              </w:rPr>
              <w:t>объект сдан в 2015 г.</w:t>
            </w: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4C3E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4.2.4**</w:t>
            </w:r>
          </w:p>
        </w:tc>
        <w:tc>
          <w:tcPr>
            <w:tcW w:w="6497" w:type="dxa"/>
            <w:gridSpan w:val="2"/>
          </w:tcPr>
          <w:p w:rsidR="00993BBF" w:rsidRPr="004A6A33" w:rsidRDefault="00993BBF" w:rsidP="004C3E0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Детский сад на 240 мест по ул. Левитана в Юго-Восточном микрорайоне г. Калининграда</w:t>
            </w:r>
          </w:p>
        </w:tc>
        <w:tc>
          <w:tcPr>
            <w:tcW w:w="1222" w:type="dxa"/>
          </w:tcPr>
          <w:p w:rsidR="00993BBF" w:rsidRPr="00131D09" w:rsidRDefault="00993BBF" w:rsidP="004C3E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050" w:type="dxa"/>
          </w:tcPr>
          <w:p w:rsidR="00993BBF" w:rsidRDefault="00993BBF" w:rsidP="004C3E00">
            <w:pPr>
              <w:spacing w:after="0" w:line="240" w:lineRule="auto"/>
              <w:jc w:val="center"/>
            </w:pPr>
          </w:p>
        </w:tc>
        <w:tc>
          <w:tcPr>
            <w:tcW w:w="1050" w:type="dxa"/>
          </w:tcPr>
          <w:p w:rsidR="00993BBF" w:rsidRPr="00131D09" w:rsidRDefault="00993BBF" w:rsidP="004C3E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993BBF" w:rsidRDefault="00993BBF" w:rsidP="004C3E0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2015 г.</w:t>
            </w:r>
          </w:p>
        </w:tc>
        <w:tc>
          <w:tcPr>
            <w:tcW w:w="1051" w:type="dxa"/>
          </w:tcPr>
          <w:p w:rsidR="00993BBF" w:rsidRDefault="00993BBF" w:rsidP="004C3E00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993BBF" w:rsidRDefault="00993BBF" w:rsidP="004C3E00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993BBF" w:rsidRDefault="00993BBF" w:rsidP="004C3E00">
            <w:pPr>
              <w:spacing w:after="0" w:line="240" w:lineRule="auto"/>
            </w:pPr>
            <w:r w:rsidRPr="004A155B">
              <w:rPr>
                <w:rFonts w:ascii="Times New Roman" w:hAnsi="Times New Roman" w:cs="Times New Roman"/>
                <w:sz w:val="24"/>
                <w:szCs w:val="24"/>
              </w:rPr>
              <w:t>объект сдан в 2015 г.</w:t>
            </w: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4.2.5</w:t>
            </w:r>
          </w:p>
        </w:tc>
        <w:tc>
          <w:tcPr>
            <w:tcW w:w="6497" w:type="dxa"/>
            <w:gridSpan w:val="2"/>
          </w:tcPr>
          <w:p w:rsidR="00993BBF" w:rsidRPr="004A6A33" w:rsidRDefault="00993BBF" w:rsidP="00D727D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1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нового корпуса МАДОУ ЦРР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31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31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детский сад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31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по ул. Маршала Борзова, 95 в г. Калининграде</w:t>
            </w:r>
          </w:p>
        </w:tc>
        <w:tc>
          <w:tcPr>
            <w:tcW w:w="1222" w:type="dxa"/>
          </w:tcPr>
          <w:p w:rsidR="00993BBF" w:rsidRPr="00131D09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050" w:type="dxa"/>
          </w:tcPr>
          <w:p w:rsidR="00993BBF" w:rsidRDefault="00993BBF" w:rsidP="00D727DF">
            <w:pPr>
              <w:spacing w:after="0" w:line="240" w:lineRule="auto"/>
              <w:jc w:val="center"/>
            </w:pPr>
          </w:p>
        </w:tc>
        <w:tc>
          <w:tcPr>
            <w:tcW w:w="1050" w:type="dxa"/>
          </w:tcPr>
          <w:p w:rsidR="00993BBF" w:rsidRPr="00131D09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993BBF" w:rsidRDefault="00993BBF" w:rsidP="00D727DF">
            <w:pPr>
              <w:spacing w:after="0" w:line="240" w:lineRule="auto"/>
              <w:jc w:val="center"/>
            </w:pPr>
          </w:p>
        </w:tc>
        <w:tc>
          <w:tcPr>
            <w:tcW w:w="1051" w:type="dxa"/>
          </w:tcPr>
          <w:p w:rsidR="00993BBF" w:rsidRDefault="00993BBF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993BBF" w:rsidRDefault="00993BBF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993BBF" w:rsidRDefault="00993BBF" w:rsidP="00D727DF">
            <w:pPr>
              <w:spacing w:after="0" w:line="240" w:lineRule="auto"/>
              <w:jc w:val="center"/>
            </w:pPr>
            <w:r w:rsidRPr="00245A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4C3E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4.2.6**</w:t>
            </w:r>
          </w:p>
        </w:tc>
        <w:tc>
          <w:tcPr>
            <w:tcW w:w="6497" w:type="dxa"/>
            <w:gridSpan w:val="2"/>
          </w:tcPr>
          <w:p w:rsidR="00993BBF" w:rsidRPr="004A6A33" w:rsidRDefault="00993BBF" w:rsidP="004C3E0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622C">
              <w:rPr>
                <w:rFonts w:ascii="Times New Roman" w:hAnsi="Times New Roman" w:cs="Times New Roman"/>
                <w:sz w:val="24"/>
                <w:szCs w:val="24"/>
              </w:rPr>
              <w:t>Строительство нового корпуса МАДОУ детского сада № 86 по ул. Б. Хмельницкого, 84 в г. Калининграде</w:t>
            </w:r>
          </w:p>
        </w:tc>
        <w:tc>
          <w:tcPr>
            <w:tcW w:w="1222" w:type="dxa"/>
          </w:tcPr>
          <w:p w:rsidR="00993BBF" w:rsidRPr="00131D09" w:rsidRDefault="00993BBF" w:rsidP="004C3E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050" w:type="dxa"/>
          </w:tcPr>
          <w:p w:rsidR="00993BBF" w:rsidRDefault="00993BBF" w:rsidP="004C3E00">
            <w:pPr>
              <w:spacing w:after="0" w:line="240" w:lineRule="auto"/>
              <w:jc w:val="center"/>
            </w:pPr>
          </w:p>
        </w:tc>
        <w:tc>
          <w:tcPr>
            <w:tcW w:w="1050" w:type="dxa"/>
          </w:tcPr>
          <w:p w:rsidR="00993BBF" w:rsidRPr="00131D09" w:rsidRDefault="00993BBF" w:rsidP="004C3E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993BBF" w:rsidRDefault="00993BBF" w:rsidP="004C3E0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2015 г.</w:t>
            </w:r>
          </w:p>
        </w:tc>
        <w:tc>
          <w:tcPr>
            <w:tcW w:w="1051" w:type="dxa"/>
          </w:tcPr>
          <w:p w:rsidR="00993BBF" w:rsidRDefault="00993BBF" w:rsidP="004C3E00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993BBF" w:rsidRDefault="00993BBF" w:rsidP="004C3E00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993BBF" w:rsidRDefault="00993BBF" w:rsidP="004C3E00">
            <w:pPr>
              <w:spacing w:after="0" w:line="240" w:lineRule="auto"/>
            </w:pPr>
            <w:r w:rsidRPr="0093100A">
              <w:rPr>
                <w:rFonts w:ascii="Times New Roman" w:hAnsi="Times New Roman" w:cs="Times New Roman"/>
                <w:sz w:val="24"/>
                <w:szCs w:val="24"/>
              </w:rPr>
              <w:t>объект сдан в 2015 г.</w:t>
            </w: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4C3E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4.2.7</w:t>
            </w:r>
          </w:p>
        </w:tc>
        <w:tc>
          <w:tcPr>
            <w:tcW w:w="6497" w:type="dxa"/>
            <w:gridSpan w:val="2"/>
          </w:tcPr>
          <w:p w:rsidR="00993BBF" w:rsidRPr="006B1C21" w:rsidRDefault="00993BBF" w:rsidP="004C3E0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>Строи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тельство нового корпуса МАДОУ № 51 по </w:t>
            </w: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>Беланова в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>Калининграде</w:t>
            </w:r>
          </w:p>
        </w:tc>
        <w:tc>
          <w:tcPr>
            <w:tcW w:w="1222" w:type="dxa"/>
          </w:tcPr>
          <w:p w:rsidR="00993BBF" w:rsidRPr="00131D09" w:rsidRDefault="00993BBF" w:rsidP="004C3E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050" w:type="dxa"/>
          </w:tcPr>
          <w:p w:rsidR="00993BBF" w:rsidRDefault="00993BBF" w:rsidP="004C3E00">
            <w:pPr>
              <w:spacing w:after="0" w:line="240" w:lineRule="auto"/>
              <w:jc w:val="center"/>
            </w:pPr>
          </w:p>
        </w:tc>
        <w:tc>
          <w:tcPr>
            <w:tcW w:w="1050" w:type="dxa"/>
          </w:tcPr>
          <w:p w:rsidR="00993BBF" w:rsidRPr="00131D09" w:rsidRDefault="00993BBF" w:rsidP="004C3E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993BBF" w:rsidRDefault="00993BBF" w:rsidP="004C3E00">
            <w:pPr>
              <w:spacing w:after="0" w:line="240" w:lineRule="auto"/>
              <w:jc w:val="center"/>
            </w:pPr>
          </w:p>
        </w:tc>
        <w:tc>
          <w:tcPr>
            <w:tcW w:w="1051" w:type="dxa"/>
          </w:tcPr>
          <w:p w:rsidR="00993BBF" w:rsidRDefault="00993BBF" w:rsidP="004C3E00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993BBF" w:rsidRDefault="00993BBF" w:rsidP="004C3E00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993BBF" w:rsidRDefault="00993BBF" w:rsidP="006F1E63">
            <w:pPr>
              <w:spacing w:after="0" w:line="240" w:lineRule="auto"/>
            </w:pPr>
            <w:r w:rsidRPr="0093100A">
              <w:rPr>
                <w:rFonts w:ascii="Times New Roman" w:hAnsi="Times New Roman" w:cs="Times New Roman"/>
                <w:sz w:val="24"/>
                <w:szCs w:val="24"/>
              </w:rPr>
              <w:t>объект сдан в 2015 г.</w:t>
            </w: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4.2.8**</w:t>
            </w:r>
          </w:p>
        </w:tc>
        <w:tc>
          <w:tcPr>
            <w:tcW w:w="6497" w:type="dxa"/>
            <w:gridSpan w:val="2"/>
          </w:tcPr>
          <w:p w:rsidR="00993BBF" w:rsidRPr="006B1C21" w:rsidRDefault="00993BBF" w:rsidP="00C15A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>Строительство муниципального дошкольного учреждения по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>Куйбышева - ул. Ю. Костикова в г. Калининграде</w:t>
            </w:r>
          </w:p>
        </w:tc>
        <w:tc>
          <w:tcPr>
            <w:tcW w:w="1222" w:type="dxa"/>
          </w:tcPr>
          <w:p w:rsidR="00993BBF" w:rsidRPr="00131D09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050" w:type="dxa"/>
          </w:tcPr>
          <w:p w:rsidR="00993BBF" w:rsidRDefault="00993BBF" w:rsidP="00D727DF">
            <w:pPr>
              <w:spacing w:after="0" w:line="240" w:lineRule="auto"/>
              <w:jc w:val="center"/>
            </w:pPr>
          </w:p>
        </w:tc>
        <w:tc>
          <w:tcPr>
            <w:tcW w:w="1050" w:type="dxa"/>
          </w:tcPr>
          <w:p w:rsidR="00993BBF" w:rsidRPr="00131D09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993BBF" w:rsidRDefault="00993BBF" w:rsidP="00D727DF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2015 г.</w:t>
            </w:r>
          </w:p>
        </w:tc>
        <w:tc>
          <w:tcPr>
            <w:tcW w:w="1051" w:type="dxa"/>
          </w:tcPr>
          <w:p w:rsidR="00993BBF" w:rsidRDefault="00993BBF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993BBF" w:rsidRDefault="00993BBF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993BBF" w:rsidRDefault="00993BBF" w:rsidP="00D727DF">
            <w:pPr>
              <w:spacing w:after="0" w:line="240" w:lineRule="auto"/>
              <w:jc w:val="center"/>
            </w:pPr>
            <w:r w:rsidRPr="00245A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4.2.9</w:t>
            </w:r>
            <w:r w:rsidRPr="00077759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6497" w:type="dxa"/>
            <w:gridSpan w:val="2"/>
            <w:vAlign w:val="center"/>
          </w:tcPr>
          <w:p w:rsidR="00993BBF" w:rsidRPr="006B1C21" w:rsidRDefault="00993BBF" w:rsidP="00D727D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>Строительство нового корпуса муниципального автономного дошкольного образовательного учреждения города Калининграда детского сада № 56 по ул. Фермора в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>Калининграде</w:t>
            </w:r>
          </w:p>
        </w:tc>
        <w:tc>
          <w:tcPr>
            <w:tcW w:w="1222" w:type="dxa"/>
          </w:tcPr>
          <w:p w:rsidR="00993BBF" w:rsidRPr="00131D09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050" w:type="dxa"/>
          </w:tcPr>
          <w:p w:rsidR="00993BBF" w:rsidRPr="00131D09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</w:tcPr>
          <w:p w:rsidR="00993BBF" w:rsidRDefault="00993BBF" w:rsidP="00D727DF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2014 г.</w:t>
            </w:r>
          </w:p>
        </w:tc>
        <w:tc>
          <w:tcPr>
            <w:tcW w:w="1120" w:type="dxa"/>
          </w:tcPr>
          <w:p w:rsidR="00993BBF" w:rsidRDefault="00993BBF" w:rsidP="00D727DF">
            <w:pPr>
              <w:spacing w:after="0" w:line="240" w:lineRule="auto"/>
              <w:jc w:val="center"/>
            </w:pPr>
          </w:p>
        </w:tc>
        <w:tc>
          <w:tcPr>
            <w:tcW w:w="1051" w:type="dxa"/>
          </w:tcPr>
          <w:p w:rsidR="00993BBF" w:rsidRDefault="00993BBF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993BBF" w:rsidRDefault="00993BBF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993BBF" w:rsidRDefault="00993BBF" w:rsidP="00D727DF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2014 г.</w:t>
            </w: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4.2.10*</w:t>
            </w:r>
          </w:p>
        </w:tc>
        <w:tc>
          <w:tcPr>
            <w:tcW w:w="6497" w:type="dxa"/>
            <w:gridSpan w:val="2"/>
          </w:tcPr>
          <w:p w:rsidR="00993BBF" w:rsidRPr="00E8511F" w:rsidRDefault="00993BBF" w:rsidP="00D727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11F">
              <w:rPr>
                <w:rFonts w:ascii="Times New Roman" w:hAnsi="Times New Roman" w:cs="Times New Roman"/>
                <w:sz w:val="24"/>
                <w:szCs w:val="24"/>
              </w:rPr>
              <w:t>Строительство нового корпуса МАДОУ детского сада № 1 по ул. Свободной, 34 в г. Калининграде</w:t>
            </w:r>
          </w:p>
        </w:tc>
        <w:tc>
          <w:tcPr>
            <w:tcW w:w="1222" w:type="dxa"/>
          </w:tcPr>
          <w:p w:rsidR="00993BBF" w:rsidRPr="00131D09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050" w:type="dxa"/>
          </w:tcPr>
          <w:p w:rsidR="00993BBF" w:rsidRPr="00131D09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</w:tcPr>
          <w:p w:rsidR="00993BBF" w:rsidRDefault="00993BBF" w:rsidP="00D727DF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2014 г.</w:t>
            </w:r>
          </w:p>
        </w:tc>
        <w:tc>
          <w:tcPr>
            <w:tcW w:w="1120" w:type="dxa"/>
          </w:tcPr>
          <w:p w:rsidR="00993BBF" w:rsidRDefault="00993BBF" w:rsidP="00D727DF">
            <w:pPr>
              <w:spacing w:after="0" w:line="240" w:lineRule="auto"/>
              <w:jc w:val="center"/>
            </w:pPr>
          </w:p>
        </w:tc>
        <w:tc>
          <w:tcPr>
            <w:tcW w:w="1051" w:type="dxa"/>
          </w:tcPr>
          <w:p w:rsidR="00993BBF" w:rsidRDefault="00993BBF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993BBF" w:rsidRDefault="00993BBF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993BBF" w:rsidRDefault="00993BBF" w:rsidP="00D727DF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2014 г.</w:t>
            </w: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4.2.11*</w:t>
            </w:r>
          </w:p>
        </w:tc>
        <w:tc>
          <w:tcPr>
            <w:tcW w:w="6497" w:type="dxa"/>
            <w:gridSpan w:val="2"/>
          </w:tcPr>
          <w:p w:rsidR="00993BBF" w:rsidRPr="00E8511F" w:rsidRDefault="00993BBF" w:rsidP="00D727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2AF3">
              <w:rPr>
                <w:rFonts w:ascii="Times New Roman" w:hAnsi="Times New Roman" w:cs="Times New Roman"/>
                <w:sz w:val="24"/>
                <w:szCs w:val="24"/>
              </w:rPr>
              <w:t>Детские ясли-сад на 240 мест с бассейном в Северном жилом районе г. Калининграда</w:t>
            </w:r>
          </w:p>
        </w:tc>
        <w:tc>
          <w:tcPr>
            <w:tcW w:w="1222" w:type="dxa"/>
          </w:tcPr>
          <w:p w:rsidR="00993BBF" w:rsidRPr="00131D09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050" w:type="dxa"/>
          </w:tcPr>
          <w:p w:rsidR="00993BBF" w:rsidRPr="00131D09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</w:tcPr>
          <w:p w:rsidR="00993BBF" w:rsidRDefault="00993BBF" w:rsidP="00D727DF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2014 г.</w:t>
            </w:r>
          </w:p>
        </w:tc>
        <w:tc>
          <w:tcPr>
            <w:tcW w:w="1120" w:type="dxa"/>
          </w:tcPr>
          <w:p w:rsidR="00993BBF" w:rsidRPr="009868C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9868C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9868C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9868C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2014 г.</w:t>
            </w:r>
          </w:p>
        </w:tc>
      </w:tr>
      <w:tr w:rsidR="00993BBF" w:rsidRPr="00797386">
        <w:trPr>
          <w:cantSplit/>
          <w:jc w:val="center"/>
        </w:trPr>
        <w:tc>
          <w:tcPr>
            <w:tcW w:w="1113" w:type="dxa"/>
          </w:tcPr>
          <w:p w:rsidR="00993BBF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4.2.12*</w:t>
            </w:r>
          </w:p>
        </w:tc>
        <w:tc>
          <w:tcPr>
            <w:tcW w:w="6497" w:type="dxa"/>
            <w:gridSpan w:val="2"/>
          </w:tcPr>
          <w:p w:rsidR="00993BBF" w:rsidRPr="00E8511F" w:rsidRDefault="00993BBF" w:rsidP="00D727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2AF3">
              <w:rPr>
                <w:rFonts w:ascii="Times New Roman" w:hAnsi="Times New Roman" w:cs="Times New Roman"/>
                <w:sz w:val="24"/>
                <w:szCs w:val="24"/>
              </w:rPr>
              <w:t>Детские ясли-сад на 240 мест с бассейном по ул. Алданской в г. Калининграде</w:t>
            </w:r>
          </w:p>
        </w:tc>
        <w:tc>
          <w:tcPr>
            <w:tcW w:w="1222" w:type="dxa"/>
          </w:tcPr>
          <w:p w:rsidR="00993BBF" w:rsidRPr="00131D09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050" w:type="dxa"/>
          </w:tcPr>
          <w:p w:rsidR="00993BBF" w:rsidRPr="00131D09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</w:tcPr>
          <w:p w:rsidR="00993BBF" w:rsidRDefault="00993BBF" w:rsidP="00D727DF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2014 г.</w:t>
            </w:r>
          </w:p>
        </w:tc>
        <w:tc>
          <w:tcPr>
            <w:tcW w:w="1120" w:type="dxa"/>
          </w:tcPr>
          <w:p w:rsidR="00993BBF" w:rsidRPr="009868C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993BBF" w:rsidRPr="009868C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9868C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9868C3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2014 г.</w:t>
            </w:r>
          </w:p>
        </w:tc>
      </w:tr>
      <w:tr w:rsidR="00993BBF" w:rsidRPr="00277BF8">
        <w:trPr>
          <w:cantSplit/>
          <w:trHeight w:val="1309"/>
          <w:jc w:val="center"/>
        </w:trPr>
        <w:tc>
          <w:tcPr>
            <w:tcW w:w="1113" w:type="dxa"/>
            <w:tcBorders>
              <w:bottom w:val="nil"/>
            </w:tcBorders>
          </w:tcPr>
          <w:p w:rsidR="00993BBF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6497" w:type="dxa"/>
            <w:gridSpan w:val="2"/>
          </w:tcPr>
          <w:p w:rsidR="00993BBF" w:rsidRPr="00797386" w:rsidRDefault="00993BBF" w:rsidP="00D727D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6B4">
              <w:rPr>
                <w:rFonts w:ascii="Times New Roman" w:hAnsi="Times New Roman" w:cs="Times New Roman"/>
                <w:sz w:val="28"/>
                <w:szCs w:val="28"/>
              </w:rPr>
              <w:t xml:space="preserve">Доля обучающихся в муниципальных общеобразовательных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учреждениях</w:t>
            </w:r>
            <w:r w:rsidRPr="00DD26B4">
              <w:rPr>
                <w:rFonts w:ascii="Times New Roman" w:hAnsi="Times New Roman" w:cs="Times New Roman"/>
                <w:sz w:val="28"/>
                <w:szCs w:val="28"/>
              </w:rPr>
              <w:t xml:space="preserve">, занимающихся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первую смену</w:t>
            </w:r>
            <w:r w:rsidRPr="00DD26B4">
              <w:rPr>
                <w:rFonts w:ascii="Times New Roman" w:hAnsi="Times New Roman" w:cs="Times New Roman"/>
                <w:sz w:val="28"/>
                <w:szCs w:val="28"/>
              </w:rPr>
              <w:t xml:space="preserve">, в общей численности обучающихся в муниципальных общеобразовательных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учреждениях</w:t>
            </w: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88,3</w:t>
            </w: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87,4</w:t>
            </w:r>
          </w:p>
        </w:tc>
        <w:tc>
          <w:tcPr>
            <w:tcW w:w="1051" w:type="dxa"/>
          </w:tcPr>
          <w:p w:rsidR="00993BBF" w:rsidRDefault="00993BBF" w:rsidP="0055041F">
            <w:pPr>
              <w:spacing w:after="0" w:line="240" w:lineRule="auto"/>
              <w:jc w:val="center"/>
            </w:pPr>
            <w:r w:rsidRPr="002439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439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0" w:type="dxa"/>
          </w:tcPr>
          <w:p w:rsidR="00993BBF" w:rsidRDefault="00993BBF" w:rsidP="008743CE">
            <w:pPr>
              <w:spacing w:after="0" w:line="240" w:lineRule="auto"/>
              <w:jc w:val="center"/>
            </w:pPr>
            <w:r w:rsidRPr="002439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439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0" w:type="dxa"/>
          </w:tcPr>
          <w:p w:rsidR="00993BBF" w:rsidRPr="00243950" w:rsidRDefault="00993BBF" w:rsidP="00874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9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439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93BBF" w:rsidRPr="005B6B2B">
        <w:trPr>
          <w:cantSplit/>
          <w:jc w:val="center"/>
        </w:trPr>
        <w:tc>
          <w:tcPr>
            <w:tcW w:w="1113" w:type="dxa"/>
            <w:tcBorders>
              <w:top w:val="nil"/>
            </w:tcBorders>
          </w:tcPr>
          <w:p w:rsidR="00993BBF" w:rsidRDefault="00993BBF" w:rsidP="00D727D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7" w:type="dxa"/>
          </w:tcPr>
          <w:p w:rsidR="00993BBF" w:rsidRPr="000B353D" w:rsidRDefault="00993BBF" w:rsidP="00D727D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353D">
              <w:rPr>
                <w:rFonts w:ascii="Times New Roman" w:hAnsi="Times New Roman" w:cs="Times New Roman"/>
                <w:sz w:val="26"/>
                <w:szCs w:val="26"/>
              </w:rPr>
              <w:t>Справочн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ая информация</w:t>
            </w:r>
            <w:r w:rsidRPr="000B353D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993BBF" w:rsidRPr="000B353D" w:rsidRDefault="00993BBF" w:rsidP="00263B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B353D">
              <w:rPr>
                <w:rFonts w:ascii="Times New Roman" w:hAnsi="Times New Roman" w:cs="Times New Roman"/>
                <w:sz w:val="26"/>
                <w:szCs w:val="26"/>
              </w:rPr>
              <w:t>Строительство муниципальных общеобразовательных учреждений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новых корпусов действующих школ</w:t>
            </w:r>
          </w:p>
        </w:tc>
        <w:tc>
          <w:tcPr>
            <w:tcW w:w="2360" w:type="dxa"/>
          </w:tcPr>
          <w:p w:rsidR="00993BBF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</w:t>
            </w:r>
          </w:p>
          <w:p w:rsidR="00993BBF" w:rsidRPr="00D75482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357CD">
              <w:rPr>
                <w:rFonts w:ascii="Times New Roman" w:hAnsi="Times New Roman" w:cs="Times New Roman"/>
              </w:rPr>
              <w:t>муниципальных общеобразовательных учреждений</w:t>
            </w:r>
          </w:p>
        </w:tc>
        <w:tc>
          <w:tcPr>
            <w:tcW w:w="1222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1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3BBF" w:rsidRPr="00190D1E">
        <w:trPr>
          <w:cantSplit/>
          <w:jc w:val="center"/>
        </w:trPr>
        <w:tc>
          <w:tcPr>
            <w:tcW w:w="1113" w:type="dxa"/>
          </w:tcPr>
          <w:p w:rsidR="00993BBF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4.3.1</w:t>
            </w:r>
          </w:p>
        </w:tc>
        <w:tc>
          <w:tcPr>
            <w:tcW w:w="6497" w:type="dxa"/>
            <w:gridSpan w:val="2"/>
          </w:tcPr>
          <w:p w:rsidR="00993BBF" w:rsidRPr="006A1011" w:rsidRDefault="00993BBF" w:rsidP="00D727D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10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проектной и рабочей документации по объекту «Строительство общеобразовательной школы в Восточном жилом районе г. Калининграда»</w:t>
            </w:r>
          </w:p>
        </w:tc>
        <w:tc>
          <w:tcPr>
            <w:tcW w:w="1222" w:type="dxa"/>
          </w:tcPr>
          <w:p w:rsidR="00993BBF" w:rsidRPr="00131D09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омпл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 докумен-тации</w:t>
            </w: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993BBF" w:rsidRDefault="00993BBF" w:rsidP="00D727DF">
            <w:pPr>
              <w:spacing w:after="0" w:line="240" w:lineRule="auto"/>
              <w:jc w:val="center"/>
            </w:pPr>
          </w:p>
        </w:tc>
        <w:tc>
          <w:tcPr>
            <w:tcW w:w="1051" w:type="dxa"/>
          </w:tcPr>
          <w:p w:rsidR="00993BBF" w:rsidRDefault="00993BBF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993BBF" w:rsidRDefault="00993BBF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993BBF" w:rsidRDefault="00993BBF" w:rsidP="00D727DF">
            <w:pPr>
              <w:spacing w:after="0" w:line="240" w:lineRule="auto"/>
              <w:jc w:val="center"/>
            </w:pPr>
            <w:r w:rsidRPr="00A570D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993BBF" w:rsidRPr="00190D1E">
        <w:trPr>
          <w:cantSplit/>
          <w:jc w:val="center"/>
        </w:trPr>
        <w:tc>
          <w:tcPr>
            <w:tcW w:w="1113" w:type="dxa"/>
          </w:tcPr>
          <w:p w:rsidR="00993BBF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4.3.2</w:t>
            </w:r>
          </w:p>
        </w:tc>
        <w:tc>
          <w:tcPr>
            <w:tcW w:w="6497" w:type="dxa"/>
            <w:gridSpan w:val="2"/>
          </w:tcPr>
          <w:p w:rsidR="00993BBF" w:rsidRPr="006A1011" w:rsidRDefault="00993BBF" w:rsidP="00D727D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6AE"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Корректировка проектной и рабочей документации по объекту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126AE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Общеобразовательная школа на 825 учащихся по </w:t>
            </w:r>
            <w:r w:rsidRPr="00B126AE">
              <w:rPr>
                <w:rFonts w:ascii="Times New Roman" w:hAnsi="Times New Roman" w:cs="Times New Roman"/>
                <w:sz w:val="24"/>
                <w:szCs w:val="24"/>
              </w:rPr>
              <w:br/>
              <w:t>ул. Артиллерийской –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126AE">
              <w:rPr>
                <w:rFonts w:ascii="Times New Roman" w:hAnsi="Times New Roman" w:cs="Times New Roman"/>
                <w:sz w:val="24"/>
                <w:szCs w:val="24"/>
              </w:rPr>
              <w:t xml:space="preserve">Серова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 </w:t>
            </w:r>
            <w:r w:rsidRPr="00B126AE">
              <w:rPr>
                <w:rFonts w:ascii="Times New Roman" w:hAnsi="Times New Roman" w:cs="Times New Roman"/>
                <w:sz w:val="24"/>
                <w:szCs w:val="24"/>
              </w:rPr>
              <w:t>Калининграде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22" w:type="dxa"/>
          </w:tcPr>
          <w:p w:rsidR="00993BBF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омпл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 докумен-тации</w:t>
            </w:r>
          </w:p>
        </w:tc>
        <w:tc>
          <w:tcPr>
            <w:tcW w:w="1050" w:type="dxa"/>
          </w:tcPr>
          <w:p w:rsidR="00993BBF" w:rsidRDefault="00993BBF" w:rsidP="00D727DF">
            <w:pPr>
              <w:spacing w:after="0" w:line="240" w:lineRule="auto"/>
              <w:jc w:val="center"/>
            </w:pPr>
          </w:p>
        </w:tc>
        <w:tc>
          <w:tcPr>
            <w:tcW w:w="1050" w:type="dxa"/>
          </w:tcPr>
          <w:p w:rsidR="00993BBF" w:rsidRPr="00131D09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993BBF" w:rsidRDefault="00993BBF" w:rsidP="00D727DF">
            <w:pPr>
              <w:spacing w:after="0" w:line="240" w:lineRule="auto"/>
              <w:jc w:val="center"/>
            </w:pPr>
          </w:p>
        </w:tc>
        <w:tc>
          <w:tcPr>
            <w:tcW w:w="1051" w:type="dxa"/>
          </w:tcPr>
          <w:p w:rsidR="00993BBF" w:rsidRDefault="00993BBF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993BBF" w:rsidRDefault="00993BBF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993BBF" w:rsidRDefault="00993BBF" w:rsidP="00D727DF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93BBF" w:rsidRPr="0094482F">
        <w:trPr>
          <w:cantSplit/>
          <w:jc w:val="center"/>
        </w:trPr>
        <w:tc>
          <w:tcPr>
            <w:tcW w:w="1113" w:type="dxa"/>
          </w:tcPr>
          <w:p w:rsidR="00993BBF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4.3.3</w:t>
            </w:r>
          </w:p>
        </w:tc>
        <w:tc>
          <w:tcPr>
            <w:tcW w:w="6497" w:type="dxa"/>
            <w:gridSpan w:val="2"/>
          </w:tcPr>
          <w:p w:rsidR="00993BBF" w:rsidRPr="00602C68" w:rsidRDefault="00993BBF" w:rsidP="00D727D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Разработка проектной и рабочей документации по объекту «Строительство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средней общеобразовательной</w:t>
            </w:r>
            <w:r w:rsidRPr="00602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школы по ул.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Маршала</w:t>
            </w:r>
            <w:r w:rsidRPr="00602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Борзова в г. Калининграде»</w:t>
            </w:r>
          </w:p>
        </w:tc>
        <w:tc>
          <w:tcPr>
            <w:tcW w:w="1222" w:type="dxa"/>
          </w:tcPr>
          <w:p w:rsidR="00993BBF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омпл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 докумен-тации</w:t>
            </w:r>
          </w:p>
        </w:tc>
        <w:tc>
          <w:tcPr>
            <w:tcW w:w="1050" w:type="dxa"/>
          </w:tcPr>
          <w:p w:rsidR="00993BBF" w:rsidDel="00E05FF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Pr="00131D09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993BBF" w:rsidRDefault="00993BBF" w:rsidP="00D727DF">
            <w:pPr>
              <w:spacing w:after="0" w:line="240" w:lineRule="auto"/>
              <w:jc w:val="center"/>
            </w:pPr>
          </w:p>
        </w:tc>
        <w:tc>
          <w:tcPr>
            <w:tcW w:w="1051" w:type="dxa"/>
          </w:tcPr>
          <w:p w:rsidR="00993BBF" w:rsidRDefault="00993BBF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993BBF" w:rsidRDefault="00993BBF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993BBF" w:rsidRDefault="00993BBF" w:rsidP="00D727DF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93BBF" w:rsidRPr="0094482F">
        <w:trPr>
          <w:cantSplit/>
          <w:jc w:val="center"/>
        </w:trPr>
        <w:tc>
          <w:tcPr>
            <w:tcW w:w="1113" w:type="dxa"/>
          </w:tcPr>
          <w:p w:rsidR="00993BBF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4.3.4</w:t>
            </w:r>
          </w:p>
        </w:tc>
        <w:tc>
          <w:tcPr>
            <w:tcW w:w="6497" w:type="dxa"/>
            <w:gridSpan w:val="2"/>
          </w:tcPr>
          <w:p w:rsidR="00993BBF" w:rsidRPr="00602C68" w:rsidRDefault="00993BBF" w:rsidP="003E16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проектной и рабочей документации по объекту «Строительство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общеобразовательной школы по ул. Рассветной в г. Калининграде»</w:t>
            </w:r>
          </w:p>
        </w:tc>
        <w:tc>
          <w:tcPr>
            <w:tcW w:w="1222" w:type="dxa"/>
          </w:tcPr>
          <w:p w:rsidR="00993BBF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омпл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 докумен-тации</w:t>
            </w:r>
          </w:p>
        </w:tc>
        <w:tc>
          <w:tcPr>
            <w:tcW w:w="1050" w:type="dxa"/>
          </w:tcPr>
          <w:p w:rsidR="00993BBF" w:rsidDel="00E05FF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C15AF1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A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1" w:type="dxa"/>
          </w:tcPr>
          <w:p w:rsidR="00993BBF" w:rsidRDefault="00993BBF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993BBF" w:rsidRDefault="00993BBF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993BBF" w:rsidRPr="00C15AF1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AF1">
              <w:rPr>
                <w:rFonts w:ascii="Times New Roman" w:hAnsi="Times New Roman" w:cs="Times New Roman"/>
              </w:rPr>
              <w:t>1</w:t>
            </w:r>
          </w:p>
        </w:tc>
      </w:tr>
      <w:tr w:rsidR="00993BBF" w:rsidRPr="0094482F">
        <w:trPr>
          <w:cantSplit/>
          <w:jc w:val="center"/>
        </w:trPr>
        <w:tc>
          <w:tcPr>
            <w:tcW w:w="1113" w:type="dxa"/>
          </w:tcPr>
          <w:p w:rsidR="00993BBF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4.3.5</w:t>
            </w:r>
          </w:p>
        </w:tc>
        <w:tc>
          <w:tcPr>
            <w:tcW w:w="6497" w:type="dxa"/>
            <w:gridSpan w:val="2"/>
          </w:tcPr>
          <w:p w:rsidR="00993BBF" w:rsidRPr="00602C68" w:rsidRDefault="00993BBF" w:rsidP="008552C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C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проектной и рабочей документации по объекту «Строительство общеобразовательной школы по ул.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01C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Артиллерийской в г. Калининграде»</w:t>
            </w:r>
          </w:p>
        </w:tc>
        <w:tc>
          <w:tcPr>
            <w:tcW w:w="1222" w:type="dxa"/>
          </w:tcPr>
          <w:p w:rsidR="00993BBF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омпл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 докумен-тации</w:t>
            </w:r>
          </w:p>
        </w:tc>
        <w:tc>
          <w:tcPr>
            <w:tcW w:w="1050" w:type="dxa"/>
          </w:tcPr>
          <w:p w:rsidR="00993BBF" w:rsidDel="00E05FF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993BBF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993BBF" w:rsidRPr="00C15AF1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A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1" w:type="dxa"/>
          </w:tcPr>
          <w:p w:rsidR="00993BBF" w:rsidRDefault="00993BBF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993BBF" w:rsidRDefault="00993BBF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993BBF" w:rsidRPr="00C15AF1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AF1">
              <w:rPr>
                <w:rFonts w:ascii="Times New Roman" w:hAnsi="Times New Roman" w:cs="Times New Roman"/>
              </w:rPr>
              <w:t>1</w:t>
            </w:r>
          </w:p>
        </w:tc>
      </w:tr>
      <w:tr w:rsidR="00993BBF" w:rsidRPr="0094482F">
        <w:trPr>
          <w:cantSplit/>
          <w:jc w:val="center"/>
        </w:trPr>
        <w:tc>
          <w:tcPr>
            <w:tcW w:w="1113" w:type="dxa"/>
          </w:tcPr>
          <w:p w:rsidR="00993BBF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4.3.6</w:t>
            </w:r>
          </w:p>
        </w:tc>
        <w:tc>
          <w:tcPr>
            <w:tcW w:w="6497" w:type="dxa"/>
            <w:gridSpan w:val="2"/>
          </w:tcPr>
          <w:p w:rsidR="00993BBF" w:rsidRPr="00831E32" w:rsidRDefault="00993BBF" w:rsidP="008552C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>Строительство корпусов начальной школы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>детского сада муниципального автономного общеобразовательного учреждения города Калининграда гимназии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>22 по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 xml:space="preserve">Октябрьской в г. </w:t>
            </w:r>
            <w:r w:rsidRPr="00077759">
              <w:rPr>
                <w:rFonts w:ascii="Times New Roman" w:hAnsi="Times New Roman" w:cs="Times New Roman"/>
                <w:sz w:val="24"/>
                <w:szCs w:val="24"/>
              </w:rPr>
              <w:t>Калининграде (2 этап)</w:t>
            </w:r>
          </w:p>
        </w:tc>
        <w:tc>
          <w:tcPr>
            <w:tcW w:w="1222" w:type="dxa"/>
          </w:tcPr>
          <w:p w:rsidR="00993BBF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050" w:type="dxa"/>
          </w:tcPr>
          <w:p w:rsidR="00993BBF" w:rsidRDefault="00993BBF" w:rsidP="00D727DF">
            <w:pPr>
              <w:spacing w:after="0" w:line="240" w:lineRule="auto"/>
              <w:jc w:val="center"/>
            </w:pPr>
          </w:p>
        </w:tc>
        <w:tc>
          <w:tcPr>
            <w:tcW w:w="1050" w:type="dxa"/>
          </w:tcPr>
          <w:p w:rsidR="00993BBF" w:rsidRDefault="00993BBF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993BBF" w:rsidRPr="00131D09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</w:tcPr>
          <w:p w:rsidR="00993BBF" w:rsidRDefault="00993BBF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993BBF" w:rsidRDefault="00993BBF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993BBF" w:rsidRPr="00245AB1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A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93BBF" w:rsidRPr="0094482F">
        <w:trPr>
          <w:cantSplit/>
          <w:jc w:val="center"/>
        </w:trPr>
        <w:tc>
          <w:tcPr>
            <w:tcW w:w="1113" w:type="dxa"/>
          </w:tcPr>
          <w:p w:rsidR="00993BBF" w:rsidRDefault="00993BBF" w:rsidP="00C15AF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4.3.7*</w:t>
            </w:r>
          </w:p>
        </w:tc>
        <w:tc>
          <w:tcPr>
            <w:tcW w:w="6497" w:type="dxa"/>
            <w:gridSpan w:val="2"/>
          </w:tcPr>
          <w:p w:rsidR="00993BBF" w:rsidRPr="00131D09" w:rsidRDefault="00993BBF" w:rsidP="00D727D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общеобразовательной школы на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47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500 мест в Северном жилом районе в </w:t>
            </w:r>
            <w:r w:rsidRPr="00602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 Калининграде</w:t>
            </w:r>
          </w:p>
        </w:tc>
        <w:tc>
          <w:tcPr>
            <w:tcW w:w="1222" w:type="dxa"/>
          </w:tcPr>
          <w:p w:rsidR="00993BBF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050" w:type="dxa"/>
          </w:tcPr>
          <w:p w:rsidR="00993BBF" w:rsidRPr="00131D09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</w:tcPr>
          <w:p w:rsidR="00993BBF" w:rsidRDefault="00993BBF" w:rsidP="00D727DF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2013 г.</w:t>
            </w:r>
          </w:p>
        </w:tc>
        <w:tc>
          <w:tcPr>
            <w:tcW w:w="1120" w:type="dxa"/>
          </w:tcPr>
          <w:p w:rsidR="00993BBF" w:rsidRDefault="00993BBF" w:rsidP="00D727DF">
            <w:pPr>
              <w:spacing w:after="0" w:line="240" w:lineRule="auto"/>
              <w:jc w:val="center"/>
            </w:pPr>
          </w:p>
        </w:tc>
        <w:tc>
          <w:tcPr>
            <w:tcW w:w="1051" w:type="dxa"/>
          </w:tcPr>
          <w:p w:rsidR="00993BBF" w:rsidRDefault="00993BBF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993BBF" w:rsidRDefault="00993BBF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993BBF" w:rsidRDefault="00993BBF" w:rsidP="00D727DF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2013 г.</w:t>
            </w:r>
          </w:p>
        </w:tc>
      </w:tr>
      <w:tr w:rsidR="00993BBF" w:rsidRPr="0094482F">
        <w:trPr>
          <w:cantSplit/>
          <w:jc w:val="center"/>
        </w:trPr>
        <w:tc>
          <w:tcPr>
            <w:tcW w:w="1113" w:type="dxa"/>
            <w:tcBorders>
              <w:bottom w:val="nil"/>
            </w:tcBorders>
          </w:tcPr>
          <w:p w:rsidR="00993BBF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6497" w:type="dxa"/>
            <w:gridSpan w:val="2"/>
          </w:tcPr>
          <w:p w:rsidR="00993BBF" w:rsidRPr="00BF1118" w:rsidRDefault="00993BBF" w:rsidP="00D72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6B4">
              <w:rPr>
                <w:rFonts w:ascii="Times New Roman" w:hAnsi="Times New Roman" w:cs="Times New Roman"/>
                <w:sz w:val="28"/>
                <w:szCs w:val="28"/>
              </w:rPr>
              <w:t xml:space="preserve">Доля обучающихся в муниципальных общеобразовательных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учреждениях</w:t>
            </w:r>
            <w:r w:rsidRPr="00DD26B4">
              <w:rPr>
                <w:rFonts w:ascii="Times New Roman" w:hAnsi="Times New Roman" w:cs="Times New Roman"/>
                <w:sz w:val="28"/>
                <w:szCs w:val="28"/>
              </w:rPr>
              <w:t xml:space="preserve">, занимающихся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Pr="0058582E">
              <w:rPr>
                <w:rFonts w:ascii="Times New Roman" w:hAnsi="Times New Roman" w:cs="Times New Roman"/>
                <w:sz w:val="28"/>
                <w:szCs w:val="28"/>
              </w:rPr>
              <w:t>дополнительны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8582E">
              <w:rPr>
                <w:rFonts w:ascii="Times New Roman" w:hAnsi="Times New Roman" w:cs="Times New Roman"/>
                <w:sz w:val="28"/>
                <w:szCs w:val="28"/>
              </w:rPr>
              <w:t xml:space="preserve"> общеобразовательны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8582E">
              <w:rPr>
                <w:rFonts w:ascii="Times New Roman" w:hAnsi="Times New Roman" w:cs="Times New Roman"/>
                <w:sz w:val="28"/>
                <w:szCs w:val="28"/>
              </w:rPr>
              <w:t xml:space="preserve"> (общеразвивающи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8582E">
              <w:rPr>
                <w:rFonts w:ascii="Times New Roman" w:hAnsi="Times New Roman" w:cs="Times New Roman"/>
                <w:sz w:val="28"/>
                <w:szCs w:val="28"/>
              </w:rPr>
              <w:t>)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r w:rsidRPr="005858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спортивно-оздоровительной направленности</w:t>
            </w:r>
            <w:r w:rsidRPr="00DD26B4">
              <w:rPr>
                <w:rFonts w:ascii="Times New Roman" w:hAnsi="Times New Roman" w:cs="Times New Roman"/>
                <w:sz w:val="28"/>
                <w:szCs w:val="28"/>
              </w:rPr>
              <w:t xml:space="preserve">, в общей численности обучающихся в муниципальных общеобразовательных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учреждениях</w:t>
            </w:r>
          </w:p>
        </w:tc>
        <w:tc>
          <w:tcPr>
            <w:tcW w:w="1222" w:type="dxa"/>
          </w:tcPr>
          <w:p w:rsidR="00993BBF" w:rsidRPr="004A208D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051" w:type="dxa"/>
          </w:tcPr>
          <w:p w:rsidR="00993BBF" w:rsidRDefault="00993BBF" w:rsidP="00D727DF">
            <w:pPr>
              <w:spacing w:after="0" w:line="240" w:lineRule="auto"/>
              <w:jc w:val="center"/>
            </w:pPr>
            <w:r w:rsidRPr="00FB1959"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120" w:type="dxa"/>
          </w:tcPr>
          <w:p w:rsidR="00993BBF" w:rsidRDefault="00993BBF" w:rsidP="00D727DF">
            <w:pPr>
              <w:spacing w:after="0" w:line="240" w:lineRule="auto"/>
              <w:jc w:val="center"/>
            </w:pPr>
            <w:r w:rsidRPr="00FB1959"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120" w:type="dxa"/>
          </w:tcPr>
          <w:p w:rsidR="00993BBF" w:rsidRPr="00FB1959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59"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</w:tr>
      <w:tr w:rsidR="00993BBF" w:rsidRPr="0094482F">
        <w:trPr>
          <w:cantSplit/>
          <w:jc w:val="center"/>
        </w:trPr>
        <w:tc>
          <w:tcPr>
            <w:tcW w:w="1113" w:type="dxa"/>
            <w:tcBorders>
              <w:top w:val="nil"/>
            </w:tcBorders>
          </w:tcPr>
          <w:p w:rsidR="00993BBF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7" w:type="dxa"/>
          </w:tcPr>
          <w:p w:rsidR="00993BBF" w:rsidRPr="000B353D" w:rsidRDefault="00993BBF" w:rsidP="00D727D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353D">
              <w:rPr>
                <w:rFonts w:ascii="Times New Roman" w:hAnsi="Times New Roman" w:cs="Times New Roman"/>
                <w:sz w:val="26"/>
                <w:szCs w:val="26"/>
              </w:rPr>
              <w:t>Справочн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ая информация</w:t>
            </w:r>
            <w:r w:rsidRPr="000B353D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993BBF" w:rsidRDefault="00993BBF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Реконструкция, обустройство физкультурно-оздоровительных </w:t>
            </w:r>
            <w:r w:rsidRPr="000B35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площадок </w:t>
            </w:r>
            <w:r w:rsidRPr="000B353D">
              <w:rPr>
                <w:rFonts w:ascii="Times New Roman" w:hAnsi="Times New Roman" w:cs="Times New Roman"/>
                <w:sz w:val="26"/>
                <w:szCs w:val="26"/>
              </w:rPr>
              <w:t>муниципальных общеобразовательных учреждений</w:t>
            </w:r>
          </w:p>
        </w:tc>
        <w:tc>
          <w:tcPr>
            <w:tcW w:w="2360" w:type="dxa"/>
          </w:tcPr>
          <w:p w:rsidR="00993BBF" w:rsidRPr="00931C46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31C46">
              <w:rPr>
                <w:rFonts w:ascii="Times New Roman" w:hAnsi="Times New Roman" w:cs="Times New Roman"/>
              </w:rPr>
              <w:t xml:space="preserve">Количество </w:t>
            </w:r>
          </w:p>
          <w:p w:rsidR="00993BBF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современных </w:t>
            </w:r>
            <w:r w:rsidRPr="00931C46">
              <w:rPr>
                <w:rFonts w:ascii="Times New Roman" w:hAnsi="Times New Roman" w:cs="Times New Roman"/>
                <w:sz w:val="20"/>
                <w:szCs w:val="20"/>
              </w:rPr>
              <w:t xml:space="preserve">физкультурно-оздоровительных  площадок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Pr="00931C46">
              <w:rPr>
                <w:rFonts w:ascii="Times New Roman" w:hAnsi="Times New Roman" w:cs="Times New Roman"/>
                <w:sz w:val="20"/>
                <w:szCs w:val="20"/>
              </w:rPr>
              <w:t>муниципальных общеобразовательных учреждени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ях</w:t>
            </w:r>
          </w:p>
        </w:tc>
        <w:tc>
          <w:tcPr>
            <w:tcW w:w="1222" w:type="dxa"/>
          </w:tcPr>
          <w:p w:rsidR="00993BBF" w:rsidRPr="004A208D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5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993BBF" w:rsidRDefault="00993BBF" w:rsidP="00D727DF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051" w:type="dxa"/>
          </w:tcPr>
          <w:p w:rsidR="00993BBF" w:rsidRDefault="00993BBF" w:rsidP="00D727DF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</w:tcPr>
          <w:p w:rsidR="00993BBF" w:rsidRPr="004A208D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</w:tcPr>
          <w:p w:rsidR="00993BBF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93BBF" w:rsidRPr="0094482F">
        <w:trPr>
          <w:cantSplit/>
          <w:trHeight w:val="1119"/>
          <w:jc w:val="center"/>
        </w:trPr>
        <w:tc>
          <w:tcPr>
            <w:tcW w:w="1113" w:type="dxa"/>
          </w:tcPr>
          <w:p w:rsidR="00993BBF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4.4.1</w:t>
            </w:r>
          </w:p>
        </w:tc>
        <w:tc>
          <w:tcPr>
            <w:tcW w:w="4137" w:type="dxa"/>
          </w:tcPr>
          <w:p w:rsidR="00993BBF" w:rsidRPr="007C6966" w:rsidRDefault="00993BBF" w:rsidP="008552C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3FB">
              <w:rPr>
                <w:rFonts w:ascii="Times New Roman" w:hAnsi="Times New Roman" w:cs="Times New Roman"/>
                <w:sz w:val="24"/>
                <w:szCs w:val="24"/>
              </w:rPr>
              <w:t>Реконструкция физкультурно-спортивной площадки для МАОУ СОШ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D13FB">
              <w:rPr>
                <w:rFonts w:ascii="Times New Roman" w:hAnsi="Times New Roman" w:cs="Times New Roman"/>
                <w:sz w:val="24"/>
                <w:szCs w:val="24"/>
              </w:rPr>
              <w:t xml:space="preserve">31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ул. Пролетарской, 66а в  г. </w:t>
            </w:r>
            <w:r w:rsidRPr="003D13FB">
              <w:rPr>
                <w:rFonts w:ascii="Times New Roman" w:hAnsi="Times New Roman" w:cs="Times New Roman"/>
                <w:sz w:val="24"/>
                <w:szCs w:val="24"/>
              </w:rPr>
              <w:t>Калининграде</w:t>
            </w:r>
          </w:p>
        </w:tc>
        <w:tc>
          <w:tcPr>
            <w:tcW w:w="2360" w:type="dxa"/>
          </w:tcPr>
          <w:p w:rsidR="00993BBF" w:rsidRPr="00931C46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реконструированных площадок</w:t>
            </w:r>
          </w:p>
        </w:tc>
        <w:tc>
          <w:tcPr>
            <w:tcW w:w="1222" w:type="dxa"/>
          </w:tcPr>
          <w:p w:rsidR="00993BBF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50" w:type="dxa"/>
          </w:tcPr>
          <w:p w:rsidR="00993BBF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</w:tcPr>
          <w:p w:rsidR="00993BBF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993BBF" w:rsidRPr="00D867E8" w:rsidDel="00E90F0A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1" w:type="dxa"/>
          </w:tcPr>
          <w:p w:rsidR="00993BBF" w:rsidRPr="00D867E8" w:rsidDel="00E90F0A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</w:tcPr>
          <w:p w:rsidR="00993BBF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</w:tcPr>
          <w:p w:rsidR="00993BBF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93BBF" w:rsidRPr="0094482F">
        <w:trPr>
          <w:cantSplit/>
          <w:trHeight w:val="1119"/>
          <w:jc w:val="center"/>
        </w:trPr>
        <w:tc>
          <w:tcPr>
            <w:tcW w:w="1113" w:type="dxa"/>
          </w:tcPr>
          <w:p w:rsidR="00993BBF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775A">
              <w:rPr>
                <w:rFonts w:ascii="Times New Roman" w:hAnsi="Times New Roman" w:cs="Times New Roman"/>
                <w:sz w:val="28"/>
                <w:szCs w:val="28"/>
              </w:rPr>
              <w:t>4.5</w:t>
            </w:r>
          </w:p>
        </w:tc>
        <w:tc>
          <w:tcPr>
            <w:tcW w:w="6497" w:type="dxa"/>
            <w:gridSpan w:val="2"/>
          </w:tcPr>
          <w:p w:rsidR="00993BBF" w:rsidRDefault="00993BBF" w:rsidP="00D727DF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DD26B4">
              <w:rPr>
                <w:rFonts w:ascii="Times New Roman" w:hAnsi="Times New Roman" w:cs="Times New Roman"/>
                <w:sz w:val="28"/>
                <w:szCs w:val="28"/>
              </w:rPr>
              <w:t xml:space="preserve">Доля обучающихся в муниципальных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дошкольных </w:t>
            </w:r>
            <w:r w:rsidRPr="00DD26B4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учреждениях</w:t>
            </w:r>
            <w:r w:rsidRPr="00DD26B4">
              <w:rPr>
                <w:rFonts w:ascii="Times New Roman" w:hAnsi="Times New Roman" w:cs="Times New Roman"/>
                <w:sz w:val="28"/>
                <w:szCs w:val="28"/>
              </w:rPr>
              <w:t xml:space="preserve">, занимающихся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Pr="0058582E">
              <w:rPr>
                <w:rFonts w:ascii="Times New Roman" w:hAnsi="Times New Roman" w:cs="Times New Roman"/>
                <w:sz w:val="28"/>
                <w:szCs w:val="28"/>
              </w:rPr>
              <w:t>дополнительны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8582E">
              <w:rPr>
                <w:rFonts w:ascii="Times New Roman" w:hAnsi="Times New Roman" w:cs="Times New Roman"/>
                <w:sz w:val="28"/>
                <w:szCs w:val="28"/>
              </w:rPr>
              <w:t xml:space="preserve"> общеобразовательны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8582E">
              <w:rPr>
                <w:rFonts w:ascii="Times New Roman" w:hAnsi="Times New Roman" w:cs="Times New Roman"/>
                <w:sz w:val="28"/>
                <w:szCs w:val="28"/>
              </w:rPr>
              <w:t xml:space="preserve"> (общеразвивающи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8582E">
              <w:rPr>
                <w:rFonts w:ascii="Times New Roman" w:hAnsi="Times New Roman" w:cs="Times New Roman"/>
                <w:sz w:val="28"/>
                <w:szCs w:val="28"/>
              </w:rPr>
              <w:t>)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r w:rsidRPr="005858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физкультурно-спортивной направленности</w:t>
            </w:r>
            <w:r w:rsidRPr="00DD26B4">
              <w:rPr>
                <w:rFonts w:ascii="Times New Roman" w:hAnsi="Times New Roman" w:cs="Times New Roman"/>
                <w:sz w:val="28"/>
                <w:szCs w:val="28"/>
              </w:rPr>
              <w:t xml:space="preserve">, в общей численности обучающихся в муниципальных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дошкольных </w:t>
            </w:r>
            <w:r w:rsidRPr="00DD26B4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учреждениях</w:t>
            </w:r>
          </w:p>
        </w:tc>
        <w:tc>
          <w:tcPr>
            <w:tcW w:w="1222" w:type="dxa"/>
          </w:tcPr>
          <w:p w:rsidR="00993BBF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050" w:type="dxa"/>
          </w:tcPr>
          <w:p w:rsidR="00993BBF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17,40</w:t>
            </w:r>
          </w:p>
        </w:tc>
        <w:tc>
          <w:tcPr>
            <w:tcW w:w="1050" w:type="dxa"/>
          </w:tcPr>
          <w:p w:rsidR="00993BBF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17,40</w:t>
            </w:r>
          </w:p>
        </w:tc>
        <w:tc>
          <w:tcPr>
            <w:tcW w:w="1120" w:type="dxa"/>
          </w:tcPr>
          <w:p w:rsidR="00993BBF" w:rsidRDefault="00993BBF" w:rsidP="00E178DE">
            <w:pPr>
              <w:jc w:val="center"/>
            </w:pPr>
            <w:r w:rsidRPr="00D30ED7">
              <w:rPr>
                <w:rFonts w:ascii="Times New Roman" w:hAnsi="Times New Roman" w:cs="Times New Roman"/>
                <w:sz w:val="24"/>
                <w:szCs w:val="24"/>
              </w:rPr>
              <w:t>17,40</w:t>
            </w:r>
          </w:p>
        </w:tc>
        <w:tc>
          <w:tcPr>
            <w:tcW w:w="1051" w:type="dxa"/>
          </w:tcPr>
          <w:p w:rsidR="00993BBF" w:rsidRDefault="00993BBF" w:rsidP="00D727DF">
            <w:pPr>
              <w:jc w:val="center"/>
            </w:pPr>
            <w:r w:rsidRPr="006A12EB">
              <w:rPr>
                <w:rFonts w:ascii="Times New Roman" w:hAnsi="Times New Roman" w:cs="Times New Roman"/>
                <w:sz w:val="24"/>
                <w:szCs w:val="24"/>
              </w:rPr>
              <w:t>17,41</w:t>
            </w:r>
          </w:p>
        </w:tc>
        <w:tc>
          <w:tcPr>
            <w:tcW w:w="1120" w:type="dxa"/>
          </w:tcPr>
          <w:p w:rsidR="00993BBF" w:rsidRDefault="00993BBF" w:rsidP="00D727DF">
            <w:pPr>
              <w:jc w:val="center"/>
            </w:pPr>
            <w:r w:rsidRPr="006A12EB">
              <w:rPr>
                <w:rFonts w:ascii="Times New Roman" w:hAnsi="Times New Roman" w:cs="Times New Roman"/>
                <w:sz w:val="24"/>
                <w:szCs w:val="24"/>
              </w:rPr>
              <w:t>17,41</w:t>
            </w:r>
          </w:p>
        </w:tc>
        <w:tc>
          <w:tcPr>
            <w:tcW w:w="1120" w:type="dxa"/>
          </w:tcPr>
          <w:p w:rsidR="00993BBF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2EB">
              <w:rPr>
                <w:rFonts w:ascii="Times New Roman" w:hAnsi="Times New Roman" w:cs="Times New Roman"/>
                <w:sz w:val="24"/>
                <w:szCs w:val="24"/>
              </w:rPr>
              <w:t>17,41</w:t>
            </w:r>
          </w:p>
        </w:tc>
      </w:tr>
      <w:tr w:rsidR="00993BBF" w:rsidRPr="0094482F">
        <w:trPr>
          <w:cantSplit/>
          <w:trHeight w:val="866"/>
          <w:jc w:val="center"/>
        </w:trPr>
        <w:tc>
          <w:tcPr>
            <w:tcW w:w="1113" w:type="dxa"/>
          </w:tcPr>
          <w:p w:rsidR="00993BBF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4.5.1</w:t>
            </w:r>
          </w:p>
        </w:tc>
        <w:tc>
          <w:tcPr>
            <w:tcW w:w="4137" w:type="dxa"/>
          </w:tcPr>
          <w:p w:rsidR="00993BBF" w:rsidRPr="003D13FB" w:rsidRDefault="00993BBF" w:rsidP="0099257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80AFB">
              <w:rPr>
                <w:rFonts w:ascii="Times New Roman" w:hAnsi="Times New Roman" w:cs="Times New Roman"/>
                <w:sz w:val="24"/>
                <w:szCs w:val="24"/>
              </w:rPr>
              <w:t>портивн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 манеж</w:t>
            </w:r>
            <w:r w:rsidRPr="00680AFB">
              <w:rPr>
                <w:rFonts w:ascii="Times New Roman" w:hAnsi="Times New Roman" w:cs="Times New Roman"/>
                <w:sz w:val="24"/>
                <w:szCs w:val="24"/>
              </w:rPr>
              <w:t xml:space="preserve"> в МАДОУ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80AFB">
              <w:rPr>
                <w:rFonts w:ascii="Times New Roman" w:hAnsi="Times New Roman" w:cs="Times New Roman"/>
                <w:sz w:val="24"/>
                <w:szCs w:val="24"/>
              </w:rPr>
              <w:t>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55 по ул. </w:t>
            </w:r>
            <w:r w:rsidRPr="00680AFB">
              <w:rPr>
                <w:rFonts w:ascii="Times New Roman" w:hAnsi="Times New Roman" w:cs="Times New Roman"/>
                <w:sz w:val="24"/>
                <w:szCs w:val="24"/>
              </w:rPr>
              <w:t>Нарвской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 117</w:t>
            </w:r>
            <w:r w:rsidRPr="00680AFB">
              <w:rPr>
                <w:rFonts w:ascii="Times New Roman" w:hAnsi="Times New Roman" w:cs="Times New Roman"/>
                <w:sz w:val="24"/>
                <w:szCs w:val="24"/>
              </w:rPr>
              <w:t xml:space="preserve"> в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0AFB">
              <w:rPr>
                <w:rFonts w:ascii="Times New Roman" w:hAnsi="Times New Roman" w:cs="Times New Roman"/>
                <w:sz w:val="24"/>
                <w:szCs w:val="24"/>
              </w:rPr>
              <w:t>Калининграде</w:t>
            </w:r>
          </w:p>
        </w:tc>
        <w:tc>
          <w:tcPr>
            <w:tcW w:w="2360" w:type="dxa"/>
          </w:tcPr>
          <w:p w:rsidR="00993BBF" w:rsidRPr="00D30ED7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ED7">
              <w:rPr>
                <w:rFonts w:ascii="Times New Roman" w:hAnsi="Times New Roman" w:cs="Times New Roman"/>
                <w:sz w:val="24"/>
                <w:szCs w:val="24"/>
              </w:rPr>
              <w:t xml:space="preserve">комплект </w:t>
            </w:r>
          </w:p>
          <w:p w:rsidR="00993BBF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D30ED7">
              <w:rPr>
                <w:rFonts w:ascii="Times New Roman" w:hAnsi="Times New Roman" w:cs="Times New Roman"/>
                <w:sz w:val="24"/>
                <w:szCs w:val="24"/>
              </w:rPr>
              <w:t>документации</w:t>
            </w:r>
          </w:p>
        </w:tc>
        <w:tc>
          <w:tcPr>
            <w:tcW w:w="1222" w:type="dxa"/>
          </w:tcPr>
          <w:p w:rsidR="00993BBF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50" w:type="dxa"/>
          </w:tcPr>
          <w:p w:rsidR="00993BBF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</w:tcPr>
          <w:p w:rsidR="00993BBF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</w:tcPr>
          <w:p w:rsidR="00993BBF" w:rsidRPr="00D867E8" w:rsidDel="00E90F0A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</w:tcPr>
          <w:p w:rsidR="00993BBF" w:rsidRPr="00D867E8" w:rsidDel="00E90F0A" w:rsidRDefault="00993BBF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</w:tcPr>
          <w:p w:rsidR="00993BBF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</w:tcPr>
          <w:p w:rsidR="00993BBF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93BBF" w:rsidRPr="001E728D">
        <w:trPr>
          <w:cantSplit/>
          <w:jc w:val="center"/>
        </w:trPr>
        <w:tc>
          <w:tcPr>
            <w:tcW w:w="1113" w:type="dxa"/>
          </w:tcPr>
          <w:p w:rsidR="00993BBF" w:rsidRPr="00EE775A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4.6</w:t>
            </w:r>
          </w:p>
        </w:tc>
        <w:tc>
          <w:tcPr>
            <w:tcW w:w="6497" w:type="dxa"/>
            <w:gridSpan w:val="2"/>
          </w:tcPr>
          <w:p w:rsidR="00993BBF" w:rsidRPr="00EE775A" w:rsidRDefault="00993BBF" w:rsidP="000A407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429">
              <w:rPr>
                <w:rFonts w:ascii="Times New Roman" w:hAnsi="Times New Roman" w:cs="Times New Roman"/>
                <w:sz w:val="28"/>
                <w:szCs w:val="28"/>
              </w:rPr>
              <w:t>Доля детей в возрасте от 2 месяцев до 7 лет, получающих дошкольную образовательную услугу и (или) услугу по их содержанию в организациях различной организационно-правовой формы и формы собственности</w:t>
            </w:r>
          </w:p>
        </w:tc>
        <w:tc>
          <w:tcPr>
            <w:tcW w:w="1222" w:type="dxa"/>
          </w:tcPr>
          <w:p w:rsidR="00993BBF" w:rsidRPr="00EE775A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050" w:type="dxa"/>
          </w:tcPr>
          <w:p w:rsidR="00993BBF" w:rsidRPr="000A407F" w:rsidRDefault="00993BBF" w:rsidP="00D30A82">
            <w:pPr>
              <w:spacing w:after="0" w:line="240" w:lineRule="auto"/>
              <w:jc w:val="center"/>
              <w:rPr>
                <w:rStyle w:val="111"/>
                <w:sz w:val="28"/>
                <w:szCs w:val="28"/>
                <w:lang w:eastAsia="en-US"/>
              </w:rPr>
            </w:pPr>
            <w:r w:rsidRPr="000A407F">
              <w:rPr>
                <w:rStyle w:val="111"/>
                <w:sz w:val="28"/>
                <w:szCs w:val="28"/>
                <w:lang w:eastAsia="en-US"/>
              </w:rPr>
              <w:t>68,9</w:t>
            </w:r>
          </w:p>
        </w:tc>
        <w:tc>
          <w:tcPr>
            <w:tcW w:w="1050" w:type="dxa"/>
          </w:tcPr>
          <w:p w:rsidR="00993BBF" w:rsidRPr="000A407F" w:rsidRDefault="00993BBF" w:rsidP="00D30A82">
            <w:pPr>
              <w:spacing w:after="0" w:line="240" w:lineRule="auto"/>
              <w:jc w:val="center"/>
              <w:rPr>
                <w:rStyle w:val="111"/>
                <w:sz w:val="28"/>
                <w:szCs w:val="28"/>
                <w:lang w:eastAsia="en-US"/>
              </w:rPr>
            </w:pPr>
            <w:r w:rsidRPr="000A407F">
              <w:rPr>
                <w:rStyle w:val="111"/>
                <w:sz w:val="28"/>
                <w:szCs w:val="28"/>
                <w:lang w:eastAsia="en-US"/>
              </w:rPr>
              <w:t>72,5</w:t>
            </w:r>
          </w:p>
        </w:tc>
        <w:tc>
          <w:tcPr>
            <w:tcW w:w="1120" w:type="dxa"/>
          </w:tcPr>
          <w:p w:rsidR="00993BBF" w:rsidRPr="000A407F" w:rsidRDefault="00993BBF" w:rsidP="00D3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40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72,6</w:t>
            </w:r>
          </w:p>
        </w:tc>
        <w:tc>
          <w:tcPr>
            <w:tcW w:w="1051" w:type="dxa"/>
          </w:tcPr>
          <w:p w:rsidR="00993BBF" w:rsidRPr="000A407F" w:rsidRDefault="00993BBF" w:rsidP="00D3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40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72,7</w:t>
            </w:r>
          </w:p>
        </w:tc>
        <w:tc>
          <w:tcPr>
            <w:tcW w:w="1120" w:type="dxa"/>
          </w:tcPr>
          <w:p w:rsidR="00993BBF" w:rsidRPr="000A407F" w:rsidRDefault="00993BBF" w:rsidP="00D3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40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72,8</w:t>
            </w:r>
          </w:p>
        </w:tc>
        <w:tc>
          <w:tcPr>
            <w:tcW w:w="1120" w:type="dxa"/>
          </w:tcPr>
          <w:p w:rsidR="00993BBF" w:rsidRPr="000A407F" w:rsidRDefault="00993BBF" w:rsidP="00D30A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40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72,8</w:t>
            </w:r>
          </w:p>
        </w:tc>
      </w:tr>
      <w:tr w:rsidR="00993BBF" w:rsidRPr="001E728D">
        <w:trPr>
          <w:cantSplit/>
          <w:jc w:val="center"/>
        </w:trPr>
        <w:tc>
          <w:tcPr>
            <w:tcW w:w="1113" w:type="dxa"/>
          </w:tcPr>
          <w:p w:rsidR="00993BBF" w:rsidRPr="00EE775A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4.6.1</w:t>
            </w:r>
          </w:p>
        </w:tc>
        <w:tc>
          <w:tcPr>
            <w:tcW w:w="4137" w:type="dxa"/>
          </w:tcPr>
          <w:p w:rsidR="00993BBF" w:rsidRPr="00427DC2" w:rsidRDefault="00993BBF" w:rsidP="00D727D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2">
              <w:rPr>
                <w:rFonts w:ascii="Times New Roman" w:hAnsi="Times New Roman" w:cs="Times New Roman"/>
                <w:sz w:val="24"/>
                <w:szCs w:val="24"/>
              </w:rPr>
              <w:t>Создание дополнительных мест в МАДОУ д/с № 51</w:t>
            </w:r>
          </w:p>
        </w:tc>
        <w:tc>
          <w:tcPr>
            <w:tcW w:w="2360" w:type="dxa"/>
            <w:vMerge w:val="restart"/>
          </w:tcPr>
          <w:p w:rsidR="00993BBF" w:rsidRDefault="00993BBF" w:rsidP="00D727D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</w:t>
            </w:r>
          </w:p>
          <w:p w:rsidR="00993BBF" w:rsidRPr="00EE775A" w:rsidRDefault="00993BBF" w:rsidP="00D727D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дополнительно </w:t>
            </w:r>
            <w:r w:rsidRPr="00CD2D25">
              <w:rPr>
                <w:rFonts w:ascii="Times New Roman" w:hAnsi="Times New Roman" w:cs="Times New Roman"/>
              </w:rPr>
              <w:t xml:space="preserve">введенных </w:t>
            </w:r>
            <w:r>
              <w:rPr>
                <w:rFonts w:ascii="Times New Roman" w:hAnsi="Times New Roman" w:cs="Times New Roman"/>
              </w:rPr>
              <w:t>мест</w:t>
            </w:r>
          </w:p>
        </w:tc>
        <w:tc>
          <w:tcPr>
            <w:tcW w:w="1222" w:type="dxa"/>
          </w:tcPr>
          <w:p w:rsidR="00993BBF" w:rsidRPr="00A72670" w:rsidRDefault="00993BBF" w:rsidP="002969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7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50" w:type="dxa"/>
          </w:tcPr>
          <w:p w:rsidR="00993BBF" w:rsidRPr="00EE775A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0" w:type="dxa"/>
          </w:tcPr>
          <w:p w:rsidR="00993BBF" w:rsidRPr="00EE775A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1120" w:type="dxa"/>
          </w:tcPr>
          <w:p w:rsidR="00993BBF" w:rsidRPr="00EE775A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1" w:type="dxa"/>
          </w:tcPr>
          <w:p w:rsidR="00993BBF" w:rsidRPr="00EE775A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0" w:type="dxa"/>
          </w:tcPr>
          <w:p w:rsidR="00993BBF" w:rsidRDefault="00993BBF" w:rsidP="00D727DF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0" w:type="dxa"/>
          </w:tcPr>
          <w:p w:rsidR="00993BBF" w:rsidRDefault="00993BBF" w:rsidP="00D727DF">
            <w:pPr>
              <w:spacing w:after="0" w:line="240" w:lineRule="auto"/>
              <w:jc w:val="center"/>
            </w:pPr>
            <w:r w:rsidRPr="00A922B4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</w:tr>
      <w:tr w:rsidR="00993BBF" w:rsidRPr="001E728D">
        <w:trPr>
          <w:cantSplit/>
          <w:jc w:val="center"/>
        </w:trPr>
        <w:tc>
          <w:tcPr>
            <w:tcW w:w="1113" w:type="dxa"/>
          </w:tcPr>
          <w:p w:rsidR="00993BBF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4.6.2</w:t>
            </w:r>
          </w:p>
        </w:tc>
        <w:tc>
          <w:tcPr>
            <w:tcW w:w="4137" w:type="dxa"/>
          </w:tcPr>
          <w:p w:rsidR="00993BBF" w:rsidRPr="00427DC2" w:rsidRDefault="00993BBF" w:rsidP="00D727D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2">
              <w:rPr>
                <w:rFonts w:ascii="Times New Roman" w:hAnsi="Times New Roman" w:cs="Times New Roman"/>
                <w:sz w:val="24"/>
                <w:szCs w:val="24"/>
              </w:rPr>
              <w:t>Создание дополнительных мест в МАДОУ ЦРР д/с № 86</w:t>
            </w:r>
          </w:p>
        </w:tc>
        <w:tc>
          <w:tcPr>
            <w:tcW w:w="2360" w:type="dxa"/>
            <w:vMerge/>
          </w:tcPr>
          <w:p w:rsidR="00993BBF" w:rsidRPr="00EE775A" w:rsidRDefault="00993BBF" w:rsidP="00D727D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2" w:type="dxa"/>
          </w:tcPr>
          <w:p w:rsidR="00993BBF" w:rsidRPr="00A72670" w:rsidRDefault="00993BBF" w:rsidP="002969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7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50" w:type="dxa"/>
          </w:tcPr>
          <w:p w:rsidR="00993BBF" w:rsidRPr="00EE775A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0" w:type="dxa"/>
          </w:tcPr>
          <w:p w:rsidR="00993BBF" w:rsidRPr="00EE775A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120" w:type="dxa"/>
          </w:tcPr>
          <w:p w:rsidR="00993BBF" w:rsidRPr="00EE775A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1" w:type="dxa"/>
          </w:tcPr>
          <w:p w:rsidR="00993BBF" w:rsidRPr="00EE775A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0" w:type="dxa"/>
          </w:tcPr>
          <w:p w:rsidR="00993BBF" w:rsidRPr="00EE775A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0" w:type="dxa"/>
          </w:tcPr>
          <w:p w:rsidR="00993BBF" w:rsidRPr="00EE775A" w:rsidRDefault="00993BBF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</w:tbl>
    <w:p w:rsidR="00993BBF" w:rsidRDefault="00993BBF" w:rsidP="0056371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993BBF" w:rsidRDefault="00993BBF" w:rsidP="0056371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95C5D">
        <w:rPr>
          <w:rFonts w:ascii="Times New Roman" w:hAnsi="Times New Roman" w:cs="Times New Roman"/>
          <w:sz w:val="24"/>
          <w:szCs w:val="24"/>
        </w:rPr>
        <w:t>* Завершение расчетов по объектам, сданным в эксплуатацию в 2013-2014 гг.</w:t>
      </w:r>
    </w:p>
    <w:p w:rsidR="00993BBF" w:rsidRPr="00295C5D" w:rsidRDefault="00993BBF" w:rsidP="00C15AF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</w:t>
      </w:r>
      <w:r w:rsidRPr="00295C5D">
        <w:rPr>
          <w:rFonts w:ascii="Times New Roman" w:hAnsi="Times New Roman" w:cs="Times New Roman"/>
          <w:sz w:val="24"/>
          <w:szCs w:val="24"/>
        </w:rPr>
        <w:t xml:space="preserve">Завершение расчетов по объектам, сданным в эксплуатацию в </w:t>
      </w:r>
      <w:r>
        <w:rPr>
          <w:rFonts w:ascii="Times New Roman" w:hAnsi="Times New Roman" w:cs="Times New Roman"/>
          <w:sz w:val="24"/>
          <w:szCs w:val="24"/>
        </w:rPr>
        <w:t>2015</w:t>
      </w:r>
      <w:r w:rsidRPr="00295C5D">
        <w:rPr>
          <w:rFonts w:ascii="Times New Roman" w:hAnsi="Times New Roman" w:cs="Times New Roman"/>
          <w:sz w:val="24"/>
          <w:szCs w:val="24"/>
        </w:rPr>
        <w:t xml:space="preserve"> г</w:t>
      </w:r>
      <w:bookmarkStart w:id="0" w:name="_GoBack"/>
      <w:bookmarkEnd w:id="0"/>
      <w:r w:rsidRPr="00295C5D">
        <w:rPr>
          <w:rFonts w:ascii="Times New Roman" w:hAnsi="Times New Roman" w:cs="Times New Roman"/>
          <w:sz w:val="24"/>
          <w:szCs w:val="24"/>
        </w:rPr>
        <w:t>.</w:t>
      </w:r>
    </w:p>
    <w:p w:rsidR="00993BBF" w:rsidRPr="00295C5D" w:rsidRDefault="00993BBF" w:rsidP="0056371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sectPr w:rsidR="00993BBF" w:rsidRPr="00295C5D" w:rsidSect="00847E48">
      <w:headerReference w:type="default" r:id="rId7"/>
      <w:pgSz w:w="16838" w:h="11906" w:orient="landscape"/>
      <w:pgMar w:top="851" w:right="567" w:bottom="284" w:left="56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3BBF" w:rsidRDefault="00993BBF" w:rsidP="002124AC">
      <w:pPr>
        <w:spacing w:after="0" w:line="240" w:lineRule="auto"/>
      </w:pPr>
      <w:r>
        <w:separator/>
      </w:r>
    </w:p>
  </w:endnote>
  <w:endnote w:type="continuationSeparator" w:id="0">
    <w:p w:rsidR="00993BBF" w:rsidRDefault="00993BBF" w:rsidP="00212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3BBF" w:rsidRDefault="00993BBF" w:rsidP="002124AC">
      <w:pPr>
        <w:spacing w:after="0" w:line="240" w:lineRule="auto"/>
      </w:pPr>
      <w:r>
        <w:separator/>
      </w:r>
    </w:p>
  </w:footnote>
  <w:footnote w:type="continuationSeparator" w:id="0">
    <w:p w:rsidR="00993BBF" w:rsidRDefault="00993BBF" w:rsidP="002124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BBF" w:rsidRDefault="00993BBF">
    <w:pPr>
      <w:pStyle w:val="Header"/>
      <w:jc w:val="center"/>
    </w:pPr>
    <w:fldSimple w:instr=" PAGE   \* MERGEFORMAT ">
      <w:r>
        <w:rPr>
          <w:noProof/>
        </w:rPr>
        <w:t>18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22E61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>
    <w:nsid w:val="00A564F0"/>
    <w:multiLevelType w:val="hybridMultilevel"/>
    <w:tmpl w:val="3940DACC"/>
    <w:lvl w:ilvl="0" w:tplc="5C246C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F02731D"/>
    <w:multiLevelType w:val="hybridMultilevel"/>
    <w:tmpl w:val="EFE01930"/>
    <w:lvl w:ilvl="0" w:tplc="E75896C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49431D3"/>
    <w:multiLevelType w:val="multilevel"/>
    <w:tmpl w:val="52E20B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5">
    <w:nsid w:val="1A66041C"/>
    <w:multiLevelType w:val="hybridMultilevel"/>
    <w:tmpl w:val="7328575A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45" w:hanging="360"/>
      </w:pPr>
      <w:rPr>
        <w:rFonts w:ascii="Wingdings" w:hAnsi="Wingdings" w:cs="Wingdings" w:hint="default"/>
      </w:rPr>
    </w:lvl>
  </w:abstractNum>
  <w:abstractNum w:abstractNumId="6">
    <w:nsid w:val="20F87DF6"/>
    <w:multiLevelType w:val="hybridMultilevel"/>
    <w:tmpl w:val="59768E72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cs="Wingdings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55572BF"/>
    <w:multiLevelType w:val="hybridMultilevel"/>
    <w:tmpl w:val="C0949252"/>
    <w:lvl w:ilvl="0" w:tplc="E75896CE">
      <w:start w:val="1"/>
      <w:numFmt w:val="bullet"/>
      <w:lvlText w:val=""/>
      <w:lvlJc w:val="left"/>
      <w:pPr>
        <w:ind w:left="133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5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7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9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1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3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5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7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93" w:hanging="360"/>
      </w:pPr>
      <w:rPr>
        <w:rFonts w:ascii="Wingdings" w:hAnsi="Wingdings" w:cs="Wingdings" w:hint="default"/>
      </w:rPr>
    </w:lvl>
  </w:abstractNum>
  <w:abstractNum w:abstractNumId="8">
    <w:nsid w:val="2B422F60"/>
    <w:multiLevelType w:val="hybridMultilevel"/>
    <w:tmpl w:val="8CC29698"/>
    <w:lvl w:ilvl="0" w:tplc="CEAC5402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1EF49A7"/>
    <w:multiLevelType w:val="hybridMultilevel"/>
    <w:tmpl w:val="6660FF02"/>
    <w:lvl w:ilvl="0" w:tplc="23D64B2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3EC18DF"/>
    <w:multiLevelType w:val="hybridMultilevel"/>
    <w:tmpl w:val="C7E40756"/>
    <w:lvl w:ilvl="0" w:tplc="E75896C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36E36AF8"/>
    <w:multiLevelType w:val="hybridMultilevel"/>
    <w:tmpl w:val="F2AAEA46"/>
    <w:lvl w:ilvl="0" w:tplc="04190001">
      <w:start w:val="1"/>
      <w:numFmt w:val="bullet"/>
      <w:lvlText w:val=""/>
      <w:lvlJc w:val="left"/>
      <w:pPr>
        <w:ind w:left="139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54" w:hanging="360"/>
      </w:pPr>
      <w:rPr>
        <w:rFonts w:ascii="Wingdings" w:hAnsi="Wingdings" w:cs="Wingdings" w:hint="default"/>
      </w:rPr>
    </w:lvl>
  </w:abstractNum>
  <w:abstractNum w:abstractNumId="12">
    <w:nsid w:val="38973126"/>
    <w:multiLevelType w:val="hybridMultilevel"/>
    <w:tmpl w:val="97FAD3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741D05"/>
    <w:multiLevelType w:val="hybridMultilevel"/>
    <w:tmpl w:val="179E64CE"/>
    <w:lvl w:ilvl="0" w:tplc="E75896CE">
      <w:start w:val="1"/>
      <w:numFmt w:val="bullet"/>
      <w:lvlText w:val=""/>
      <w:lvlJc w:val="left"/>
      <w:pPr>
        <w:ind w:left="139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54" w:hanging="360"/>
      </w:pPr>
      <w:rPr>
        <w:rFonts w:ascii="Wingdings" w:hAnsi="Wingdings" w:cs="Wingdings" w:hint="default"/>
      </w:rPr>
    </w:lvl>
  </w:abstractNum>
  <w:abstractNum w:abstractNumId="14">
    <w:nsid w:val="44F70AC6"/>
    <w:multiLevelType w:val="hybridMultilevel"/>
    <w:tmpl w:val="BBCCF210"/>
    <w:lvl w:ilvl="0" w:tplc="E75896CE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5">
    <w:nsid w:val="45D135D3"/>
    <w:multiLevelType w:val="hybridMultilevel"/>
    <w:tmpl w:val="D772D83E"/>
    <w:lvl w:ilvl="0" w:tplc="80827FF2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97853F4"/>
    <w:multiLevelType w:val="hybridMultilevel"/>
    <w:tmpl w:val="FD14A7E2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7">
    <w:nsid w:val="4C701E2B"/>
    <w:multiLevelType w:val="multilevel"/>
    <w:tmpl w:val="03E238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531B75A4"/>
    <w:multiLevelType w:val="hybridMultilevel"/>
    <w:tmpl w:val="C60C6E36"/>
    <w:lvl w:ilvl="0" w:tplc="04190001">
      <w:start w:val="1"/>
      <w:numFmt w:val="bullet"/>
      <w:lvlText w:val=""/>
      <w:lvlJc w:val="left"/>
      <w:pPr>
        <w:ind w:left="165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9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10" w:hanging="360"/>
      </w:pPr>
      <w:rPr>
        <w:rFonts w:ascii="Wingdings" w:hAnsi="Wingdings" w:cs="Wingdings" w:hint="default"/>
      </w:rPr>
    </w:lvl>
  </w:abstractNum>
  <w:abstractNum w:abstractNumId="19">
    <w:nsid w:val="5BA04D8F"/>
    <w:multiLevelType w:val="hybridMultilevel"/>
    <w:tmpl w:val="100E523A"/>
    <w:lvl w:ilvl="0" w:tplc="46DCD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6A2C6780"/>
    <w:multiLevelType w:val="hybridMultilevel"/>
    <w:tmpl w:val="FF5C2818"/>
    <w:lvl w:ilvl="0" w:tplc="8CB4770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4372148"/>
    <w:multiLevelType w:val="hybridMultilevel"/>
    <w:tmpl w:val="152CB6C8"/>
    <w:lvl w:ilvl="0" w:tplc="E75896CE">
      <w:start w:val="1"/>
      <w:numFmt w:val="bullet"/>
      <w:lvlText w:val=""/>
      <w:lvlJc w:val="left"/>
      <w:pPr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22">
    <w:nsid w:val="76753C23"/>
    <w:multiLevelType w:val="hybridMultilevel"/>
    <w:tmpl w:val="E0F0083E"/>
    <w:lvl w:ilvl="0" w:tplc="C1F8F3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77D276AF"/>
    <w:multiLevelType w:val="hybridMultilevel"/>
    <w:tmpl w:val="6810B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494E63"/>
    <w:multiLevelType w:val="hybridMultilevel"/>
    <w:tmpl w:val="295C1DAA"/>
    <w:lvl w:ilvl="0" w:tplc="684CADBA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5">
    <w:nsid w:val="78B7452A"/>
    <w:multiLevelType w:val="multilevel"/>
    <w:tmpl w:val="612E932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2"/>
  </w:num>
  <w:num w:numId="6">
    <w:abstractNumId w:val="20"/>
  </w:num>
  <w:num w:numId="7">
    <w:abstractNumId w:val="15"/>
  </w:num>
  <w:num w:numId="8">
    <w:abstractNumId w:val="24"/>
  </w:num>
  <w:num w:numId="9">
    <w:abstractNumId w:val="19"/>
  </w:num>
  <w:num w:numId="10">
    <w:abstractNumId w:val="2"/>
  </w:num>
  <w:num w:numId="11">
    <w:abstractNumId w:val="6"/>
  </w:num>
  <w:num w:numId="12">
    <w:abstractNumId w:val="16"/>
  </w:num>
  <w:num w:numId="13">
    <w:abstractNumId w:val="18"/>
  </w:num>
  <w:num w:numId="14">
    <w:abstractNumId w:val="21"/>
  </w:num>
  <w:num w:numId="15">
    <w:abstractNumId w:val="14"/>
  </w:num>
  <w:num w:numId="16">
    <w:abstractNumId w:val="23"/>
  </w:num>
  <w:num w:numId="17">
    <w:abstractNumId w:val="3"/>
  </w:num>
  <w:num w:numId="18">
    <w:abstractNumId w:val="5"/>
  </w:num>
  <w:num w:numId="19">
    <w:abstractNumId w:val="22"/>
  </w:num>
  <w:num w:numId="20">
    <w:abstractNumId w:val="8"/>
  </w:num>
  <w:num w:numId="21">
    <w:abstractNumId w:val="25"/>
  </w:num>
  <w:num w:numId="22">
    <w:abstractNumId w:val="17"/>
  </w:num>
  <w:num w:numId="23">
    <w:abstractNumId w:val="4"/>
  </w:num>
  <w:num w:numId="24">
    <w:abstractNumId w:val="10"/>
  </w:num>
  <w:num w:numId="25">
    <w:abstractNumId w:val="0"/>
  </w:num>
  <w:num w:numId="26">
    <w:abstractNumId w:val="1"/>
  </w:num>
  <w:num w:numId="27">
    <w:abstractNumId w:val="11"/>
  </w:num>
  <w:num w:numId="28">
    <w:abstractNumId w:val="13"/>
  </w:num>
  <w:num w:numId="29">
    <w:abstractNumId w:val="7"/>
  </w:num>
  <w:num w:numId="3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0458"/>
    <w:rsid w:val="0000244D"/>
    <w:rsid w:val="0000259C"/>
    <w:rsid w:val="00002FB8"/>
    <w:rsid w:val="00004DAC"/>
    <w:rsid w:val="00007CFB"/>
    <w:rsid w:val="000110A1"/>
    <w:rsid w:val="0001519A"/>
    <w:rsid w:val="00022E33"/>
    <w:rsid w:val="00027E51"/>
    <w:rsid w:val="0003023D"/>
    <w:rsid w:val="0003145F"/>
    <w:rsid w:val="00035C5C"/>
    <w:rsid w:val="000373E0"/>
    <w:rsid w:val="00041463"/>
    <w:rsid w:val="00045D84"/>
    <w:rsid w:val="000512A2"/>
    <w:rsid w:val="000525A6"/>
    <w:rsid w:val="000526E9"/>
    <w:rsid w:val="00052D38"/>
    <w:rsid w:val="00053130"/>
    <w:rsid w:val="000542E1"/>
    <w:rsid w:val="00056049"/>
    <w:rsid w:val="000560A0"/>
    <w:rsid w:val="000565F3"/>
    <w:rsid w:val="00060FE5"/>
    <w:rsid w:val="00064FBF"/>
    <w:rsid w:val="00067CF5"/>
    <w:rsid w:val="000714CA"/>
    <w:rsid w:val="00074D9C"/>
    <w:rsid w:val="00074DE3"/>
    <w:rsid w:val="000764F8"/>
    <w:rsid w:val="000766E9"/>
    <w:rsid w:val="0007672B"/>
    <w:rsid w:val="000769E0"/>
    <w:rsid w:val="00077543"/>
    <w:rsid w:val="000776AD"/>
    <w:rsid w:val="00077759"/>
    <w:rsid w:val="00077BD2"/>
    <w:rsid w:val="00081672"/>
    <w:rsid w:val="00081DCC"/>
    <w:rsid w:val="000821F6"/>
    <w:rsid w:val="00085666"/>
    <w:rsid w:val="00087374"/>
    <w:rsid w:val="00087FE0"/>
    <w:rsid w:val="00090688"/>
    <w:rsid w:val="0009076D"/>
    <w:rsid w:val="0009087B"/>
    <w:rsid w:val="00091040"/>
    <w:rsid w:val="00091479"/>
    <w:rsid w:val="00092A3C"/>
    <w:rsid w:val="000958FE"/>
    <w:rsid w:val="00096349"/>
    <w:rsid w:val="0009717A"/>
    <w:rsid w:val="000A0645"/>
    <w:rsid w:val="000A0910"/>
    <w:rsid w:val="000A11AE"/>
    <w:rsid w:val="000A1316"/>
    <w:rsid w:val="000A347D"/>
    <w:rsid w:val="000A3B13"/>
    <w:rsid w:val="000A407F"/>
    <w:rsid w:val="000A4974"/>
    <w:rsid w:val="000A61DD"/>
    <w:rsid w:val="000A6345"/>
    <w:rsid w:val="000A6641"/>
    <w:rsid w:val="000B10FF"/>
    <w:rsid w:val="000B242E"/>
    <w:rsid w:val="000B2559"/>
    <w:rsid w:val="000B353D"/>
    <w:rsid w:val="000B4076"/>
    <w:rsid w:val="000B4885"/>
    <w:rsid w:val="000B4A4A"/>
    <w:rsid w:val="000C1EB3"/>
    <w:rsid w:val="000C6354"/>
    <w:rsid w:val="000C6A8A"/>
    <w:rsid w:val="000C6C48"/>
    <w:rsid w:val="000D5499"/>
    <w:rsid w:val="000D5844"/>
    <w:rsid w:val="000D7BC5"/>
    <w:rsid w:val="000E2D13"/>
    <w:rsid w:val="000E3B5F"/>
    <w:rsid w:val="000E49C0"/>
    <w:rsid w:val="000F0B4D"/>
    <w:rsid w:val="000F0FC6"/>
    <w:rsid w:val="000F3559"/>
    <w:rsid w:val="000F5BB5"/>
    <w:rsid w:val="000F6557"/>
    <w:rsid w:val="000F65A8"/>
    <w:rsid w:val="000F75B2"/>
    <w:rsid w:val="001007D4"/>
    <w:rsid w:val="00105FC0"/>
    <w:rsid w:val="00111748"/>
    <w:rsid w:val="001123E1"/>
    <w:rsid w:val="0011585B"/>
    <w:rsid w:val="00116254"/>
    <w:rsid w:val="0011716A"/>
    <w:rsid w:val="00122949"/>
    <w:rsid w:val="00123853"/>
    <w:rsid w:val="00123D97"/>
    <w:rsid w:val="00124A21"/>
    <w:rsid w:val="0012705A"/>
    <w:rsid w:val="001302FE"/>
    <w:rsid w:val="00131D09"/>
    <w:rsid w:val="001349DD"/>
    <w:rsid w:val="001355A8"/>
    <w:rsid w:val="00137908"/>
    <w:rsid w:val="00137DD5"/>
    <w:rsid w:val="00140087"/>
    <w:rsid w:val="00140198"/>
    <w:rsid w:val="001414F2"/>
    <w:rsid w:val="0014400C"/>
    <w:rsid w:val="00144E52"/>
    <w:rsid w:val="00147ED7"/>
    <w:rsid w:val="00150E71"/>
    <w:rsid w:val="001512BA"/>
    <w:rsid w:val="00151665"/>
    <w:rsid w:val="00151EC3"/>
    <w:rsid w:val="00154172"/>
    <w:rsid w:val="001542DD"/>
    <w:rsid w:val="00155C6B"/>
    <w:rsid w:val="00155D47"/>
    <w:rsid w:val="00157A39"/>
    <w:rsid w:val="0016273C"/>
    <w:rsid w:val="001717AB"/>
    <w:rsid w:val="00174B36"/>
    <w:rsid w:val="00176042"/>
    <w:rsid w:val="0018458C"/>
    <w:rsid w:val="00185920"/>
    <w:rsid w:val="0018737C"/>
    <w:rsid w:val="0019060F"/>
    <w:rsid w:val="00190D1E"/>
    <w:rsid w:val="001924E3"/>
    <w:rsid w:val="0019256B"/>
    <w:rsid w:val="00196BF2"/>
    <w:rsid w:val="00196E2A"/>
    <w:rsid w:val="001A58BB"/>
    <w:rsid w:val="001A6C09"/>
    <w:rsid w:val="001A7020"/>
    <w:rsid w:val="001A7509"/>
    <w:rsid w:val="001B0689"/>
    <w:rsid w:val="001B166C"/>
    <w:rsid w:val="001B4A57"/>
    <w:rsid w:val="001B5155"/>
    <w:rsid w:val="001B7C3E"/>
    <w:rsid w:val="001C1CE2"/>
    <w:rsid w:val="001C261F"/>
    <w:rsid w:val="001C47F9"/>
    <w:rsid w:val="001C5168"/>
    <w:rsid w:val="001C6A25"/>
    <w:rsid w:val="001C7220"/>
    <w:rsid w:val="001D047F"/>
    <w:rsid w:val="001D0908"/>
    <w:rsid w:val="001D1A18"/>
    <w:rsid w:val="001D1EB9"/>
    <w:rsid w:val="001D23A0"/>
    <w:rsid w:val="001D3169"/>
    <w:rsid w:val="001D374C"/>
    <w:rsid w:val="001D3C48"/>
    <w:rsid w:val="001D431D"/>
    <w:rsid w:val="001D46FC"/>
    <w:rsid w:val="001D53A0"/>
    <w:rsid w:val="001D5DCC"/>
    <w:rsid w:val="001D7A22"/>
    <w:rsid w:val="001E0030"/>
    <w:rsid w:val="001E3484"/>
    <w:rsid w:val="001E4177"/>
    <w:rsid w:val="001E4419"/>
    <w:rsid w:val="001E4C4E"/>
    <w:rsid w:val="001E5363"/>
    <w:rsid w:val="001E728D"/>
    <w:rsid w:val="001F1D80"/>
    <w:rsid w:val="001F339B"/>
    <w:rsid w:val="001F368C"/>
    <w:rsid w:val="001F706A"/>
    <w:rsid w:val="002036AC"/>
    <w:rsid w:val="00203B3D"/>
    <w:rsid w:val="00204235"/>
    <w:rsid w:val="002053D1"/>
    <w:rsid w:val="0020619E"/>
    <w:rsid w:val="0021060C"/>
    <w:rsid w:val="002124AC"/>
    <w:rsid w:val="002155F3"/>
    <w:rsid w:val="0023279A"/>
    <w:rsid w:val="00233C69"/>
    <w:rsid w:val="0023472A"/>
    <w:rsid w:val="002406AE"/>
    <w:rsid w:val="00241A98"/>
    <w:rsid w:val="00243950"/>
    <w:rsid w:val="00245AB1"/>
    <w:rsid w:val="00251558"/>
    <w:rsid w:val="002546E1"/>
    <w:rsid w:val="00263B1B"/>
    <w:rsid w:val="00263C08"/>
    <w:rsid w:val="00267054"/>
    <w:rsid w:val="002671A7"/>
    <w:rsid w:val="00267EEA"/>
    <w:rsid w:val="00271437"/>
    <w:rsid w:val="002717E8"/>
    <w:rsid w:val="00272627"/>
    <w:rsid w:val="00274197"/>
    <w:rsid w:val="00277BF8"/>
    <w:rsid w:val="00283E48"/>
    <w:rsid w:val="002913B4"/>
    <w:rsid w:val="0029459F"/>
    <w:rsid w:val="00295881"/>
    <w:rsid w:val="00295C5D"/>
    <w:rsid w:val="00296906"/>
    <w:rsid w:val="00297521"/>
    <w:rsid w:val="00297EA8"/>
    <w:rsid w:val="002A09DC"/>
    <w:rsid w:val="002A5C37"/>
    <w:rsid w:val="002A5F90"/>
    <w:rsid w:val="002A6A17"/>
    <w:rsid w:val="002A6AC9"/>
    <w:rsid w:val="002B032D"/>
    <w:rsid w:val="002B0B1C"/>
    <w:rsid w:val="002B1C5D"/>
    <w:rsid w:val="002B27F4"/>
    <w:rsid w:val="002B30E0"/>
    <w:rsid w:val="002B3D4D"/>
    <w:rsid w:val="002C18D6"/>
    <w:rsid w:val="002C1F02"/>
    <w:rsid w:val="002C21B5"/>
    <w:rsid w:val="002C3DD7"/>
    <w:rsid w:val="002C63B1"/>
    <w:rsid w:val="002C6AA5"/>
    <w:rsid w:val="002D0D9D"/>
    <w:rsid w:val="002D7289"/>
    <w:rsid w:val="002E1281"/>
    <w:rsid w:val="002E1B7C"/>
    <w:rsid w:val="002E3FC5"/>
    <w:rsid w:val="002E6A57"/>
    <w:rsid w:val="002E7562"/>
    <w:rsid w:val="002F1416"/>
    <w:rsid w:val="002F17C9"/>
    <w:rsid w:val="002F27E9"/>
    <w:rsid w:val="002F3BFF"/>
    <w:rsid w:val="002F5855"/>
    <w:rsid w:val="002F639F"/>
    <w:rsid w:val="003008EC"/>
    <w:rsid w:val="0030189C"/>
    <w:rsid w:val="003021B8"/>
    <w:rsid w:val="00302AC7"/>
    <w:rsid w:val="003031CC"/>
    <w:rsid w:val="0030479F"/>
    <w:rsid w:val="00304AA1"/>
    <w:rsid w:val="003054B5"/>
    <w:rsid w:val="003110D8"/>
    <w:rsid w:val="00312A86"/>
    <w:rsid w:val="0031306F"/>
    <w:rsid w:val="00316654"/>
    <w:rsid w:val="003172D8"/>
    <w:rsid w:val="00322D6E"/>
    <w:rsid w:val="003278CC"/>
    <w:rsid w:val="00327FD3"/>
    <w:rsid w:val="00331A95"/>
    <w:rsid w:val="00334630"/>
    <w:rsid w:val="003357CD"/>
    <w:rsid w:val="00337157"/>
    <w:rsid w:val="00341538"/>
    <w:rsid w:val="00342AB2"/>
    <w:rsid w:val="00343C69"/>
    <w:rsid w:val="00351379"/>
    <w:rsid w:val="00351A41"/>
    <w:rsid w:val="00352BEB"/>
    <w:rsid w:val="00353FDD"/>
    <w:rsid w:val="00355DD0"/>
    <w:rsid w:val="00355EAC"/>
    <w:rsid w:val="0036187C"/>
    <w:rsid w:val="003644C6"/>
    <w:rsid w:val="0037094D"/>
    <w:rsid w:val="00385709"/>
    <w:rsid w:val="0039424B"/>
    <w:rsid w:val="003A2936"/>
    <w:rsid w:val="003A6969"/>
    <w:rsid w:val="003A783F"/>
    <w:rsid w:val="003B336A"/>
    <w:rsid w:val="003B3AD3"/>
    <w:rsid w:val="003B48DF"/>
    <w:rsid w:val="003B4B87"/>
    <w:rsid w:val="003B7865"/>
    <w:rsid w:val="003C19BB"/>
    <w:rsid w:val="003C52AD"/>
    <w:rsid w:val="003C5D00"/>
    <w:rsid w:val="003C677C"/>
    <w:rsid w:val="003C6F3E"/>
    <w:rsid w:val="003D07EB"/>
    <w:rsid w:val="003D13FB"/>
    <w:rsid w:val="003D28AF"/>
    <w:rsid w:val="003D2AEC"/>
    <w:rsid w:val="003D4D38"/>
    <w:rsid w:val="003D526A"/>
    <w:rsid w:val="003D531C"/>
    <w:rsid w:val="003D5CEF"/>
    <w:rsid w:val="003D7D37"/>
    <w:rsid w:val="003E16D3"/>
    <w:rsid w:val="003E5FC3"/>
    <w:rsid w:val="003F758B"/>
    <w:rsid w:val="0040103D"/>
    <w:rsid w:val="00401BD0"/>
    <w:rsid w:val="004043D3"/>
    <w:rsid w:val="00410AF4"/>
    <w:rsid w:val="00410C33"/>
    <w:rsid w:val="00410DFB"/>
    <w:rsid w:val="00412148"/>
    <w:rsid w:val="0041263D"/>
    <w:rsid w:val="00413133"/>
    <w:rsid w:val="0041480B"/>
    <w:rsid w:val="00414925"/>
    <w:rsid w:val="00414F4A"/>
    <w:rsid w:val="004155A6"/>
    <w:rsid w:val="00416402"/>
    <w:rsid w:val="0041770C"/>
    <w:rsid w:val="00422083"/>
    <w:rsid w:val="0042297D"/>
    <w:rsid w:val="00426030"/>
    <w:rsid w:val="00427087"/>
    <w:rsid w:val="00427DC2"/>
    <w:rsid w:val="00427FE1"/>
    <w:rsid w:val="00430CC8"/>
    <w:rsid w:val="0043320E"/>
    <w:rsid w:val="00433316"/>
    <w:rsid w:val="0043542C"/>
    <w:rsid w:val="004409E6"/>
    <w:rsid w:val="00441400"/>
    <w:rsid w:val="00442042"/>
    <w:rsid w:val="004470AA"/>
    <w:rsid w:val="00452FE1"/>
    <w:rsid w:val="00454AC0"/>
    <w:rsid w:val="00460656"/>
    <w:rsid w:val="00461768"/>
    <w:rsid w:val="00461CBF"/>
    <w:rsid w:val="004647AD"/>
    <w:rsid w:val="00464CD2"/>
    <w:rsid w:val="00466A83"/>
    <w:rsid w:val="00467B87"/>
    <w:rsid w:val="00467C38"/>
    <w:rsid w:val="00471DFF"/>
    <w:rsid w:val="004725F1"/>
    <w:rsid w:val="00473C13"/>
    <w:rsid w:val="00474F06"/>
    <w:rsid w:val="0047612F"/>
    <w:rsid w:val="00476FD4"/>
    <w:rsid w:val="00477BE2"/>
    <w:rsid w:val="00477D63"/>
    <w:rsid w:val="00480743"/>
    <w:rsid w:val="00481452"/>
    <w:rsid w:val="0048194C"/>
    <w:rsid w:val="00484744"/>
    <w:rsid w:val="00494467"/>
    <w:rsid w:val="00495BA5"/>
    <w:rsid w:val="00497A4B"/>
    <w:rsid w:val="004A1280"/>
    <w:rsid w:val="004A155B"/>
    <w:rsid w:val="004A194E"/>
    <w:rsid w:val="004A208D"/>
    <w:rsid w:val="004A507E"/>
    <w:rsid w:val="004A6A33"/>
    <w:rsid w:val="004A6AFE"/>
    <w:rsid w:val="004B13C0"/>
    <w:rsid w:val="004B201E"/>
    <w:rsid w:val="004B2D81"/>
    <w:rsid w:val="004B4D7D"/>
    <w:rsid w:val="004B57A5"/>
    <w:rsid w:val="004C05DF"/>
    <w:rsid w:val="004C2D29"/>
    <w:rsid w:val="004C3291"/>
    <w:rsid w:val="004C3E00"/>
    <w:rsid w:val="004C57B0"/>
    <w:rsid w:val="004C5D28"/>
    <w:rsid w:val="004C782F"/>
    <w:rsid w:val="004D00B1"/>
    <w:rsid w:val="004D191F"/>
    <w:rsid w:val="004D1A73"/>
    <w:rsid w:val="004D4DAF"/>
    <w:rsid w:val="004D5AE2"/>
    <w:rsid w:val="004D6C16"/>
    <w:rsid w:val="004E1B30"/>
    <w:rsid w:val="004E300D"/>
    <w:rsid w:val="004E665A"/>
    <w:rsid w:val="004E6857"/>
    <w:rsid w:val="004E68C3"/>
    <w:rsid w:val="004F030C"/>
    <w:rsid w:val="004F2E8B"/>
    <w:rsid w:val="004F3D0E"/>
    <w:rsid w:val="004F4376"/>
    <w:rsid w:val="004F5B61"/>
    <w:rsid w:val="004F683C"/>
    <w:rsid w:val="004F6F5F"/>
    <w:rsid w:val="005005DE"/>
    <w:rsid w:val="00501CD1"/>
    <w:rsid w:val="00502541"/>
    <w:rsid w:val="005103FD"/>
    <w:rsid w:val="0051204F"/>
    <w:rsid w:val="00514A1E"/>
    <w:rsid w:val="00517412"/>
    <w:rsid w:val="005223E8"/>
    <w:rsid w:val="0052319C"/>
    <w:rsid w:val="005240B9"/>
    <w:rsid w:val="0052587E"/>
    <w:rsid w:val="00526B0F"/>
    <w:rsid w:val="00527EF5"/>
    <w:rsid w:val="00530138"/>
    <w:rsid w:val="00532DA7"/>
    <w:rsid w:val="005356E5"/>
    <w:rsid w:val="00540D18"/>
    <w:rsid w:val="00542FC9"/>
    <w:rsid w:val="0054339A"/>
    <w:rsid w:val="005446B7"/>
    <w:rsid w:val="0054541B"/>
    <w:rsid w:val="00545994"/>
    <w:rsid w:val="0054768E"/>
    <w:rsid w:val="005479C8"/>
    <w:rsid w:val="0055041F"/>
    <w:rsid w:val="00550ECA"/>
    <w:rsid w:val="00551F0B"/>
    <w:rsid w:val="005520E5"/>
    <w:rsid w:val="005537D6"/>
    <w:rsid w:val="00554CDD"/>
    <w:rsid w:val="0056004E"/>
    <w:rsid w:val="00563375"/>
    <w:rsid w:val="00563719"/>
    <w:rsid w:val="005659AC"/>
    <w:rsid w:val="00565BDD"/>
    <w:rsid w:val="005669F8"/>
    <w:rsid w:val="00566D9D"/>
    <w:rsid w:val="00576A52"/>
    <w:rsid w:val="0058003C"/>
    <w:rsid w:val="00585025"/>
    <w:rsid w:val="0058582E"/>
    <w:rsid w:val="00585977"/>
    <w:rsid w:val="0059102F"/>
    <w:rsid w:val="005915B2"/>
    <w:rsid w:val="00591BB4"/>
    <w:rsid w:val="0059355F"/>
    <w:rsid w:val="00593DB3"/>
    <w:rsid w:val="005A1602"/>
    <w:rsid w:val="005A2520"/>
    <w:rsid w:val="005A346E"/>
    <w:rsid w:val="005A48BE"/>
    <w:rsid w:val="005A556C"/>
    <w:rsid w:val="005A7BFF"/>
    <w:rsid w:val="005B322C"/>
    <w:rsid w:val="005B58DE"/>
    <w:rsid w:val="005B66F4"/>
    <w:rsid w:val="005B69C9"/>
    <w:rsid w:val="005B6B2B"/>
    <w:rsid w:val="005C00BF"/>
    <w:rsid w:val="005C2D37"/>
    <w:rsid w:val="005C4C0A"/>
    <w:rsid w:val="005C6366"/>
    <w:rsid w:val="005D1EBA"/>
    <w:rsid w:val="005D269D"/>
    <w:rsid w:val="005D29ED"/>
    <w:rsid w:val="005D3921"/>
    <w:rsid w:val="005D439F"/>
    <w:rsid w:val="005D50A9"/>
    <w:rsid w:val="005E04C6"/>
    <w:rsid w:val="005E090A"/>
    <w:rsid w:val="005E4B9E"/>
    <w:rsid w:val="005E5A51"/>
    <w:rsid w:val="005F3EBE"/>
    <w:rsid w:val="005F4AFF"/>
    <w:rsid w:val="005F5EEB"/>
    <w:rsid w:val="005F74FE"/>
    <w:rsid w:val="005F7E60"/>
    <w:rsid w:val="0060167D"/>
    <w:rsid w:val="00602C68"/>
    <w:rsid w:val="00603F2B"/>
    <w:rsid w:val="00606140"/>
    <w:rsid w:val="006073C5"/>
    <w:rsid w:val="00611050"/>
    <w:rsid w:val="00620CB6"/>
    <w:rsid w:val="0062172C"/>
    <w:rsid w:val="00621B90"/>
    <w:rsid w:val="00623108"/>
    <w:rsid w:val="00626111"/>
    <w:rsid w:val="006266AA"/>
    <w:rsid w:val="006276A5"/>
    <w:rsid w:val="006333E0"/>
    <w:rsid w:val="0063427D"/>
    <w:rsid w:val="00635CD1"/>
    <w:rsid w:val="00635F11"/>
    <w:rsid w:val="00636908"/>
    <w:rsid w:val="00637EA4"/>
    <w:rsid w:val="006444F1"/>
    <w:rsid w:val="00647DDE"/>
    <w:rsid w:val="00650B82"/>
    <w:rsid w:val="00651C1C"/>
    <w:rsid w:val="006525F2"/>
    <w:rsid w:val="00653631"/>
    <w:rsid w:val="006541EB"/>
    <w:rsid w:val="00654E14"/>
    <w:rsid w:val="0066198D"/>
    <w:rsid w:val="00662224"/>
    <w:rsid w:val="0066273B"/>
    <w:rsid w:val="00663481"/>
    <w:rsid w:val="00663C3E"/>
    <w:rsid w:val="0066622C"/>
    <w:rsid w:val="006710B7"/>
    <w:rsid w:val="00671ABB"/>
    <w:rsid w:val="006755A0"/>
    <w:rsid w:val="006760CF"/>
    <w:rsid w:val="00676FD7"/>
    <w:rsid w:val="0067784A"/>
    <w:rsid w:val="00680442"/>
    <w:rsid w:val="00680AFB"/>
    <w:rsid w:val="0068188B"/>
    <w:rsid w:val="006820CC"/>
    <w:rsid w:val="00682239"/>
    <w:rsid w:val="0068250F"/>
    <w:rsid w:val="00682DAF"/>
    <w:rsid w:val="00683AB8"/>
    <w:rsid w:val="00683EA2"/>
    <w:rsid w:val="006840BF"/>
    <w:rsid w:val="006845EA"/>
    <w:rsid w:val="00685841"/>
    <w:rsid w:val="006873DA"/>
    <w:rsid w:val="00690A2A"/>
    <w:rsid w:val="00692E57"/>
    <w:rsid w:val="00693990"/>
    <w:rsid w:val="006A03BE"/>
    <w:rsid w:val="006A1011"/>
    <w:rsid w:val="006A12EB"/>
    <w:rsid w:val="006A5EBD"/>
    <w:rsid w:val="006B1C21"/>
    <w:rsid w:val="006B2063"/>
    <w:rsid w:val="006B2C2B"/>
    <w:rsid w:val="006B53BB"/>
    <w:rsid w:val="006B5923"/>
    <w:rsid w:val="006B5F1C"/>
    <w:rsid w:val="006C01D1"/>
    <w:rsid w:val="006C3529"/>
    <w:rsid w:val="006C74BF"/>
    <w:rsid w:val="006C7756"/>
    <w:rsid w:val="006D3AE5"/>
    <w:rsid w:val="006D3C8F"/>
    <w:rsid w:val="006D433C"/>
    <w:rsid w:val="006D4CED"/>
    <w:rsid w:val="006D7E85"/>
    <w:rsid w:val="006E017C"/>
    <w:rsid w:val="006E0370"/>
    <w:rsid w:val="006E0A99"/>
    <w:rsid w:val="006E6578"/>
    <w:rsid w:val="006E6A26"/>
    <w:rsid w:val="006E78BB"/>
    <w:rsid w:val="006F1E63"/>
    <w:rsid w:val="006F2C29"/>
    <w:rsid w:val="006F33E9"/>
    <w:rsid w:val="006F481D"/>
    <w:rsid w:val="006F6DD4"/>
    <w:rsid w:val="006F7653"/>
    <w:rsid w:val="006F77EA"/>
    <w:rsid w:val="00701540"/>
    <w:rsid w:val="00701F85"/>
    <w:rsid w:val="00705D08"/>
    <w:rsid w:val="0070645A"/>
    <w:rsid w:val="0070728C"/>
    <w:rsid w:val="0071423E"/>
    <w:rsid w:val="00716EF3"/>
    <w:rsid w:val="007206D9"/>
    <w:rsid w:val="00721BC9"/>
    <w:rsid w:val="00721C43"/>
    <w:rsid w:val="00722CBC"/>
    <w:rsid w:val="00725910"/>
    <w:rsid w:val="00725EC7"/>
    <w:rsid w:val="0072685E"/>
    <w:rsid w:val="0073099B"/>
    <w:rsid w:val="00731E34"/>
    <w:rsid w:val="0073362D"/>
    <w:rsid w:val="00741369"/>
    <w:rsid w:val="0074768E"/>
    <w:rsid w:val="00752E2C"/>
    <w:rsid w:val="00753860"/>
    <w:rsid w:val="0075467B"/>
    <w:rsid w:val="007553D3"/>
    <w:rsid w:val="00756B7C"/>
    <w:rsid w:val="0075780B"/>
    <w:rsid w:val="00767A47"/>
    <w:rsid w:val="007701E6"/>
    <w:rsid w:val="00772526"/>
    <w:rsid w:val="007768EA"/>
    <w:rsid w:val="00777C70"/>
    <w:rsid w:val="007828CD"/>
    <w:rsid w:val="00784276"/>
    <w:rsid w:val="00785857"/>
    <w:rsid w:val="0078591E"/>
    <w:rsid w:val="00787278"/>
    <w:rsid w:val="00791997"/>
    <w:rsid w:val="00794A38"/>
    <w:rsid w:val="0079512D"/>
    <w:rsid w:val="00795347"/>
    <w:rsid w:val="00797386"/>
    <w:rsid w:val="007A1E3A"/>
    <w:rsid w:val="007A38D4"/>
    <w:rsid w:val="007A4352"/>
    <w:rsid w:val="007A4A5F"/>
    <w:rsid w:val="007B000C"/>
    <w:rsid w:val="007B03F6"/>
    <w:rsid w:val="007B106A"/>
    <w:rsid w:val="007B2003"/>
    <w:rsid w:val="007B35CC"/>
    <w:rsid w:val="007B6F53"/>
    <w:rsid w:val="007C4B8A"/>
    <w:rsid w:val="007C4EE0"/>
    <w:rsid w:val="007C6966"/>
    <w:rsid w:val="007C6A0C"/>
    <w:rsid w:val="007D631E"/>
    <w:rsid w:val="007D7812"/>
    <w:rsid w:val="007E0732"/>
    <w:rsid w:val="007E0BE1"/>
    <w:rsid w:val="007E201B"/>
    <w:rsid w:val="007E3DB0"/>
    <w:rsid w:val="007E5ED5"/>
    <w:rsid w:val="007E5F5C"/>
    <w:rsid w:val="007E7361"/>
    <w:rsid w:val="007F0CA1"/>
    <w:rsid w:val="007F49B4"/>
    <w:rsid w:val="007F5FB6"/>
    <w:rsid w:val="00801A87"/>
    <w:rsid w:val="00801AED"/>
    <w:rsid w:val="00803496"/>
    <w:rsid w:val="0080358E"/>
    <w:rsid w:val="008070C9"/>
    <w:rsid w:val="0080741E"/>
    <w:rsid w:val="008116D8"/>
    <w:rsid w:val="00813192"/>
    <w:rsid w:val="0082168B"/>
    <w:rsid w:val="00824154"/>
    <w:rsid w:val="00825635"/>
    <w:rsid w:val="00827170"/>
    <w:rsid w:val="00830210"/>
    <w:rsid w:val="00831E32"/>
    <w:rsid w:val="00832896"/>
    <w:rsid w:val="00832CC6"/>
    <w:rsid w:val="008341BC"/>
    <w:rsid w:val="00835C3C"/>
    <w:rsid w:val="00835D7B"/>
    <w:rsid w:val="008372DC"/>
    <w:rsid w:val="00841125"/>
    <w:rsid w:val="00843507"/>
    <w:rsid w:val="00845B7D"/>
    <w:rsid w:val="0084639A"/>
    <w:rsid w:val="00847E48"/>
    <w:rsid w:val="0085296E"/>
    <w:rsid w:val="00853C0C"/>
    <w:rsid w:val="008552CD"/>
    <w:rsid w:val="00863F96"/>
    <w:rsid w:val="008665C4"/>
    <w:rsid w:val="0086687F"/>
    <w:rsid w:val="00866941"/>
    <w:rsid w:val="0086755E"/>
    <w:rsid w:val="008675F0"/>
    <w:rsid w:val="008676D9"/>
    <w:rsid w:val="008703D0"/>
    <w:rsid w:val="008720BB"/>
    <w:rsid w:val="008743CE"/>
    <w:rsid w:val="0088340C"/>
    <w:rsid w:val="00885832"/>
    <w:rsid w:val="008911C5"/>
    <w:rsid w:val="00893964"/>
    <w:rsid w:val="008939DF"/>
    <w:rsid w:val="00894931"/>
    <w:rsid w:val="008978AD"/>
    <w:rsid w:val="008A5036"/>
    <w:rsid w:val="008A64F1"/>
    <w:rsid w:val="008A6940"/>
    <w:rsid w:val="008A7A57"/>
    <w:rsid w:val="008B192E"/>
    <w:rsid w:val="008B23B0"/>
    <w:rsid w:val="008B2537"/>
    <w:rsid w:val="008B2D34"/>
    <w:rsid w:val="008B5363"/>
    <w:rsid w:val="008B5B39"/>
    <w:rsid w:val="008B74A2"/>
    <w:rsid w:val="008B7D91"/>
    <w:rsid w:val="008C0634"/>
    <w:rsid w:val="008C0835"/>
    <w:rsid w:val="008C3726"/>
    <w:rsid w:val="008C4D98"/>
    <w:rsid w:val="008D0617"/>
    <w:rsid w:val="008D30B8"/>
    <w:rsid w:val="008D337F"/>
    <w:rsid w:val="008D7D34"/>
    <w:rsid w:val="008E352D"/>
    <w:rsid w:val="008F1CC3"/>
    <w:rsid w:val="008F5324"/>
    <w:rsid w:val="008F63D3"/>
    <w:rsid w:val="00900089"/>
    <w:rsid w:val="009007C9"/>
    <w:rsid w:val="0090226D"/>
    <w:rsid w:val="00903BEF"/>
    <w:rsid w:val="00903FF1"/>
    <w:rsid w:val="009044D8"/>
    <w:rsid w:val="0090506B"/>
    <w:rsid w:val="009058AE"/>
    <w:rsid w:val="009062EB"/>
    <w:rsid w:val="00906731"/>
    <w:rsid w:val="00906D58"/>
    <w:rsid w:val="0091015D"/>
    <w:rsid w:val="009102C5"/>
    <w:rsid w:val="00912902"/>
    <w:rsid w:val="00913AE9"/>
    <w:rsid w:val="00916BA5"/>
    <w:rsid w:val="009216A9"/>
    <w:rsid w:val="00921830"/>
    <w:rsid w:val="0092423B"/>
    <w:rsid w:val="00925941"/>
    <w:rsid w:val="00927E97"/>
    <w:rsid w:val="00930C3C"/>
    <w:rsid w:val="0093100A"/>
    <w:rsid w:val="00931C46"/>
    <w:rsid w:val="009326E4"/>
    <w:rsid w:val="009345BC"/>
    <w:rsid w:val="0093475F"/>
    <w:rsid w:val="00934BC2"/>
    <w:rsid w:val="00935B10"/>
    <w:rsid w:val="00937AB2"/>
    <w:rsid w:val="00937EF9"/>
    <w:rsid w:val="009423E9"/>
    <w:rsid w:val="00942CDE"/>
    <w:rsid w:val="00943868"/>
    <w:rsid w:val="00943992"/>
    <w:rsid w:val="00944074"/>
    <w:rsid w:val="0094482F"/>
    <w:rsid w:val="0094486F"/>
    <w:rsid w:val="00945377"/>
    <w:rsid w:val="009469C0"/>
    <w:rsid w:val="009500D4"/>
    <w:rsid w:val="009514E2"/>
    <w:rsid w:val="009516AC"/>
    <w:rsid w:val="00952D71"/>
    <w:rsid w:val="00954D07"/>
    <w:rsid w:val="00955805"/>
    <w:rsid w:val="00956AB1"/>
    <w:rsid w:val="009579DC"/>
    <w:rsid w:val="00960FC8"/>
    <w:rsid w:val="00961B2A"/>
    <w:rsid w:val="00962D93"/>
    <w:rsid w:val="009631C8"/>
    <w:rsid w:val="00972D0B"/>
    <w:rsid w:val="00973E4B"/>
    <w:rsid w:val="009814F0"/>
    <w:rsid w:val="009868C3"/>
    <w:rsid w:val="0099031F"/>
    <w:rsid w:val="00990E19"/>
    <w:rsid w:val="009911AD"/>
    <w:rsid w:val="00991978"/>
    <w:rsid w:val="00992571"/>
    <w:rsid w:val="00993170"/>
    <w:rsid w:val="00993BBF"/>
    <w:rsid w:val="00994525"/>
    <w:rsid w:val="00995955"/>
    <w:rsid w:val="009971C1"/>
    <w:rsid w:val="009A74C6"/>
    <w:rsid w:val="009B030C"/>
    <w:rsid w:val="009B16E5"/>
    <w:rsid w:val="009B18DB"/>
    <w:rsid w:val="009B46DF"/>
    <w:rsid w:val="009B6F4B"/>
    <w:rsid w:val="009B7BA2"/>
    <w:rsid w:val="009B7BD7"/>
    <w:rsid w:val="009C2ECC"/>
    <w:rsid w:val="009C4B4A"/>
    <w:rsid w:val="009D1A1C"/>
    <w:rsid w:val="009D2535"/>
    <w:rsid w:val="009E0243"/>
    <w:rsid w:val="009E331A"/>
    <w:rsid w:val="009E3810"/>
    <w:rsid w:val="009E4BF5"/>
    <w:rsid w:val="009E732B"/>
    <w:rsid w:val="009E76F2"/>
    <w:rsid w:val="009F24E2"/>
    <w:rsid w:val="009F2521"/>
    <w:rsid w:val="009F2BC8"/>
    <w:rsid w:val="009F5C8A"/>
    <w:rsid w:val="009F5EDF"/>
    <w:rsid w:val="009F7ABB"/>
    <w:rsid w:val="00A0038F"/>
    <w:rsid w:val="00A02D68"/>
    <w:rsid w:val="00A03E11"/>
    <w:rsid w:val="00A04A38"/>
    <w:rsid w:val="00A05CED"/>
    <w:rsid w:val="00A11B9F"/>
    <w:rsid w:val="00A11C05"/>
    <w:rsid w:val="00A14232"/>
    <w:rsid w:val="00A145A2"/>
    <w:rsid w:val="00A15250"/>
    <w:rsid w:val="00A15265"/>
    <w:rsid w:val="00A15780"/>
    <w:rsid w:val="00A17A98"/>
    <w:rsid w:val="00A17BB2"/>
    <w:rsid w:val="00A206E6"/>
    <w:rsid w:val="00A20D41"/>
    <w:rsid w:val="00A2412B"/>
    <w:rsid w:val="00A25AAA"/>
    <w:rsid w:val="00A25BA6"/>
    <w:rsid w:val="00A25BC0"/>
    <w:rsid w:val="00A335C7"/>
    <w:rsid w:val="00A344EB"/>
    <w:rsid w:val="00A36863"/>
    <w:rsid w:val="00A36E86"/>
    <w:rsid w:val="00A43436"/>
    <w:rsid w:val="00A4358F"/>
    <w:rsid w:val="00A45B9C"/>
    <w:rsid w:val="00A47E17"/>
    <w:rsid w:val="00A5151D"/>
    <w:rsid w:val="00A51C4C"/>
    <w:rsid w:val="00A537F4"/>
    <w:rsid w:val="00A54ACC"/>
    <w:rsid w:val="00A5535F"/>
    <w:rsid w:val="00A55750"/>
    <w:rsid w:val="00A55D01"/>
    <w:rsid w:val="00A5607D"/>
    <w:rsid w:val="00A56978"/>
    <w:rsid w:val="00A570D2"/>
    <w:rsid w:val="00A60202"/>
    <w:rsid w:val="00A60999"/>
    <w:rsid w:val="00A641F6"/>
    <w:rsid w:val="00A64321"/>
    <w:rsid w:val="00A64DEC"/>
    <w:rsid w:val="00A6565A"/>
    <w:rsid w:val="00A65862"/>
    <w:rsid w:val="00A66028"/>
    <w:rsid w:val="00A6622F"/>
    <w:rsid w:val="00A720E6"/>
    <w:rsid w:val="00A72670"/>
    <w:rsid w:val="00A7315E"/>
    <w:rsid w:val="00A733B1"/>
    <w:rsid w:val="00A74B88"/>
    <w:rsid w:val="00A751D4"/>
    <w:rsid w:val="00A76FAC"/>
    <w:rsid w:val="00A80E25"/>
    <w:rsid w:val="00A82414"/>
    <w:rsid w:val="00A83C47"/>
    <w:rsid w:val="00A84780"/>
    <w:rsid w:val="00A84C4A"/>
    <w:rsid w:val="00A86D7F"/>
    <w:rsid w:val="00A8766D"/>
    <w:rsid w:val="00A916A9"/>
    <w:rsid w:val="00A922B4"/>
    <w:rsid w:val="00AA0D78"/>
    <w:rsid w:val="00AA1B55"/>
    <w:rsid w:val="00AA37CD"/>
    <w:rsid w:val="00AA3E04"/>
    <w:rsid w:val="00AA6BE7"/>
    <w:rsid w:val="00AA7C4F"/>
    <w:rsid w:val="00AA7D54"/>
    <w:rsid w:val="00AB16CC"/>
    <w:rsid w:val="00AB1B69"/>
    <w:rsid w:val="00AB2A07"/>
    <w:rsid w:val="00AB70E4"/>
    <w:rsid w:val="00AC5C2D"/>
    <w:rsid w:val="00AC5EDD"/>
    <w:rsid w:val="00AC71EC"/>
    <w:rsid w:val="00AD2463"/>
    <w:rsid w:val="00AD3C65"/>
    <w:rsid w:val="00AD4D53"/>
    <w:rsid w:val="00AD6CFA"/>
    <w:rsid w:val="00AE0513"/>
    <w:rsid w:val="00AE156E"/>
    <w:rsid w:val="00AE3494"/>
    <w:rsid w:val="00AE5163"/>
    <w:rsid w:val="00AE6CCF"/>
    <w:rsid w:val="00AF637C"/>
    <w:rsid w:val="00B017C9"/>
    <w:rsid w:val="00B021B5"/>
    <w:rsid w:val="00B02200"/>
    <w:rsid w:val="00B0374D"/>
    <w:rsid w:val="00B0411E"/>
    <w:rsid w:val="00B11089"/>
    <w:rsid w:val="00B126AE"/>
    <w:rsid w:val="00B13DC1"/>
    <w:rsid w:val="00B14C73"/>
    <w:rsid w:val="00B150C4"/>
    <w:rsid w:val="00B20D5A"/>
    <w:rsid w:val="00B20EA7"/>
    <w:rsid w:val="00B2567A"/>
    <w:rsid w:val="00B3067C"/>
    <w:rsid w:val="00B34029"/>
    <w:rsid w:val="00B342DB"/>
    <w:rsid w:val="00B37CB8"/>
    <w:rsid w:val="00B41D43"/>
    <w:rsid w:val="00B43413"/>
    <w:rsid w:val="00B451CA"/>
    <w:rsid w:val="00B4577B"/>
    <w:rsid w:val="00B4618C"/>
    <w:rsid w:val="00B4694F"/>
    <w:rsid w:val="00B46C97"/>
    <w:rsid w:val="00B47715"/>
    <w:rsid w:val="00B50080"/>
    <w:rsid w:val="00B5173A"/>
    <w:rsid w:val="00B51852"/>
    <w:rsid w:val="00B54A41"/>
    <w:rsid w:val="00B5650A"/>
    <w:rsid w:val="00B577CF"/>
    <w:rsid w:val="00B6450B"/>
    <w:rsid w:val="00B66404"/>
    <w:rsid w:val="00B707BF"/>
    <w:rsid w:val="00B70DD1"/>
    <w:rsid w:val="00B718EE"/>
    <w:rsid w:val="00B80506"/>
    <w:rsid w:val="00B805C7"/>
    <w:rsid w:val="00B81567"/>
    <w:rsid w:val="00B8321F"/>
    <w:rsid w:val="00B83D03"/>
    <w:rsid w:val="00B84043"/>
    <w:rsid w:val="00B840D5"/>
    <w:rsid w:val="00B85004"/>
    <w:rsid w:val="00B85EBA"/>
    <w:rsid w:val="00B86144"/>
    <w:rsid w:val="00B87578"/>
    <w:rsid w:val="00B87D59"/>
    <w:rsid w:val="00B905F6"/>
    <w:rsid w:val="00B915B5"/>
    <w:rsid w:val="00B91BC9"/>
    <w:rsid w:val="00B97CA9"/>
    <w:rsid w:val="00BA6964"/>
    <w:rsid w:val="00BA78AC"/>
    <w:rsid w:val="00BB07DF"/>
    <w:rsid w:val="00BB3B2F"/>
    <w:rsid w:val="00BB4174"/>
    <w:rsid w:val="00BB42CA"/>
    <w:rsid w:val="00BB568D"/>
    <w:rsid w:val="00BB6EBC"/>
    <w:rsid w:val="00BC107D"/>
    <w:rsid w:val="00BC1114"/>
    <w:rsid w:val="00BC15B2"/>
    <w:rsid w:val="00BC2535"/>
    <w:rsid w:val="00BC2FD6"/>
    <w:rsid w:val="00BC3E80"/>
    <w:rsid w:val="00BC64D2"/>
    <w:rsid w:val="00BC66BA"/>
    <w:rsid w:val="00BC694A"/>
    <w:rsid w:val="00BD2E99"/>
    <w:rsid w:val="00BD63B1"/>
    <w:rsid w:val="00BD7A25"/>
    <w:rsid w:val="00BE0AA5"/>
    <w:rsid w:val="00BE1429"/>
    <w:rsid w:val="00BE59CB"/>
    <w:rsid w:val="00BF1118"/>
    <w:rsid w:val="00BF489B"/>
    <w:rsid w:val="00C0242A"/>
    <w:rsid w:val="00C0284C"/>
    <w:rsid w:val="00C10198"/>
    <w:rsid w:val="00C110B3"/>
    <w:rsid w:val="00C11166"/>
    <w:rsid w:val="00C14588"/>
    <w:rsid w:val="00C154A3"/>
    <w:rsid w:val="00C15AF1"/>
    <w:rsid w:val="00C16208"/>
    <w:rsid w:val="00C162F0"/>
    <w:rsid w:val="00C204E3"/>
    <w:rsid w:val="00C24209"/>
    <w:rsid w:val="00C242D7"/>
    <w:rsid w:val="00C24D52"/>
    <w:rsid w:val="00C254EB"/>
    <w:rsid w:val="00C26C17"/>
    <w:rsid w:val="00C30CFD"/>
    <w:rsid w:val="00C310B8"/>
    <w:rsid w:val="00C3120B"/>
    <w:rsid w:val="00C313B1"/>
    <w:rsid w:val="00C32AF3"/>
    <w:rsid w:val="00C343FE"/>
    <w:rsid w:val="00C36416"/>
    <w:rsid w:val="00C407D1"/>
    <w:rsid w:val="00C42250"/>
    <w:rsid w:val="00C44770"/>
    <w:rsid w:val="00C44976"/>
    <w:rsid w:val="00C46123"/>
    <w:rsid w:val="00C47063"/>
    <w:rsid w:val="00C474B5"/>
    <w:rsid w:val="00C50F62"/>
    <w:rsid w:val="00C52838"/>
    <w:rsid w:val="00C539F3"/>
    <w:rsid w:val="00C541C4"/>
    <w:rsid w:val="00C5442E"/>
    <w:rsid w:val="00C6292C"/>
    <w:rsid w:val="00C62AF0"/>
    <w:rsid w:val="00C62E18"/>
    <w:rsid w:val="00C65E85"/>
    <w:rsid w:val="00C66ACC"/>
    <w:rsid w:val="00C678D0"/>
    <w:rsid w:val="00C75900"/>
    <w:rsid w:val="00C77072"/>
    <w:rsid w:val="00C800FD"/>
    <w:rsid w:val="00C808BF"/>
    <w:rsid w:val="00C83463"/>
    <w:rsid w:val="00C91A2B"/>
    <w:rsid w:val="00C925C3"/>
    <w:rsid w:val="00C928C8"/>
    <w:rsid w:val="00C93764"/>
    <w:rsid w:val="00C968D7"/>
    <w:rsid w:val="00C9694B"/>
    <w:rsid w:val="00CA0D77"/>
    <w:rsid w:val="00CA4EC7"/>
    <w:rsid w:val="00CA54BB"/>
    <w:rsid w:val="00CA5B23"/>
    <w:rsid w:val="00CA67D1"/>
    <w:rsid w:val="00CA7E7B"/>
    <w:rsid w:val="00CB09DD"/>
    <w:rsid w:val="00CB3C8A"/>
    <w:rsid w:val="00CC2B7B"/>
    <w:rsid w:val="00CC3532"/>
    <w:rsid w:val="00CC4DD5"/>
    <w:rsid w:val="00CC5D73"/>
    <w:rsid w:val="00CD065E"/>
    <w:rsid w:val="00CD1938"/>
    <w:rsid w:val="00CD198C"/>
    <w:rsid w:val="00CD2CA4"/>
    <w:rsid w:val="00CD2D25"/>
    <w:rsid w:val="00CD2E46"/>
    <w:rsid w:val="00CD671E"/>
    <w:rsid w:val="00CE194C"/>
    <w:rsid w:val="00CE3436"/>
    <w:rsid w:val="00CF1C76"/>
    <w:rsid w:val="00CF2494"/>
    <w:rsid w:val="00CF2B51"/>
    <w:rsid w:val="00CF767C"/>
    <w:rsid w:val="00D06448"/>
    <w:rsid w:val="00D06F29"/>
    <w:rsid w:val="00D07896"/>
    <w:rsid w:val="00D11116"/>
    <w:rsid w:val="00D116E3"/>
    <w:rsid w:val="00D12A73"/>
    <w:rsid w:val="00D12F31"/>
    <w:rsid w:val="00D15B02"/>
    <w:rsid w:val="00D165EF"/>
    <w:rsid w:val="00D16CE8"/>
    <w:rsid w:val="00D17173"/>
    <w:rsid w:val="00D2252F"/>
    <w:rsid w:val="00D22CF8"/>
    <w:rsid w:val="00D22DD2"/>
    <w:rsid w:val="00D2300A"/>
    <w:rsid w:val="00D23F13"/>
    <w:rsid w:val="00D25074"/>
    <w:rsid w:val="00D250B1"/>
    <w:rsid w:val="00D26781"/>
    <w:rsid w:val="00D26E38"/>
    <w:rsid w:val="00D26E86"/>
    <w:rsid w:val="00D30A82"/>
    <w:rsid w:val="00D30ED7"/>
    <w:rsid w:val="00D32A93"/>
    <w:rsid w:val="00D33987"/>
    <w:rsid w:val="00D35031"/>
    <w:rsid w:val="00D35C03"/>
    <w:rsid w:val="00D364F8"/>
    <w:rsid w:val="00D36E56"/>
    <w:rsid w:val="00D40BA8"/>
    <w:rsid w:val="00D42B7C"/>
    <w:rsid w:val="00D43FD3"/>
    <w:rsid w:val="00D44A87"/>
    <w:rsid w:val="00D45518"/>
    <w:rsid w:val="00D52683"/>
    <w:rsid w:val="00D55EBA"/>
    <w:rsid w:val="00D603C5"/>
    <w:rsid w:val="00D605DA"/>
    <w:rsid w:val="00D60E88"/>
    <w:rsid w:val="00D63CE6"/>
    <w:rsid w:val="00D66AEA"/>
    <w:rsid w:val="00D70895"/>
    <w:rsid w:val="00D71303"/>
    <w:rsid w:val="00D71D5A"/>
    <w:rsid w:val="00D72569"/>
    <w:rsid w:val="00D727DF"/>
    <w:rsid w:val="00D73290"/>
    <w:rsid w:val="00D75482"/>
    <w:rsid w:val="00D76733"/>
    <w:rsid w:val="00D767E4"/>
    <w:rsid w:val="00D7756E"/>
    <w:rsid w:val="00D80D10"/>
    <w:rsid w:val="00D81824"/>
    <w:rsid w:val="00D82355"/>
    <w:rsid w:val="00D826E4"/>
    <w:rsid w:val="00D83451"/>
    <w:rsid w:val="00D84E31"/>
    <w:rsid w:val="00D867E8"/>
    <w:rsid w:val="00D8766A"/>
    <w:rsid w:val="00D91334"/>
    <w:rsid w:val="00D924B4"/>
    <w:rsid w:val="00D937DE"/>
    <w:rsid w:val="00D944AE"/>
    <w:rsid w:val="00D94DF0"/>
    <w:rsid w:val="00D95105"/>
    <w:rsid w:val="00D96497"/>
    <w:rsid w:val="00DA0C56"/>
    <w:rsid w:val="00DA3391"/>
    <w:rsid w:val="00DA4DD5"/>
    <w:rsid w:val="00DA5BC6"/>
    <w:rsid w:val="00DB1510"/>
    <w:rsid w:val="00DB4018"/>
    <w:rsid w:val="00DC00CC"/>
    <w:rsid w:val="00DC2B15"/>
    <w:rsid w:val="00DC2E6A"/>
    <w:rsid w:val="00DC3A19"/>
    <w:rsid w:val="00DC4E39"/>
    <w:rsid w:val="00DC6B27"/>
    <w:rsid w:val="00DC7250"/>
    <w:rsid w:val="00DC7294"/>
    <w:rsid w:val="00DD1924"/>
    <w:rsid w:val="00DD26B4"/>
    <w:rsid w:val="00DD2AED"/>
    <w:rsid w:val="00DD2C22"/>
    <w:rsid w:val="00DD3AF0"/>
    <w:rsid w:val="00DD68FC"/>
    <w:rsid w:val="00DD752B"/>
    <w:rsid w:val="00DD7C0B"/>
    <w:rsid w:val="00DD7F72"/>
    <w:rsid w:val="00DE0139"/>
    <w:rsid w:val="00DE069D"/>
    <w:rsid w:val="00DE142F"/>
    <w:rsid w:val="00DE2223"/>
    <w:rsid w:val="00DE2A11"/>
    <w:rsid w:val="00DE2E74"/>
    <w:rsid w:val="00DE3782"/>
    <w:rsid w:val="00DE384A"/>
    <w:rsid w:val="00DE465F"/>
    <w:rsid w:val="00DE7726"/>
    <w:rsid w:val="00DF4C98"/>
    <w:rsid w:val="00DF5727"/>
    <w:rsid w:val="00DF7B5F"/>
    <w:rsid w:val="00E00242"/>
    <w:rsid w:val="00E03287"/>
    <w:rsid w:val="00E03C22"/>
    <w:rsid w:val="00E05FFD"/>
    <w:rsid w:val="00E070F9"/>
    <w:rsid w:val="00E1075E"/>
    <w:rsid w:val="00E11BD9"/>
    <w:rsid w:val="00E131C7"/>
    <w:rsid w:val="00E15757"/>
    <w:rsid w:val="00E178DE"/>
    <w:rsid w:val="00E22D1C"/>
    <w:rsid w:val="00E231EA"/>
    <w:rsid w:val="00E23577"/>
    <w:rsid w:val="00E24735"/>
    <w:rsid w:val="00E25E26"/>
    <w:rsid w:val="00E260D6"/>
    <w:rsid w:val="00E26A9C"/>
    <w:rsid w:val="00E270CF"/>
    <w:rsid w:val="00E274CC"/>
    <w:rsid w:val="00E3029C"/>
    <w:rsid w:val="00E31DE2"/>
    <w:rsid w:val="00E34711"/>
    <w:rsid w:val="00E36C8E"/>
    <w:rsid w:val="00E407AF"/>
    <w:rsid w:val="00E44228"/>
    <w:rsid w:val="00E45697"/>
    <w:rsid w:val="00E45C19"/>
    <w:rsid w:val="00E47869"/>
    <w:rsid w:val="00E503AE"/>
    <w:rsid w:val="00E53C0A"/>
    <w:rsid w:val="00E546BC"/>
    <w:rsid w:val="00E54CE2"/>
    <w:rsid w:val="00E54E4D"/>
    <w:rsid w:val="00E5527B"/>
    <w:rsid w:val="00E561F5"/>
    <w:rsid w:val="00E637ED"/>
    <w:rsid w:val="00E65DD0"/>
    <w:rsid w:val="00E67109"/>
    <w:rsid w:val="00E6771D"/>
    <w:rsid w:val="00E74015"/>
    <w:rsid w:val="00E7444C"/>
    <w:rsid w:val="00E7624E"/>
    <w:rsid w:val="00E77AA2"/>
    <w:rsid w:val="00E80768"/>
    <w:rsid w:val="00E808B5"/>
    <w:rsid w:val="00E82A79"/>
    <w:rsid w:val="00E84BC4"/>
    <w:rsid w:val="00E8511F"/>
    <w:rsid w:val="00E90F0A"/>
    <w:rsid w:val="00E92478"/>
    <w:rsid w:val="00E93A16"/>
    <w:rsid w:val="00E9513E"/>
    <w:rsid w:val="00E95641"/>
    <w:rsid w:val="00E958B0"/>
    <w:rsid w:val="00E96249"/>
    <w:rsid w:val="00E9732F"/>
    <w:rsid w:val="00EA0F3D"/>
    <w:rsid w:val="00EA22A7"/>
    <w:rsid w:val="00EB0D11"/>
    <w:rsid w:val="00EB314C"/>
    <w:rsid w:val="00EB7D26"/>
    <w:rsid w:val="00EC26B4"/>
    <w:rsid w:val="00EC2C03"/>
    <w:rsid w:val="00EC3845"/>
    <w:rsid w:val="00EC6D2F"/>
    <w:rsid w:val="00EC7D0A"/>
    <w:rsid w:val="00ED0263"/>
    <w:rsid w:val="00ED2332"/>
    <w:rsid w:val="00ED2B74"/>
    <w:rsid w:val="00ED3058"/>
    <w:rsid w:val="00ED3639"/>
    <w:rsid w:val="00ED3C78"/>
    <w:rsid w:val="00EE0E2F"/>
    <w:rsid w:val="00EE0F3D"/>
    <w:rsid w:val="00EE1CE8"/>
    <w:rsid w:val="00EE49FC"/>
    <w:rsid w:val="00EE4ABA"/>
    <w:rsid w:val="00EE775A"/>
    <w:rsid w:val="00EE785B"/>
    <w:rsid w:val="00EF1BF3"/>
    <w:rsid w:val="00EF2443"/>
    <w:rsid w:val="00EF27B7"/>
    <w:rsid w:val="00EF330C"/>
    <w:rsid w:val="00EF3B13"/>
    <w:rsid w:val="00EF4F28"/>
    <w:rsid w:val="00EF56D6"/>
    <w:rsid w:val="00EF6092"/>
    <w:rsid w:val="00F00C48"/>
    <w:rsid w:val="00F00F72"/>
    <w:rsid w:val="00F018DF"/>
    <w:rsid w:val="00F01BAF"/>
    <w:rsid w:val="00F039EE"/>
    <w:rsid w:val="00F04203"/>
    <w:rsid w:val="00F05163"/>
    <w:rsid w:val="00F06C4C"/>
    <w:rsid w:val="00F0755C"/>
    <w:rsid w:val="00F10A92"/>
    <w:rsid w:val="00F10D99"/>
    <w:rsid w:val="00F14186"/>
    <w:rsid w:val="00F15100"/>
    <w:rsid w:val="00F156B4"/>
    <w:rsid w:val="00F157A1"/>
    <w:rsid w:val="00F15B79"/>
    <w:rsid w:val="00F1690A"/>
    <w:rsid w:val="00F22F72"/>
    <w:rsid w:val="00F24043"/>
    <w:rsid w:val="00F240EC"/>
    <w:rsid w:val="00F313A8"/>
    <w:rsid w:val="00F323BB"/>
    <w:rsid w:val="00F327A7"/>
    <w:rsid w:val="00F354F0"/>
    <w:rsid w:val="00F3717A"/>
    <w:rsid w:val="00F373F0"/>
    <w:rsid w:val="00F422E7"/>
    <w:rsid w:val="00F456D5"/>
    <w:rsid w:val="00F46BAE"/>
    <w:rsid w:val="00F50041"/>
    <w:rsid w:val="00F5313E"/>
    <w:rsid w:val="00F55520"/>
    <w:rsid w:val="00F61A9F"/>
    <w:rsid w:val="00F61B85"/>
    <w:rsid w:val="00F62C36"/>
    <w:rsid w:val="00F63DEF"/>
    <w:rsid w:val="00F64745"/>
    <w:rsid w:val="00F66BC4"/>
    <w:rsid w:val="00F730E3"/>
    <w:rsid w:val="00F7431D"/>
    <w:rsid w:val="00F74A92"/>
    <w:rsid w:val="00F75DF5"/>
    <w:rsid w:val="00F7700E"/>
    <w:rsid w:val="00F805D8"/>
    <w:rsid w:val="00F81219"/>
    <w:rsid w:val="00F8776E"/>
    <w:rsid w:val="00F91B7E"/>
    <w:rsid w:val="00F94FAD"/>
    <w:rsid w:val="00F95093"/>
    <w:rsid w:val="00FA00F6"/>
    <w:rsid w:val="00FA3989"/>
    <w:rsid w:val="00FA4F27"/>
    <w:rsid w:val="00FA5746"/>
    <w:rsid w:val="00FA5BB1"/>
    <w:rsid w:val="00FA6441"/>
    <w:rsid w:val="00FA6EA2"/>
    <w:rsid w:val="00FB0E85"/>
    <w:rsid w:val="00FB1959"/>
    <w:rsid w:val="00FB1DA9"/>
    <w:rsid w:val="00FB2B75"/>
    <w:rsid w:val="00FB4014"/>
    <w:rsid w:val="00FB4457"/>
    <w:rsid w:val="00FB589F"/>
    <w:rsid w:val="00FB7332"/>
    <w:rsid w:val="00FC11BB"/>
    <w:rsid w:val="00FC5108"/>
    <w:rsid w:val="00FC6295"/>
    <w:rsid w:val="00FC76C6"/>
    <w:rsid w:val="00FD0B50"/>
    <w:rsid w:val="00FD25DD"/>
    <w:rsid w:val="00FD4401"/>
    <w:rsid w:val="00FD730D"/>
    <w:rsid w:val="00FD742C"/>
    <w:rsid w:val="00FE1F58"/>
    <w:rsid w:val="00FE5371"/>
    <w:rsid w:val="00FE6218"/>
    <w:rsid w:val="00FE6A3B"/>
    <w:rsid w:val="00FE7956"/>
    <w:rsid w:val="00FF0113"/>
    <w:rsid w:val="00FF0458"/>
    <w:rsid w:val="00FF0E29"/>
    <w:rsid w:val="00FF1A55"/>
    <w:rsid w:val="00FF3C7B"/>
    <w:rsid w:val="00FF5E78"/>
    <w:rsid w:val="00FF63B2"/>
    <w:rsid w:val="00FF65D9"/>
    <w:rsid w:val="00FF7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0458"/>
    <w:pPr>
      <w:spacing w:after="200" w:line="276" w:lineRule="auto"/>
    </w:pPr>
    <w:rPr>
      <w:rFonts w:ascii="Calibri" w:hAnsi="Calibri"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C19B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C19BB"/>
    <w:rPr>
      <w:rFonts w:eastAsia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FF045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F045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3C19B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3C19B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C19BB"/>
    <w:rPr>
      <w:rFonts w:eastAsia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AE516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text3cl">
    <w:name w:val="text3cl"/>
    <w:basedOn w:val="Normal"/>
    <w:uiPriority w:val="99"/>
    <w:rsid w:val="00AE5163"/>
    <w:pPr>
      <w:spacing w:before="144" w:after="2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99031F"/>
    <w:pPr>
      <w:ind w:left="720"/>
    </w:pPr>
    <w:rPr>
      <w:rFonts w:eastAsia="Times New Roman"/>
      <w:lang w:eastAsia="ru-RU"/>
    </w:rPr>
  </w:style>
  <w:style w:type="paragraph" w:customStyle="1" w:styleId="1">
    <w:name w:val="Абзац списка1"/>
    <w:basedOn w:val="Normal"/>
    <w:uiPriority w:val="99"/>
    <w:rsid w:val="00C77072"/>
    <w:pPr>
      <w:ind w:left="720"/>
    </w:pPr>
    <w:rPr>
      <w:rFonts w:eastAsia="Times New Roman"/>
      <w:lang w:val="en-US"/>
    </w:rPr>
  </w:style>
  <w:style w:type="character" w:customStyle="1" w:styleId="111">
    <w:name w:val="Основной текст + 111"/>
    <w:aliases w:val="5 pt1"/>
    <w:uiPriority w:val="99"/>
    <w:rsid w:val="00517412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Style4">
    <w:name w:val="Style4"/>
    <w:basedOn w:val="Normal"/>
    <w:uiPriority w:val="99"/>
    <w:rsid w:val="00D75482"/>
    <w:pPr>
      <w:widowControl w:val="0"/>
      <w:autoSpaceDE w:val="0"/>
      <w:autoSpaceDN w:val="0"/>
      <w:adjustRightInd w:val="0"/>
      <w:spacing w:after="0" w:line="323" w:lineRule="exact"/>
      <w:ind w:firstLine="715"/>
      <w:jc w:val="both"/>
    </w:pPr>
    <w:rPr>
      <w:sz w:val="24"/>
      <w:szCs w:val="24"/>
      <w:lang w:eastAsia="ru-RU"/>
    </w:rPr>
  </w:style>
  <w:style w:type="character" w:customStyle="1" w:styleId="FontStyle12">
    <w:name w:val="Font Style12"/>
    <w:uiPriority w:val="99"/>
    <w:rsid w:val="00D75482"/>
    <w:rPr>
      <w:rFonts w:ascii="Times New Roman" w:hAnsi="Times New Roman" w:cs="Times New Roman"/>
      <w:sz w:val="26"/>
      <w:szCs w:val="26"/>
    </w:rPr>
  </w:style>
  <w:style w:type="paragraph" w:customStyle="1" w:styleId="2">
    <w:name w:val="Знак2"/>
    <w:basedOn w:val="Normal"/>
    <w:uiPriority w:val="99"/>
    <w:rsid w:val="00A86D7F"/>
    <w:pPr>
      <w:spacing w:after="160" w:line="240" w:lineRule="exact"/>
    </w:pPr>
    <w:rPr>
      <w:noProof/>
      <w:sz w:val="20"/>
      <w:szCs w:val="20"/>
      <w:lang w:eastAsia="ru-RU"/>
    </w:rPr>
  </w:style>
  <w:style w:type="paragraph" w:customStyle="1" w:styleId="10">
    <w:name w:val="Знак1"/>
    <w:basedOn w:val="Normal"/>
    <w:uiPriority w:val="99"/>
    <w:rsid w:val="00351A4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">
    <w:name w:val="Знак Знак Знак Знак"/>
    <w:basedOn w:val="Normal"/>
    <w:uiPriority w:val="99"/>
    <w:rsid w:val="002E3FC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20">
    <w:name w:val="Font Style20"/>
    <w:uiPriority w:val="99"/>
    <w:rsid w:val="00785857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Default">
    <w:name w:val="Default"/>
    <w:uiPriority w:val="99"/>
    <w:rsid w:val="0078585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056049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semiHidden/>
    <w:rsid w:val="007F5FB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F5FB6"/>
    <w:rPr>
      <w:rFonts w:ascii="Calibri" w:hAnsi="Calibri" w:cs="Calibri"/>
      <w:sz w:val="22"/>
      <w:szCs w:val="22"/>
    </w:rPr>
  </w:style>
  <w:style w:type="paragraph" w:styleId="NoSpacing">
    <w:name w:val="No Spacing"/>
    <w:link w:val="NoSpacingChar"/>
    <w:uiPriority w:val="99"/>
    <w:qFormat/>
    <w:rsid w:val="00690A2A"/>
    <w:rPr>
      <w:rFonts w:ascii="Calibri" w:hAnsi="Calibri" w:cs="Calibri"/>
    </w:rPr>
  </w:style>
  <w:style w:type="character" w:customStyle="1" w:styleId="NoSpacingChar">
    <w:name w:val="No Spacing Char"/>
    <w:link w:val="NoSpacing"/>
    <w:uiPriority w:val="99"/>
    <w:locked/>
    <w:rsid w:val="00690A2A"/>
    <w:rPr>
      <w:rFonts w:ascii="Calibri" w:hAnsi="Calibri" w:cs="Calibri"/>
      <w:sz w:val="22"/>
      <w:szCs w:val="22"/>
      <w:lang w:eastAsia="ru-RU"/>
    </w:rPr>
  </w:style>
  <w:style w:type="paragraph" w:styleId="NormalWeb">
    <w:name w:val="Normal (Web)"/>
    <w:basedOn w:val="Normal"/>
    <w:uiPriority w:val="99"/>
    <w:rsid w:val="004F6F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A751D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text">
    <w:name w:val="text"/>
    <w:basedOn w:val="DefaultParagraphFont"/>
    <w:uiPriority w:val="99"/>
    <w:rsid w:val="00A751D4"/>
  </w:style>
  <w:style w:type="paragraph" w:styleId="Caption">
    <w:name w:val="caption"/>
    <w:basedOn w:val="Normal"/>
    <w:next w:val="Normal"/>
    <w:uiPriority w:val="99"/>
    <w:qFormat/>
    <w:rsid w:val="00A751D4"/>
    <w:pPr>
      <w:spacing w:line="240" w:lineRule="auto"/>
    </w:pPr>
    <w:rPr>
      <w:rFonts w:eastAsia="Times New Roman"/>
      <w:b/>
      <w:bCs/>
      <w:color w:val="4F81BD"/>
      <w:sz w:val="18"/>
      <w:szCs w:val="1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75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751D4"/>
    <w:rPr>
      <w:rFonts w:ascii="Tahoma" w:hAnsi="Tahoma" w:cs="Tahoma"/>
      <w:sz w:val="16"/>
      <w:szCs w:val="16"/>
    </w:rPr>
  </w:style>
  <w:style w:type="paragraph" w:customStyle="1" w:styleId="Iaey">
    <w:name w:val="Ia?ey"/>
    <w:basedOn w:val="Normal"/>
    <w:uiPriority w:val="99"/>
    <w:rsid w:val="002F5855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1">
    <w:name w:val="c1"/>
    <w:basedOn w:val="DefaultParagraphFont"/>
    <w:uiPriority w:val="99"/>
    <w:rsid w:val="002F5855"/>
  </w:style>
  <w:style w:type="paragraph" w:styleId="ListBullet">
    <w:name w:val="List Bullet"/>
    <w:basedOn w:val="Normal"/>
    <w:uiPriority w:val="99"/>
    <w:rsid w:val="003D28AF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MediumGrid1-Accent6">
    <w:name w:val="Medium Grid 1 Accent 6"/>
    <w:basedOn w:val="TableNormal"/>
    <w:uiPriority w:val="99"/>
    <w:rsid w:val="00D07896"/>
    <w:pPr>
      <w:ind w:firstLine="709"/>
      <w:jc w:val="both"/>
    </w:pPr>
    <w:rPr>
      <w:rFonts w:ascii="Calibri" w:hAnsi="Calibri" w:cs="Calibri"/>
      <w:sz w:val="20"/>
      <w:szCs w:val="20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paragraph" w:styleId="Header">
    <w:name w:val="header"/>
    <w:basedOn w:val="Normal"/>
    <w:link w:val="HeaderChar"/>
    <w:uiPriority w:val="99"/>
    <w:rsid w:val="00212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124AC"/>
    <w:rPr>
      <w:rFonts w:ascii="Calibri" w:hAnsi="Calibri" w:cs="Calibr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rsid w:val="00212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124AC"/>
    <w:rPr>
      <w:rFonts w:ascii="Calibri" w:hAnsi="Calibri" w:cs="Calibri"/>
      <w:sz w:val="22"/>
      <w:szCs w:val="22"/>
    </w:rPr>
  </w:style>
  <w:style w:type="paragraph" w:customStyle="1" w:styleId="4">
    <w:name w:val="Знак Знак Знак Знак4"/>
    <w:basedOn w:val="Normal"/>
    <w:uiPriority w:val="99"/>
    <w:rsid w:val="00C8346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">
    <w:name w:val="Знак Знак Знак Знак3"/>
    <w:basedOn w:val="Normal"/>
    <w:uiPriority w:val="99"/>
    <w:rsid w:val="006F6DD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DocumentMap">
    <w:name w:val="Document Map"/>
    <w:basedOn w:val="Normal"/>
    <w:link w:val="DocumentMapChar"/>
    <w:uiPriority w:val="99"/>
    <w:semiHidden/>
    <w:rsid w:val="00D84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D84E31"/>
    <w:rPr>
      <w:rFonts w:ascii="Tahoma" w:hAnsi="Tahoma" w:cs="Tahoma"/>
      <w:sz w:val="16"/>
      <w:szCs w:val="16"/>
    </w:rPr>
  </w:style>
  <w:style w:type="paragraph" w:customStyle="1" w:styleId="20">
    <w:name w:val="Знак Знак Знак Знак2"/>
    <w:basedOn w:val="Normal"/>
    <w:uiPriority w:val="99"/>
    <w:rsid w:val="001C47F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Знак Знак Знак Знак1"/>
    <w:basedOn w:val="Normal"/>
    <w:uiPriority w:val="99"/>
    <w:rsid w:val="007C6A0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FA6E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A6E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A6EA2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A6E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A6EA2"/>
    <w:rPr>
      <w:b/>
      <w:bCs/>
    </w:rPr>
  </w:style>
  <w:style w:type="character" w:styleId="Hyperlink">
    <w:name w:val="Hyperlink"/>
    <w:basedOn w:val="DefaultParagraphFont"/>
    <w:uiPriority w:val="99"/>
    <w:rsid w:val="00DD26B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8593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3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3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3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3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3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3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3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3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3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3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3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3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3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3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3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3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3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3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3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18</Pages>
  <Words>3239</Words>
  <Characters>18465</Characters>
  <Application>Microsoft Office Outlook</Application>
  <DocSecurity>0</DocSecurity>
  <Lines>0</Lines>
  <Paragraphs>0</Paragraphs>
  <ScaleCrop>false</ScaleCrop>
  <Company>Krokoz™ Inc.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Малевицкая</dc:creator>
  <cp:keywords/>
  <dc:description/>
  <cp:lastModifiedBy>Наташа</cp:lastModifiedBy>
  <cp:revision>12</cp:revision>
  <cp:lastPrinted>2016-07-21T10:47:00Z</cp:lastPrinted>
  <dcterms:created xsi:type="dcterms:W3CDTF">2016-07-03T17:38:00Z</dcterms:created>
  <dcterms:modified xsi:type="dcterms:W3CDTF">2016-07-27T09:33:00Z</dcterms:modified>
</cp:coreProperties>
</file>