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7A9" w:rsidRDefault="009A67A9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A67A9" w:rsidRDefault="009A67A9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A67A9" w:rsidRDefault="009A67A9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A67A9" w:rsidRDefault="009A67A9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9A67A9" w:rsidRDefault="009A67A9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26 июля 2016 г. № 1093</w:t>
      </w:r>
    </w:p>
    <w:p w:rsidR="009A67A9" w:rsidRDefault="009A67A9" w:rsidP="009C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7A9" w:rsidRDefault="009A67A9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9A67A9" w:rsidRDefault="009A67A9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9A67A9" w:rsidRDefault="009A67A9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67A9" w:rsidRDefault="009A67A9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9A67A9" w:rsidRDefault="009A67A9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9A67A9" w:rsidRPr="00545163" w:rsidRDefault="009A67A9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A67A9" w:rsidRPr="00A206E6" w:rsidRDefault="009A67A9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9A67A9" w:rsidRPr="007B07C6" w:rsidRDefault="009A67A9" w:rsidP="007B07C6">
      <w:pPr>
        <w:spacing w:after="0" w:line="240" w:lineRule="auto"/>
        <w:rPr>
          <w:sz w:val="2"/>
          <w:szCs w:val="2"/>
        </w:rPr>
      </w:pPr>
    </w:p>
    <w:p w:rsidR="009A67A9" w:rsidRPr="003E7C12" w:rsidRDefault="009A67A9" w:rsidP="003E7C12">
      <w:pPr>
        <w:spacing w:after="0" w:line="240" w:lineRule="auto"/>
        <w:rPr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9A67A9" w:rsidRPr="009C689C">
        <w:trPr>
          <w:cantSplit/>
          <w:tblHeader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Наименование</w:t>
            </w:r>
          </w:p>
          <w:p w:rsidR="009A67A9" w:rsidRPr="009C689C" w:rsidRDefault="009A67A9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39" w:type="dxa"/>
            <w:vMerge w:val="restart"/>
          </w:tcPr>
          <w:p w:rsidR="009A67A9" w:rsidRPr="000949A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0949AC">
              <w:rPr>
                <w:rFonts w:ascii="Times New Roman" w:hAnsi="Times New Roman" w:cs="Times New Roman"/>
                <w:sz w:val="20"/>
                <w:szCs w:val="20"/>
              </w:rPr>
              <w:br/>
              <w:t>финанси-рования</w:t>
            </w:r>
          </w:p>
        </w:tc>
        <w:tc>
          <w:tcPr>
            <w:tcW w:w="1441" w:type="dxa"/>
            <w:vMerge w:val="restart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Форма финансового обеспечения</w:t>
            </w:r>
          </w:p>
        </w:tc>
        <w:tc>
          <w:tcPr>
            <w:tcW w:w="6868" w:type="dxa"/>
            <w:gridSpan w:val="5"/>
          </w:tcPr>
          <w:p w:rsidR="009A67A9" w:rsidRPr="000949A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Финансовые затраты, тыс. руб.</w:t>
            </w:r>
          </w:p>
        </w:tc>
        <w:tc>
          <w:tcPr>
            <w:tcW w:w="1625" w:type="dxa"/>
            <w:vMerge w:val="restart"/>
            <w:noWrap/>
          </w:tcPr>
          <w:p w:rsidR="009A67A9" w:rsidRPr="000949AC" w:rsidRDefault="009A67A9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9A67A9" w:rsidRPr="000949AC" w:rsidRDefault="009A67A9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28" w:type="dxa"/>
            <w:vMerge w:val="restart"/>
            <w:noWrap/>
          </w:tcPr>
          <w:p w:rsidR="009A67A9" w:rsidRPr="000949AC" w:rsidRDefault="009A67A9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>Участник</w:t>
            </w:r>
          </w:p>
          <w:p w:rsidR="009A67A9" w:rsidRPr="000949AC" w:rsidRDefault="009A67A9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9A67A9" w:rsidRPr="009C689C">
        <w:trPr>
          <w:cantSplit/>
          <w:tblHeader/>
          <w:jc w:val="center"/>
        </w:trPr>
        <w:tc>
          <w:tcPr>
            <w:tcW w:w="860" w:type="dxa"/>
            <w:vMerge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</w:tcPr>
          <w:p w:rsidR="009A67A9" w:rsidRPr="000949AC" w:rsidRDefault="009A67A9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2015 г. </w:t>
            </w:r>
          </w:p>
        </w:tc>
        <w:tc>
          <w:tcPr>
            <w:tcW w:w="1440" w:type="dxa"/>
          </w:tcPr>
          <w:p w:rsidR="009A67A9" w:rsidRPr="000949AC" w:rsidRDefault="009A67A9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2016 г. </w:t>
            </w:r>
          </w:p>
        </w:tc>
        <w:tc>
          <w:tcPr>
            <w:tcW w:w="1296" w:type="dxa"/>
          </w:tcPr>
          <w:p w:rsidR="009A67A9" w:rsidRPr="000949AC" w:rsidRDefault="009A67A9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2017 г. </w:t>
            </w:r>
          </w:p>
        </w:tc>
        <w:tc>
          <w:tcPr>
            <w:tcW w:w="1418" w:type="dxa"/>
          </w:tcPr>
          <w:p w:rsidR="009A67A9" w:rsidRPr="000949AC" w:rsidRDefault="009A67A9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9" w:type="dxa"/>
          </w:tcPr>
          <w:p w:rsidR="009A67A9" w:rsidRPr="000949AC" w:rsidRDefault="009A67A9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5" w:type="dxa"/>
            <w:vMerge/>
            <w:noWrap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noWrap/>
          </w:tcPr>
          <w:p w:rsidR="009A67A9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67A9" w:rsidRPr="001468EC" w:rsidRDefault="009A67A9" w:rsidP="001468E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9A67A9" w:rsidRPr="009C689C">
        <w:trPr>
          <w:cantSplit/>
          <w:tblHeader/>
          <w:jc w:val="center"/>
        </w:trPr>
        <w:tc>
          <w:tcPr>
            <w:tcW w:w="860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5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5" w:type="dxa"/>
            <w:noWrap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8" w:type="dxa"/>
            <w:noWrap/>
          </w:tcPr>
          <w:p w:rsidR="009A67A9" w:rsidRPr="009C689C" w:rsidRDefault="009A67A9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5 991 730,05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4 847 461,69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4 788 871,22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20 398 911,74</w:t>
            </w:r>
          </w:p>
        </w:tc>
        <w:tc>
          <w:tcPr>
            <w:tcW w:w="1625" w:type="dxa"/>
            <w:vMerge w:val="restart"/>
            <w:noWrap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8" w:type="dxa"/>
            <w:vMerge w:val="restart"/>
            <w:noWrap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1 019 404,41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257 690,93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1 277 095,34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3 021 743,53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2 849 466,72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12 041 985,73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1 869 855,37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1 674 623,94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1 642 432,98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6 811 322,83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65 680,10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268 507,84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4 691 244,92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4 554 008,96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18 786 951,45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13 167,00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19 592,00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2 868 199,32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2 840 811,81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11 879 786,61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1 735 893,87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1 634 350,05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6 619 065,00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65 680,10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268 507,84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1 300 485,13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293 452,73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18 022,44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1 611 960,30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1 012 979,41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244 523,93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1 257 503,34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153 544,21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8 654,91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162 199,12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133 961,51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40 273,89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18 022,44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192 257,84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1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присмотр и уход за детьми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1 802 955,85</w:t>
            </w:r>
          </w:p>
        </w:tc>
        <w:tc>
          <w:tcPr>
            <w:tcW w:w="1440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1 893 115,43</w:t>
            </w:r>
          </w:p>
        </w:tc>
        <w:tc>
          <w:tcPr>
            <w:tcW w:w="1296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8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9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7 612 550,16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9A67A9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914 226,73</w:t>
            </w:r>
          </w:p>
        </w:tc>
        <w:tc>
          <w:tcPr>
            <w:tcW w:w="1440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927 697,44</w:t>
            </w:r>
          </w:p>
        </w:tc>
        <w:tc>
          <w:tcPr>
            <w:tcW w:w="1296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8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9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3 739 945,97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888 729,12</w:t>
            </w:r>
          </w:p>
        </w:tc>
        <w:tc>
          <w:tcPr>
            <w:tcW w:w="1440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965 417,99</w:t>
            </w:r>
          </w:p>
        </w:tc>
        <w:tc>
          <w:tcPr>
            <w:tcW w:w="1296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8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9" w:type="dxa"/>
            <w:vAlign w:val="bottom"/>
          </w:tcPr>
          <w:p w:rsidR="009A67A9" w:rsidRPr="00971A86" w:rsidRDefault="009A67A9" w:rsidP="00971A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1A86">
              <w:rPr>
                <w:rFonts w:ascii="Times New Roman" w:hAnsi="Times New Roman" w:cs="Times New Roman"/>
                <w:sz w:val="20"/>
                <w:szCs w:val="20"/>
              </w:rPr>
              <w:t>3 872 604,19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1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7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юридичес-ким лицам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Негосударствен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образовательные учреждения</w:t>
            </w:r>
          </w:p>
        </w:tc>
      </w:tr>
      <w:tr w:rsidR="009A67A9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center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center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center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9A67A9" w:rsidRPr="00987024" w:rsidRDefault="009A67A9" w:rsidP="009C1D5C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eastAsia="Batang" w:hAnsi="Times New Roman" w:cs="Times New Roman"/>
                <w:sz w:val="20"/>
                <w:szCs w:val="20"/>
              </w:rPr>
              <w:t>2 214 817,88</w:t>
            </w:r>
          </w:p>
        </w:tc>
        <w:tc>
          <w:tcPr>
            <w:tcW w:w="1440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2 219 014,19</w:t>
            </w:r>
          </w:p>
        </w:tc>
        <w:tc>
          <w:tcPr>
            <w:tcW w:w="1296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8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9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9 379 263,54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1 893 162,50</w:t>
            </w:r>
          </w:p>
        </w:tc>
        <w:tc>
          <w:tcPr>
            <w:tcW w:w="1440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1 874 012,20</w:t>
            </w:r>
          </w:p>
        </w:tc>
        <w:tc>
          <w:tcPr>
            <w:tcW w:w="1296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9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8 018 864,38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314 456,81</w:t>
            </w:r>
          </w:p>
        </w:tc>
        <w:tc>
          <w:tcPr>
            <w:tcW w:w="1440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345 001,99</w:t>
            </w:r>
          </w:p>
        </w:tc>
        <w:tc>
          <w:tcPr>
            <w:tcW w:w="1296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8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9" w:type="dxa"/>
            <w:vAlign w:val="bottom"/>
          </w:tcPr>
          <w:p w:rsidR="009A67A9" w:rsidRPr="00DF1B62" w:rsidRDefault="009A67A9" w:rsidP="00DF1B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1B62">
              <w:rPr>
                <w:rFonts w:ascii="Times New Roman" w:hAnsi="Times New Roman" w:cs="Times New Roman"/>
                <w:sz w:val="20"/>
                <w:szCs w:val="20"/>
              </w:rPr>
              <w:t>1 353 200,59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440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семинаров, </w:t>
            </w:r>
            <w:r w:rsidRPr="00D40E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noWrap/>
            <w:vAlign w:val="bottom"/>
          </w:tcPr>
          <w:p w:rsidR="009A67A9" w:rsidRPr="00E017EC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021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E017EC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E017EC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noWrap/>
            <w:vAlign w:val="bottom"/>
          </w:tcPr>
          <w:p w:rsidR="009A67A9" w:rsidRPr="00E017EC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021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0213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 Центр «М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ОСТ»</w:t>
            </w:r>
          </w:p>
        </w:tc>
      </w:tr>
      <w:tr w:rsidR="009A67A9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E0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3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школьников (на основе конкурсного отбора проектов муниципальных общеобразовательных учреждений)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2"/>
          <w:jc w:val="center"/>
        </w:trPr>
        <w:tc>
          <w:tcPr>
            <w:tcW w:w="860" w:type="dxa"/>
            <w:vMerge w:val="restart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693 153,6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учреждения дополнительного образования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693 153,60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ЦТРиГО «Информацион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технологии»</w:t>
            </w:r>
          </w:p>
        </w:tc>
      </w:tr>
      <w:tr w:rsidR="009A67A9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кадетского движения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9A67A9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6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9A67A9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2446" w:type="dxa"/>
            <w:vMerge w:val="restart"/>
          </w:tcPr>
          <w:p w:rsidR="009A67A9" w:rsidRPr="008A5E93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Целевая субсидия,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приносящая доход деятельность</w:t>
            </w:r>
          </w:p>
        </w:tc>
        <w:tc>
          <w:tcPr>
            <w:tcW w:w="1295" w:type="dxa"/>
            <w:noWrap/>
            <w:vAlign w:val="bottom"/>
          </w:tcPr>
          <w:p w:rsidR="009A67A9" w:rsidRPr="00987024" w:rsidRDefault="009A67A9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143 870,77</w:t>
            </w:r>
          </w:p>
        </w:tc>
        <w:tc>
          <w:tcPr>
            <w:tcW w:w="1440" w:type="dxa"/>
            <w:noWrap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147 736,58</w:t>
            </w:r>
          </w:p>
        </w:tc>
        <w:tc>
          <w:tcPr>
            <w:tcW w:w="1296" w:type="dxa"/>
            <w:noWrap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8" w:type="dxa"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9" w:type="dxa"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500 847,35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политике, 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2A6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87024" w:rsidRDefault="009A67A9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13 167,00</w:t>
            </w:r>
          </w:p>
        </w:tc>
        <w:tc>
          <w:tcPr>
            <w:tcW w:w="1296" w:type="dxa"/>
            <w:noWrap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1F3528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13 167,00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87024" w:rsidRDefault="009A67A9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39 406,00</w:t>
            </w:r>
          </w:p>
        </w:tc>
        <w:tc>
          <w:tcPr>
            <w:tcW w:w="1440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39 102,17</w:t>
            </w:r>
          </w:p>
        </w:tc>
        <w:tc>
          <w:tcPr>
            <w:tcW w:w="1296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10 532,00</w:t>
            </w:r>
          </w:p>
        </w:tc>
        <w:tc>
          <w:tcPr>
            <w:tcW w:w="1418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10 532,00</w:t>
            </w:r>
          </w:p>
        </w:tc>
        <w:tc>
          <w:tcPr>
            <w:tcW w:w="1419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618D">
              <w:rPr>
                <w:rFonts w:ascii="Times New Roman" w:hAnsi="Times New Roman" w:cs="Times New Roman"/>
                <w:sz w:val="20"/>
                <w:szCs w:val="20"/>
              </w:rPr>
              <w:t>99 572,17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87024" w:rsidRDefault="009A67A9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30 936,60</w:t>
            </w:r>
          </w:p>
        </w:tc>
        <w:tc>
          <w:tcPr>
            <w:tcW w:w="1440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30 616,01</w:t>
            </w:r>
          </w:p>
        </w:tc>
        <w:tc>
          <w:tcPr>
            <w:tcW w:w="1296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33 037,50</w:t>
            </w:r>
          </w:p>
        </w:tc>
        <w:tc>
          <w:tcPr>
            <w:tcW w:w="1418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33 037,50</w:t>
            </w:r>
          </w:p>
        </w:tc>
        <w:tc>
          <w:tcPr>
            <w:tcW w:w="1419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618D">
              <w:rPr>
                <w:rFonts w:ascii="Times New Roman" w:hAnsi="Times New Roman" w:cs="Times New Roman"/>
                <w:sz w:val="20"/>
                <w:szCs w:val="20"/>
              </w:rPr>
              <w:t>127 627,61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87024" w:rsidRDefault="009A67A9" w:rsidP="002A6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73 528,17</w:t>
            </w:r>
          </w:p>
        </w:tc>
        <w:tc>
          <w:tcPr>
            <w:tcW w:w="1440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64 851,40</w:t>
            </w:r>
          </w:p>
        </w:tc>
        <w:tc>
          <w:tcPr>
            <w:tcW w:w="1296" w:type="dxa"/>
            <w:noWrap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61 050,50</w:t>
            </w:r>
          </w:p>
        </w:tc>
        <w:tc>
          <w:tcPr>
            <w:tcW w:w="1418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E618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61 050,50</w:t>
            </w:r>
          </w:p>
        </w:tc>
        <w:tc>
          <w:tcPr>
            <w:tcW w:w="1419" w:type="dxa"/>
            <w:vAlign w:val="bottom"/>
          </w:tcPr>
          <w:p w:rsidR="009A67A9" w:rsidRPr="008E618D" w:rsidRDefault="009A67A9" w:rsidP="008E61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618D">
              <w:rPr>
                <w:rFonts w:ascii="Times New Roman" w:hAnsi="Times New Roman" w:cs="Times New Roman"/>
                <w:sz w:val="20"/>
                <w:szCs w:val="20"/>
              </w:rPr>
              <w:t>260 480,57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2A6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269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7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09" w:type="dxa"/>
            <w:gridSpan w:val="6"/>
            <w:vMerge w:val="restart"/>
          </w:tcPr>
          <w:p w:rsidR="009A67A9" w:rsidRPr="000A2672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9A67A9" w:rsidRPr="000A2672" w:rsidRDefault="009A67A9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9A67A9" w:rsidRPr="000A2672" w:rsidRDefault="009A67A9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9A67A9" w:rsidRPr="000A2672" w:rsidRDefault="009A67A9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9A67A9" w:rsidRPr="000A2672" w:rsidRDefault="009A67A9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5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образовательных достижений обучающихся на разных уровнях общего образования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2446" w:type="dxa"/>
            <w:vMerge w:val="restart"/>
          </w:tcPr>
          <w:p w:rsidR="009A67A9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9"/>
          <w:jc w:val="center"/>
        </w:trPr>
        <w:tc>
          <w:tcPr>
            <w:tcW w:w="860" w:type="dxa"/>
            <w:vMerge w:val="restart"/>
          </w:tcPr>
          <w:p w:rsidR="009A67A9" w:rsidRPr="00BE61A1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446" w:type="dxa"/>
            <w:vMerge w:val="restart"/>
          </w:tcPr>
          <w:p w:rsidR="009A67A9" w:rsidRPr="00BE61A1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«УКС»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A31F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учащихся муниципальных общеобразовательных уч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реждений города Калининграда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72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46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бщеобразовательных учреждений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87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61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8A5E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</w:p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9A67A9" w:rsidRPr="00634C1B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61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6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2446" w:type="dxa"/>
            <w:vMerge w:val="restart"/>
          </w:tcPr>
          <w:p w:rsidR="009A67A9" w:rsidRPr="00705067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5067">
              <w:rPr>
                <w:rFonts w:ascii="Times New Roman" w:hAnsi="Times New Roman" w:cs="Times New Roman"/>
                <w:sz w:val="20"/>
                <w:szCs w:val="20"/>
              </w:rPr>
              <w:t>Участие воспитанников и учащихся во всероссийских и международных конференциях, форумах, слетах и других проектах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15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0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0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6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446" w:type="dxa"/>
            <w:vMerge w:val="restart"/>
          </w:tcPr>
          <w:p w:rsidR="009A67A9" w:rsidRPr="00B140E8" w:rsidRDefault="009A67A9" w:rsidP="008A5E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311674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6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C3ACE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269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городского образовательного форума, педагогических научно-практических конференций, семинаров, консультаций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96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704,90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96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9A67A9" w:rsidRPr="00D40EAB" w:rsidRDefault="009A67A9" w:rsidP="005558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EAB">
              <w:rPr>
                <w:rFonts w:ascii="Times New Roman" w:hAnsi="Times New Roman" w:cs="Times New Roman"/>
                <w:sz w:val="20"/>
                <w:szCs w:val="20"/>
              </w:rPr>
              <w:t>704,90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0012B7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0012B7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0012B7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9A67A9" w:rsidRPr="000012B7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40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0012B7" w:rsidRDefault="009A67A9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AD1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закупка товаров, работ и услуг</w:t>
            </w:r>
          </w:p>
        </w:tc>
        <w:tc>
          <w:tcPr>
            <w:tcW w:w="1295" w:type="dxa"/>
            <w:vAlign w:val="bottom"/>
          </w:tcPr>
          <w:p w:rsidR="009A67A9" w:rsidRPr="00C51A27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8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C51A27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C51A27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9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C51A27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9A67A9" w:rsidRPr="005558EC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58EC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9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51A2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25"/>
          <w:jc w:val="center"/>
        </w:trPr>
        <w:tc>
          <w:tcPr>
            <w:tcW w:w="860" w:type="dxa"/>
            <w:vMerge w:val="restart"/>
          </w:tcPr>
          <w:p w:rsidR="009A67A9" w:rsidRPr="00004852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2C1C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E26A5A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51 000,08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241 003,90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51 000,08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241 003,90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2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85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B46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материально-технической базы образовательных учреждений и загородных оздоровительных центров (в т.ч. изготовление и проверка проектной и рабочей документации и осуществление строительного контроля),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D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91704F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21 276,28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9" w:type="dxa"/>
            <w:vAlign w:val="bottom"/>
          </w:tcPr>
          <w:p w:rsidR="009A67A9" w:rsidRPr="009E2BAE" w:rsidRDefault="009A67A9" w:rsidP="009E2B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2BAE">
              <w:rPr>
                <w:rFonts w:ascii="Times New Roman" w:hAnsi="Times New Roman" w:cs="Times New Roman"/>
                <w:sz w:val="20"/>
                <w:szCs w:val="20"/>
              </w:rPr>
              <w:t>102 836,91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9A67A9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1704F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9" w:type="dxa"/>
            <w:vAlign w:val="bottom"/>
          </w:tcPr>
          <w:p w:rsidR="009A67A9" w:rsidRPr="009E2BAE" w:rsidRDefault="009A67A9" w:rsidP="009E2B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2BA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1704F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9" w:type="dxa"/>
            <w:vAlign w:val="bottom"/>
          </w:tcPr>
          <w:p w:rsidR="009A67A9" w:rsidRPr="009E2BAE" w:rsidRDefault="009A67A9" w:rsidP="009E2B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2BAE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1704F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21 276,28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9" w:type="dxa"/>
            <w:vAlign w:val="bottom"/>
          </w:tcPr>
          <w:p w:rsidR="009A67A9" w:rsidRPr="009E2BAE" w:rsidRDefault="009A67A9" w:rsidP="009E2B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2BAE">
              <w:rPr>
                <w:rFonts w:ascii="Times New Roman" w:hAnsi="Times New Roman" w:cs="Times New Roman"/>
                <w:sz w:val="20"/>
                <w:szCs w:val="20"/>
              </w:rPr>
              <w:t>88 836,91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1704F" w:rsidRDefault="009A67A9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1704F" w:rsidRDefault="009A67A9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91704F" w:rsidRDefault="009A67A9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1704F" w:rsidRDefault="009A67A9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312A8" w:rsidRDefault="009A67A9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  <w:tcBorders>
              <w:bottom w:val="nil"/>
            </w:tcBorders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833,00</w:t>
            </w:r>
          </w:p>
        </w:tc>
        <w:tc>
          <w:tcPr>
            <w:tcW w:w="1296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993,03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833,00</w:t>
            </w:r>
          </w:p>
        </w:tc>
        <w:tc>
          <w:tcPr>
            <w:tcW w:w="1296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B612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12A">
              <w:rPr>
                <w:rFonts w:ascii="Times New Roman" w:hAnsi="Times New Roman" w:cs="Times New Roman"/>
                <w:sz w:val="20"/>
                <w:szCs w:val="20"/>
              </w:rPr>
              <w:t>993,03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813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6" w:type="dxa"/>
            <w:vMerge w:val="restart"/>
          </w:tcPr>
          <w:p w:rsidR="009A67A9" w:rsidRDefault="009A67A9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A67A9" w:rsidRDefault="009A67A9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9A67A9" w:rsidRDefault="009A67A9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A67A9" w:rsidRDefault="009A67A9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6" w:type="dxa"/>
            <w:vMerge w:val="restart"/>
          </w:tcPr>
          <w:p w:rsidR="009A67A9" w:rsidRDefault="009A67A9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351DB">
            <w:pPr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EE7DB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EE7DB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Default="009A67A9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Default="009A67A9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DA4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46" w:type="dxa"/>
            <w:vMerge w:val="restart"/>
          </w:tcPr>
          <w:p w:rsidR="009A67A9" w:rsidRDefault="009A67A9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46" w:type="dxa"/>
            <w:vMerge w:val="restart"/>
          </w:tcPr>
          <w:p w:rsidR="009A67A9" w:rsidRDefault="009A67A9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46" w:type="dxa"/>
            <w:vMerge w:val="restart"/>
          </w:tcPr>
          <w:p w:rsidR="009A67A9" w:rsidRDefault="009A67A9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663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6636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DB6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F468A" w:rsidRDefault="009A67A9" w:rsidP="00DA4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204,32</w:t>
            </w:r>
          </w:p>
        </w:tc>
        <w:tc>
          <w:tcPr>
            <w:tcW w:w="1296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F468A" w:rsidRDefault="009A67A9" w:rsidP="00DA4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204,32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663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F468A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F468A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F468A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F468A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9F468A" w:rsidRDefault="009A67A9" w:rsidP="00DA4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204,32</w:t>
            </w:r>
          </w:p>
        </w:tc>
        <w:tc>
          <w:tcPr>
            <w:tcW w:w="1296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9F468A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F468A" w:rsidRDefault="009A67A9" w:rsidP="00DA4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</w:rPr>
              <w:t>204,32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86FFB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96" w:type="dxa"/>
            <w:vAlign w:val="bottom"/>
          </w:tcPr>
          <w:p w:rsidR="009A67A9" w:rsidRPr="00B86FFB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vAlign w:val="bottom"/>
          </w:tcPr>
          <w:p w:rsidR="009A67A9" w:rsidRPr="00B86FFB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9" w:type="dxa"/>
            <w:vAlign w:val="bottom"/>
          </w:tcPr>
          <w:p w:rsidR="009A67A9" w:rsidRPr="00B86FFB" w:rsidRDefault="009A67A9" w:rsidP="00DB61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46" w:type="dxa"/>
            <w:vMerge w:val="restart"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46" w:type="dxa"/>
            <w:vMerge w:val="restart"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502504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04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56D54" w:rsidRDefault="009A67A9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B36B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6B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53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2554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46" w:type="dxa"/>
            <w:vMerge w:val="restart"/>
          </w:tcPr>
          <w:p w:rsidR="009A67A9" w:rsidRDefault="009A67A9" w:rsidP="00DA4773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ЦРР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241,82</w:t>
            </w:r>
          </w:p>
        </w:tc>
        <w:tc>
          <w:tcPr>
            <w:tcW w:w="1296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293,92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241,82</w:t>
            </w:r>
          </w:p>
        </w:tc>
        <w:tc>
          <w:tcPr>
            <w:tcW w:w="1296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612AC" w:rsidRDefault="009A67A9" w:rsidP="00E612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12AC">
              <w:rPr>
                <w:rFonts w:ascii="Times New Roman" w:hAnsi="Times New Roman" w:cs="Times New Roman"/>
                <w:sz w:val="20"/>
                <w:szCs w:val="20"/>
              </w:rPr>
              <w:t>293,92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2554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86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87,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90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ДОУ д/с № 90,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46" w:type="dxa"/>
            <w:vMerge w:val="restart"/>
          </w:tcPr>
          <w:p w:rsidR="009A67A9" w:rsidRDefault="009A67A9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46" w:type="dxa"/>
            <w:vMerge w:val="restart"/>
          </w:tcPr>
          <w:p w:rsidR="009A67A9" w:rsidRDefault="009A67A9" w:rsidP="002554DF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2554DF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26A5A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446" w:type="dxa"/>
            <w:vMerge w:val="restart"/>
          </w:tcPr>
          <w:p w:rsidR="009A67A9" w:rsidRDefault="009A67A9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</w:t>
            </w:r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46" w:type="dxa"/>
            <w:vMerge w:val="restart"/>
          </w:tcPr>
          <w:p w:rsidR="009A67A9" w:rsidRDefault="009A67A9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110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9A67A9" w:rsidRPr="008E6063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E6063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E6063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9A67A9" w:rsidRPr="008E6063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7 087,80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7 766,80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2 687,00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3 366,00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46" w:type="dxa"/>
            <w:vMerge w:val="restart"/>
          </w:tcPr>
          <w:p w:rsidR="009A67A9" w:rsidRDefault="009A67A9" w:rsidP="00F54F82"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46" w:type="dxa"/>
            <w:vMerge w:val="restart"/>
          </w:tcPr>
          <w:p w:rsidR="009A67A9" w:rsidRPr="009F468A" w:rsidRDefault="009A67A9" w:rsidP="00FE5F0B"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E5F0B">
            <w:pPr>
              <w:jc w:val="center"/>
            </w:pP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440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54F82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1C7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 д/с № 135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5F5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6 с УИОП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5F5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14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51,08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3 888,20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51,08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3 888,20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46" w:type="dxa"/>
            <w:tcBorders>
              <w:bottom w:val="nil"/>
            </w:tcBorders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18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6C0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19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22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4 412,86</w:t>
            </w:r>
          </w:p>
        </w:tc>
        <w:tc>
          <w:tcPr>
            <w:tcW w:w="1296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11 864,86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гимназия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4 412,86</w:t>
            </w:r>
          </w:p>
        </w:tc>
        <w:tc>
          <w:tcPr>
            <w:tcW w:w="1296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F46D0" w:rsidRDefault="009A67A9" w:rsidP="00DF46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6D0">
              <w:rPr>
                <w:rFonts w:ascii="Times New Roman" w:hAnsi="Times New Roman" w:cs="Times New Roman"/>
                <w:sz w:val="20"/>
                <w:szCs w:val="20"/>
              </w:rPr>
              <w:t>11 864,86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29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11 411,25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13 360,86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11 411,25</w:t>
            </w:r>
          </w:p>
        </w:tc>
        <w:tc>
          <w:tcPr>
            <w:tcW w:w="1296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AD632A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632A">
              <w:rPr>
                <w:rFonts w:ascii="Times New Roman" w:hAnsi="Times New Roman" w:cs="Times New Roman"/>
                <w:sz w:val="20"/>
                <w:szCs w:val="20"/>
              </w:rPr>
              <w:t>13 360,86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  <w:tcBorders>
              <w:top w:val="nil"/>
            </w:tcBorders>
          </w:tcPr>
          <w:p w:rsidR="009A67A9" w:rsidRPr="009C689C" w:rsidRDefault="009A67A9" w:rsidP="00BF5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46" w:type="dxa"/>
            <w:vMerge w:val="restart"/>
            <w:tcBorders>
              <w:top w:val="nil"/>
            </w:tcBorders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31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32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гимназия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E612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 35 им. Буткова В.В.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E6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E61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 35 им. Буткова В.В.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Default="009A67A9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Default="009A67A9" w:rsidP="005558EC">
            <w:pPr>
              <w:spacing w:after="0" w:line="240" w:lineRule="auto"/>
              <w:jc w:val="right"/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BF5ECD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5ECD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46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74449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40" w:type="dxa"/>
            <w:vAlign w:val="bottom"/>
          </w:tcPr>
          <w:p w:rsidR="009A67A9" w:rsidRPr="00974449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296" w:type="dxa"/>
            <w:vAlign w:val="bottom"/>
          </w:tcPr>
          <w:p w:rsidR="009A67A9" w:rsidRPr="00974449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vAlign w:val="bottom"/>
          </w:tcPr>
          <w:p w:rsidR="009A67A9" w:rsidRPr="00974449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419" w:type="dxa"/>
            <w:vAlign w:val="bottom"/>
          </w:tcPr>
          <w:p w:rsidR="009A67A9" w:rsidRPr="00974449" w:rsidRDefault="009A67A9" w:rsidP="00BF5E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45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 сторонние организации</w:t>
            </w: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96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1F3528" w:rsidRDefault="009A67A9" w:rsidP="00AD63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528">
              <w:rPr>
                <w:rFonts w:ascii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 46 с 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УИОП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 49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49,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46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BF5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 w:val="restart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детский сад по ул. Артиллерийская – ул. Закатная – ул. Пирогова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7"/>
          <w:jc w:val="center"/>
        </w:trPr>
        <w:tc>
          <w:tcPr>
            <w:tcW w:w="860" w:type="dxa"/>
            <w:vMerge w:val="restart"/>
          </w:tcPr>
          <w:p w:rsidR="009A67A9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**</w:t>
            </w:r>
          </w:p>
          <w:p w:rsidR="009A67A9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9A67A9" w:rsidRPr="009C689C" w:rsidRDefault="009A67A9" w:rsidP="000B7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корпусов начальной школы - детского сада муниципального автономного общеобразовательного учреждения города  Калининграда гимназии № 22 по ул. Октябрьской в г. Калининграде </w:t>
            </w: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(1 этап)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374 850,63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377 708,13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94 199,40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97 056,90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3**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Аксакова – дор. Окружная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189 943,94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6 458,74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196 402,68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6 847,35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2 284,20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9 131,55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6 847,40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6 847,40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4**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на 240 мест по ул. Левитана в Юго-Восточном микрорайоне г. Калининграда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143 514,38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79,98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143 594,36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16 047,58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16 050,01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ЦРР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№ 122 по ул. Маршала Борзова, 95 в 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987024" w:rsidRDefault="009A67A9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6**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детского сада № 86 по ул. Б. Хмельницкого, 84 в 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115 639,07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5 059,56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120 698,63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4 063,72</w:t>
            </w:r>
          </w:p>
        </w:tc>
        <w:tc>
          <w:tcPr>
            <w:tcW w:w="1440" w:type="dxa"/>
            <w:vAlign w:val="bottom"/>
          </w:tcPr>
          <w:p w:rsidR="009A67A9" w:rsidRPr="004E0879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244,39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4 308,11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№ 51 по ул. Беланова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8**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Куйбышева - ул. Ю. Костикова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5 290,83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 w:val="restart"/>
          </w:tcPr>
          <w:p w:rsidR="009A67A9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муниципального автономного дошкольного образовательного учреждения города Калинин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града детского сада № 56 по ул.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Фермора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9A67A9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детского сада № 1 по ул. Свободной, 34 в </w:t>
            </w:r>
          </w:p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DA7B4B" w:rsidRDefault="009A67A9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36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127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7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19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23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1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9A67A9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Детские ясли-сад на 240 мест с бассейном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Алданской в </w:t>
            </w:r>
          </w:p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E81E6B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41, сторонние организации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92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0B7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проектной и рабочей документации по объекту «Общеобразовательная школа на 825 учащихся по ул. Артиллерийской – ул. Серова в г. Калининграде»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средней общеобразовательной школы по ул. Марш. Борзова в г. Калининграде»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0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5E4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17 125,20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20 649,60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17 125,20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3 524,40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20 649,60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70"/>
          <w:jc w:val="center"/>
        </w:trPr>
        <w:tc>
          <w:tcPr>
            <w:tcW w:w="860" w:type="dxa"/>
            <w:tcBorders>
              <w:top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общеобразовательной школы по ул. Артиллерийской  в г. Калининграде»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2 681,00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2 681,00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C2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C2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2 681,00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2 681,00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6" w:type="dxa"/>
            <w:vMerge w:val="restart"/>
          </w:tcPr>
          <w:p w:rsidR="009A67A9" w:rsidRPr="009F468A" w:rsidRDefault="009A67A9" w:rsidP="000B7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Калининграда гимназии № 22 по ул. Октябрьской в г. Калининграде                  (2 этап)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151 515,17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259 140,75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14 498,04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425 153,96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139 005,10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289 005,10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757,57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5 794,56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6 552,13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DA7B4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757,60</w:t>
            </w: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19 752,60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14 498,04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35 008,24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E81E6B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296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C2256C" w:rsidRDefault="009A67A9" w:rsidP="00C225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256C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314"/>
          <w:jc w:val="center"/>
        </w:trPr>
        <w:tc>
          <w:tcPr>
            <w:tcW w:w="860" w:type="dxa"/>
            <w:tcBorders>
              <w:top w:val="nil"/>
            </w:tcBorders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C22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6"/>
          <w:jc w:val="center"/>
        </w:trPr>
        <w:tc>
          <w:tcPr>
            <w:tcW w:w="860" w:type="dxa"/>
            <w:vMerge w:val="restart"/>
          </w:tcPr>
          <w:p w:rsidR="009A67A9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7*</w:t>
            </w:r>
          </w:p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9A67A9" w:rsidRPr="009C689C" w:rsidRDefault="009A67A9" w:rsidP="000B7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 мест в Северном жилом районе в 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446" w:type="dxa"/>
            <w:vMerge w:val="restart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физкультурно-спортивной площадки для МАОУ СОШ № 31 по ул. Пролетарской, 66а в г. 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31, сторонние организации</w:t>
            </w: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19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2446" w:type="dxa"/>
            <w:vMerge w:val="restart"/>
          </w:tcPr>
          <w:p w:rsidR="009A67A9" w:rsidRPr="00F4457A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ый манеж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МАДОУ д/с № 55 по ул. 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Нарвской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117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</w:p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09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</w:t>
            </w:r>
            <w:bookmarkStart w:id="0" w:name="_GoBack"/>
            <w:bookmarkEnd w:id="0"/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</w:t>
            </w: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3 778,70</w:t>
            </w:r>
          </w:p>
        </w:tc>
        <w:tc>
          <w:tcPr>
            <w:tcW w:w="1296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12 441,70</w:t>
            </w:r>
          </w:p>
        </w:tc>
        <w:tc>
          <w:tcPr>
            <w:tcW w:w="1625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Pr="009C689C" w:rsidRDefault="009A67A9" w:rsidP="00DE0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55,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9A67A9" w:rsidRPr="009C689C">
        <w:trPr>
          <w:cantSplit/>
          <w:trHeight w:val="264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8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2 950,00</w:t>
            </w:r>
          </w:p>
        </w:tc>
        <w:tc>
          <w:tcPr>
            <w:tcW w:w="1296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9A67A9" w:rsidRPr="006B3D92" w:rsidRDefault="009A67A9" w:rsidP="006B3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D92">
              <w:rPr>
                <w:rFonts w:ascii="Times New Roman" w:hAnsi="Times New Roman" w:cs="Times New Roman"/>
                <w:sz w:val="20"/>
                <w:szCs w:val="20"/>
              </w:rPr>
              <w:t>11 613,00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9A67A9" w:rsidRPr="00B327C9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B327C9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F468A" w:rsidRDefault="009A67A9" w:rsidP="000B7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4.6.1</w:t>
            </w:r>
          </w:p>
        </w:tc>
        <w:tc>
          <w:tcPr>
            <w:tcW w:w="2446" w:type="dxa"/>
            <w:vMerge w:val="restart"/>
          </w:tcPr>
          <w:p w:rsidR="009A67A9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51</w:t>
            </w:r>
          </w:p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F468A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F468A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FA2A76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F468A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F468A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FA2A76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9A67A9" w:rsidRPr="009F468A" w:rsidRDefault="009A67A9" w:rsidP="000B7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F46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4.6.2</w:t>
            </w:r>
          </w:p>
        </w:tc>
        <w:tc>
          <w:tcPr>
            <w:tcW w:w="2446" w:type="dxa"/>
            <w:vMerge w:val="restart"/>
          </w:tcPr>
          <w:p w:rsidR="009A67A9" w:rsidRPr="003C77CE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</w:rPr>
              <w:t>МАДОУ ЦРР д/с № 86</w:t>
            </w: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9A67A9" w:rsidRPr="009C689C" w:rsidRDefault="009A67A9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625" w:type="dxa"/>
            <w:vMerge w:val="restart"/>
            <w:vAlign w:val="center"/>
          </w:tcPr>
          <w:p w:rsidR="009A67A9" w:rsidRDefault="009A67A9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9A67A9" w:rsidRDefault="009A67A9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7A9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9A67A9" w:rsidRPr="00826BE7" w:rsidRDefault="009A67A9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9A67A9" w:rsidRPr="009C689C" w:rsidRDefault="009A67A9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A67A9" w:rsidRDefault="009A67A9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9A67A9" w:rsidRDefault="009A67A9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B7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2013-2014 гг.</w:t>
      </w:r>
    </w:p>
    <w:p w:rsidR="009A67A9" w:rsidRPr="00E67B75" w:rsidRDefault="009A67A9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66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**</w:t>
      </w:r>
      <w:r w:rsidRPr="00FB42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2015 г.</w:t>
      </w:r>
    </w:p>
    <w:sectPr w:rsidR="009A67A9" w:rsidRPr="00E67B75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7A9" w:rsidRDefault="009A67A9" w:rsidP="002124AC">
      <w:pPr>
        <w:spacing w:after="0" w:line="240" w:lineRule="auto"/>
      </w:pPr>
      <w:r>
        <w:separator/>
      </w:r>
    </w:p>
  </w:endnote>
  <w:endnote w:type="continuationSeparator" w:id="0">
    <w:p w:rsidR="009A67A9" w:rsidRDefault="009A67A9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7A9" w:rsidRDefault="009A67A9" w:rsidP="002124AC">
      <w:pPr>
        <w:spacing w:after="0" w:line="240" w:lineRule="auto"/>
      </w:pPr>
      <w:r>
        <w:separator/>
      </w:r>
    </w:p>
  </w:footnote>
  <w:footnote w:type="continuationSeparator" w:id="0">
    <w:p w:rsidR="009A67A9" w:rsidRDefault="009A67A9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7A9" w:rsidRDefault="009A67A9">
    <w:pPr>
      <w:pStyle w:val="Header"/>
      <w:jc w:val="center"/>
    </w:pPr>
    <w:fldSimple w:instr=" PAGE   \* MERGEFORMAT ">
      <w:r>
        <w:rPr>
          <w:noProof/>
        </w:rPr>
        <w:t>24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12B7"/>
    <w:rsid w:val="0000244D"/>
    <w:rsid w:val="00004852"/>
    <w:rsid w:val="00004DAC"/>
    <w:rsid w:val="00007E2D"/>
    <w:rsid w:val="00010957"/>
    <w:rsid w:val="000110A1"/>
    <w:rsid w:val="000121D7"/>
    <w:rsid w:val="0001490C"/>
    <w:rsid w:val="00014DBE"/>
    <w:rsid w:val="0001519A"/>
    <w:rsid w:val="00015CFF"/>
    <w:rsid w:val="000174FB"/>
    <w:rsid w:val="0002139D"/>
    <w:rsid w:val="000216F5"/>
    <w:rsid w:val="00021916"/>
    <w:rsid w:val="00022E33"/>
    <w:rsid w:val="00027383"/>
    <w:rsid w:val="00027E51"/>
    <w:rsid w:val="0003145F"/>
    <w:rsid w:val="00034264"/>
    <w:rsid w:val="00034B6E"/>
    <w:rsid w:val="00035C5C"/>
    <w:rsid w:val="000369CB"/>
    <w:rsid w:val="000374A9"/>
    <w:rsid w:val="00037675"/>
    <w:rsid w:val="00042168"/>
    <w:rsid w:val="0004251A"/>
    <w:rsid w:val="00043150"/>
    <w:rsid w:val="000458FF"/>
    <w:rsid w:val="00045D84"/>
    <w:rsid w:val="0004683C"/>
    <w:rsid w:val="00051125"/>
    <w:rsid w:val="000526E9"/>
    <w:rsid w:val="00052C1A"/>
    <w:rsid w:val="00052D38"/>
    <w:rsid w:val="000542E1"/>
    <w:rsid w:val="00055F96"/>
    <w:rsid w:val="00056049"/>
    <w:rsid w:val="000560A0"/>
    <w:rsid w:val="00056308"/>
    <w:rsid w:val="00057491"/>
    <w:rsid w:val="00060B29"/>
    <w:rsid w:val="00062B1E"/>
    <w:rsid w:val="00064F5F"/>
    <w:rsid w:val="00064FBF"/>
    <w:rsid w:val="00066BA2"/>
    <w:rsid w:val="00070905"/>
    <w:rsid w:val="00071574"/>
    <w:rsid w:val="00073AB4"/>
    <w:rsid w:val="00074D9C"/>
    <w:rsid w:val="0007582B"/>
    <w:rsid w:val="000764F8"/>
    <w:rsid w:val="00076729"/>
    <w:rsid w:val="0007672B"/>
    <w:rsid w:val="000769E0"/>
    <w:rsid w:val="00077543"/>
    <w:rsid w:val="000821F6"/>
    <w:rsid w:val="000903BD"/>
    <w:rsid w:val="0009076D"/>
    <w:rsid w:val="00091479"/>
    <w:rsid w:val="00091E9C"/>
    <w:rsid w:val="00092A3C"/>
    <w:rsid w:val="00094028"/>
    <w:rsid w:val="000949AC"/>
    <w:rsid w:val="00096C99"/>
    <w:rsid w:val="0009717A"/>
    <w:rsid w:val="000A0C27"/>
    <w:rsid w:val="000A11AE"/>
    <w:rsid w:val="000A1316"/>
    <w:rsid w:val="000A2514"/>
    <w:rsid w:val="000A2672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2FE2"/>
    <w:rsid w:val="000B4076"/>
    <w:rsid w:val="000B40FE"/>
    <w:rsid w:val="000B4885"/>
    <w:rsid w:val="000B4A4A"/>
    <w:rsid w:val="000B6114"/>
    <w:rsid w:val="000B7A55"/>
    <w:rsid w:val="000B7D3D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D5904"/>
    <w:rsid w:val="000E28EB"/>
    <w:rsid w:val="000E2D13"/>
    <w:rsid w:val="000E49C0"/>
    <w:rsid w:val="000E51B6"/>
    <w:rsid w:val="000E53A0"/>
    <w:rsid w:val="000E6A08"/>
    <w:rsid w:val="000F0FC6"/>
    <w:rsid w:val="000F3559"/>
    <w:rsid w:val="000F3756"/>
    <w:rsid w:val="000F3DA7"/>
    <w:rsid w:val="000F428A"/>
    <w:rsid w:val="000F4C7F"/>
    <w:rsid w:val="000F6557"/>
    <w:rsid w:val="000F65A8"/>
    <w:rsid w:val="000F75B2"/>
    <w:rsid w:val="00100603"/>
    <w:rsid w:val="001007D4"/>
    <w:rsid w:val="001011D6"/>
    <w:rsid w:val="00103157"/>
    <w:rsid w:val="001036DF"/>
    <w:rsid w:val="00104B29"/>
    <w:rsid w:val="00105FC0"/>
    <w:rsid w:val="001115AE"/>
    <w:rsid w:val="001123E1"/>
    <w:rsid w:val="00113C85"/>
    <w:rsid w:val="00114CF7"/>
    <w:rsid w:val="0011585B"/>
    <w:rsid w:val="00116254"/>
    <w:rsid w:val="00116C4D"/>
    <w:rsid w:val="0011716A"/>
    <w:rsid w:val="00120C21"/>
    <w:rsid w:val="00122649"/>
    <w:rsid w:val="00122D18"/>
    <w:rsid w:val="00123853"/>
    <w:rsid w:val="00123B1C"/>
    <w:rsid w:val="00123D97"/>
    <w:rsid w:val="00124A21"/>
    <w:rsid w:val="00130111"/>
    <w:rsid w:val="001302FE"/>
    <w:rsid w:val="001312BC"/>
    <w:rsid w:val="00133E21"/>
    <w:rsid w:val="00135215"/>
    <w:rsid w:val="001355A8"/>
    <w:rsid w:val="00137DD5"/>
    <w:rsid w:val="001414F2"/>
    <w:rsid w:val="00143110"/>
    <w:rsid w:val="0014400C"/>
    <w:rsid w:val="001468EC"/>
    <w:rsid w:val="00146DE5"/>
    <w:rsid w:val="00150E71"/>
    <w:rsid w:val="001512BA"/>
    <w:rsid w:val="00151EC3"/>
    <w:rsid w:val="00151FC0"/>
    <w:rsid w:val="00153777"/>
    <w:rsid w:val="00153B11"/>
    <w:rsid w:val="00154172"/>
    <w:rsid w:val="00154AB8"/>
    <w:rsid w:val="00155025"/>
    <w:rsid w:val="00155D47"/>
    <w:rsid w:val="00156655"/>
    <w:rsid w:val="00156768"/>
    <w:rsid w:val="0016273C"/>
    <w:rsid w:val="00163C1A"/>
    <w:rsid w:val="0016596C"/>
    <w:rsid w:val="001662A4"/>
    <w:rsid w:val="001717AB"/>
    <w:rsid w:val="00171B26"/>
    <w:rsid w:val="00175A61"/>
    <w:rsid w:val="00181C7B"/>
    <w:rsid w:val="00181D45"/>
    <w:rsid w:val="00184462"/>
    <w:rsid w:val="0018458C"/>
    <w:rsid w:val="00184661"/>
    <w:rsid w:val="00185920"/>
    <w:rsid w:val="0019060F"/>
    <w:rsid w:val="00194657"/>
    <w:rsid w:val="00196BF2"/>
    <w:rsid w:val="001978DC"/>
    <w:rsid w:val="001A22AA"/>
    <w:rsid w:val="001A3386"/>
    <w:rsid w:val="001A3D78"/>
    <w:rsid w:val="001A7020"/>
    <w:rsid w:val="001B166C"/>
    <w:rsid w:val="001B2923"/>
    <w:rsid w:val="001B2FC7"/>
    <w:rsid w:val="001B4690"/>
    <w:rsid w:val="001B5D2F"/>
    <w:rsid w:val="001B7C48"/>
    <w:rsid w:val="001C047C"/>
    <w:rsid w:val="001C1CE2"/>
    <w:rsid w:val="001C2945"/>
    <w:rsid w:val="001C3627"/>
    <w:rsid w:val="001C3CAA"/>
    <w:rsid w:val="001C47F9"/>
    <w:rsid w:val="001C4C53"/>
    <w:rsid w:val="001C5168"/>
    <w:rsid w:val="001C61FA"/>
    <w:rsid w:val="001C7220"/>
    <w:rsid w:val="001C7ECC"/>
    <w:rsid w:val="001D0908"/>
    <w:rsid w:val="001D1A18"/>
    <w:rsid w:val="001D1F9B"/>
    <w:rsid w:val="001D3C48"/>
    <w:rsid w:val="001D4058"/>
    <w:rsid w:val="001D431D"/>
    <w:rsid w:val="001D45A3"/>
    <w:rsid w:val="001D46FC"/>
    <w:rsid w:val="001D6D9E"/>
    <w:rsid w:val="001D7C83"/>
    <w:rsid w:val="001E3484"/>
    <w:rsid w:val="001E4177"/>
    <w:rsid w:val="001E4419"/>
    <w:rsid w:val="001E4BA9"/>
    <w:rsid w:val="001E4C4E"/>
    <w:rsid w:val="001E5363"/>
    <w:rsid w:val="001E54EC"/>
    <w:rsid w:val="001E5AB1"/>
    <w:rsid w:val="001F00A7"/>
    <w:rsid w:val="001F0F0A"/>
    <w:rsid w:val="001F1906"/>
    <w:rsid w:val="001F339B"/>
    <w:rsid w:val="001F3528"/>
    <w:rsid w:val="001F706A"/>
    <w:rsid w:val="001F78D1"/>
    <w:rsid w:val="0020148A"/>
    <w:rsid w:val="002036AC"/>
    <w:rsid w:val="00203B3D"/>
    <w:rsid w:val="00204235"/>
    <w:rsid w:val="00205B25"/>
    <w:rsid w:val="002077D2"/>
    <w:rsid w:val="0021060C"/>
    <w:rsid w:val="002124AC"/>
    <w:rsid w:val="002125A1"/>
    <w:rsid w:val="00212E25"/>
    <w:rsid w:val="00213937"/>
    <w:rsid w:val="002155F3"/>
    <w:rsid w:val="002211D0"/>
    <w:rsid w:val="00221C21"/>
    <w:rsid w:val="00223758"/>
    <w:rsid w:val="002310AB"/>
    <w:rsid w:val="00233C69"/>
    <w:rsid w:val="0023615F"/>
    <w:rsid w:val="0023685D"/>
    <w:rsid w:val="002406AE"/>
    <w:rsid w:val="00241B74"/>
    <w:rsid w:val="00246140"/>
    <w:rsid w:val="00247592"/>
    <w:rsid w:val="00247A3B"/>
    <w:rsid w:val="00253005"/>
    <w:rsid w:val="0025507A"/>
    <w:rsid w:val="002554DF"/>
    <w:rsid w:val="00260059"/>
    <w:rsid w:val="00261C50"/>
    <w:rsid w:val="002623ED"/>
    <w:rsid w:val="002625A0"/>
    <w:rsid w:val="00264074"/>
    <w:rsid w:val="00264C16"/>
    <w:rsid w:val="00267CB6"/>
    <w:rsid w:val="00271437"/>
    <w:rsid w:val="002717E8"/>
    <w:rsid w:val="00272627"/>
    <w:rsid w:val="00272BA1"/>
    <w:rsid w:val="00274197"/>
    <w:rsid w:val="00276EEE"/>
    <w:rsid w:val="00280ABB"/>
    <w:rsid w:val="00281C60"/>
    <w:rsid w:val="00282D70"/>
    <w:rsid w:val="00283E48"/>
    <w:rsid w:val="002855C1"/>
    <w:rsid w:val="00287F92"/>
    <w:rsid w:val="002903C4"/>
    <w:rsid w:val="002913B4"/>
    <w:rsid w:val="0029277D"/>
    <w:rsid w:val="00295881"/>
    <w:rsid w:val="00296FFC"/>
    <w:rsid w:val="00297EA8"/>
    <w:rsid w:val="002A534E"/>
    <w:rsid w:val="002A5F90"/>
    <w:rsid w:val="002A61CD"/>
    <w:rsid w:val="002A6A17"/>
    <w:rsid w:val="002A6AC9"/>
    <w:rsid w:val="002A6F83"/>
    <w:rsid w:val="002B032D"/>
    <w:rsid w:val="002B0835"/>
    <w:rsid w:val="002B09EB"/>
    <w:rsid w:val="002B0B1C"/>
    <w:rsid w:val="002B1C5D"/>
    <w:rsid w:val="002C064D"/>
    <w:rsid w:val="002C0E7C"/>
    <w:rsid w:val="002C18D6"/>
    <w:rsid w:val="002C1CF5"/>
    <w:rsid w:val="002C1F02"/>
    <w:rsid w:val="002C2BA3"/>
    <w:rsid w:val="002C3DD7"/>
    <w:rsid w:val="002C5B4E"/>
    <w:rsid w:val="002C63B1"/>
    <w:rsid w:val="002C77CF"/>
    <w:rsid w:val="002D3102"/>
    <w:rsid w:val="002D6B58"/>
    <w:rsid w:val="002D6E78"/>
    <w:rsid w:val="002D7289"/>
    <w:rsid w:val="002E2088"/>
    <w:rsid w:val="002E38F5"/>
    <w:rsid w:val="002E3FC5"/>
    <w:rsid w:val="002E52A4"/>
    <w:rsid w:val="002E6A57"/>
    <w:rsid w:val="002E6A9D"/>
    <w:rsid w:val="002E7562"/>
    <w:rsid w:val="002E7ED6"/>
    <w:rsid w:val="002F051B"/>
    <w:rsid w:val="002F13B7"/>
    <w:rsid w:val="002F1416"/>
    <w:rsid w:val="002F17C9"/>
    <w:rsid w:val="002F362E"/>
    <w:rsid w:val="002F3BFF"/>
    <w:rsid w:val="002F56AF"/>
    <w:rsid w:val="002F5855"/>
    <w:rsid w:val="002F5BBA"/>
    <w:rsid w:val="002F6E33"/>
    <w:rsid w:val="0030189C"/>
    <w:rsid w:val="0030204C"/>
    <w:rsid w:val="003021B8"/>
    <w:rsid w:val="00302AC7"/>
    <w:rsid w:val="003054B5"/>
    <w:rsid w:val="003054D1"/>
    <w:rsid w:val="00305A79"/>
    <w:rsid w:val="00305EEB"/>
    <w:rsid w:val="003066B2"/>
    <w:rsid w:val="00307E74"/>
    <w:rsid w:val="003110D8"/>
    <w:rsid w:val="003112B1"/>
    <w:rsid w:val="00311674"/>
    <w:rsid w:val="0031306F"/>
    <w:rsid w:val="003131A6"/>
    <w:rsid w:val="003229C9"/>
    <w:rsid w:val="00322D6E"/>
    <w:rsid w:val="00323025"/>
    <w:rsid w:val="0032449D"/>
    <w:rsid w:val="00326220"/>
    <w:rsid w:val="003278CC"/>
    <w:rsid w:val="00327FD3"/>
    <w:rsid w:val="00331A95"/>
    <w:rsid w:val="003323F6"/>
    <w:rsid w:val="003333A5"/>
    <w:rsid w:val="00334630"/>
    <w:rsid w:val="003356B0"/>
    <w:rsid w:val="003357CD"/>
    <w:rsid w:val="00337157"/>
    <w:rsid w:val="00341538"/>
    <w:rsid w:val="00342AB2"/>
    <w:rsid w:val="00346BA9"/>
    <w:rsid w:val="00346DEB"/>
    <w:rsid w:val="00351A41"/>
    <w:rsid w:val="00352FE1"/>
    <w:rsid w:val="00353466"/>
    <w:rsid w:val="00353FDD"/>
    <w:rsid w:val="003551EC"/>
    <w:rsid w:val="00355EAC"/>
    <w:rsid w:val="0036187C"/>
    <w:rsid w:val="00361B12"/>
    <w:rsid w:val="00362F3B"/>
    <w:rsid w:val="003638C4"/>
    <w:rsid w:val="003644C6"/>
    <w:rsid w:val="00365817"/>
    <w:rsid w:val="00367101"/>
    <w:rsid w:val="0037094D"/>
    <w:rsid w:val="00371C1E"/>
    <w:rsid w:val="0037756D"/>
    <w:rsid w:val="003823D6"/>
    <w:rsid w:val="00382B73"/>
    <w:rsid w:val="003845F8"/>
    <w:rsid w:val="00384A82"/>
    <w:rsid w:val="0038671C"/>
    <w:rsid w:val="00387CFA"/>
    <w:rsid w:val="0039371A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C77CE"/>
    <w:rsid w:val="003D07EB"/>
    <w:rsid w:val="003D28AF"/>
    <w:rsid w:val="003D2AEC"/>
    <w:rsid w:val="003D4311"/>
    <w:rsid w:val="003D4E8E"/>
    <w:rsid w:val="003D51E1"/>
    <w:rsid w:val="003D531C"/>
    <w:rsid w:val="003D712D"/>
    <w:rsid w:val="003D7513"/>
    <w:rsid w:val="003D7D37"/>
    <w:rsid w:val="003E48C1"/>
    <w:rsid w:val="003E5FC3"/>
    <w:rsid w:val="003E6366"/>
    <w:rsid w:val="003E6445"/>
    <w:rsid w:val="003E7533"/>
    <w:rsid w:val="003E7C12"/>
    <w:rsid w:val="003F0A29"/>
    <w:rsid w:val="003F22BA"/>
    <w:rsid w:val="003F3BA1"/>
    <w:rsid w:val="003F60E8"/>
    <w:rsid w:val="003F64F5"/>
    <w:rsid w:val="003F65B9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41D"/>
    <w:rsid w:val="0041263D"/>
    <w:rsid w:val="00413133"/>
    <w:rsid w:val="0041480B"/>
    <w:rsid w:val="00414925"/>
    <w:rsid w:val="00414DC0"/>
    <w:rsid w:val="004155A6"/>
    <w:rsid w:val="00416402"/>
    <w:rsid w:val="00416532"/>
    <w:rsid w:val="00416DCB"/>
    <w:rsid w:val="0041770C"/>
    <w:rsid w:val="00417F5A"/>
    <w:rsid w:val="0042297D"/>
    <w:rsid w:val="00426E6C"/>
    <w:rsid w:val="00426FBB"/>
    <w:rsid w:val="00427087"/>
    <w:rsid w:val="00430CC8"/>
    <w:rsid w:val="0043320E"/>
    <w:rsid w:val="0043542C"/>
    <w:rsid w:val="004379BA"/>
    <w:rsid w:val="00442042"/>
    <w:rsid w:val="0044335B"/>
    <w:rsid w:val="00443E2C"/>
    <w:rsid w:val="004447FA"/>
    <w:rsid w:val="00451A33"/>
    <w:rsid w:val="00454AC0"/>
    <w:rsid w:val="00460656"/>
    <w:rsid w:val="00460C7D"/>
    <w:rsid w:val="004631C6"/>
    <w:rsid w:val="00464CD2"/>
    <w:rsid w:val="00466009"/>
    <w:rsid w:val="00466A83"/>
    <w:rsid w:val="004725F1"/>
    <w:rsid w:val="00476FD4"/>
    <w:rsid w:val="0047706F"/>
    <w:rsid w:val="00477B94"/>
    <w:rsid w:val="00477BE2"/>
    <w:rsid w:val="00480331"/>
    <w:rsid w:val="00480743"/>
    <w:rsid w:val="00480FAA"/>
    <w:rsid w:val="00481452"/>
    <w:rsid w:val="0048194C"/>
    <w:rsid w:val="00482CFB"/>
    <w:rsid w:val="00483B0F"/>
    <w:rsid w:val="00483E61"/>
    <w:rsid w:val="00484744"/>
    <w:rsid w:val="00486C3C"/>
    <w:rsid w:val="00494467"/>
    <w:rsid w:val="004970CE"/>
    <w:rsid w:val="0049782F"/>
    <w:rsid w:val="004A507E"/>
    <w:rsid w:val="004A6AFE"/>
    <w:rsid w:val="004B13C0"/>
    <w:rsid w:val="004B1695"/>
    <w:rsid w:val="004B3708"/>
    <w:rsid w:val="004B4F61"/>
    <w:rsid w:val="004B552B"/>
    <w:rsid w:val="004C0F64"/>
    <w:rsid w:val="004C2D29"/>
    <w:rsid w:val="004C2EB8"/>
    <w:rsid w:val="004C57B0"/>
    <w:rsid w:val="004D00B1"/>
    <w:rsid w:val="004D4DAF"/>
    <w:rsid w:val="004D5732"/>
    <w:rsid w:val="004D6CA5"/>
    <w:rsid w:val="004D7774"/>
    <w:rsid w:val="004E0879"/>
    <w:rsid w:val="004E0C74"/>
    <w:rsid w:val="004E16D9"/>
    <w:rsid w:val="004E1B30"/>
    <w:rsid w:val="004E62DB"/>
    <w:rsid w:val="004E7203"/>
    <w:rsid w:val="004F2E8B"/>
    <w:rsid w:val="004F4F6D"/>
    <w:rsid w:val="004F5B61"/>
    <w:rsid w:val="004F5E68"/>
    <w:rsid w:val="004F5F1C"/>
    <w:rsid w:val="004F6F5F"/>
    <w:rsid w:val="005000C7"/>
    <w:rsid w:val="00502504"/>
    <w:rsid w:val="00502541"/>
    <w:rsid w:val="005103A8"/>
    <w:rsid w:val="0051085D"/>
    <w:rsid w:val="00511A39"/>
    <w:rsid w:val="0051204F"/>
    <w:rsid w:val="005126BE"/>
    <w:rsid w:val="00516C4F"/>
    <w:rsid w:val="00516FE9"/>
    <w:rsid w:val="00517412"/>
    <w:rsid w:val="00517F7E"/>
    <w:rsid w:val="005203F6"/>
    <w:rsid w:val="0052068B"/>
    <w:rsid w:val="0052319C"/>
    <w:rsid w:val="00523BAA"/>
    <w:rsid w:val="00525035"/>
    <w:rsid w:val="005252D0"/>
    <w:rsid w:val="005261F9"/>
    <w:rsid w:val="00526B0F"/>
    <w:rsid w:val="00531C32"/>
    <w:rsid w:val="00532ECE"/>
    <w:rsid w:val="00533E26"/>
    <w:rsid w:val="00535B3F"/>
    <w:rsid w:val="00537503"/>
    <w:rsid w:val="00540D18"/>
    <w:rsid w:val="00541266"/>
    <w:rsid w:val="00542338"/>
    <w:rsid w:val="0054339A"/>
    <w:rsid w:val="005446B7"/>
    <w:rsid w:val="0054480A"/>
    <w:rsid w:val="00545163"/>
    <w:rsid w:val="00550ECA"/>
    <w:rsid w:val="00551F0B"/>
    <w:rsid w:val="005520E5"/>
    <w:rsid w:val="005524DD"/>
    <w:rsid w:val="00553989"/>
    <w:rsid w:val="005558EC"/>
    <w:rsid w:val="0056312D"/>
    <w:rsid w:val="00565D31"/>
    <w:rsid w:val="00566D9D"/>
    <w:rsid w:val="00571455"/>
    <w:rsid w:val="00571A8D"/>
    <w:rsid w:val="00575A38"/>
    <w:rsid w:val="00580165"/>
    <w:rsid w:val="0058163A"/>
    <w:rsid w:val="00585977"/>
    <w:rsid w:val="005871F6"/>
    <w:rsid w:val="005903DB"/>
    <w:rsid w:val="00590550"/>
    <w:rsid w:val="00591BB4"/>
    <w:rsid w:val="00592F21"/>
    <w:rsid w:val="0059300C"/>
    <w:rsid w:val="0059355F"/>
    <w:rsid w:val="00593DB3"/>
    <w:rsid w:val="00594A6F"/>
    <w:rsid w:val="00594B04"/>
    <w:rsid w:val="005960CE"/>
    <w:rsid w:val="0059626A"/>
    <w:rsid w:val="00596BB6"/>
    <w:rsid w:val="00596DEE"/>
    <w:rsid w:val="005A0B80"/>
    <w:rsid w:val="005A10DE"/>
    <w:rsid w:val="005A1602"/>
    <w:rsid w:val="005A1F39"/>
    <w:rsid w:val="005A2520"/>
    <w:rsid w:val="005A346E"/>
    <w:rsid w:val="005A480D"/>
    <w:rsid w:val="005A48BE"/>
    <w:rsid w:val="005A556C"/>
    <w:rsid w:val="005A7BFF"/>
    <w:rsid w:val="005B055D"/>
    <w:rsid w:val="005B5772"/>
    <w:rsid w:val="005B58DE"/>
    <w:rsid w:val="005B63B5"/>
    <w:rsid w:val="005B66F4"/>
    <w:rsid w:val="005C00BF"/>
    <w:rsid w:val="005C287C"/>
    <w:rsid w:val="005C2D37"/>
    <w:rsid w:val="005C3E27"/>
    <w:rsid w:val="005C7EBB"/>
    <w:rsid w:val="005D0C4E"/>
    <w:rsid w:val="005D10DD"/>
    <w:rsid w:val="005D124D"/>
    <w:rsid w:val="005D2253"/>
    <w:rsid w:val="005D269D"/>
    <w:rsid w:val="005D29ED"/>
    <w:rsid w:val="005D3921"/>
    <w:rsid w:val="005D439F"/>
    <w:rsid w:val="005D50A9"/>
    <w:rsid w:val="005D6E7F"/>
    <w:rsid w:val="005E04C6"/>
    <w:rsid w:val="005E090A"/>
    <w:rsid w:val="005E171E"/>
    <w:rsid w:val="005E3419"/>
    <w:rsid w:val="005E42D6"/>
    <w:rsid w:val="005E4B9E"/>
    <w:rsid w:val="005E5A51"/>
    <w:rsid w:val="005E7143"/>
    <w:rsid w:val="005F006C"/>
    <w:rsid w:val="005F0EF7"/>
    <w:rsid w:val="005F1C41"/>
    <w:rsid w:val="005F1D04"/>
    <w:rsid w:val="005F1E3E"/>
    <w:rsid w:val="005F3B56"/>
    <w:rsid w:val="005F5076"/>
    <w:rsid w:val="005F7E60"/>
    <w:rsid w:val="006007BE"/>
    <w:rsid w:val="00605517"/>
    <w:rsid w:val="006107CB"/>
    <w:rsid w:val="00611050"/>
    <w:rsid w:val="00613CBB"/>
    <w:rsid w:val="00613F09"/>
    <w:rsid w:val="00614C1D"/>
    <w:rsid w:val="00614F4B"/>
    <w:rsid w:val="00616DE7"/>
    <w:rsid w:val="00617019"/>
    <w:rsid w:val="00621462"/>
    <w:rsid w:val="0062172C"/>
    <w:rsid w:val="006255B8"/>
    <w:rsid w:val="00626111"/>
    <w:rsid w:val="006266AA"/>
    <w:rsid w:val="00626899"/>
    <w:rsid w:val="00626C42"/>
    <w:rsid w:val="0063427D"/>
    <w:rsid w:val="00634C1B"/>
    <w:rsid w:val="00635CD1"/>
    <w:rsid w:val="00635F11"/>
    <w:rsid w:val="00636826"/>
    <w:rsid w:val="00636908"/>
    <w:rsid w:val="00637EA4"/>
    <w:rsid w:val="0064036E"/>
    <w:rsid w:val="00643B5C"/>
    <w:rsid w:val="006444F1"/>
    <w:rsid w:val="006449E2"/>
    <w:rsid w:val="006453F6"/>
    <w:rsid w:val="0064666C"/>
    <w:rsid w:val="00646875"/>
    <w:rsid w:val="006508DD"/>
    <w:rsid w:val="00651234"/>
    <w:rsid w:val="00651B99"/>
    <w:rsid w:val="006525F2"/>
    <w:rsid w:val="00653631"/>
    <w:rsid w:val="006536CE"/>
    <w:rsid w:val="0065409A"/>
    <w:rsid w:val="006541EB"/>
    <w:rsid w:val="00654E14"/>
    <w:rsid w:val="0066198D"/>
    <w:rsid w:val="00662224"/>
    <w:rsid w:val="0066366E"/>
    <w:rsid w:val="00663C2F"/>
    <w:rsid w:val="00663C3E"/>
    <w:rsid w:val="0066622C"/>
    <w:rsid w:val="00670FF5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2B03"/>
    <w:rsid w:val="00683AB8"/>
    <w:rsid w:val="00683EA2"/>
    <w:rsid w:val="00685841"/>
    <w:rsid w:val="00687119"/>
    <w:rsid w:val="006873DA"/>
    <w:rsid w:val="00690A2A"/>
    <w:rsid w:val="00691187"/>
    <w:rsid w:val="00692D4A"/>
    <w:rsid w:val="0069405B"/>
    <w:rsid w:val="0069443D"/>
    <w:rsid w:val="0069794F"/>
    <w:rsid w:val="006A0343"/>
    <w:rsid w:val="006A5E9C"/>
    <w:rsid w:val="006A5EBD"/>
    <w:rsid w:val="006A63EB"/>
    <w:rsid w:val="006A69F2"/>
    <w:rsid w:val="006B16EF"/>
    <w:rsid w:val="006B1C37"/>
    <w:rsid w:val="006B2C2B"/>
    <w:rsid w:val="006B3D92"/>
    <w:rsid w:val="006B5137"/>
    <w:rsid w:val="006B53BB"/>
    <w:rsid w:val="006B5923"/>
    <w:rsid w:val="006C01D1"/>
    <w:rsid w:val="006C08C3"/>
    <w:rsid w:val="006C4930"/>
    <w:rsid w:val="006C6264"/>
    <w:rsid w:val="006C74BF"/>
    <w:rsid w:val="006D4728"/>
    <w:rsid w:val="006D486C"/>
    <w:rsid w:val="006D5456"/>
    <w:rsid w:val="006E017C"/>
    <w:rsid w:val="006E0A16"/>
    <w:rsid w:val="006E0A99"/>
    <w:rsid w:val="006E6578"/>
    <w:rsid w:val="006E6A26"/>
    <w:rsid w:val="006E78BB"/>
    <w:rsid w:val="006F1025"/>
    <w:rsid w:val="006F1257"/>
    <w:rsid w:val="006F6DD4"/>
    <w:rsid w:val="0070185C"/>
    <w:rsid w:val="00701F85"/>
    <w:rsid w:val="00705067"/>
    <w:rsid w:val="00705D08"/>
    <w:rsid w:val="007066D8"/>
    <w:rsid w:val="0070728C"/>
    <w:rsid w:val="00707888"/>
    <w:rsid w:val="00710908"/>
    <w:rsid w:val="00711B72"/>
    <w:rsid w:val="00716EF3"/>
    <w:rsid w:val="00721C43"/>
    <w:rsid w:val="00722CBC"/>
    <w:rsid w:val="0072316D"/>
    <w:rsid w:val="007242FA"/>
    <w:rsid w:val="00725910"/>
    <w:rsid w:val="00725EC7"/>
    <w:rsid w:val="0072644C"/>
    <w:rsid w:val="00726CE7"/>
    <w:rsid w:val="0073362D"/>
    <w:rsid w:val="007349A9"/>
    <w:rsid w:val="0073669C"/>
    <w:rsid w:val="00740270"/>
    <w:rsid w:val="00741369"/>
    <w:rsid w:val="00741781"/>
    <w:rsid w:val="0074540C"/>
    <w:rsid w:val="00746340"/>
    <w:rsid w:val="0074768E"/>
    <w:rsid w:val="007500FC"/>
    <w:rsid w:val="00752C67"/>
    <w:rsid w:val="00752E2C"/>
    <w:rsid w:val="00753860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348F"/>
    <w:rsid w:val="00774D3B"/>
    <w:rsid w:val="007767B4"/>
    <w:rsid w:val="007768EA"/>
    <w:rsid w:val="007768EF"/>
    <w:rsid w:val="007800E6"/>
    <w:rsid w:val="00781A90"/>
    <w:rsid w:val="00781E4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5F71"/>
    <w:rsid w:val="00796E27"/>
    <w:rsid w:val="00797386"/>
    <w:rsid w:val="007A1E3A"/>
    <w:rsid w:val="007A4352"/>
    <w:rsid w:val="007A4A5F"/>
    <w:rsid w:val="007A7919"/>
    <w:rsid w:val="007B03F6"/>
    <w:rsid w:val="007B07C6"/>
    <w:rsid w:val="007B106A"/>
    <w:rsid w:val="007B1662"/>
    <w:rsid w:val="007B1966"/>
    <w:rsid w:val="007B2003"/>
    <w:rsid w:val="007B29BA"/>
    <w:rsid w:val="007B36AC"/>
    <w:rsid w:val="007B6D73"/>
    <w:rsid w:val="007B6F53"/>
    <w:rsid w:val="007B71C9"/>
    <w:rsid w:val="007B7430"/>
    <w:rsid w:val="007C16CD"/>
    <w:rsid w:val="007C4EE0"/>
    <w:rsid w:val="007C67E0"/>
    <w:rsid w:val="007C6A0C"/>
    <w:rsid w:val="007C7D0B"/>
    <w:rsid w:val="007D3C73"/>
    <w:rsid w:val="007E0732"/>
    <w:rsid w:val="007E0A81"/>
    <w:rsid w:val="007E201B"/>
    <w:rsid w:val="007E2039"/>
    <w:rsid w:val="007E5ED5"/>
    <w:rsid w:val="007E5F5C"/>
    <w:rsid w:val="007E759F"/>
    <w:rsid w:val="007E762A"/>
    <w:rsid w:val="007E7A4F"/>
    <w:rsid w:val="007F0CA1"/>
    <w:rsid w:val="007F38E1"/>
    <w:rsid w:val="007F5FB6"/>
    <w:rsid w:val="007F68E2"/>
    <w:rsid w:val="007F7E5C"/>
    <w:rsid w:val="00801AED"/>
    <w:rsid w:val="00803496"/>
    <w:rsid w:val="008070C9"/>
    <w:rsid w:val="0080783B"/>
    <w:rsid w:val="00810BCA"/>
    <w:rsid w:val="008116D8"/>
    <w:rsid w:val="00811E00"/>
    <w:rsid w:val="00813786"/>
    <w:rsid w:val="00817A32"/>
    <w:rsid w:val="0082168B"/>
    <w:rsid w:val="00823363"/>
    <w:rsid w:val="00826BE7"/>
    <w:rsid w:val="00827170"/>
    <w:rsid w:val="00827B72"/>
    <w:rsid w:val="008300B6"/>
    <w:rsid w:val="00830210"/>
    <w:rsid w:val="008312A8"/>
    <w:rsid w:val="00831E32"/>
    <w:rsid w:val="00832896"/>
    <w:rsid w:val="008341BC"/>
    <w:rsid w:val="00834F1F"/>
    <w:rsid w:val="0083504B"/>
    <w:rsid w:val="00835C3C"/>
    <w:rsid w:val="00837A08"/>
    <w:rsid w:val="00841125"/>
    <w:rsid w:val="00841E09"/>
    <w:rsid w:val="0084204B"/>
    <w:rsid w:val="0084319A"/>
    <w:rsid w:val="00843202"/>
    <w:rsid w:val="00843507"/>
    <w:rsid w:val="00845B7D"/>
    <w:rsid w:val="0085099E"/>
    <w:rsid w:val="0085296E"/>
    <w:rsid w:val="00852D12"/>
    <w:rsid w:val="00852E8F"/>
    <w:rsid w:val="00853CE3"/>
    <w:rsid w:val="0086193D"/>
    <w:rsid w:val="008635C2"/>
    <w:rsid w:val="0086387D"/>
    <w:rsid w:val="0086654C"/>
    <w:rsid w:val="0086687F"/>
    <w:rsid w:val="00866941"/>
    <w:rsid w:val="008675F0"/>
    <w:rsid w:val="008676D9"/>
    <w:rsid w:val="008703D0"/>
    <w:rsid w:val="008720BB"/>
    <w:rsid w:val="0087454C"/>
    <w:rsid w:val="0088340C"/>
    <w:rsid w:val="00885761"/>
    <w:rsid w:val="00885832"/>
    <w:rsid w:val="00887389"/>
    <w:rsid w:val="00887F07"/>
    <w:rsid w:val="00891D63"/>
    <w:rsid w:val="00891F74"/>
    <w:rsid w:val="008926F2"/>
    <w:rsid w:val="00892F8C"/>
    <w:rsid w:val="008939DF"/>
    <w:rsid w:val="00894931"/>
    <w:rsid w:val="00895FA6"/>
    <w:rsid w:val="008969F9"/>
    <w:rsid w:val="008978AD"/>
    <w:rsid w:val="008A2D87"/>
    <w:rsid w:val="008A5036"/>
    <w:rsid w:val="008A52F3"/>
    <w:rsid w:val="008A5E93"/>
    <w:rsid w:val="008A671F"/>
    <w:rsid w:val="008A7A57"/>
    <w:rsid w:val="008B12C4"/>
    <w:rsid w:val="008B2140"/>
    <w:rsid w:val="008B2537"/>
    <w:rsid w:val="008B2D34"/>
    <w:rsid w:val="008B49C3"/>
    <w:rsid w:val="008B5363"/>
    <w:rsid w:val="008B5898"/>
    <w:rsid w:val="008B5B39"/>
    <w:rsid w:val="008B74A2"/>
    <w:rsid w:val="008B7D91"/>
    <w:rsid w:val="008C0634"/>
    <w:rsid w:val="008C21DD"/>
    <w:rsid w:val="008C344F"/>
    <w:rsid w:val="008C3726"/>
    <w:rsid w:val="008C4D98"/>
    <w:rsid w:val="008D0990"/>
    <w:rsid w:val="008D337F"/>
    <w:rsid w:val="008D39C7"/>
    <w:rsid w:val="008D7D34"/>
    <w:rsid w:val="008E1D22"/>
    <w:rsid w:val="008E352D"/>
    <w:rsid w:val="008E3CDB"/>
    <w:rsid w:val="008E3D37"/>
    <w:rsid w:val="008E3FD4"/>
    <w:rsid w:val="008E6063"/>
    <w:rsid w:val="008E618D"/>
    <w:rsid w:val="008F156F"/>
    <w:rsid w:val="008F18A3"/>
    <w:rsid w:val="008F1CC3"/>
    <w:rsid w:val="008F2E2D"/>
    <w:rsid w:val="008F5D40"/>
    <w:rsid w:val="008F7857"/>
    <w:rsid w:val="00900089"/>
    <w:rsid w:val="009007C9"/>
    <w:rsid w:val="0090226D"/>
    <w:rsid w:val="00903BEF"/>
    <w:rsid w:val="00903FF1"/>
    <w:rsid w:val="0090453F"/>
    <w:rsid w:val="00906170"/>
    <w:rsid w:val="009063C3"/>
    <w:rsid w:val="00906731"/>
    <w:rsid w:val="00906DA4"/>
    <w:rsid w:val="009074E3"/>
    <w:rsid w:val="0091015D"/>
    <w:rsid w:val="0091284F"/>
    <w:rsid w:val="00916465"/>
    <w:rsid w:val="00916BA5"/>
    <w:rsid w:val="0091704F"/>
    <w:rsid w:val="00917674"/>
    <w:rsid w:val="009209C9"/>
    <w:rsid w:val="00921830"/>
    <w:rsid w:val="0092285C"/>
    <w:rsid w:val="0092423B"/>
    <w:rsid w:val="00925941"/>
    <w:rsid w:val="00927E97"/>
    <w:rsid w:val="00930471"/>
    <w:rsid w:val="00930C3C"/>
    <w:rsid w:val="00932544"/>
    <w:rsid w:val="009326E4"/>
    <w:rsid w:val="00934825"/>
    <w:rsid w:val="009348BE"/>
    <w:rsid w:val="00934BC2"/>
    <w:rsid w:val="00937AB2"/>
    <w:rsid w:val="00941EE2"/>
    <w:rsid w:val="00942CDE"/>
    <w:rsid w:val="00944074"/>
    <w:rsid w:val="009440E3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1A86"/>
    <w:rsid w:val="00971AE1"/>
    <w:rsid w:val="00972D0B"/>
    <w:rsid w:val="00974449"/>
    <w:rsid w:val="00974888"/>
    <w:rsid w:val="0097587A"/>
    <w:rsid w:val="00976F9A"/>
    <w:rsid w:val="0097757F"/>
    <w:rsid w:val="00982369"/>
    <w:rsid w:val="00984846"/>
    <w:rsid w:val="009867B3"/>
    <w:rsid w:val="00987024"/>
    <w:rsid w:val="0099031F"/>
    <w:rsid w:val="00990E19"/>
    <w:rsid w:val="009911AD"/>
    <w:rsid w:val="00991978"/>
    <w:rsid w:val="00994525"/>
    <w:rsid w:val="00994681"/>
    <w:rsid w:val="00995955"/>
    <w:rsid w:val="0099642F"/>
    <w:rsid w:val="009A0734"/>
    <w:rsid w:val="009A2245"/>
    <w:rsid w:val="009A29D3"/>
    <w:rsid w:val="009A67A9"/>
    <w:rsid w:val="009A7208"/>
    <w:rsid w:val="009A74C6"/>
    <w:rsid w:val="009A74E0"/>
    <w:rsid w:val="009B030C"/>
    <w:rsid w:val="009B06B4"/>
    <w:rsid w:val="009B0EE4"/>
    <w:rsid w:val="009B16E5"/>
    <w:rsid w:val="009B3222"/>
    <w:rsid w:val="009B3B39"/>
    <w:rsid w:val="009B46DF"/>
    <w:rsid w:val="009B4914"/>
    <w:rsid w:val="009B5992"/>
    <w:rsid w:val="009B6F4B"/>
    <w:rsid w:val="009B7BA2"/>
    <w:rsid w:val="009C1D5C"/>
    <w:rsid w:val="009C2E64"/>
    <w:rsid w:val="009C2ECC"/>
    <w:rsid w:val="009C4A14"/>
    <w:rsid w:val="009C4B4A"/>
    <w:rsid w:val="009C689C"/>
    <w:rsid w:val="009D0D67"/>
    <w:rsid w:val="009D1D96"/>
    <w:rsid w:val="009D2535"/>
    <w:rsid w:val="009D25CB"/>
    <w:rsid w:val="009D40D7"/>
    <w:rsid w:val="009D522E"/>
    <w:rsid w:val="009D6FC9"/>
    <w:rsid w:val="009E0243"/>
    <w:rsid w:val="009E05D2"/>
    <w:rsid w:val="009E2BAE"/>
    <w:rsid w:val="009E331A"/>
    <w:rsid w:val="009E6922"/>
    <w:rsid w:val="009E732B"/>
    <w:rsid w:val="009E7895"/>
    <w:rsid w:val="009F3FA4"/>
    <w:rsid w:val="009F468A"/>
    <w:rsid w:val="009F477A"/>
    <w:rsid w:val="009F4AF0"/>
    <w:rsid w:val="009F5C8A"/>
    <w:rsid w:val="009F6F09"/>
    <w:rsid w:val="009F72C3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78E6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1F02"/>
    <w:rsid w:val="00A344EB"/>
    <w:rsid w:val="00A36863"/>
    <w:rsid w:val="00A37F65"/>
    <w:rsid w:val="00A42203"/>
    <w:rsid w:val="00A4236C"/>
    <w:rsid w:val="00A4291B"/>
    <w:rsid w:val="00A43436"/>
    <w:rsid w:val="00A4358F"/>
    <w:rsid w:val="00A45B9C"/>
    <w:rsid w:val="00A52840"/>
    <w:rsid w:val="00A53620"/>
    <w:rsid w:val="00A53F5F"/>
    <w:rsid w:val="00A54ACC"/>
    <w:rsid w:val="00A55EE7"/>
    <w:rsid w:val="00A5607D"/>
    <w:rsid w:val="00A56978"/>
    <w:rsid w:val="00A56D54"/>
    <w:rsid w:val="00A5729A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2156"/>
    <w:rsid w:val="00A7315E"/>
    <w:rsid w:val="00A733B1"/>
    <w:rsid w:val="00A751D4"/>
    <w:rsid w:val="00A75216"/>
    <w:rsid w:val="00A75340"/>
    <w:rsid w:val="00A76FAC"/>
    <w:rsid w:val="00A80110"/>
    <w:rsid w:val="00A80E25"/>
    <w:rsid w:val="00A82D7B"/>
    <w:rsid w:val="00A84780"/>
    <w:rsid w:val="00A84C4A"/>
    <w:rsid w:val="00A8526B"/>
    <w:rsid w:val="00A86D7F"/>
    <w:rsid w:val="00A86DD8"/>
    <w:rsid w:val="00A916A9"/>
    <w:rsid w:val="00A92F4A"/>
    <w:rsid w:val="00A92F9B"/>
    <w:rsid w:val="00A93A02"/>
    <w:rsid w:val="00A9408D"/>
    <w:rsid w:val="00A9683E"/>
    <w:rsid w:val="00AA3B6A"/>
    <w:rsid w:val="00AA3E04"/>
    <w:rsid w:val="00AA3FA6"/>
    <w:rsid w:val="00AA466F"/>
    <w:rsid w:val="00AA5673"/>
    <w:rsid w:val="00AA5AE8"/>
    <w:rsid w:val="00AA7D54"/>
    <w:rsid w:val="00AB0405"/>
    <w:rsid w:val="00AB16CC"/>
    <w:rsid w:val="00AB22B8"/>
    <w:rsid w:val="00AB3373"/>
    <w:rsid w:val="00AB3958"/>
    <w:rsid w:val="00AB6416"/>
    <w:rsid w:val="00AB6900"/>
    <w:rsid w:val="00AC0ACC"/>
    <w:rsid w:val="00AC2782"/>
    <w:rsid w:val="00AC4A03"/>
    <w:rsid w:val="00AC50F4"/>
    <w:rsid w:val="00AC5696"/>
    <w:rsid w:val="00AC5EDD"/>
    <w:rsid w:val="00AC71EC"/>
    <w:rsid w:val="00AC7BF3"/>
    <w:rsid w:val="00AD0EDA"/>
    <w:rsid w:val="00AD1315"/>
    <w:rsid w:val="00AD267B"/>
    <w:rsid w:val="00AD632A"/>
    <w:rsid w:val="00AD6CFA"/>
    <w:rsid w:val="00AE156E"/>
    <w:rsid w:val="00AE3494"/>
    <w:rsid w:val="00AE390F"/>
    <w:rsid w:val="00AE5163"/>
    <w:rsid w:val="00AE580B"/>
    <w:rsid w:val="00AE68B2"/>
    <w:rsid w:val="00AF05AB"/>
    <w:rsid w:val="00AF1634"/>
    <w:rsid w:val="00AF637C"/>
    <w:rsid w:val="00B00580"/>
    <w:rsid w:val="00B021B5"/>
    <w:rsid w:val="00B02200"/>
    <w:rsid w:val="00B029AD"/>
    <w:rsid w:val="00B0367E"/>
    <w:rsid w:val="00B0374D"/>
    <w:rsid w:val="00B04BBD"/>
    <w:rsid w:val="00B04F39"/>
    <w:rsid w:val="00B06429"/>
    <w:rsid w:val="00B11089"/>
    <w:rsid w:val="00B126AE"/>
    <w:rsid w:val="00B12CF2"/>
    <w:rsid w:val="00B12DB7"/>
    <w:rsid w:val="00B140E8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464"/>
    <w:rsid w:val="00B2567A"/>
    <w:rsid w:val="00B25B92"/>
    <w:rsid w:val="00B3067C"/>
    <w:rsid w:val="00B31EF0"/>
    <w:rsid w:val="00B327C9"/>
    <w:rsid w:val="00B34029"/>
    <w:rsid w:val="00B35D4D"/>
    <w:rsid w:val="00B36B40"/>
    <w:rsid w:val="00B3725D"/>
    <w:rsid w:val="00B37CB8"/>
    <w:rsid w:val="00B4010C"/>
    <w:rsid w:val="00B40EFF"/>
    <w:rsid w:val="00B41D43"/>
    <w:rsid w:val="00B43389"/>
    <w:rsid w:val="00B45DD9"/>
    <w:rsid w:val="00B45EAF"/>
    <w:rsid w:val="00B4618C"/>
    <w:rsid w:val="00B4678E"/>
    <w:rsid w:val="00B46C97"/>
    <w:rsid w:val="00B473A4"/>
    <w:rsid w:val="00B47715"/>
    <w:rsid w:val="00B50080"/>
    <w:rsid w:val="00B50A78"/>
    <w:rsid w:val="00B5173A"/>
    <w:rsid w:val="00B51852"/>
    <w:rsid w:val="00B52B73"/>
    <w:rsid w:val="00B52F68"/>
    <w:rsid w:val="00B5372C"/>
    <w:rsid w:val="00B54A41"/>
    <w:rsid w:val="00B563F0"/>
    <w:rsid w:val="00B5650A"/>
    <w:rsid w:val="00B652D9"/>
    <w:rsid w:val="00B66632"/>
    <w:rsid w:val="00B707BF"/>
    <w:rsid w:val="00B718EE"/>
    <w:rsid w:val="00B73036"/>
    <w:rsid w:val="00B73BA9"/>
    <w:rsid w:val="00B740FE"/>
    <w:rsid w:val="00B7535A"/>
    <w:rsid w:val="00B77056"/>
    <w:rsid w:val="00B771E4"/>
    <w:rsid w:val="00B77BE6"/>
    <w:rsid w:val="00B806C4"/>
    <w:rsid w:val="00B81567"/>
    <w:rsid w:val="00B8202F"/>
    <w:rsid w:val="00B840D5"/>
    <w:rsid w:val="00B85EBA"/>
    <w:rsid w:val="00B86144"/>
    <w:rsid w:val="00B86DD8"/>
    <w:rsid w:val="00B86FFB"/>
    <w:rsid w:val="00B87578"/>
    <w:rsid w:val="00B87D59"/>
    <w:rsid w:val="00B915B5"/>
    <w:rsid w:val="00B960A1"/>
    <w:rsid w:val="00B97CA9"/>
    <w:rsid w:val="00BA0D0C"/>
    <w:rsid w:val="00BA2FE5"/>
    <w:rsid w:val="00BA3290"/>
    <w:rsid w:val="00BA3378"/>
    <w:rsid w:val="00BA38C2"/>
    <w:rsid w:val="00BA482F"/>
    <w:rsid w:val="00BA534B"/>
    <w:rsid w:val="00BA5476"/>
    <w:rsid w:val="00BA794C"/>
    <w:rsid w:val="00BB0251"/>
    <w:rsid w:val="00BB07DF"/>
    <w:rsid w:val="00BB4B82"/>
    <w:rsid w:val="00BB568D"/>
    <w:rsid w:val="00BB7AAE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3BE6"/>
    <w:rsid w:val="00BE410A"/>
    <w:rsid w:val="00BE45D6"/>
    <w:rsid w:val="00BE59CB"/>
    <w:rsid w:val="00BE61A1"/>
    <w:rsid w:val="00BF511E"/>
    <w:rsid w:val="00BF5ECD"/>
    <w:rsid w:val="00BF78BD"/>
    <w:rsid w:val="00C110B3"/>
    <w:rsid w:val="00C11166"/>
    <w:rsid w:val="00C14588"/>
    <w:rsid w:val="00C154A3"/>
    <w:rsid w:val="00C162F0"/>
    <w:rsid w:val="00C204E3"/>
    <w:rsid w:val="00C2064E"/>
    <w:rsid w:val="00C2256C"/>
    <w:rsid w:val="00C22CFF"/>
    <w:rsid w:val="00C24209"/>
    <w:rsid w:val="00C242D7"/>
    <w:rsid w:val="00C24D52"/>
    <w:rsid w:val="00C25333"/>
    <w:rsid w:val="00C26C17"/>
    <w:rsid w:val="00C27F59"/>
    <w:rsid w:val="00C30CFD"/>
    <w:rsid w:val="00C3120B"/>
    <w:rsid w:val="00C351DB"/>
    <w:rsid w:val="00C37680"/>
    <w:rsid w:val="00C407D1"/>
    <w:rsid w:val="00C44770"/>
    <w:rsid w:val="00C4562C"/>
    <w:rsid w:val="00C46983"/>
    <w:rsid w:val="00C46F97"/>
    <w:rsid w:val="00C47063"/>
    <w:rsid w:val="00C474B5"/>
    <w:rsid w:val="00C51A27"/>
    <w:rsid w:val="00C52838"/>
    <w:rsid w:val="00C539F3"/>
    <w:rsid w:val="00C5442E"/>
    <w:rsid w:val="00C63BBB"/>
    <w:rsid w:val="00C64605"/>
    <w:rsid w:val="00C65E85"/>
    <w:rsid w:val="00C66ACC"/>
    <w:rsid w:val="00C72174"/>
    <w:rsid w:val="00C740A5"/>
    <w:rsid w:val="00C75FAD"/>
    <w:rsid w:val="00C76744"/>
    <w:rsid w:val="00C77072"/>
    <w:rsid w:val="00C7748A"/>
    <w:rsid w:val="00C7750F"/>
    <w:rsid w:val="00C808BF"/>
    <w:rsid w:val="00C83463"/>
    <w:rsid w:val="00C84D33"/>
    <w:rsid w:val="00C857A1"/>
    <w:rsid w:val="00C90E26"/>
    <w:rsid w:val="00C90F2E"/>
    <w:rsid w:val="00C9114A"/>
    <w:rsid w:val="00C91A2B"/>
    <w:rsid w:val="00C928C8"/>
    <w:rsid w:val="00C9351A"/>
    <w:rsid w:val="00C93F97"/>
    <w:rsid w:val="00C94675"/>
    <w:rsid w:val="00C9577C"/>
    <w:rsid w:val="00CA0D77"/>
    <w:rsid w:val="00CA2233"/>
    <w:rsid w:val="00CA26B3"/>
    <w:rsid w:val="00CA4EC7"/>
    <w:rsid w:val="00CA54BB"/>
    <w:rsid w:val="00CA58F6"/>
    <w:rsid w:val="00CA67D1"/>
    <w:rsid w:val="00CA72EF"/>
    <w:rsid w:val="00CA7E7B"/>
    <w:rsid w:val="00CA7FC7"/>
    <w:rsid w:val="00CB09DD"/>
    <w:rsid w:val="00CB0ACA"/>
    <w:rsid w:val="00CC0475"/>
    <w:rsid w:val="00CC2B7B"/>
    <w:rsid w:val="00CC3532"/>
    <w:rsid w:val="00CC3672"/>
    <w:rsid w:val="00CC4B54"/>
    <w:rsid w:val="00CC4DD5"/>
    <w:rsid w:val="00CC5B3E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28D3"/>
    <w:rsid w:val="00CE3436"/>
    <w:rsid w:val="00CE3866"/>
    <w:rsid w:val="00CE485F"/>
    <w:rsid w:val="00CE5B64"/>
    <w:rsid w:val="00CF1C76"/>
    <w:rsid w:val="00CF2494"/>
    <w:rsid w:val="00CF2B51"/>
    <w:rsid w:val="00CF4A33"/>
    <w:rsid w:val="00CF4E82"/>
    <w:rsid w:val="00CF6422"/>
    <w:rsid w:val="00D00224"/>
    <w:rsid w:val="00D00FFB"/>
    <w:rsid w:val="00D01DD7"/>
    <w:rsid w:val="00D02648"/>
    <w:rsid w:val="00D03116"/>
    <w:rsid w:val="00D06F29"/>
    <w:rsid w:val="00D07896"/>
    <w:rsid w:val="00D11116"/>
    <w:rsid w:val="00D116E3"/>
    <w:rsid w:val="00D116ED"/>
    <w:rsid w:val="00D11C46"/>
    <w:rsid w:val="00D12A73"/>
    <w:rsid w:val="00D12ADF"/>
    <w:rsid w:val="00D138EA"/>
    <w:rsid w:val="00D165EF"/>
    <w:rsid w:val="00D17173"/>
    <w:rsid w:val="00D22D49"/>
    <w:rsid w:val="00D23F13"/>
    <w:rsid w:val="00D25074"/>
    <w:rsid w:val="00D261F5"/>
    <w:rsid w:val="00D26781"/>
    <w:rsid w:val="00D26D44"/>
    <w:rsid w:val="00D26E36"/>
    <w:rsid w:val="00D26E38"/>
    <w:rsid w:val="00D33987"/>
    <w:rsid w:val="00D347A4"/>
    <w:rsid w:val="00D36E56"/>
    <w:rsid w:val="00D37D29"/>
    <w:rsid w:val="00D401FB"/>
    <w:rsid w:val="00D40BA8"/>
    <w:rsid w:val="00D40EAB"/>
    <w:rsid w:val="00D42B7C"/>
    <w:rsid w:val="00D43FD3"/>
    <w:rsid w:val="00D4441A"/>
    <w:rsid w:val="00D46EA3"/>
    <w:rsid w:val="00D50239"/>
    <w:rsid w:val="00D53488"/>
    <w:rsid w:val="00D605DA"/>
    <w:rsid w:val="00D607DC"/>
    <w:rsid w:val="00D62978"/>
    <w:rsid w:val="00D62C3E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5E3"/>
    <w:rsid w:val="00D74C29"/>
    <w:rsid w:val="00D75482"/>
    <w:rsid w:val="00D76733"/>
    <w:rsid w:val="00D772F6"/>
    <w:rsid w:val="00D80D10"/>
    <w:rsid w:val="00D82355"/>
    <w:rsid w:val="00D826E4"/>
    <w:rsid w:val="00D83451"/>
    <w:rsid w:val="00D84E31"/>
    <w:rsid w:val="00D87ADF"/>
    <w:rsid w:val="00D9027C"/>
    <w:rsid w:val="00D924B4"/>
    <w:rsid w:val="00D93A7C"/>
    <w:rsid w:val="00D94DF0"/>
    <w:rsid w:val="00D95105"/>
    <w:rsid w:val="00DA0626"/>
    <w:rsid w:val="00DA2030"/>
    <w:rsid w:val="00DA3E5F"/>
    <w:rsid w:val="00DA4773"/>
    <w:rsid w:val="00DA5567"/>
    <w:rsid w:val="00DA5BC6"/>
    <w:rsid w:val="00DA6B9B"/>
    <w:rsid w:val="00DA703D"/>
    <w:rsid w:val="00DA78DC"/>
    <w:rsid w:val="00DA7B4B"/>
    <w:rsid w:val="00DB0405"/>
    <w:rsid w:val="00DB0B96"/>
    <w:rsid w:val="00DB0E4D"/>
    <w:rsid w:val="00DB1510"/>
    <w:rsid w:val="00DB4018"/>
    <w:rsid w:val="00DB51AE"/>
    <w:rsid w:val="00DB5784"/>
    <w:rsid w:val="00DB612A"/>
    <w:rsid w:val="00DB787B"/>
    <w:rsid w:val="00DB7FAB"/>
    <w:rsid w:val="00DC0CF6"/>
    <w:rsid w:val="00DC3A19"/>
    <w:rsid w:val="00DC4C84"/>
    <w:rsid w:val="00DC4F83"/>
    <w:rsid w:val="00DC7250"/>
    <w:rsid w:val="00DC7294"/>
    <w:rsid w:val="00DD0713"/>
    <w:rsid w:val="00DD07DE"/>
    <w:rsid w:val="00DD1924"/>
    <w:rsid w:val="00DD256C"/>
    <w:rsid w:val="00DD2AED"/>
    <w:rsid w:val="00DD2C22"/>
    <w:rsid w:val="00DD5772"/>
    <w:rsid w:val="00DD6D41"/>
    <w:rsid w:val="00DD752B"/>
    <w:rsid w:val="00DE0139"/>
    <w:rsid w:val="00DE0665"/>
    <w:rsid w:val="00DE136E"/>
    <w:rsid w:val="00DE142F"/>
    <w:rsid w:val="00DE1D03"/>
    <w:rsid w:val="00DE2A11"/>
    <w:rsid w:val="00DE2B97"/>
    <w:rsid w:val="00DE2E74"/>
    <w:rsid w:val="00DE3596"/>
    <w:rsid w:val="00DE3782"/>
    <w:rsid w:val="00DE384A"/>
    <w:rsid w:val="00DE465F"/>
    <w:rsid w:val="00DE5F57"/>
    <w:rsid w:val="00DE7726"/>
    <w:rsid w:val="00DF1620"/>
    <w:rsid w:val="00DF1B62"/>
    <w:rsid w:val="00DF2A4D"/>
    <w:rsid w:val="00DF3CE4"/>
    <w:rsid w:val="00DF46D0"/>
    <w:rsid w:val="00DF4C98"/>
    <w:rsid w:val="00DF5727"/>
    <w:rsid w:val="00DF60D7"/>
    <w:rsid w:val="00DF798C"/>
    <w:rsid w:val="00DF7B5F"/>
    <w:rsid w:val="00E00242"/>
    <w:rsid w:val="00E017EC"/>
    <w:rsid w:val="00E070F9"/>
    <w:rsid w:val="00E1075E"/>
    <w:rsid w:val="00E10B14"/>
    <w:rsid w:val="00E118F2"/>
    <w:rsid w:val="00E11BD9"/>
    <w:rsid w:val="00E12256"/>
    <w:rsid w:val="00E131C7"/>
    <w:rsid w:val="00E15862"/>
    <w:rsid w:val="00E176CD"/>
    <w:rsid w:val="00E17E67"/>
    <w:rsid w:val="00E20CEF"/>
    <w:rsid w:val="00E22D1C"/>
    <w:rsid w:val="00E231EA"/>
    <w:rsid w:val="00E24735"/>
    <w:rsid w:val="00E25E26"/>
    <w:rsid w:val="00E260D6"/>
    <w:rsid w:val="00E26A5A"/>
    <w:rsid w:val="00E26A9C"/>
    <w:rsid w:val="00E274CC"/>
    <w:rsid w:val="00E3029C"/>
    <w:rsid w:val="00E30483"/>
    <w:rsid w:val="00E30F51"/>
    <w:rsid w:val="00E31DE2"/>
    <w:rsid w:val="00E36891"/>
    <w:rsid w:val="00E36C49"/>
    <w:rsid w:val="00E407AF"/>
    <w:rsid w:val="00E42548"/>
    <w:rsid w:val="00E42C86"/>
    <w:rsid w:val="00E42E46"/>
    <w:rsid w:val="00E44228"/>
    <w:rsid w:val="00E45C19"/>
    <w:rsid w:val="00E47869"/>
    <w:rsid w:val="00E503AE"/>
    <w:rsid w:val="00E518E4"/>
    <w:rsid w:val="00E52751"/>
    <w:rsid w:val="00E5577C"/>
    <w:rsid w:val="00E561F5"/>
    <w:rsid w:val="00E57BB7"/>
    <w:rsid w:val="00E57DB5"/>
    <w:rsid w:val="00E612AC"/>
    <w:rsid w:val="00E637ED"/>
    <w:rsid w:val="00E64AF4"/>
    <w:rsid w:val="00E652A8"/>
    <w:rsid w:val="00E65856"/>
    <w:rsid w:val="00E67B75"/>
    <w:rsid w:val="00E67EC3"/>
    <w:rsid w:val="00E73FCB"/>
    <w:rsid w:val="00E74015"/>
    <w:rsid w:val="00E7444C"/>
    <w:rsid w:val="00E7717C"/>
    <w:rsid w:val="00E77AA2"/>
    <w:rsid w:val="00E801CA"/>
    <w:rsid w:val="00E81E6B"/>
    <w:rsid w:val="00E82A79"/>
    <w:rsid w:val="00E84839"/>
    <w:rsid w:val="00E84BC4"/>
    <w:rsid w:val="00E9058E"/>
    <w:rsid w:val="00E90D1E"/>
    <w:rsid w:val="00E91081"/>
    <w:rsid w:val="00E92478"/>
    <w:rsid w:val="00E92BFC"/>
    <w:rsid w:val="00E95641"/>
    <w:rsid w:val="00E958B0"/>
    <w:rsid w:val="00E95A03"/>
    <w:rsid w:val="00E96249"/>
    <w:rsid w:val="00E9732F"/>
    <w:rsid w:val="00E97628"/>
    <w:rsid w:val="00EA005D"/>
    <w:rsid w:val="00EA106D"/>
    <w:rsid w:val="00EA63ED"/>
    <w:rsid w:val="00EA7185"/>
    <w:rsid w:val="00EB1987"/>
    <w:rsid w:val="00EB1F2A"/>
    <w:rsid w:val="00EB314C"/>
    <w:rsid w:val="00EB63E0"/>
    <w:rsid w:val="00EB642A"/>
    <w:rsid w:val="00EB7D26"/>
    <w:rsid w:val="00EC0EF9"/>
    <w:rsid w:val="00EC3845"/>
    <w:rsid w:val="00EC42D0"/>
    <w:rsid w:val="00EC586A"/>
    <w:rsid w:val="00EC6891"/>
    <w:rsid w:val="00EC6D2F"/>
    <w:rsid w:val="00EC7D0A"/>
    <w:rsid w:val="00ED0082"/>
    <w:rsid w:val="00ED0263"/>
    <w:rsid w:val="00ED0E1C"/>
    <w:rsid w:val="00ED1D62"/>
    <w:rsid w:val="00ED2332"/>
    <w:rsid w:val="00ED2929"/>
    <w:rsid w:val="00ED3058"/>
    <w:rsid w:val="00EE0A5C"/>
    <w:rsid w:val="00EE0E2F"/>
    <w:rsid w:val="00EE1CE8"/>
    <w:rsid w:val="00EE367D"/>
    <w:rsid w:val="00EE595B"/>
    <w:rsid w:val="00EE5AFA"/>
    <w:rsid w:val="00EE5C8E"/>
    <w:rsid w:val="00EE7416"/>
    <w:rsid w:val="00EE7823"/>
    <w:rsid w:val="00EE7DB3"/>
    <w:rsid w:val="00EF01CD"/>
    <w:rsid w:val="00EF27B7"/>
    <w:rsid w:val="00EF2A7C"/>
    <w:rsid w:val="00EF30B2"/>
    <w:rsid w:val="00EF330C"/>
    <w:rsid w:val="00EF38EA"/>
    <w:rsid w:val="00EF3B13"/>
    <w:rsid w:val="00EF4AAD"/>
    <w:rsid w:val="00EF4D0D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4C0D"/>
    <w:rsid w:val="00F156B4"/>
    <w:rsid w:val="00F157A1"/>
    <w:rsid w:val="00F15B79"/>
    <w:rsid w:val="00F179FB"/>
    <w:rsid w:val="00F22F72"/>
    <w:rsid w:val="00F22FA8"/>
    <w:rsid w:val="00F238ED"/>
    <w:rsid w:val="00F24043"/>
    <w:rsid w:val="00F26725"/>
    <w:rsid w:val="00F2698C"/>
    <w:rsid w:val="00F272DD"/>
    <w:rsid w:val="00F30AA6"/>
    <w:rsid w:val="00F30FDD"/>
    <w:rsid w:val="00F31E26"/>
    <w:rsid w:val="00F323BB"/>
    <w:rsid w:val="00F354F0"/>
    <w:rsid w:val="00F35B57"/>
    <w:rsid w:val="00F3708D"/>
    <w:rsid w:val="00F373F0"/>
    <w:rsid w:val="00F41B32"/>
    <w:rsid w:val="00F422E7"/>
    <w:rsid w:val="00F4457A"/>
    <w:rsid w:val="00F448AC"/>
    <w:rsid w:val="00F44FE5"/>
    <w:rsid w:val="00F51041"/>
    <w:rsid w:val="00F518D9"/>
    <w:rsid w:val="00F52D72"/>
    <w:rsid w:val="00F52E32"/>
    <w:rsid w:val="00F5313E"/>
    <w:rsid w:val="00F544C8"/>
    <w:rsid w:val="00F54F82"/>
    <w:rsid w:val="00F55520"/>
    <w:rsid w:val="00F5729B"/>
    <w:rsid w:val="00F614E5"/>
    <w:rsid w:val="00F62C36"/>
    <w:rsid w:val="00F64745"/>
    <w:rsid w:val="00F64A79"/>
    <w:rsid w:val="00F65248"/>
    <w:rsid w:val="00F65BF3"/>
    <w:rsid w:val="00F67520"/>
    <w:rsid w:val="00F72932"/>
    <w:rsid w:val="00F73FEA"/>
    <w:rsid w:val="00F745BD"/>
    <w:rsid w:val="00F7479B"/>
    <w:rsid w:val="00F747BF"/>
    <w:rsid w:val="00F74A92"/>
    <w:rsid w:val="00F75DF5"/>
    <w:rsid w:val="00F773F8"/>
    <w:rsid w:val="00F805D8"/>
    <w:rsid w:val="00F81219"/>
    <w:rsid w:val="00F82789"/>
    <w:rsid w:val="00F91DED"/>
    <w:rsid w:val="00F94FAD"/>
    <w:rsid w:val="00F954A9"/>
    <w:rsid w:val="00FA00F6"/>
    <w:rsid w:val="00FA2A76"/>
    <w:rsid w:val="00FA320A"/>
    <w:rsid w:val="00FA35A8"/>
    <w:rsid w:val="00FA3989"/>
    <w:rsid w:val="00FA4F27"/>
    <w:rsid w:val="00FA5746"/>
    <w:rsid w:val="00FA5BB1"/>
    <w:rsid w:val="00FA6EA2"/>
    <w:rsid w:val="00FB0019"/>
    <w:rsid w:val="00FB0E85"/>
    <w:rsid w:val="00FB1DA9"/>
    <w:rsid w:val="00FB4210"/>
    <w:rsid w:val="00FB4457"/>
    <w:rsid w:val="00FB7332"/>
    <w:rsid w:val="00FC11BB"/>
    <w:rsid w:val="00FC12A8"/>
    <w:rsid w:val="00FC1E03"/>
    <w:rsid w:val="00FC3ACE"/>
    <w:rsid w:val="00FC5108"/>
    <w:rsid w:val="00FC58B6"/>
    <w:rsid w:val="00FC6870"/>
    <w:rsid w:val="00FC6C08"/>
    <w:rsid w:val="00FC73E3"/>
    <w:rsid w:val="00FC76C6"/>
    <w:rsid w:val="00FD0B50"/>
    <w:rsid w:val="00FD25DD"/>
    <w:rsid w:val="00FD3D17"/>
    <w:rsid w:val="00FD4401"/>
    <w:rsid w:val="00FD742C"/>
    <w:rsid w:val="00FE2082"/>
    <w:rsid w:val="00FE2BDB"/>
    <w:rsid w:val="00FE302D"/>
    <w:rsid w:val="00FE470F"/>
    <w:rsid w:val="00FE5371"/>
    <w:rsid w:val="00FE5F0B"/>
    <w:rsid w:val="00FE6218"/>
    <w:rsid w:val="00FE7956"/>
    <w:rsid w:val="00FF0458"/>
    <w:rsid w:val="00FF1A55"/>
    <w:rsid w:val="00FF3C7B"/>
    <w:rsid w:val="00FF4F69"/>
    <w:rsid w:val="00FF55B0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65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24</Pages>
  <Words>6026</Words>
  <Characters>-32766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20</cp:revision>
  <cp:lastPrinted>2016-07-11T16:01:00Z</cp:lastPrinted>
  <dcterms:created xsi:type="dcterms:W3CDTF">2016-07-06T09:34:00Z</dcterms:created>
  <dcterms:modified xsi:type="dcterms:W3CDTF">2016-07-27T09:33:00Z</dcterms:modified>
</cp:coreProperties>
</file>