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32F9" w:rsidRDefault="003A32F9" w:rsidP="0002037D">
      <w:pPr>
        <w:autoSpaceDE w:val="0"/>
        <w:autoSpaceDN w:val="0"/>
        <w:adjustRightInd w:val="0"/>
        <w:spacing w:after="0" w:line="240" w:lineRule="auto"/>
        <w:ind w:firstLine="1049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4</w:t>
      </w:r>
    </w:p>
    <w:p w:rsidR="003A32F9" w:rsidRDefault="003A32F9" w:rsidP="0002037D">
      <w:pPr>
        <w:autoSpaceDE w:val="0"/>
        <w:autoSpaceDN w:val="0"/>
        <w:adjustRightInd w:val="0"/>
        <w:spacing w:after="0" w:line="240" w:lineRule="auto"/>
        <w:ind w:firstLine="1049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3A32F9" w:rsidRDefault="003A32F9" w:rsidP="0002037D">
      <w:pPr>
        <w:autoSpaceDE w:val="0"/>
        <w:autoSpaceDN w:val="0"/>
        <w:adjustRightInd w:val="0"/>
        <w:spacing w:after="0" w:line="240" w:lineRule="auto"/>
        <w:ind w:firstLine="1049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городского округа</w:t>
      </w:r>
    </w:p>
    <w:p w:rsidR="003A32F9" w:rsidRDefault="003A32F9" w:rsidP="0002037D">
      <w:pPr>
        <w:autoSpaceDE w:val="0"/>
        <w:autoSpaceDN w:val="0"/>
        <w:adjustRightInd w:val="0"/>
        <w:spacing w:after="0" w:line="240" w:lineRule="auto"/>
        <w:ind w:firstLine="1049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«Город Калининград»</w:t>
      </w:r>
    </w:p>
    <w:p w:rsidR="003A32F9" w:rsidRDefault="003A32F9" w:rsidP="0002037D">
      <w:pPr>
        <w:autoSpaceDE w:val="0"/>
        <w:autoSpaceDN w:val="0"/>
        <w:adjustRightInd w:val="0"/>
        <w:spacing w:after="0" w:line="240" w:lineRule="auto"/>
        <w:ind w:firstLine="1049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 26 июля 2016 г. № 1093</w:t>
      </w:r>
    </w:p>
    <w:p w:rsidR="003A32F9" w:rsidRDefault="003A32F9" w:rsidP="001A0FC4">
      <w:pPr>
        <w:autoSpaceDE w:val="0"/>
        <w:autoSpaceDN w:val="0"/>
        <w:adjustRightInd w:val="0"/>
        <w:spacing w:after="0" w:line="240" w:lineRule="auto"/>
        <w:ind w:firstLine="12049"/>
        <w:rPr>
          <w:rFonts w:ascii="Times New Roman" w:hAnsi="Times New Roman" w:cs="Times New Roman"/>
          <w:sz w:val="28"/>
          <w:szCs w:val="28"/>
        </w:rPr>
      </w:pPr>
    </w:p>
    <w:p w:rsidR="003A32F9" w:rsidRDefault="003A32F9" w:rsidP="001A0FC4">
      <w:pPr>
        <w:autoSpaceDE w:val="0"/>
        <w:autoSpaceDN w:val="0"/>
        <w:adjustRightInd w:val="0"/>
        <w:spacing w:after="0" w:line="240" w:lineRule="auto"/>
        <w:ind w:firstLine="12049"/>
        <w:rPr>
          <w:rFonts w:ascii="Times New Roman" w:hAnsi="Times New Roman" w:cs="Times New Roman"/>
          <w:sz w:val="28"/>
          <w:szCs w:val="28"/>
        </w:rPr>
      </w:pPr>
    </w:p>
    <w:p w:rsidR="003A32F9" w:rsidRDefault="003A32F9" w:rsidP="0002037D">
      <w:pPr>
        <w:autoSpaceDE w:val="0"/>
        <w:autoSpaceDN w:val="0"/>
        <w:adjustRightInd w:val="0"/>
        <w:spacing w:after="0" w:line="240" w:lineRule="auto"/>
        <w:ind w:firstLine="1049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3</w:t>
      </w:r>
    </w:p>
    <w:p w:rsidR="003A32F9" w:rsidRDefault="003A32F9" w:rsidP="0002037D">
      <w:pPr>
        <w:autoSpaceDE w:val="0"/>
        <w:autoSpaceDN w:val="0"/>
        <w:adjustRightInd w:val="0"/>
        <w:spacing w:after="0" w:line="240" w:lineRule="auto"/>
        <w:ind w:firstLine="1049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Программе</w:t>
      </w:r>
    </w:p>
    <w:p w:rsidR="003A32F9" w:rsidRPr="00200EDF" w:rsidRDefault="003A32F9" w:rsidP="000F316B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3A32F9" w:rsidRDefault="003A32F9" w:rsidP="000F316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35CD1">
        <w:rPr>
          <w:rFonts w:ascii="Times New Roman" w:hAnsi="Times New Roman" w:cs="Times New Roman"/>
          <w:sz w:val="28"/>
          <w:szCs w:val="28"/>
        </w:rPr>
        <w:t>ГРАФИК</w:t>
      </w:r>
    </w:p>
    <w:p w:rsidR="003A32F9" w:rsidRDefault="003A32F9" w:rsidP="000F316B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635CD1">
        <w:rPr>
          <w:rFonts w:ascii="Times New Roman" w:hAnsi="Times New Roman" w:cs="Times New Roman"/>
          <w:sz w:val="28"/>
          <w:szCs w:val="28"/>
        </w:rPr>
        <w:t>выполнения мероприятий в 20</w:t>
      </w:r>
      <w:r>
        <w:rPr>
          <w:rFonts w:ascii="Times New Roman" w:hAnsi="Times New Roman" w:cs="Times New Roman"/>
          <w:sz w:val="28"/>
          <w:szCs w:val="28"/>
        </w:rPr>
        <w:t xml:space="preserve">16 </w:t>
      </w:r>
      <w:r w:rsidRPr="00635CD1">
        <w:rPr>
          <w:rFonts w:ascii="Times New Roman" w:hAnsi="Times New Roman" w:cs="Times New Roman"/>
          <w:sz w:val="28"/>
          <w:szCs w:val="28"/>
        </w:rPr>
        <w:t>г.</w:t>
      </w:r>
    </w:p>
    <w:p w:rsidR="003A32F9" w:rsidRDefault="003A32F9" w:rsidP="00826A97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908"/>
        <w:gridCol w:w="5265"/>
        <w:gridCol w:w="1050"/>
        <w:gridCol w:w="1053"/>
        <w:gridCol w:w="1053"/>
        <w:gridCol w:w="1053"/>
        <w:gridCol w:w="4244"/>
      </w:tblGrid>
      <w:tr w:rsidR="003A32F9" w:rsidRPr="00797386">
        <w:tc>
          <w:tcPr>
            <w:tcW w:w="310" w:type="pct"/>
            <w:tcMar>
              <w:left w:w="28" w:type="dxa"/>
              <w:right w:w="28" w:type="dxa"/>
            </w:tcMar>
          </w:tcPr>
          <w:p w:rsidR="003A32F9" w:rsidRPr="00374822" w:rsidRDefault="003A32F9" w:rsidP="00920876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374822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3A32F9" w:rsidRPr="00374822" w:rsidRDefault="003A32F9" w:rsidP="00920876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374822">
              <w:rPr>
                <w:rFonts w:ascii="Times New Roman" w:hAnsi="Times New Roman" w:cs="Times New Roman"/>
                <w:sz w:val="20"/>
                <w:szCs w:val="20"/>
              </w:rPr>
              <w:t>п/п</w:t>
            </w:r>
          </w:p>
        </w:tc>
        <w:tc>
          <w:tcPr>
            <w:tcW w:w="1800" w:type="pct"/>
            <w:tcMar>
              <w:left w:w="28" w:type="dxa"/>
              <w:right w:w="28" w:type="dxa"/>
            </w:tcMar>
          </w:tcPr>
          <w:p w:rsidR="003A32F9" w:rsidRPr="00374822" w:rsidRDefault="003A32F9" w:rsidP="00920876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374822">
              <w:rPr>
                <w:rFonts w:ascii="Times New Roman" w:hAnsi="Times New Roman" w:cs="Times New Roman"/>
                <w:sz w:val="20"/>
                <w:szCs w:val="20"/>
              </w:rPr>
              <w:t>Наименование задачи, мероприятия, этапа</w:t>
            </w:r>
          </w:p>
        </w:tc>
        <w:tc>
          <w:tcPr>
            <w:tcW w:w="359" w:type="pct"/>
            <w:tcMar>
              <w:left w:w="28" w:type="dxa"/>
              <w:right w:w="28" w:type="dxa"/>
            </w:tcMar>
          </w:tcPr>
          <w:p w:rsidR="003A32F9" w:rsidRPr="00374822" w:rsidRDefault="003A32F9" w:rsidP="00920876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374822">
              <w:rPr>
                <w:rFonts w:ascii="Times New Roman" w:hAnsi="Times New Roman" w:cs="Times New Roman"/>
                <w:sz w:val="20"/>
                <w:szCs w:val="20"/>
              </w:rPr>
              <w:t>1 кв.</w:t>
            </w:r>
          </w:p>
        </w:tc>
        <w:tc>
          <w:tcPr>
            <w:tcW w:w="360" w:type="pct"/>
            <w:tcMar>
              <w:left w:w="28" w:type="dxa"/>
              <w:right w:w="28" w:type="dxa"/>
            </w:tcMar>
          </w:tcPr>
          <w:p w:rsidR="003A32F9" w:rsidRPr="00374822" w:rsidRDefault="003A32F9" w:rsidP="00920876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374822">
              <w:rPr>
                <w:rFonts w:ascii="Times New Roman" w:hAnsi="Times New Roman" w:cs="Times New Roman"/>
                <w:sz w:val="20"/>
                <w:szCs w:val="20"/>
              </w:rPr>
              <w:t>2 кв.</w:t>
            </w:r>
          </w:p>
        </w:tc>
        <w:tc>
          <w:tcPr>
            <w:tcW w:w="360" w:type="pct"/>
            <w:tcMar>
              <w:left w:w="28" w:type="dxa"/>
              <w:right w:w="28" w:type="dxa"/>
            </w:tcMar>
          </w:tcPr>
          <w:p w:rsidR="003A32F9" w:rsidRPr="00374822" w:rsidRDefault="003A32F9" w:rsidP="00920876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374822">
              <w:rPr>
                <w:rFonts w:ascii="Times New Roman" w:hAnsi="Times New Roman" w:cs="Times New Roman"/>
                <w:sz w:val="20"/>
                <w:szCs w:val="20"/>
              </w:rPr>
              <w:t>3 кв.</w:t>
            </w:r>
          </w:p>
        </w:tc>
        <w:tc>
          <w:tcPr>
            <w:tcW w:w="360" w:type="pct"/>
            <w:tcMar>
              <w:left w:w="28" w:type="dxa"/>
              <w:right w:w="28" w:type="dxa"/>
            </w:tcMar>
          </w:tcPr>
          <w:p w:rsidR="003A32F9" w:rsidRPr="00374822" w:rsidRDefault="003A32F9" w:rsidP="00920876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374822">
              <w:rPr>
                <w:rFonts w:ascii="Times New Roman" w:hAnsi="Times New Roman" w:cs="Times New Roman"/>
                <w:sz w:val="20"/>
                <w:szCs w:val="20"/>
              </w:rPr>
              <w:t>4 кв.</w:t>
            </w:r>
          </w:p>
        </w:tc>
        <w:tc>
          <w:tcPr>
            <w:tcW w:w="1452" w:type="pct"/>
            <w:tcMar>
              <w:left w:w="28" w:type="dxa"/>
              <w:right w:w="28" w:type="dxa"/>
            </w:tcMar>
          </w:tcPr>
          <w:p w:rsidR="003A32F9" w:rsidRPr="00374822" w:rsidRDefault="003A32F9" w:rsidP="00920876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374822">
              <w:rPr>
                <w:rFonts w:ascii="Times New Roman" w:hAnsi="Times New Roman" w:cs="Times New Roman"/>
                <w:sz w:val="20"/>
                <w:szCs w:val="20"/>
              </w:rPr>
              <w:t>Примечание</w:t>
            </w:r>
          </w:p>
        </w:tc>
      </w:tr>
    </w:tbl>
    <w:p w:rsidR="003A32F9" w:rsidRDefault="003A32F9" w:rsidP="002A6070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"/>
          <w:szCs w:val="2"/>
        </w:rPr>
      </w:pPr>
    </w:p>
    <w:p w:rsidR="003A32F9" w:rsidRDefault="003A32F9" w:rsidP="002A6070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"/>
          <w:szCs w:val="2"/>
        </w:rPr>
      </w:pPr>
    </w:p>
    <w:p w:rsidR="003A32F9" w:rsidRPr="00A206E6" w:rsidRDefault="003A32F9" w:rsidP="002A6070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"/>
          <w:szCs w:val="2"/>
        </w:rPr>
      </w:pPr>
    </w:p>
    <w:tbl>
      <w:tblPr>
        <w:tblW w:w="5000" w:type="pct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907"/>
        <w:gridCol w:w="15"/>
        <w:gridCol w:w="5239"/>
        <w:gridCol w:w="12"/>
        <w:gridCol w:w="1050"/>
        <w:gridCol w:w="1044"/>
        <w:gridCol w:w="1044"/>
        <w:gridCol w:w="1044"/>
        <w:gridCol w:w="4271"/>
      </w:tblGrid>
      <w:tr w:rsidR="003A32F9" w:rsidRPr="00797386">
        <w:trPr>
          <w:tblHeader/>
        </w:trPr>
        <w:tc>
          <w:tcPr>
            <w:tcW w:w="310" w:type="pct"/>
            <w:tcMar>
              <w:left w:w="28" w:type="dxa"/>
              <w:right w:w="28" w:type="dxa"/>
            </w:tcMar>
          </w:tcPr>
          <w:p w:rsidR="003A32F9" w:rsidRPr="00797386" w:rsidRDefault="003A32F9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00" w:type="pct"/>
            <w:gridSpan w:val="3"/>
            <w:tcMar>
              <w:left w:w="28" w:type="dxa"/>
              <w:right w:w="28" w:type="dxa"/>
            </w:tcMar>
          </w:tcPr>
          <w:p w:rsidR="003A32F9" w:rsidRPr="00797386" w:rsidRDefault="003A32F9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59" w:type="pct"/>
            <w:tcMar>
              <w:left w:w="28" w:type="dxa"/>
              <w:right w:w="28" w:type="dxa"/>
            </w:tcMar>
          </w:tcPr>
          <w:p w:rsidR="003A32F9" w:rsidRPr="00797386" w:rsidRDefault="003A32F9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3A32F9" w:rsidRPr="00797386" w:rsidRDefault="003A32F9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3A32F9" w:rsidRPr="00797386" w:rsidRDefault="003A32F9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3A32F9" w:rsidRPr="00797386" w:rsidRDefault="003A32F9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460" w:type="pct"/>
            <w:tcMar>
              <w:left w:w="28" w:type="dxa"/>
              <w:right w:w="28" w:type="dxa"/>
            </w:tcMar>
          </w:tcPr>
          <w:p w:rsidR="003A32F9" w:rsidRPr="00797386" w:rsidRDefault="003A32F9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3A32F9" w:rsidRPr="00797386">
        <w:tc>
          <w:tcPr>
            <w:tcW w:w="5000" w:type="pct"/>
            <w:gridSpan w:val="9"/>
            <w:tcMar>
              <w:left w:w="28" w:type="dxa"/>
              <w:right w:w="28" w:type="dxa"/>
            </w:tcMar>
          </w:tcPr>
          <w:p w:rsidR="003A32F9" w:rsidRPr="00265030" w:rsidRDefault="003A32F9" w:rsidP="0026503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1. </w:t>
            </w:r>
            <w:r w:rsidRPr="00265030">
              <w:rPr>
                <w:rFonts w:ascii="Times New Roman" w:hAnsi="Times New Roman" w:cs="Times New Roman"/>
                <w:sz w:val="28"/>
                <w:szCs w:val="28"/>
              </w:rPr>
              <w:t>Обеспечение государственных гарантий прав граждан на получение общедоступного и бесплатного дошкольного, начального общего, основного общего, среднего общего образования, обеспечение дополнительного образования детей, организация отдыха детей и подростков в каникулярное время</w:t>
            </w:r>
          </w:p>
        </w:tc>
      </w:tr>
      <w:tr w:rsidR="003A32F9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3A32F9" w:rsidRPr="00265030" w:rsidRDefault="003A32F9" w:rsidP="004F7C8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65030">
              <w:rPr>
                <w:rFonts w:ascii="Times New Roman" w:hAnsi="Times New Roman" w:cs="Times New Roman"/>
                <w:sz w:val="24"/>
                <w:szCs w:val="24"/>
              </w:rPr>
              <w:t>1.1.1</w:t>
            </w:r>
          </w:p>
        </w:tc>
        <w:tc>
          <w:tcPr>
            <w:tcW w:w="4685" w:type="pct"/>
            <w:gridSpan w:val="7"/>
            <w:tcMar>
              <w:left w:w="28" w:type="dxa"/>
              <w:right w:w="28" w:type="dxa"/>
            </w:tcMar>
          </w:tcPr>
          <w:p w:rsidR="003A32F9" w:rsidRPr="00B84866" w:rsidRDefault="003A32F9" w:rsidP="0026503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565317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дошкольного образования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присмотр и уход за детьми</w:t>
            </w:r>
          </w:p>
        </w:tc>
      </w:tr>
      <w:tr w:rsidR="003A32F9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3A32F9" w:rsidRPr="00265030" w:rsidRDefault="003A32F9" w:rsidP="004F7C8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pct"/>
            <w:tcMar>
              <w:left w:w="28" w:type="dxa"/>
              <w:right w:w="28" w:type="dxa"/>
            </w:tcMar>
          </w:tcPr>
          <w:p w:rsidR="003A32F9" w:rsidRPr="00B84866" w:rsidRDefault="003A32F9" w:rsidP="00265030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3A32F9" w:rsidRPr="00B84866" w:rsidRDefault="003A32F9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3A32F9" w:rsidRPr="00B84866" w:rsidRDefault="003A32F9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3A32F9" w:rsidRPr="00B84866" w:rsidRDefault="003A32F9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3A32F9" w:rsidRPr="00B84866" w:rsidRDefault="003A32F9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pct"/>
            <w:vMerge w:val="restart"/>
            <w:tcMar>
              <w:left w:w="28" w:type="dxa"/>
              <w:right w:w="28" w:type="dxa"/>
            </w:tcMar>
          </w:tcPr>
          <w:p w:rsidR="003A32F9" w:rsidRPr="00797386" w:rsidRDefault="003A32F9" w:rsidP="0026503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A32F9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3A32F9" w:rsidRPr="00265030" w:rsidRDefault="003A32F9" w:rsidP="004F7C8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pct"/>
            <w:tcMar>
              <w:left w:w="28" w:type="dxa"/>
              <w:right w:w="28" w:type="dxa"/>
            </w:tcMar>
          </w:tcPr>
          <w:p w:rsidR="003A32F9" w:rsidRPr="00B84866" w:rsidRDefault="003A32F9" w:rsidP="00265030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3A32F9" w:rsidRPr="00B84866" w:rsidRDefault="003A32F9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3A32F9" w:rsidRPr="00B84866" w:rsidRDefault="003A32F9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3A32F9" w:rsidRPr="00B84866" w:rsidRDefault="003A32F9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3A32F9" w:rsidRPr="00B84866" w:rsidRDefault="003A32F9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1460" w:type="pct"/>
            <w:vMerge/>
            <w:tcMar>
              <w:left w:w="28" w:type="dxa"/>
              <w:right w:w="28" w:type="dxa"/>
            </w:tcMar>
          </w:tcPr>
          <w:p w:rsidR="003A32F9" w:rsidRPr="00797386" w:rsidRDefault="003A32F9" w:rsidP="0026503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A32F9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3A32F9" w:rsidRPr="00265030" w:rsidRDefault="003A32F9" w:rsidP="004F7C8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1.1.2</w:t>
            </w:r>
          </w:p>
        </w:tc>
        <w:tc>
          <w:tcPr>
            <w:tcW w:w="4685" w:type="pct"/>
            <w:gridSpan w:val="7"/>
            <w:tcMar>
              <w:left w:w="28" w:type="dxa"/>
              <w:right w:w="28" w:type="dxa"/>
            </w:tcMar>
          </w:tcPr>
          <w:p w:rsidR="003A32F9" w:rsidRPr="00B84866" w:rsidRDefault="003A32F9" w:rsidP="00265030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45C3A">
              <w:rPr>
                <w:rFonts w:ascii="Times New Roman" w:hAnsi="Times New Roman" w:cs="Times New Roman"/>
                <w:sz w:val="24"/>
                <w:szCs w:val="24"/>
              </w:rPr>
              <w:t>Оказание услуг по присмотру и уходу за детьми в частных организациях, осуществляющих образовательную деятельность</w:t>
            </w:r>
          </w:p>
        </w:tc>
      </w:tr>
      <w:tr w:rsidR="003A32F9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3A32F9" w:rsidRPr="00994681" w:rsidRDefault="003A32F9" w:rsidP="004F7C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91" w:type="pct"/>
            <w:tcMar>
              <w:left w:w="28" w:type="dxa"/>
              <w:right w:w="28" w:type="dxa"/>
            </w:tcMar>
          </w:tcPr>
          <w:p w:rsidR="003A32F9" w:rsidRPr="00B84866" w:rsidRDefault="003A32F9" w:rsidP="00265030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3A32F9" w:rsidRPr="00B84866" w:rsidRDefault="003A32F9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3A32F9" w:rsidRPr="00B84866" w:rsidRDefault="003A32F9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3A32F9" w:rsidRPr="00B84866" w:rsidRDefault="003A32F9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3A32F9" w:rsidRPr="00B84866" w:rsidRDefault="003A32F9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pct"/>
            <w:vMerge w:val="restart"/>
            <w:tcMar>
              <w:left w:w="28" w:type="dxa"/>
              <w:right w:w="28" w:type="dxa"/>
            </w:tcMar>
          </w:tcPr>
          <w:p w:rsidR="003A32F9" w:rsidRPr="00797386" w:rsidRDefault="003A32F9" w:rsidP="0026503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A32F9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3A32F9" w:rsidRDefault="003A32F9" w:rsidP="004F7C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91" w:type="pct"/>
            <w:tcMar>
              <w:left w:w="28" w:type="dxa"/>
              <w:right w:w="28" w:type="dxa"/>
            </w:tcMar>
          </w:tcPr>
          <w:p w:rsidR="003A32F9" w:rsidRPr="00B84866" w:rsidRDefault="003A32F9" w:rsidP="00265030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3A32F9" w:rsidRPr="00B84866" w:rsidRDefault="003A32F9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3A32F9" w:rsidRPr="00B84866" w:rsidRDefault="003A32F9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3A32F9" w:rsidRPr="00B84866" w:rsidRDefault="003A32F9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3A32F9" w:rsidRPr="00B84866" w:rsidRDefault="003A32F9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1460" w:type="pct"/>
            <w:vMerge/>
            <w:tcMar>
              <w:left w:w="28" w:type="dxa"/>
              <w:right w:w="28" w:type="dxa"/>
            </w:tcMar>
          </w:tcPr>
          <w:p w:rsidR="003A32F9" w:rsidRPr="00797386" w:rsidRDefault="003A32F9" w:rsidP="0026503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A32F9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3A32F9" w:rsidRPr="0089347C" w:rsidRDefault="003A32F9" w:rsidP="0089347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89347C">
              <w:rPr>
                <w:rFonts w:ascii="Times New Roman" w:hAnsi="Times New Roman" w:cs="Times New Roman"/>
                <w:sz w:val="24"/>
                <w:szCs w:val="24"/>
              </w:rPr>
              <w:t>1.2.1</w:t>
            </w:r>
          </w:p>
        </w:tc>
        <w:tc>
          <w:tcPr>
            <w:tcW w:w="4685" w:type="pct"/>
            <w:gridSpan w:val="7"/>
            <w:tcMar>
              <w:left w:w="28" w:type="dxa"/>
              <w:right w:w="28" w:type="dxa"/>
            </w:tcMar>
          </w:tcPr>
          <w:p w:rsidR="003A32F9" w:rsidRPr="00B84866" w:rsidRDefault="003A32F9" w:rsidP="001F431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565317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начального общего, основного общего и среднего общего образования, дополнительных общеобразовательных общеразвивающих программ</w:t>
            </w:r>
          </w:p>
        </w:tc>
      </w:tr>
      <w:tr w:rsidR="003A32F9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3A32F9" w:rsidRPr="00994681" w:rsidRDefault="003A32F9" w:rsidP="004F7C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91" w:type="pct"/>
            <w:tcMar>
              <w:left w:w="28" w:type="dxa"/>
              <w:right w:w="28" w:type="dxa"/>
            </w:tcMar>
          </w:tcPr>
          <w:p w:rsidR="003A32F9" w:rsidRPr="00B84866" w:rsidRDefault="003A32F9" w:rsidP="00936CFB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3A32F9" w:rsidRPr="00B84866" w:rsidRDefault="003A32F9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3A32F9" w:rsidRPr="00B84866" w:rsidRDefault="003A32F9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3A32F9" w:rsidRPr="00B84866" w:rsidRDefault="003A32F9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3A32F9" w:rsidRPr="00B84866" w:rsidRDefault="003A32F9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pct"/>
            <w:vMerge w:val="restart"/>
            <w:tcMar>
              <w:left w:w="28" w:type="dxa"/>
              <w:right w:w="28" w:type="dxa"/>
            </w:tcMar>
          </w:tcPr>
          <w:p w:rsidR="003A32F9" w:rsidRPr="00797386" w:rsidRDefault="003A32F9" w:rsidP="00936CF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A32F9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3A32F9" w:rsidRPr="001312BC" w:rsidRDefault="003A32F9" w:rsidP="004F7C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91" w:type="pct"/>
            <w:tcMar>
              <w:left w:w="28" w:type="dxa"/>
              <w:right w:w="28" w:type="dxa"/>
            </w:tcMar>
          </w:tcPr>
          <w:p w:rsidR="003A32F9" w:rsidRPr="00B84866" w:rsidRDefault="003A32F9" w:rsidP="00936CFB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3A32F9" w:rsidRPr="00B84866" w:rsidRDefault="003A32F9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3A32F9" w:rsidRPr="00B84866" w:rsidRDefault="003A32F9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3A32F9" w:rsidRPr="00B84866" w:rsidRDefault="003A32F9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3A32F9" w:rsidRPr="00B84866" w:rsidRDefault="003A32F9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1460" w:type="pct"/>
            <w:vMerge/>
            <w:tcMar>
              <w:left w:w="28" w:type="dxa"/>
              <w:right w:w="28" w:type="dxa"/>
            </w:tcMar>
          </w:tcPr>
          <w:p w:rsidR="003A32F9" w:rsidRPr="00797386" w:rsidRDefault="003A32F9" w:rsidP="00936CF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A32F9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3A32F9" w:rsidRPr="0089347C" w:rsidRDefault="003A32F9" w:rsidP="0001732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C3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4685" w:type="pct"/>
            <w:gridSpan w:val="7"/>
            <w:tcMar>
              <w:left w:w="28" w:type="dxa"/>
              <w:right w:w="28" w:type="dxa"/>
            </w:tcMar>
          </w:tcPr>
          <w:p w:rsidR="003A32F9" w:rsidRPr="00B84866" w:rsidRDefault="003A32F9" w:rsidP="00245C3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Содержание и воспитание детей и подростков, находящихся в трудной жизненной ситуации</w:t>
            </w:r>
          </w:p>
        </w:tc>
      </w:tr>
      <w:tr w:rsidR="003A32F9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3A32F9" w:rsidRPr="0089347C" w:rsidRDefault="003A32F9" w:rsidP="004F7C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pct"/>
            <w:tcMar>
              <w:left w:w="28" w:type="dxa"/>
              <w:right w:w="28" w:type="dxa"/>
            </w:tcMar>
          </w:tcPr>
          <w:p w:rsidR="003A32F9" w:rsidRPr="00B84866" w:rsidRDefault="003A32F9" w:rsidP="00245C3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3A32F9" w:rsidRPr="00B84866" w:rsidRDefault="003A32F9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3A32F9" w:rsidRPr="00B84866" w:rsidRDefault="003A32F9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3A32F9" w:rsidRPr="00B84866" w:rsidRDefault="003A32F9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3A32F9" w:rsidRPr="00B84866" w:rsidRDefault="003A32F9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pct"/>
            <w:vMerge w:val="restart"/>
            <w:tcMar>
              <w:left w:w="28" w:type="dxa"/>
              <w:right w:w="28" w:type="dxa"/>
            </w:tcMar>
          </w:tcPr>
          <w:p w:rsidR="003A32F9" w:rsidRPr="00797386" w:rsidRDefault="003A32F9" w:rsidP="00245C3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A32F9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3A32F9" w:rsidRPr="0089347C" w:rsidRDefault="003A32F9" w:rsidP="004F7C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pct"/>
            <w:tcMar>
              <w:left w:w="28" w:type="dxa"/>
              <w:right w:w="28" w:type="dxa"/>
            </w:tcMar>
          </w:tcPr>
          <w:p w:rsidR="003A32F9" w:rsidRPr="00B84866" w:rsidRDefault="003A32F9" w:rsidP="00245C3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3A32F9" w:rsidRPr="00B84866" w:rsidRDefault="003A32F9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3A32F9" w:rsidRPr="00B84866" w:rsidRDefault="003A32F9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3A32F9" w:rsidRPr="00B84866" w:rsidRDefault="003A32F9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3A32F9" w:rsidRPr="00B84866" w:rsidRDefault="003A32F9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1460" w:type="pct"/>
            <w:vMerge/>
            <w:tcMar>
              <w:left w:w="28" w:type="dxa"/>
              <w:right w:w="28" w:type="dxa"/>
            </w:tcMar>
          </w:tcPr>
          <w:p w:rsidR="003A32F9" w:rsidRPr="00797386" w:rsidRDefault="003A32F9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A32F9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3A32F9" w:rsidRPr="0089347C" w:rsidRDefault="003A32F9" w:rsidP="004F7C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47C">
              <w:rPr>
                <w:rFonts w:ascii="Times New Roman" w:hAnsi="Times New Roman" w:cs="Times New Roman"/>
                <w:sz w:val="24"/>
                <w:szCs w:val="24"/>
              </w:rPr>
              <w:t>1.3.1</w:t>
            </w:r>
          </w:p>
        </w:tc>
        <w:tc>
          <w:tcPr>
            <w:tcW w:w="4685" w:type="pct"/>
            <w:gridSpan w:val="7"/>
            <w:tcMar>
              <w:left w:w="28" w:type="dxa"/>
              <w:right w:w="28" w:type="dxa"/>
            </w:tcMar>
          </w:tcPr>
          <w:p w:rsidR="003A32F9" w:rsidRPr="00B84866" w:rsidRDefault="003A32F9" w:rsidP="00A54BA7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565317">
              <w:rPr>
                <w:rFonts w:ascii="Times New Roman" w:hAnsi="Times New Roman" w:cs="Times New Roman"/>
                <w:sz w:val="24"/>
                <w:szCs w:val="24"/>
              </w:rPr>
              <w:t>Реализация дополнительных общеобразовательных общеразвивающих программ</w:t>
            </w:r>
          </w:p>
        </w:tc>
      </w:tr>
      <w:tr w:rsidR="003A32F9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3A32F9" w:rsidRPr="0089347C" w:rsidRDefault="003A32F9" w:rsidP="004F7C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pct"/>
            <w:tcMar>
              <w:left w:w="28" w:type="dxa"/>
              <w:right w:w="28" w:type="dxa"/>
            </w:tcMar>
          </w:tcPr>
          <w:p w:rsidR="003A32F9" w:rsidRPr="00B84866" w:rsidRDefault="003A32F9" w:rsidP="00A54BA7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3A32F9" w:rsidRPr="00B84866" w:rsidRDefault="003A32F9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3A32F9" w:rsidRPr="00B84866" w:rsidRDefault="003A32F9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3A32F9" w:rsidRPr="00B84866" w:rsidRDefault="003A32F9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3A32F9" w:rsidRDefault="003A32F9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pct"/>
            <w:vMerge w:val="restart"/>
            <w:tcMar>
              <w:left w:w="28" w:type="dxa"/>
              <w:right w:w="28" w:type="dxa"/>
            </w:tcMar>
          </w:tcPr>
          <w:p w:rsidR="003A32F9" w:rsidRPr="00B84866" w:rsidRDefault="003A32F9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2F9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3A32F9" w:rsidRPr="0089347C" w:rsidRDefault="003A32F9" w:rsidP="004F7C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pct"/>
            <w:tcMar>
              <w:left w:w="28" w:type="dxa"/>
              <w:right w:w="28" w:type="dxa"/>
            </w:tcMar>
          </w:tcPr>
          <w:p w:rsidR="003A32F9" w:rsidRPr="00B84866" w:rsidRDefault="003A32F9" w:rsidP="00A54BA7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3A32F9" w:rsidRPr="00B84866" w:rsidRDefault="003A32F9" w:rsidP="00A54BA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3A32F9" w:rsidRPr="00B84866" w:rsidRDefault="003A32F9" w:rsidP="00A54BA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3A32F9" w:rsidRPr="00B84866" w:rsidRDefault="003A32F9" w:rsidP="00A54BA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3A32F9" w:rsidRPr="00B84866" w:rsidRDefault="003A32F9" w:rsidP="00A54BA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1460" w:type="pct"/>
            <w:vMerge/>
            <w:tcMar>
              <w:left w:w="28" w:type="dxa"/>
              <w:right w:w="28" w:type="dxa"/>
            </w:tcMar>
          </w:tcPr>
          <w:p w:rsidR="003A32F9" w:rsidRPr="00B84866" w:rsidRDefault="003A32F9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2F9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3A32F9" w:rsidRPr="0089347C" w:rsidRDefault="003A32F9" w:rsidP="004F7C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47C">
              <w:rPr>
                <w:rFonts w:ascii="Times New Roman" w:hAnsi="Times New Roman" w:cs="Times New Roman"/>
                <w:sz w:val="24"/>
                <w:szCs w:val="24"/>
              </w:rPr>
              <w:t>1.4.1</w:t>
            </w:r>
          </w:p>
        </w:tc>
        <w:tc>
          <w:tcPr>
            <w:tcW w:w="4685" w:type="pct"/>
            <w:gridSpan w:val="7"/>
            <w:tcMar>
              <w:left w:w="28" w:type="dxa"/>
              <w:right w:w="28" w:type="dxa"/>
            </w:tcMar>
          </w:tcPr>
          <w:p w:rsidR="003A32F9" w:rsidRPr="00B84866" w:rsidRDefault="003A32F9" w:rsidP="009757D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02037D">
              <w:rPr>
                <w:rFonts w:ascii="Times New Roman" w:hAnsi="Times New Roman" w:cs="Times New Roman"/>
                <w:sz w:val="24"/>
                <w:szCs w:val="24"/>
              </w:rPr>
              <w:t>Информационно-технологическое сопровождение образовательного процесса</w:t>
            </w:r>
          </w:p>
        </w:tc>
      </w:tr>
      <w:tr w:rsidR="003A32F9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3A32F9" w:rsidRPr="0089347C" w:rsidRDefault="003A32F9" w:rsidP="004F7C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pct"/>
            <w:tcMar>
              <w:left w:w="28" w:type="dxa"/>
              <w:right w:w="28" w:type="dxa"/>
            </w:tcMar>
          </w:tcPr>
          <w:p w:rsidR="003A32F9" w:rsidRPr="00B84866" w:rsidRDefault="003A32F9" w:rsidP="00C71F96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3A32F9" w:rsidRPr="00B84866" w:rsidRDefault="003A32F9" w:rsidP="00C71F96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3A32F9" w:rsidRPr="00B84866" w:rsidRDefault="003A32F9" w:rsidP="00C71F96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3A32F9" w:rsidRPr="00B84866" w:rsidRDefault="003A32F9" w:rsidP="00C71F96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3A32F9" w:rsidRPr="00B84866" w:rsidRDefault="003A32F9" w:rsidP="00C71F96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pct"/>
            <w:tcMar>
              <w:left w:w="28" w:type="dxa"/>
              <w:right w:w="28" w:type="dxa"/>
            </w:tcMar>
          </w:tcPr>
          <w:p w:rsidR="003A32F9" w:rsidRPr="00B84866" w:rsidRDefault="003A32F9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2F9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3A32F9" w:rsidRPr="0089347C" w:rsidRDefault="003A32F9" w:rsidP="004F7C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pct"/>
            <w:tcMar>
              <w:left w:w="28" w:type="dxa"/>
              <w:right w:w="28" w:type="dxa"/>
            </w:tcMar>
          </w:tcPr>
          <w:p w:rsidR="003A32F9" w:rsidRPr="00B84866" w:rsidRDefault="003A32F9" w:rsidP="00C71F96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3A32F9" w:rsidRPr="00B84866" w:rsidRDefault="003A32F9" w:rsidP="00C71F96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3A32F9" w:rsidRPr="00B84866" w:rsidRDefault="003A32F9" w:rsidP="00C71F96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3A32F9" w:rsidRPr="00B84866" w:rsidRDefault="003A32F9" w:rsidP="00C71F96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3A32F9" w:rsidRPr="00B84866" w:rsidRDefault="003A32F9" w:rsidP="00C71F96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1460" w:type="pct"/>
            <w:tcMar>
              <w:left w:w="28" w:type="dxa"/>
              <w:right w:w="28" w:type="dxa"/>
            </w:tcMar>
          </w:tcPr>
          <w:p w:rsidR="003A32F9" w:rsidRPr="00B84866" w:rsidRDefault="003A32F9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2F9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3A32F9" w:rsidRPr="007C775A" w:rsidRDefault="003A32F9" w:rsidP="00C0237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75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7C775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85" w:type="pct"/>
            <w:gridSpan w:val="7"/>
            <w:tcMar>
              <w:left w:w="28" w:type="dxa"/>
              <w:right w:w="28" w:type="dxa"/>
            </w:tcMar>
          </w:tcPr>
          <w:p w:rsidR="003A32F9" w:rsidRPr="00B84866" w:rsidRDefault="003A32F9" w:rsidP="00245C3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мероприятий, направленных на духовно-нравственное воспитание</w:t>
            </w:r>
          </w:p>
        </w:tc>
      </w:tr>
      <w:tr w:rsidR="003A32F9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3A32F9" w:rsidRPr="007C775A" w:rsidRDefault="003A32F9" w:rsidP="0089347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pct"/>
            <w:tcMar>
              <w:left w:w="28" w:type="dxa"/>
              <w:right w:w="28" w:type="dxa"/>
            </w:tcMar>
          </w:tcPr>
          <w:p w:rsidR="003A32F9" w:rsidRPr="00B84866" w:rsidRDefault="003A32F9" w:rsidP="00245C3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3A32F9" w:rsidRPr="00B84866" w:rsidRDefault="003A32F9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3A32F9" w:rsidRPr="00B84866" w:rsidRDefault="003A32F9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3A32F9" w:rsidRPr="00B84866" w:rsidRDefault="003A32F9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3A32F9" w:rsidRPr="00B84866" w:rsidRDefault="003A32F9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pct"/>
            <w:tcMar>
              <w:left w:w="28" w:type="dxa"/>
              <w:right w:w="28" w:type="dxa"/>
            </w:tcMar>
          </w:tcPr>
          <w:p w:rsidR="003A32F9" w:rsidRPr="00B84866" w:rsidRDefault="003A32F9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2F9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3A32F9" w:rsidRPr="007C775A" w:rsidRDefault="003A32F9" w:rsidP="0089347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pct"/>
            <w:tcMar>
              <w:left w:w="28" w:type="dxa"/>
              <w:right w:w="28" w:type="dxa"/>
            </w:tcMar>
          </w:tcPr>
          <w:p w:rsidR="003A32F9" w:rsidRPr="00B84866" w:rsidRDefault="003A32F9" w:rsidP="00245C3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3A32F9" w:rsidRPr="00B84866" w:rsidRDefault="003A32F9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3A32F9" w:rsidRPr="00B84866" w:rsidRDefault="003A32F9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3A32F9" w:rsidRPr="00B84866" w:rsidRDefault="003A32F9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3A32F9" w:rsidRPr="00B84866" w:rsidRDefault="003A32F9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pct"/>
            <w:tcMar>
              <w:left w:w="28" w:type="dxa"/>
              <w:right w:w="28" w:type="dxa"/>
            </w:tcMar>
          </w:tcPr>
          <w:p w:rsidR="003A32F9" w:rsidRPr="00B84866" w:rsidRDefault="003A32F9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2F9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3A32F9" w:rsidRPr="007C775A" w:rsidRDefault="003A32F9" w:rsidP="00E80D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75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7C775A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</w:p>
        </w:tc>
        <w:tc>
          <w:tcPr>
            <w:tcW w:w="4685" w:type="pct"/>
            <w:gridSpan w:val="7"/>
            <w:tcMar>
              <w:left w:w="28" w:type="dxa"/>
              <w:right w:w="28" w:type="dxa"/>
            </w:tcMar>
          </w:tcPr>
          <w:p w:rsidR="003A32F9" w:rsidRPr="00043FE1" w:rsidRDefault="003A32F9" w:rsidP="00245C3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043FE1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мероприятий, направленных на гражданское и патриотическое воспитание</w:t>
            </w:r>
          </w:p>
        </w:tc>
      </w:tr>
      <w:tr w:rsidR="003A32F9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3A32F9" w:rsidRPr="0089347C" w:rsidRDefault="003A32F9" w:rsidP="0089347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pct"/>
            <w:tcMar>
              <w:left w:w="28" w:type="dxa"/>
              <w:right w:w="28" w:type="dxa"/>
            </w:tcMar>
          </w:tcPr>
          <w:p w:rsidR="003A32F9" w:rsidRPr="009500D4" w:rsidRDefault="003A32F9" w:rsidP="00245C3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3A32F9" w:rsidRPr="00797386" w:rsidRDefault="003A32F9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3A32F9" w:rsidRPr="00797386" w:rsidRDefault="003A32F9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3A32F9" w:rsidRPr="00797386" w:rsidRDefault="003A32F9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3A32F9" w:rsidRPr="00797386" w:rsidRDefault="003A32F9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0" w:type="pct"/>
            <w:tcMar>
              <w:left w:w="28" w:type="dxa"/>
              <w:right w:w="28" w:type="dxa"/>
            </w:tcMar>
          </w:tcPr>
          <w:p w:rsidR="003A32F9" w:rsidRPr="00797386" w:rsidRDefault="003A32F9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A32F9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3A32F9" w:rsidRPr="0089347C" w:rsidRDefault="003A32F9" w:rsidP="0089347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pct"/>
            <w:tcMar>
              <w:left w:w="28" w:type="dxa"/>
              <w:right w:w="28" w:type="dxa"/>
            </w:tcMar>
          </w:tcPr>
          <w:p w:rsidR="003A32F9" w:rsidRPr="00B84866" w:rsidRDefault="003A32F9" w:rsidP="00245C3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3A32F9" w:rsidRPr="00967BE7" w:rsidRDefault="003A32F9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67B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3A32F9" w:rsidRPr="00967BE7" w:rsidRDefault="003A32F9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3A32F9" w:rsidRPr="00967BE7" w:rsidRDefault="003A32F9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67B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3A32F9" w:rsidRPr="00B84866" w:rsidRDefault="003A32F9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60" w:type="pct"/>
            <w:tcMar>
              <w:left w:w="28" w:type="dxa"/>
              <w:right w:w="28" w:type="dxa"/>
            </w:tcMar>
          </w:tcPr>
          <w:p w:rsidR="003A32F9" w:rsidRPr="00B84866" w:rsidRDefault="003A32F9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2F9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3A32F9" w:rsidRPr="0089347C" w:rsidRDefault="003A32F9" w:rsidP="0089347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1.6.1</w:t>
            </w:r>
          </w:p>
        </w:tc>
        <w:tc>
          <w:tcPr>
            <w:tcW w:w="4685" w:type="pct"/>
            <w:gridSpan w:val="7"/>
            <w:tcMar>
              <w:left w:w="28" w:type="dxa"/>
              <w:right w:w="28" w:type="dxa"/>
            </w:tcMar>
          </w:tcPr>
          <w:p w:rsidR="003A32F9" w:rsidRPr="00E80D00" w:rsidRDefault="003A32F9" w:rsidP="00FA3AD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76DBE">
              <w:rPr>
                <w:rFonts w:ascii="Times New Roman" w:hAnsi="Times New Roman" w:cs="Times New Roman"/>
                <w:sz w:val="24"/>
                <w:szCs w:val="24"/>
              </w:rPr>
              <w:t>Организация отдыха детей и подростков в каникулярное время</w:t>
            </w:r>
          </w:p>
        </w:tc>
      </w:tr>
      <w:tr w:rsidR="003A32F9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3A32F9" w:rsidRPr="0089347C" w:rsidRDefault="003A32F9" w:rsidP="0089347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pct"/>
            <w:tcMar>
              <w:left w:w="28" w:type="dxa"/>
              <w:right w:w="28" w:type="dxa"/>
            </w:tcMar>
          </w:tcPr>
          <w:p w:rsidR="003A32F9" w:rsidRPr="00B84866" w:rsidRDefault="003A32F9" w:rsidP="00456340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3A32F9" w:rsidRPr="00B84866" w:rsidRDefault="003A32F9" w:rsidP="0045634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3A32F9" w:rsidRPr="00B84866" w:rsidRDefault="003A32F9" w:rsidP="0045634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3A32F9" w:rsidRPr="00B84866" w:rsidRDefault="003A32F9" w:rsidP="0045634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3A32F9" w:rsidRPr="00B84866" w:rsidRDefault="003A32F9" w:rsidP="0045634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pct"/>
            <w:tcMar>
              <w:left w:w="28" w:type="dxa"/>
              <w:right w:w="28" w:type="dxa"/>
            </w:tcMar>
          </w:tcPr>
          <w:p w:rsidR="003A32F9" w:rsidRPr="00B84866" w:rsidRDefault="003A32F9" w:rsidP="0045634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2F9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3A32F9" w:rsidRPr="0089347C" w:rsidRDefault="003A32F9" w:rsidP="0089347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pct"/>
            <w:tcMar>
              <w:left w:w="28" w:type="dxa"/>
              <w:right w:w="28" w:type="dxa"/>
            </w:tcMar>
          </w:tcPr>
          <w:p w:rsidR="003A32F9" w:rsidRPr="00B84866" w:rsidRDefault="003A32F9" w:rsidP="00456340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3A32F9" w:rsidRPr="00B211C4" w:rsidRDefault="003A32F9" w:rsidP="0045634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211C4">
              <w:rPr>
                <w:rFonts w:ascii="Times New Roman" w:hAnsi="Times New Roman" w:cs="Times New Roman"/>
                <w:sz w:val="24"/>
                <w:szCs w:val="24"/>
              </w:rPr>
              <w:t>0 чел.</w:t>
            </w: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3A32F9" w:rsidRPr="00B211C4" w:rsidRDefault="003A32F9" w:rsidP="00FA3AD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16 013</w:t>
            </w: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3A32F9" w:rsidRPr="00B211C4" w:rsidRDefault="003A32F9" w:rsidP="00FA3AD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29 887</w:t>
            </w: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3A32F9" w:rsidRPr="00B211C4" w:rsidRDefault="003A32F9" w:rsidP="0045634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211C4">
              <w:rPr>
                <w:rFonts w:ascii="Times New Roman" w:hAnsi="Times New Roman" w:cs="Times New Roman"/>
                <w:sz w:val="24"/>
                <w:szCs w:val="24"/>
              </w:rPr>
              <w:t>0 чел.</w:t>
            </w:r>
          </w:p>
        </w:tc>
        <w:tc>
          <w:tcPr>
            <w:tcW w:w="1460" w:type="pct"/>
            <w:tcMar>
              <w:left w:w="28" w:type="dxa"/>
              <w:right w:w="28" w:type="dxa"/>
            </w:tcMar>
          </w:tcPr>
          <w:p w:rsidR="003A32F9" w:rsidRPr="00B84866" w:rsidRDefault="003A32F9" w:rsidP="0045634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2F9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3A32F9" w:rsidRPr="00043FE1" w:rsidRDefault="003A32F9" w:rsidP="00E80D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D00">
              <w:rPr>
                <w:rFonts w:ascii="Times New Roman" w:hAnsi="Times New Roman" w:cs="Times New Roman"/>
                <w:sz w:val="24"/>
                <w:szCs w:val="24"/>
              </w:rPr>
              <w:t>1.6.2</w:t>
            </w:r>
          </w:p>
        </w:tc>
        <w:tc>
          <w:tcPr>
            <w:tcW w:w="4685" w:type="pct"/>
            <w:gridSpan w:val="7"/>
            <w:tcMar>
              <w:left w:w="28" w:type="dxa"/>
              <w:right w:w="28" w:type="dxa"/>
            </w:tcMar>
          </w:tcPr>
          <w:p w:rsidR="003A32F9" w:rsidRPr="00B84866" w:rsidRDefault="003A32F9" w:rsidP="00245C3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мероприятий, направленных на формирование здорового образа жизни</w:t>
            </w:r>
          </w:p>
        </w:tc>
      </w:tr>
      <w:tr w:rsidR="003A32F9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3A32F9" w:rsidRPr="0089347C" w:rsidRDefault="003A32F9" w:rsidP="0089347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pct"/>
            <w:tcMar>
              <w:left w:w="28" w:type="dxa"/>
              <w:right w:w="28" w:type="dxa"/>
            </w:tcMar>
          </w:tcPr>
          <w:p w:rsidR="003A32F9" w:rsidRPr="00B84866" w:rsidRDefault="003A32F9" w:rsidP="00245C3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3A32F9" w:rsidRPr="00B84866" w:rsidRDefault="003A32F9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3A32F9" w:rsidRPr="00B84866" w:rsidRDefault="003A32F9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3A32F9" w:rsidRPr="00B84866" w:rsidRDefault="003A32F9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3A32F9" w:rsidRPr="00B84866" w:rsidRDefault="003A32F9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pct"/>
            <w:tcMar>
              <w:left w:w="28" w:type="dxa"/>
              <w:right w:w="28" w:type="dxa"/>
            </w:tcMar>
          </w:tcPr>
          <w:p w:rsidR="003A32F9" w:rsidRPr="00B84866" w:rsidRDefault="003A32F9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2F9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3A32F9" w:rsidRPr="0089347C" w:rsidRDefault="003A32F9" w:rsidP="0089347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pct"/>
            <w:tcMar>
              <w:left w:w="28" w:type="dxa"/>
              <w:right w:w="28" w:type="dxa"/>
            </w:tcMar>
          </w:tcPr>
          <w:p w:rsidR="003A32F9" w:rsidRPr="00B84866" w:rsidRDefault="003A32F9" w:rsidP="00245C3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3A32F9" w:rsidRPr="00B84866" w:rsidRDefault="003A32F9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3A32F9" w:rsidRPr="00B84866" w:rsidRDefault="003A32F9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3A32F9" w:rsidRPr="00B84866" w:rsidRDefault="003A32F9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3A32F9" w:rsidRPr="00B84866" w:rsidRDefault="003A32F9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60" w:type="pct"/>
            <w:tcMar>
              <w:left w:w="28" w:type="dxa"/>
              <w:right w:w="28" w:type="dxa"/>
            </w:tcMar>
          </w:tcPr>
          <w:p w:rsidR="003A32F9" w:rsidRPr="00B84866" w:rsidRDefault="003A32F9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2F9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3A32F9" w:rsidRPr="00043FE1" w:rsidRDefault="003A32F9" w:rsidP="00E80D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FE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6.3</w:t>
            </w:r>
          </w:p>
        </w:tc>
        <w:tc>
          <w:tcPr>
            <w:tcW w:w="4685" w:type="pct"/>
            <w:gridSpan w:val="7"/>
            <w:tcMar>
              <w:left w:w="28" w:type="dxa"/>
              <w:right w:w="28" w:type="dxa"/>
            </w:tcMar>
          </w:tcPr>
          <w:p w:rsidR="003A32F9" w:rsidRPr="00B84866" w:rsidRDefault="003A32F9" w:rsidP="00245C3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Внедрение инновационных проектов организации каникулярного времени, ориентированных на непрерывный процесс интеллектуального, творческого и физического развития детей и подростков</w:t>
            </w:r>
          </w:p>
        </w:tc>
      </w:tr>
      <w:tr w:rsidR="003A32F9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3A32F9" w:rsidRPr="0089347C" w:rsidRDefault="003A32F9" w:rsidP="0089347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pct"/>
            <w:tcMar>
              <w:left w:w="28" w:type="dxa"/>
              <w:right w:w="28" w:type="dxa"/>
            </w:tcMar>
          </w:tcPr>
          <w:p w:rsidR="003A32F9" w:rsidRPr="00B84866" w:rsidRDefault="003A32F9" w:rsidP="00245C3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3A32F9" w:rsidRPr="00B84866" w:rsidRDefault="003A32F9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3A32F9" w:rsidRPr="00B84866" w:rsidRDefault="003A32F9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3A32F9" w:rsidRPr="00B84866" w:rsidRDefault="003A32F9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3A32F9" w:rsidRPr="00B84866" w:rsidRDefault="003A32F9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pct"/>
            <w:tcMar>
              <w:left w:w="28" w:type="dxa"/>
              <w:right w:w="28" w:type="dxa"/>
            </w:tcMar>
          </w:tcPr>
          <w:p w:rsidR="003A32F9" w:rsidRPr="00B84866" w:rsidRDefault="003A32F9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2F9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3A32F9" w:rsidRPr="0089347C" w:rsidRDefault="003A32F9" w:rsidP="0089347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pct"/>
            <w:tcMar>
              <w:left w:w="28" w:type="dxa"/>
              <w:right w:w="28" w:type="dxa"/>
            </w:tcMar>
          </w:tcPr>
          <w:p w:rsidR="003A32F9" w:rsidRPr="00B84866" w:rsidRDefault="003A32F9" w:rsidP="00245C3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3A32F9" w:rsidRPr="00B84866" w:rsidRDefault="003A32F9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3A32F9" w:rsidRPr="00B84866" w:rsidRDefault="003A32F9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3A32F9" w:rsidRPr="00B84866" w:rsidRDefault="003A32F9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3A32F9" w:rsidRPr="00B84866" w:rsidRDefault="003A32F9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pct"/>
            <w:tcMar>
              <w:left w:w="28" w:type="dxa"/>
              <w:right w:w="28" w:type="dxa"/>
            </w:tcMar>
          </w:tcPr>
          <w:p w:rsidR="003A32F9" w:rsidRPr="00B84866" w:rsidRDefault="003A32F9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2F9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3A32F9" w:rsidRPr="0089347C" w:rsidRDefault="003A32F9" w:rsidP="0089347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FE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043FE1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4685" w:type="pct"/>
            <w:gridSpan w:val="7"/>
            <w:tcMar>
              <w:left w:w="28" w:type="dxa"/>
              <w:right w:w="28" w:type="dxa"/>
            </w:tcMar>
          </w:tcPr>
          <w:p w:rsidR="003A32F9" w:rsidRPr="00B84866" w:rsidRDefault="003A32F9" w:rsidP="006668CC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Государственная (итоговая) аттестация выпускников 9-х классов </w:t>
            </w:r>
          </w:p>
        </w:tc>
      </w:tr>
      <w:tr w:rsidR="003A32F9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3A32F9" w:rsidRPr="0089347C" w:rsidRDefault="003A32F9" w:rsidP="0089347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pct"/>
            <w:tcMar>
              <w:left w:w="28" w:type="dxa"/>
              <w:right w:w="28" w:type="dxa"/>
            </w:tcMar>
          </w:tcPr>
          <w:p w:rsidR="003A32F9" w:rsidRPr="00B84866" w:rsidRDefault="003A32F9" w:rsidP="006668CC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3A32F9" w:rsidRPr="00B84866" w:rsidRDefault="003A32F9" w:rsidP="006668C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3A32F9" w:rsidRPr="00B84866" w:rsidRDefault="003A32F9" w:rsidP="006668C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3A32F9" w:rsidRPr="00B84866" w:rsidRDefault="003A32F9" w:rsidP="006668C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3A32F9" w:rsidRPr="00B84866" w:rsidRDefault="003A32F9" w:rsidP="006668C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pct"/>
            <w:tcMar>
              <w:left w:w="28" w:type="dxa"/>
              <w:right w:w="28" w:type="dxa"/>
            </w:tcMar>
          </w:tcPr>
          <w:p w:rsidR="003A32F9" w:rsidRPr="00B84866" w:rsidRDefault="003A32F9" w:rsidP="006668C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2F9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3A32F9" w:rsidRPr="0089347C" w:rsidRDefault="003A32F9" w:rsidP="0089347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pct"/>
            <w:tcMar>
              <w:left w:w="28" w:type="dxa"/>
              <w:right w:w="28" w:type="dxa"/>
            </w:tcMar>
          </w:tcPr>
          <w:p w:rsidR="003A32F9" w:rsidRPr="00B84866" w:rsidRDefault="003A32F9" w:rsidP="006668CC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3A32F9" w:rsidRPr="00B84866" w:rsidRDefault="003A32F9" w:rsidP="006668C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3A32F9" w:rsidRPr="00B84866" w:rsidRDefault="003A32F9" w:rsidP="006668C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3A32F9" w:rsidRPr="00B84866" w:rsidRDefault="003A32F9" w:rsidP="006668C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3A32F9" w:rsidRPr="00B84866" w:rsidRDefault="003A32F9" w:rsidP="006668C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0" w:type="pct"/>
            <w:tcMar>
              <w:left w:w="28" w:type="dxa"/>
              <w:right w:w="28" w:type="dxa"/>
            </w:tcMar>
          </w:tcPr>
          <w:p w:rsidR="003A32F9" w:rsidRPr="00B84866" w:rsidRDefault="003A32F9" w:rsidP="006668C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2F9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3A32F9" w:rsidRPr="00043FE1" w:rsidRDefault="003A32F9" w:rsidP="00E80D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FE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043FE1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4685" w:type="pct"/>
            <w:gridSpan w:val="7"/>
            <w:tcMar>
              <w:left w:w="28" w:type="dxa"/>
              <w:right w:w="28" w:type="dxa"/>
            </w:tcMar>
          </w:tcPr>
          <w:p w:rsidR="003A32F9" w:rsidRPr="00B84866" w:rsidRDefault="003A32F9" w:rsidP="00245C3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Государственная (итоговая) аттестация выпускников 11-х классов в форме ЕГЭ</w:t>
            </w:r>
          </w:p>
        </w:tc>
      </w:tr>
      <w:tr w:rsidR="003A32F9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3A32F9" w:rsidRPr="0089347C" w:rsidRDefault="003A32F9" w:rsidP="0089347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pct"/>
            <w:tcMar>
              <w:left w:w="28" w:type="dxa"/>
              <w:right w:w="28" w:type="dxa"/>
            </w:tcMar>
          </w:tcPr>
          <w:p w:rsidR="003A32F9" w:rsidRPr="00B84866" w:rsidRDefault="003A32F9" w:rsidP="00245C3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3A32F9" w:rsidRPr="00B84866" w:rsidRDefault="003A32F9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3A32F9" w:rsidRPr="00B84866" w:rsidRDefault="003A32F9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3A32F9" w:rsidRPr="00B84866" w:rsidRDefault="003A32F9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3A32F9" w:rsidRPr="00B84866" w:rsidRDefault="003A32F9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pct"/>
            <w:tcMar>
              <w:left w:w="28" w:type="dxa"/>
              <w:right w:w="28" w:type="dxa"/>
            </w:tcMar>
          </w:tcPr>
          <w:p w:rsidR="003A32F9" w:rsidRPr="00B84866" w:rsidRDefault="003A32F9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2F9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3A32F9" w:rsidRPr="0089347C" w:rsidRDefault="003A32F9" w:rsidP="0089347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pct"/>
            <w:tcMar>
              <w:left w:w="28" w:type="dxa"/>
              <w:right w:w="28" w:type="dxa"/>
            </w:tcMar>
          </w:tcPr>
          <w:p w:rsidR="003A32F9" w:rsidRPr="00B84866" w:rsidRDefault="003A32F9" w:rsidP="00245C3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3A32F9" w:rsidRPr="00B84866" w:rsidRDefault="003A32F9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3A32F9" w:rsidRPr="00B84866" w:rsidRDefault="003A32F9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3A32F9" w:rsidRPr="00B84866" w:rsidRDefault="003A32F9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3A32F9" w:rsidRPr="00B84866" w:rsidRDefault="003A32F9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pct"/>
            <w:tcMar>
              <w:left w:w="28" w:type="dxa"/>
              <w:right w:w="28" w:type="dxa"/>
            </w:tcMar>
          </w:tcPr>
          <w:p w:rsidR="003A32F9" w:rsidRPr="00B84866" w:rsidRDefault="003A32F9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2F9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3A32F9" w:rsidRPr="00043FE1" w:rsidRDefault="003A32F9" w:rsidP="00E80D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FE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043FE1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</w:p>
        </w:tc>
        <w:tc>
          <w:tcPr>
            <w:tcW w:w="4685" w:type="pct"/>
            <w:gridSpan w:val="7"/>
            <w:tcMar>
              <w:left w:w="28" w:type="dxa"/>
              <w:right w:w="28" w:type="dxa"/>
            </w:tcMar>
          </w:tcPr>
          <w:p w:rsidR="003A32F9" w:rsidRPr="00043FE1" w:rsidRDefault="003A32F9" w:rsidP="007643D6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043FE1">
              <w:rPr>
                <w:rFonts w:ascii="Times New Roman" w:hAnsi="Times New Roman" w:cs="Times New Roman"/>
                <w:sz w:val="24"/>
                <w:szCs w:val="24"/>
              </w:rPr>
              <w:t xml:space="preserve">Мониторинг образовательных достижений обучающихся на разных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уровнях</w:t>
            </w:r>
            <w:r w:rsidRPr="00043FE1">
              <w:rPr>
                <w:rFonts w:ascii="Times New Roman" w:hAnsi="Times New Roman" w:cs="Times New Roman"/>
                <w:sz w:val="24"/>
                <w:szCs w:val="24"/>
              </w:rPr>
              <w:t xml:space="preserve"> общего образования</w:t>
            </w:r>
          </w:p>
        </w:tc>
      </w:tr>
      <w:tr w:rsidR="003A32F9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3A32F9" w:rsidRPr="0089347C" w:rsidRDefault="003A32F9" w:rsidP="0089347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pct"/>
            <w:tcMar>
              <w:left w:w="28" w:type="dxa"/>
              <w:right w:w="28" w:type="dxa"/>
            </w:tcMar>
          </w:tcPr>
          <w:p w:rsidR="003A32F9" w:rsidRPr="00B84866" w:rsidRDefault="003A32F9" w:rsidP="00245C3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3A32F9" w:rsidRPr="00B84866" w:rsidRDefault="003A32F9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3A32F9" w:rsidRPr="00B84866" w:rsidRDefault="003A32F9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3A32F9" w:rsidRPr="00B84866" w:rsidRDefault="003A32F9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3A32F9" w:rsidRPr="00B84866" w:rsidRDefault="003A32F9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pct"/>
            <w:tcMar>
              <w:left w:w="28" w:type="dxa"/>
              <w:right w:w="28" w:type="dxa"/>
            </w:tcMar>
          </w:tcPr>
          <w:p w:rsidR="003A32F9" w:rsidRPr="00797386" w:rsidRDefault="003A32F9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A32F9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3A32F9" w:rsidRPr="0089347C" w:rsidRDefault="003A32F9" w:rsidP="0089347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pct"/>
            <w:tcMar>
              <w:left w:w="28" w:type="dxa"/>
              <w:right w:w="28" w:type="dxa"/>
            </w:tcMar>
          </w:tcPr>
          <w:p w:rsidR="003A32F9" w:rsidRPr="00B84866" w:rsidRDefault="003A32F9" w:rsidP="00245C3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3A32F9" w:rsidRPr="00B84866" w:rsidRDefault="003A32F9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3A32F9" w:rsidRPr="00B84866" w:rsidRDefault="003A32F9" w:rsidP="00DD2F9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3A32F9" w:rsidRPr="00B84866" w:rsidRDefault="003A32F9" w:rsidP="00DD2F9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3A32F9" w:rsidRPr="00B84866" w:rsidRDefault="003A32F9" w:rsidP="00DD2F9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pct"/>
            <w:tcMar>
              <w:left w:w="28" w:type="dxa"/>
              <w:right w:w="28" w:type="dxa"/>
            </w:tcMar>
          </w:tcPr>
          <w:p w:rsidR="003A32F9" w:rsidRPr="00797386" w:rsidRDefault="003A32F9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A32F9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3A32F9" w:rsidRPr="007C775A" w:rsidRDefault="003A32F9" w:rsidP="00E80D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75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7C775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685" w:type="pct"/>
            <w:gridSpan w:val="7"/>
            <w:tcMar>
              <w:left w:w="28" w:type="dxa"/>
              <w:right w:w="28" w:type="dxa"/>
            </w:tcMar>
          </w:tcPr>
          <w:p w:rsidR="003A32F9" w:rsidRPr="00B84866" w:rsidRDefault="003A32F9" w:rsidP="00245C3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Разработка, издание информационно-аналитических материалов, методических рекомендаций по проблемам образования</w:t>
            </w:r>
          </w:p>
        </w:tc>
      </w:tr>
      <w:tr w:rsidR="003A32F9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3A32F9" w:rsidRDefault="003A32F9" w:rsidP="004F7C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1" w:type="pct"/>
            <w:tcMar>
              <w:left w:w="28" w:type="dxa"/>
              <w:right w:w="28" w:type="dxa"/>
            </w:tcMar>
          </w:tcPr>
          <w:p w:rsidR="003A32F9" w:rsidRPr="00B84866" w:rsidRDefault="003A32F9" w:rsidP="00245C3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3A32F9" w:rsidRPr="00B84866" w:rsidRDefault="003A32F9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3A32F9" w:rsidRPr="00B84866" w:rsidRDefault="003A32F9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3A32F9" w:rsidRPr="00B84866" w:rsidRDefault="003A32F9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3A32F9" w:rsidRPr="00B84866" w:rsidRDefault="003A32F9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pct"/>
            <w:tcMar>
              <w:left w:w="28" w:type="dxa"/>
              <w:right w:w="28" w:type="dxa"/>
            </w:tcMar>
          </w:tcPr>
          <w:p w:rsidR="003A32F9" w:rsidRPr="00797386" w:rsidRDefault="003A32F9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A32F9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3A32F9" w:rsidRDefault="003A32F9" w:rsidP="004F7C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1" w:type="pct"/>
            <w:tcMar>
              <w:left w:w="28" w:type="dxa"/>
              <w:right w:w="28" w:type="dxa"/>
            </w:tcMar>
          </w:tcPr>
          <w:p w:rsidR="003A32F9" w:rsidRPr="00B84866" w:rsidRDefault="003A32F9" w:rsidP="00245C3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3A32F9" w:rsidRPr="00B84866" w:rsidRDefault="003A32F9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3A32F9" w:rsidRPr="00B84866" w:rsidRDefault="003A32F9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3A32F9" w:rsidRPr="00B84866" w:rsidRDefault="003A32F9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3A32F9" w:rsidRPr="00B84866" w:rsidRDefault="003A32F9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pct"/>
            <w:tcMar>
              <w:left w:w="28" w:type="dxa"/>
              <w:right w:w="28" w:type="dxa"/>
            </w:tcMar>
          </w:tcPr>
          <w:p w:rsidR="003A32F9" w:rsidRPr="00797386" w:rsidRDefault="003A32F9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A32F9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3A32F9" w:rsidRDefault="003A32F9" w:rsidP="004F7C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7C775A">
              <w:rPr>
                <w:rFonts w:ascii="Times New Roman" w:hAnsi="Times New Roman" w:cs="Times New Roman"/>
                <w:sz w:val="24"/>
                <w:szCs w:val="24"/>
              </w:rPr>
              <w:t>.1.1</w:t>
            </w:r>
          </w:p>
        </w:tc>
        <w:tc>
          <w:tcPr>
            <w:tcW w:w="4685" w:type="pct"/>
            <w:gridSpan w:val="7"/>
            <w:tcMar>
              <w:left w:w="28" w:type="dxa"/>
              <w:right w:w="28" w:type="dxa"/>
            </w:tcMar>
          </w:tcPr>
          <w:p w:rsidR="003A32F9" w:rsidRPr="00797386" w:rsidRDefault="003A32F9" w:rsidP="00AE6F4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Стипендии для одаренных детей – учащихся муниципальных общеобразовательных учреждений города Калининграда за особые достижения в сфере образования</w:t>
            </w:r>
          </w:p>
        </w:tc>
      </w:tr>
      <w:tr w:rsidR="003A32F9" w:rsidRPr="00797386">
        <w:trPr>
          <w:trHeight w:val="547"/>
        </w:trPr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3A32F9" w:rsidRDefault="003A32F9" w:rsidP="004F7C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1" w:type="pct"/>
            <w:tcMar>
              <w:left w:w="28" w:type="dxa"/>
              <w:right w:w="28" w:type="dxa"/>
            </w:tcMar>
            <w:vAlign w:val="bottom"/>
          </w:tcPr>
          <w:p w:rsidR="003A32F9" w:rsidRPr="00B84866" w:rsidRDefault="003A32F9" w:rsidP="00AE6F4B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  <w:vAlign w:val="bottom"/>
          </w:tcPr>
          <w:p w:rsidR="003A32F9" w:rsidRPr="00B84866" w:rsidRDefault="003A32F9" w:rsidP="00AE6F4B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  <w:vAlign w:val="bottom"/>
          </w:tcPr>
          <w:p w:rsidR="003A32F9" w:rsidRPr="00B84866" w:rsidRDefault="003A32F9" w:rsidP="00AE6F4B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  <w:vAlign w:val="bottom"/>
          </w:tcPr>
          <w:p w:rsidR="003A32F9" w:rsidRPr="00B84866" w:rsidRDefault="003A32F9" w:rsidP="00AE6F4B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  <w:vAlign w:val="bottom"/>
          </w:tcPr>
          <w:p w:rsidR="003A32F9" w:rsidRPr="00B84866" w:rsidRDefault="003A32F9" w:rsidP="00AE6F4B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pct"/>
            <w:vMerge w:val="restart"/>
            <w:tcMar>
              <w:left w:w="28" w:type="dxa"/>
              <w:right w:w="28" w:type="dxa"/>
            </w:tcMar>
          </w:tcPr>
          <w:p w:rsidR="003A32F9" w:rsidRPr="00B84866" w:rsidRDefault="003A32F9" w:rsidP="00D94DE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Конкурсный отбор стипендиатов проводится в августе-сентябре, стипендии выплачиваются в течение учебного года</w:t>
            </w:r>
          </w:p>
        </w:tc>
      </w:tr>
      <w:tr w:rsidR="003A32F9" w:rsidRPr="00797386">
        <w:trPr>
          <w:trHeight w:val="547"/>
        </w:trPr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3A32F9" w:rsidRDefault="003A32F9" w:rsidP="004F7C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1" w:type="pct"/>
            <w:tcMar>
              <w:left w:w="28" w:type="dxa"/>
              <w:right w:w="28" w:type="dxa"/>
            </w:tcMar>
            <w:vAlign w:val="bottom"/>
          </w:tcPr>
          <w:p w:rsidR="003A32F9" w:rsidRPr="00B84866" w:rsidRDefault="003A32F9" w:rsidP="00AE6F4B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  <w:vAlign w:val="bottom"/>
          </w:tcPr>
          <w:p w:rsidR="003A32F9" w:rsidRPr="00B84866" w:rsidRDefault="003A32F9" w:rsidP="00BF546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357" w:type="pct"/>
            <w:tcMar>
              <w:left w:w="28" w:type="dxa"/>
              <w:right w:w="28" w:type="dxa"/>
            </w:tcMar>
            <w:vAlign w:val="bottom"/>
          </w:tcPr>
          <w:p w:rsidR="003A32F9" w:rsidRPr="00B84866" w:rsidRDefault="003A32F9" w:rsidP="00BF546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357" w:type="pct"/>
            <w:tcMar>
              <w:left w:w="28" w:type="dxa"/>
              <w:right w:w="28" w:type="dxa"/>
            </w:tcMar>
            <w:vAlign w:val="bottom"/>
          </w:tcPr>
          <w:p w:rsidR="003A32F9" w:rsidRPr="00B84866" w:rsidRDefault="003A32F9" w:rsidP="00BF546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357" w:type="pct"/>
            <w:tcMar>
              <w:left w:w="28" w:type="dxa"/>
              <w:right w:w="28" w:type="dxa"/>
            </w:tcMar>
            <w:vAlign w:val="bottom"/>
          </w:tcPr>
          <w:p w:rsidR="003A32F9" w:rsidRPr="00B84866" w:rsidRDefault="003A32F9" w:rsidP="00BF546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1460" w:type="pct"/>
            <w:vMerge/>
            <w:tcMar>
              <w:left w:w="28" w:type="dxa"/>
              <w:right w:w="28" w:type="dxa"/>
            </w:tcMar>
          </w:tcPr>
          <w:p w:rsidR="003A32F9" w:rsidRPr="00797386" w:rsidRDefault="003A32F9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A32F9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3A32F9" w:rsidRDefault="003A32F9" w:rsidP="004F7C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775A">
              <w:rPr>
                <w:rFonts w:ascii="Times New Roman" w:hAnsi="Times New Roman" w:cs="Times New Roman"/>
                <w:sz w:val="24"/>
                <w:szCs w:val="24"/>
              </w:rPr>
              <w:t>2.1.2</w:t>
            </w:r>
          </w:p>
        </w:tc>
        <w:tc>
          <w:tcPr>
            <w:tcW w:w="4685" w:type="pct"/>
            <w:gridSpan w:val="7"/>
            <w:tcMar>
              <w:left w:w="28" w:type="dxa"/>
              <w:right w:w="28" w:type="dxa"/>
            </w:tcMar>
          </w:tcPr>
          <w:p w:rsidR="003A32F9" w:rsidRPr="00797386" w:rsidRDefault="003A32F9" w:rsidP="00AE6F4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ED0263">
              <w:rPr>
                <w:rFonts w:ascii="Times New Roman" w:hAnsi="Times New Roman" w:cs="Times New Roman"/>
                <w:sz w:val="24"/>
                <w:szCs w:val="24"/>
              </w:rPr>
              <w:t>Стипендии для одаренных детей – воспитанников муниципальных учреждений дополнительного образования детей творческой направленности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одаренных детей – учащихся муниципальных общеобразовательных учреждений за особые успехи в творческой деятельности</w:t>
            </w:r>
          </w:p>
        </w:tc>
      </w:tr>
      <w:tr w:rsidR="003A32F9" w:rsidRPr="00797386">
        <w:trPr>
          <w:trHeight w:val="547"/>
        </w:trPr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3A32F9" w:rsidRDefault="003A32F9" w:rsidP="004F7C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1" w:type="pct"/>
            <w:tcMar>
              <w:left w:w="28" w:type="dxa"/>
              <w:right w:w="28" w:type="dxa"/>
            </w:tcMar>
            <w:vAlign w:val="bottom"/>
          </w:tcPr>
          <w:p w:rsidR="003A32F9" w:rsidRPr="00B84866" w:rsidRDefault="003A32F9" w:rsidP="00AE6F4B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  <w:vAlign w:val="bottom"/>
          </w:tcPr>
          <w:p w:rsidR="003A32F9" w:rsidRPr="00B84866" w:rsidRDefault="003A32F9" w:rsidP="00AE6F4B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  <w:vAlign w:val="bottom"/>
          </w:tcPr>
          <w:p w:rsidR="003A32F9" w:rsidRPr="00B84866" w:rsidRDefault="003A32F9" w:rsidP="00AE6F4B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  <w:vAlign w:val="bottom"/>
          </w:tcPr>
          <w:p w:rsidR="003A32F9" w:rsidRPr="00B84866" w:rsidRDefault="003A32F9" w:rsidP="00AE6F4B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  <w:vAlign w:val="bottom"/>
          </w:tcPr>
          <w:p w:rsidR="003A32F9" w:rsidRPr="00B84866" w:rsidRDefault="003A32F9" w:rsidP="00AE6F4B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pct"/>
            <w:vMerge w:val="restart"/>
            <w:tcMar>
              <w:left w:w="28" w:type="dxa"/>
              <w:right w:w="28" w:type="dxa"/>
            </w:tcMar>
          </w:tcPr>
          <w:p w:rsidR="003A32F9" w:rsidRPr="00797386" w:rsidRDefault="003A32F9" w:rsidP="00AE6F4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Конкурсный отбор стипендиатов проводится в августе-сентябре, стипендии выплачиваются в течение учебного года</w:t>
            </w:r>
          </w:p>
        </w:tc>
      </w:tr>
      <w:tr w:rsidR="003A32F9" w:rsidRPr="00797386">
        <w:trPr>
          <w:trHeight w:val="547"/>
        </w:trPr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3A32F9" w:rsidRDefault="003A32F9" w:rsidP="004F7C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1" w:type="pct"/>
            <w:tcMar>
              <w:left w:w="28" w:type="dxa"/>
              <w:right w:w="28" w:type="dxa"/>
            </w:tcMar>
            <w:vAlign w:val="bottom"/>
          </w:tcPr>
          <w:p w:rsidR="003A32F9" w:rsidRPr="00B84866" w:rsidRDefault="003A32F9" w:rsidP="00AE6F4B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  <w:vAlign w:val="bottom"/>
          </w:tcPr>
          <w:p w:rsidR="003A32F9" w:rsidRPr="00B84866" w:rsidRDefault="003A32F9" w:rsidP="00BF546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357" w:type="pct"/>
            <w:tcMar>
              <w:left w:w="28" w:type="dxa"/>
              <w:right w:w="28" w:type="dxa"/>
            </w:tcMar>
            <w:vAlign w:val="bottom"/>
          </w:tcPr>
          <w:p w:rsidR="003A32F9" w:rsidRPr="00B84866" w:rsidRDefault="003A32F9" w:rsidP="00BF546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357" w:type="pct"/>
            <w:tcMar>
              <w:left w:w="28" w:type="dxa"/>
              <w:right w:w="28" w:type="dxa"/>
            </w:tcMar>
            <w:vAlign w:val="bottom"/>
          </w:tcPr>
          <w:p w:rsidR="003A32F9" w:rsidRPr="00B84866" w:rsidRDefault="003A32F9" w:rsidP="00BF546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357" w:type="pct"/>
            <w:tcMar>
              <w:left w:w="28" w:type="dxa"/>
              <w:right w:w="28" w:type="dxa"/>
            </w:tcMar>
            <w:vAlign w:val="bottom"/>
          </w:tcPr>
          <w:p w:rsidR="003A32F9" w:rsidRPr="00B84866" w:rsidRDefault="003A32F9" w:rsidP="00BF546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1460" w:type="pct"/>
            <w:vMerge/>
            <w:tcMar>
              <w:left w:w="28" w:type="dxa"/>
              <w:right w:w="28" w:type="dxa"/>
            </w:tcMar>
          </w:tcPr>
          <w:p w:rsidR="003A32F9" w:rsidRPr="00797386" w:rsidRDefault="003A32F9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A32F9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3A32F9" w:rsidRPr="007C775A" w:rsidRDefault="003A32F9" w:rsidP="00E80D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75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7C775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85" w:type="pct"/>
            <w:gridSpan w:val="7"/>
            <w:tcMar>
              <w:left w:w="28" w:type="dxa"/>
              <w:right w:w="28" w:type="dxa"/>
            </w:tcMar>
          </w:tcPr>
          <w:p w:rsidR="003A32F9" w:rsidRPr="00B84866" w:rsidRDefault="003A32F9" w:rsidP="00C53DD7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76DBE">
              <w:rPr>
                <w:rFonts w:ascii="Times New Roman" w:hAnsi="Times New Roman" w:cs="Times New Roman"/>
                <w:sz w:val="24"/>
                <w:szCs w:val="24"/>
              </w:rPr>
              <w:t>Организация городских ученических олимпиад, смотров, конкурсов, игр, фестивалей, соревнований, конференций и других мероприятий</w:t>
            </w:r>
          </w:p>
        </w:tc>
      </w:tr>
      <w:tr w:rsidR="003A32F9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3A32F9" w:rsidRDefault="003A32F9" w:rsidP="004F7C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1" w:type="pct"/>
            <w:tcMar>
              <w:left w:w="28" w:type="dxa"/>
              <w:right w:w="28" w:type="dxa"/>
            </w:tcMar>
          </w:tcPr>
          <w:p w:rsidR="003A32F9" w:rsidRPr="00B84866" w:rsidRDefault="003A32F9" w:rsidP="00245C3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3A32F9" w:rsidRPr="00B84866" w:rsidRDefault="003A32F9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3A32F9" w:rsidRPr="00B84866" w:rsidRDefault="003A32F9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3A32F9" w:rsidRPr="00B84866" w:rsidRDefault="003A32F9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3A32F9" w:rsidRPr="00B84866" w:rsidRDefault="003A32F9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pct"/>
            <w:tcMar>
              <w:left w:w="28" w:type="dxa"/>
              <w:right w:w="28" w:type="dxa"/>
            </w:tcMar>
          </w:tcPr>
          <w:p w:rsidR="003A32F9" w:rsidRPr="00B84866" w:rsidRDefault="003A32F9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2F9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3A32F9" w:rsidRDefault="003A32F9" w:rsidP="004F7C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1" w:type="pct"/>
            <w:tcMar>
              <w:left w:w="28" w:type="dxa"/>
              <w:right w:w="28" w:type="dxa"/>
            </w:tcMar>
          </w:tcPr>
          <w:p w:rsidR="003A32F9" w:rsidRPr="00B84866" w:rsidRDefault="003A32F9" w:rsidP="00245C3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3A32F9" w:rsidRPr="0022761C" w:rsidRDefault="003A32F9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761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3A32F9" w:rsidRPr="0022761C" w:rsidRDefault="003A32F9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3A32F9" w:rsidRPr="0022761C" w:rsidRDefault="003A32F9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761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3A32F9" w:rsidRPr="0022761C" w:rsidRDefault="003A32F9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761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60" w:type="pct"/>
            <w:tcMar>
              <w:left w:w="28" w:type="dxa"/>
              <w:right w:w="28" w:type="dxa"/>
            </w:tcMar>
          </w:tcPr>
          <w:p w:rsidR="003A32F9" w:rsidRPr="00B84866" w:rsidRDefault="003A32F9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2F9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3A32F9" w:rsidRPr="007C775A" w:rsidRDefault="003A32F9" w:rsidP="004F7C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2.2.2</w:t>
            </w:r>
          </w:p>
        </w:tc>
        <w:tc>
          <w:tcPr>
            <w:tcW w:w="4685" w:type="pct"/>
            <w:gridSpan w:val="7"/>
            <w:tcMar>
              <w:left w:w="28" w:type="dxa"/>
              <w:right w:w="28" w:type="dxa"/>
            </w:tcMar>
          </w:tcPr>
          <w:p w:rsidR="003A32F9" w:rsidRPr="00B84866" w:rsidRDefault="003A32F9" w:rsidP="00245C3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Организация работы городской Школы для одаренных детей, профильных и иных, в том числе выездных, лагерей для одаренных детей</w:t>
            </w:r>
          </w:p>
        </w:tc>
      </w:tr>
      <w:tr w:rsidR="003A32F9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3A32F9" w:rsidRDefault="003A32F9" w:rsidP="004F7C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1" w:type="pct"/>
            <w:tcMar>
              <w:left w:w="28" w:type="dxa"/>
              <w:right w:w="28" w:type="dxa"/>
            </w:tcMar>
          </w:tcPr>
          <w:p w:rsidR="003A32F9" w:rsidRPr="00B84866" w:rsidRDefault="003A32F9" w:rsidP="00245C3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3A32F9" w:rsidRPr="00B84866" w:rsidRDefault="003A32F9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3A32F9" w:rsidRPr="00B84866" w:rsidRDefault="003A32F9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3A32F9" w:rsidRPr="00B84866" w:rsidRDefault="003A32F9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3A32F9" w:rsidRPr="00B84866" w:rsidRDefault="003A32F9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pct"/>
            <w:tcMar>
              <w:left w:w="28" w:type="dxa"/>
              <w:right w:w="28" w:type="dxa"/>
            </w:tcMar>
          </w:tcPr>
          <w:p w:rsidR="003A32F9" w:rsidRPr="00B84866" w:rsidRDefault="003A32F9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2F9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3A32F9" w:rsidRDefault="003A32F9" w:rsidP="004F7C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1" w:type="pct"/>
            <w:tcMar>
              <w:left w:w="28" w:type="dxa"/>
              <w:right w:w="28" w:type="dxa"/>
            </w:tcMar>
          </w:tcPr>
          <w:p w:rsidR="003A32F9" w:rsidRPr="00B84866" w:rsidRDefault="003A32F9" w:rsidP="00245C3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3A32F9" w:rsidRPr="00B84866" w:rsidRDefault="003A32F9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3A32F9" w:rsidRPr="00B84866" w:rsidRDefault="003A32F9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3A32F9" w:rsidRPr="00B84866" w:rsidRDefault="003A32F9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3A32F9" w:rsidRPr="00B84866" w:rsidRDefault="003A32F9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0" w:type="pct"/>
            <w:tcMar>
              <w:left w:w="28" w:type="dxa"/>
              <w:right w:w="28" w:type="dxa"/>
            </w:tcMar>
          </w:tcPr>
          <w:p w:rsidR="003A32F9" w:rsidRPr="00B84866" w:rsidRDefault="003A32F9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2F9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3A32F9" w:rsidRDefault="003A32F9" w:rsidP="004F7C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2.2.3</w:t>
            </w:r>
          </w:p>
        </w:tc>
        <w:tc>
          <w:tcPr>
            <w:tcW w:w="4685" w:type="pct"/>
            <w:gridSpan w:val="7"/>
            <w:tcMar>
              <w:left w:w="28" w:type="dxa"/>
              <w:right w:w="28" w:type="dxa"/>
            </w:tcMar>
          </w:tcPr>
          <w:p w:rsidR="003A32F9" w:rsidRPr="00B84866" w:rsidRDefault="003A32F9" w:rsidP="00517CCB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 xml:space="preserve">Участие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воспитанников и учащихся </w:t>
            </w: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 xml:space="preserve"> во всероссийских и международных конференциях, форумах, слетах и других проектах</w:t>
            </w:r>
          </w:p>
        </w:tc>
      </w:tr>
      <w:tr w:rsidR="003A32F9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3A32F9" w:rsidRDefault="003A32F9" w:rsidP="004F7C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1" w:type="pct"/>
            <w:tcMar>
              <w:left w:w="28" w:type="dxa"/>
              <w:right w:w="28" w:type="dxa"/>
            </w:tcMar>
          </w:tcPr>
          <w:p w:rsidR="003A32F9" w:rsidRPr="00B84866" w:rsidRDefault="003A32F9" w:rsidP="00245C3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3A32F9" w:rsidRPr="00B84866" w:rsidRDefault="003A32F9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3A32F9" w:rsidRPr="00B84866" w:rsidRDefault="003A32F9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3A32F9" w:rsidRPr="00B84866" w:rsidRDefault="003A32F9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3A32F9" w:rsidRPr="00B84866" w:rsidRDefault="003A32F9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pct"/>
            <w:vMerge w:val="restart"/>
            <w:tcMar>
              <w:left w:w="28" w:type="dxa"/>
              <w:right w:w="28" w:type="dxa"/>
            </w:tcMar>
          </w:tcPr>
          <w:p w:rsidR="003A32F9" w:rsidRPr="00B84866" w:rsidRDefault="003A32F9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2F9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3A32F9" w:rsidRDefault="003A32F9" w:rsidP="004F7C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1" w:type="pct"/>
            <w:tcMar>
              <w:left w:w="28" w:type="dxa"/>
              <w:right w:w="28" w:type="dxa"/>
            </w:tcMar>
          </w:tcPr>
          <w:p w:rsidR="003A32F9" w:rsidRPr="00B84866" w:rsidRDefault="003A32F9" w:rsidP="00245C3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3A32F9" w:rsidRPr="00B84866" w:rsidRDefault="003A32F9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3A32F9" w:rsidRPr="00B84866" w:rsidRDefault="003A32F9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3A32F9" w:rsidRPr="00B84866" w:rsidRDefault="003A32F9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3A32F9" w:rsidRPr="00B84866" w:rsidRDefault="003A32F9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1460" w:type="pct"/>
            <w:vMerge/>
            <w:tcMar>
              <w:left w:w="28" w:type="dxa"/>
              <w:right w:w="28" w:type="dxa"/>
            </w:tcMar>
          </w:tcPr>
          <w:p w:rsidR="003A32F9" w:rsidRPr="00B84866" w:rsidRDefault="003A32F9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2F9" w:rsidRPr="00797386">
        <w:trPr>
          <w:trHeight w:val="179"/>
        </w:trPr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3A32F9" w:rsidRDefault="003A32F9" w:rsidP="004F7C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701B">
              <w:rPr>
                <w:rFonts w:ascii="Times New Roman" w:hAnsi="Times New Roman" w:cs="Times New Roman"/>
                <w:sz w:val="24"/>
                <w:szCs w:val="24"/>
              </w:rPr>
              <w:t>3.1.1</w:t>
            </w:r>
          </w:p>
        </w:tc>
        <w:tc>
          <w:tcPr>
            <w:tcW w:w="4685" w:type="pct"/>
            <w:gridSpan w:val="7"/>
            <w:tcMar>
              <w:left w:w="28" w:type="dxa"/>
              <w:right w:w="28" w:type="dxa"/>
            </w:tcMar>
          </w:tcPr>
          <w:p w:rsidR="003A32F9" w:rsidRPr="00B84866" w:rsidRDefault="003A32F9" w:rsidP="002A65F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76DBE">
              <w:rPr>
                <w:rFonts w:ascii="Times New Roman" w:hAnsi="Times New Roman" w:cs="Times New Roman"/>
                <w:sz w:val="24"/>
                <w:szCs w:val="24"/>
              </w:rPr>
              <w:t>Организационно-методическое сопровождение мероприятий комитета по образованию и подведомственных учреждений, повышение квалификации педагогических кадров</w:t>
            </w:r>
            <w:bookmarkStart w:id="0" w:name="_GoBack"/>
            <w:bookmarkEnd w:id="0"/>
          </w:p>
        </w:tc>
      </w:tr>
      <w:tr w:rsidR="003A32F9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3A32F9" w:rsidRDefault="003A32F9" w:rsidP="004F7C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1" w:type="pct"/>
            <w:tcMar>
              <w:left w:w="28" w:type="dxa"/>
              <w:right w:w="28" w:type="dxa"/>
            </w:tcMar>
          </w:tcPr>
          <w:p w:rsidR="003A32F9" w:rsidRPr="00B84866" w:rsidRDefault="003A32F9" w:rsidP="000246C3">
            <w:pPr>
              <w:tabs>
                <w:tab w:val="left" w:pos="4005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3A32F9" w:rsidRPr="00B84866" w:rsidRDefault="003A32F9" w:rsidP="000246C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3A32F9" w:rsidRPr="00B84866" w:rsidRDefault="003A32F9" w:rsidP="000246C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3A32F9" w:rsidRPr="00B84866" w:rsidRDefault="003A32F9" w:rsidP="000246C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3A32F9" w:rsidRPr="00B84866" w:rsidRDefault="003A32F9" w:rsidP="000246C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pct"/>
            <w:tcMar>
              <w:left w:w="28" w:type="dxa"/>
              <w:right w:w="28" w:type="dxa"/>
            </w:tcMar>
          </w:tcPr>
          <w:p w:rsidR="003A32F9" w:rsidRPr="00B84866" w:rsidRDefault="003A32F9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2F9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3A32F9" w:rsidRDefault="003A32F9" w:rsidP="004F7C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1" w:type="pct"/>
            <w:tcMar>
              <w:left w:w="28" w:type="dxa"/>
              <w:right w:w="28" w:type="dxa"/>
            </w:tcMar>
          </w:tcPr>
          <w:p w:rsidR="003A32F9" w:rsidRPr="00B84866" w:rsidRDefault="003A32F9" w:rsidP="000246C3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3A32F9" w:rsidRPr="00B84866" w:rsidRDefault="003A32F9" w:rsidP="000246C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3A32F9" w:rsidRPr="00B84866" w:rsidRDefault="003A32F9" w:rsidP="000246C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3A32F9" w:rsidRPr="00B84866" w:rsidRDefault="003A32F9" w:rsidP="000246C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3A32F9" w:rsidRPr="00B84866" w:rsidRDefault="003A32F9" w:rsidP="000246C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1460" w:type="pct"/>
            <w:tcMar>
              <w:left w:w="28" w:type="dxa"/>
              <w:right w:w="28" w:type="dxa"/>
            </w:tcMar>
          </w:tcPr>
          <w:p w:rsidR="003A32F9" w:rsidRPr="00B84866" w:rsidRDefault="003A32F9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2F9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3A32F9" w:rsidRPr="00B84866" w:rsidRDefault="003A32F9" w:rsidP="0031282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3.1.2</w:t>
            </w:r>
          </w:p>
        </w:tc>
        <w:tc>
          <w:tcPr>
            <w:tcW w:w="4685" w:type="pct"/>
            <w:gridSpan w:val="7"/>
            <w:tcMar>
              <w:left w:w="28" w:type="dxa"/>
              <w:right w:w="28" w:type="dxa"/>
            </w:tcMar>
          </w:tcPr>
          <w:p w:rsidR="003A32F9" w:rsidRPr="00B84866" w:rsidRDefault="003A32F9" w:rsidP="00245C3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Проведение городского образовательного форума, педагогических научно-практических конференций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семинаров, консультаций</w:t>
            </w:r>
          </w:p>
        </w:tc>
      </w:tr>
      <w:tr w:rsidR="003A32F9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3A32F9" w:rsidRPr="00B84866" w:rsidRDefault="003A32F9" w:rsidP="004F7C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pct"/>
            <w:tcMar>
              <w:left w:w="28" w:type="dxa"/>
              <w:right w:w="28" w:type="dxa"/>
            </w:tcMar>
          </w:tcPr>
          <w:p w:rsidR="003A32F9" w:rsidRPr="00B84866" w:rsidRDefault="003A32F9" w:rsidP="00C53DD7">
            <w:pPr>
              <w:tabs>
                <w:tab w:val="left" w:pos="4005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3A32F9" w:rsidRPr="00B84866" w:rsidRDefault="003A32F9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3A32F9" w:rsidRPr="00B84866" w:rsidRDefault="003A32F9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3A32F9" w:rsidRPr="00B84866" w:rsidRDefault="003A32F9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3A32F9" w:rsidRPr="00B84866" w:rsidRDefault="003A32F9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pct"/>
            <w:vMerge w:val="restart"/>
            <w:tcMar>
              <w:left w:w="28" w:type="dxa"/>
              <w:right w:w="28" w:type="dxa"/>
            </w:tcMar>
          </w:tcPr>
          <w:p w:rsidR="003A32F9" w:rsidRPr="00B84866" w:rsidRDefault="003A32F9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2F9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3A32F9" w:rsidRPr="00B84866" w:rsidRDefault="003A32F9" w:rsidP="004F7C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pct"/>
            <w:tcMar>
              <w:left w:w="28" w:type="dxa"/>
              <w:right w:w="28" w:type="dxa"/>
            </w:tcMar>
          </w:tcPr>
          <w:p w:rsidR="003A32F9" w:rsidRPr="00B84866" w:rsidRDefault="003A32F9" w:rsidP="00245C3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3A32F9" w:rsidRPr="00B84866" w:rsidRDefault="003A32F9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3A32F9" w:rsidRPr="00B84866" w:rsidRDefault="003A32F9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3A32F9" w:rsidRPr="00B84866" w:rsidRDefault="003A32F9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3A32F9" w:rsidRPr="00B84866" w:rsidRDefault="003A32F9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60" w:type="pct"/>
            <w:vMerge/>
            <w:tcMar>
              <w:left w:w="28" w:type="dxa"/>
              <w:right w:w="28" w:type="dxa"/>
            </w:tcMar>
          </w:tcPr>
          <w:p w:rsidR="003A32F9" w:rsidRPr="00B84866" w:rsidRDefault="003A32F9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2F9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3A32F9" w:rsidRPr="00B84866" w:rsidRDefault="003A32F9" w:rsidP="0031282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3.1.3</w:t>
            </w:r>
          </w:p>
        </w:tc>
        <w:tc>
          <w:tcPr>
            <w:tcW w:w="4685" w:type="pct"/>
            <w:gridSpan w:val="7"/>
            <w:tcMar>
              <w:left w:w="28" w:type="dxa"/>
              <w:right w:w="28" w:type="dxa"/>
            </w:tcMar>
          </w:tcPr>
          <w:p w:rsidR="003A32F9" w:rsidRPr="00B84866" w:rsidRDefault="003A32F9" w:rsidP="005F6F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рганизаци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 профессиональных конкурсов и </w:t>
            </w: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праздничных мероприятий</w:t>
            </w:r>
          </w:p>
        </w:tc>
      </w:tr>
      <w:tr w:rsidR="003A32F9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3A32F9" w:rsidRPr="00B84866" w:rsidRDefault="003A32F9" w:rsidP="004F7C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pct"/>
            <w:tcMar>
              <w:left w:w="28" w:type="dxa"/>
              <w:right w:w="28" w:type="dxa"/>
            </w:tcMar>
          </w:tcPr>
          <w:p w:rsidR="003A32F9" w:rsidRPr="00B84866" w:rsidRDefault="003A32F9" w:rsidP="00245C3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3A32F9" w:rsidRPr="00B84866" w:rsidRDefault="003A32F9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3A32F9" w:rsidRPr="00B84866" w:rsidRDefault="003A32F9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3A32F9" w:rsidRPr="00B84866" w:rsidRDefault="003A32F9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3A32F9" w:rsidRPr="00B84866" w:rsidRDefault="003A32F9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pct"/>
            <w:tcMar>
              <w:left w:w="28" w:type="dxa"/>
              <w:right w:w="28" w:type="dxa"/>
            </w:tcMar>
          </w:tcPr>
          <w:p w:rsidR="003A32F9" w:rsidRPr="00B84866" w:rsidRDefault="003A32F9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2F9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3A32F9" w:rsidRPr="00B84866" w:rsidRDefault="003A32F9" w:rsidP="004F7C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pct"/>
            <w:tcMar>
              <w:left w:w="28" w:type="dxa"/>
              <w:right w:w="28" w:type="dxa"/>
            </w:tcMar>
          </w:tcPr>
          <w:p w:rsidR="003A32F9" w:rsidRPr="00B84866" w:rsidRDefault="003A32F9" w:rsidP="00245C3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3A32F9" w:rsidRPr="00B84866" w:rsidRDefault="003A32F9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3A32F9" w:rsidRPr="00B84866" w:rsidRDefault="003A32F9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3A32F9" w:rsidRPr="00B84866" w:rsidRDefault="003A32F9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3A32F9" w:rsidRPr="00B84866" w:rsidRDefault="003A32F9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60" w:type="pct"/>
            <w:tcMar>
              <w:left w:w="28" w:type="dxa"/>
              <w:right w:w="28" w:type="dxa"/>
            </w:tcMar>
          </w:tcPr>
          <w:p w:rsidR="003A32F9" w:rsidRPr="00B84866" w:rsidRDefault="003A32F9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2F9" w:rsidRPr="00082541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3A32F9" w:rsidRPr="00082541" w:rsidRDefault="003A32F9" w:rsidP="004F7C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2541">
              <w:rPr>
                <w:rFonts w:ascii="Times New Roman" w:hAnsi="Times New Roman" w:cs="Times New Roman"/>
                <w:sz w:val="24"/>
                <w:szCs w:val="24"/>
              </w:rPr>
              <w:t>4.1.1</w:t>
            </w:r>
          </w:p>
        </w:tc>
        <w:tc>
          <w:tcPr>
            <w:tcW w:w="4685" w:type="pct"/>
            <w:gridSpan w:val="7"/>
            <w:tcMar>
              <w:left w:w="28" w:type="dxa"/>
              <w:right w:w="28" w:type="dxa"/>
            </w:tcMar>
          </w:tcPr>
          <w:p w:rsidR="003A32F9" w:rsidRPr="00082541" w:rsidRDefault="003A32F9" w:rsidP="00B5093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082541">
              <w:rPr>
                <w:rFonts w:ascii="Times New Roman" w:hAnsi="Times New Roman" w:cs="Times New Roman"/>
                <w:sz w:val="24"/>
                <w:szCs w:val="24"/>
              </w:rPr>
              <w:t>Реализация ведомственной целевой программы «Обеспечение требований комплексной  безопасности в муниципальных учреждениях образования и загородных оздоровительных центрах»</w:t>
            </w:r>
          </w:p>
        </w:tc>
      </w:tr>
      <w:tr w:rsidR="003A32F9" w:rsidRPr="00082541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3A32F9" w:rsidRPr="00082541" w:rsidRDefault="003A32F9" w:rsidP="004F7C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pct"/>
            <w:tcMar>
              <w:left w:w="28" w:type="dxa"/>
              <w:right w:w="28" w:type="dxa"/>
            </w:tcMar>
          </w:tcPr>
          <w:p w:rsidR="003A32F9" w:rsidRPr="00082541" w:rsidRDefault="003A32F9" w:rsidP="00245C3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082541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3A32F9" w:rsidRPr="00082541" w:rsidRDefault="003A32F9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3A32F9" w:rsidRPr="00082541" w:rsidRDefault="003A32F9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3A32F9" w:rsidRPr="00082541" w:rsidRDefault="003A32F9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3A32F9" w:rsidRPr="00082541" w:rsidRDefault="003A32F9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pct"/>
            <w:vMerge w:val="restart"/>
            <w:tcMar>
              <w:left w:w="28" w:type="dxa"/>
              <w:right w:w="28" w:type="dxa"/>
            </w:tcMar>
          </w:tcPr>
          <w:p w:rsidR="003A32F9" w:rsidRPr="00082541" w:rsidRDefault="003A32F9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2F9" w:rsidRPr="00082541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3A32F9" w:rsidRPr="00082541" w:rsidRDefault="003A32F9" w:rsidP="004F7C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pct"/>
            <w:tcMar>
              <w:left w:w="28" w:type="dxa"/>
              <w:right w:w="28" w:type="dxa"/>
            </w:tcMar>
          </w:tcPr>
          <w:p w:rsidR="003A32F9" w:rsidRPr="00082541" w:rsidRDefault="003A32F9" w:rsidP="00245C3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082541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3A32F9" w:rsidRPr="00082541" w:rsidRDefault="003A32F9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1%</w:t>
            </w: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3A32F9" w:rsidRPr="00082541" w:rsidRDefault="003A32F9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Pr="00082541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3A32F9" w:rsidRPr="00082541" w:rsidRDefault="003A32F9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082541">
              <w:rPr>
                <w:rFonts w:ascii="Times New Roman" w:hAnsi="Times New Roman" w:cs="Times New Roman"/>
                <w:sz w:val="24"/>
                <w:szCs w:val="24"/>
              </w:rPr>
              <w:t>0%</w:t>
            </w: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3A32F9" w:rsidRPr="00082541" w:rsidRDefault="003A32F9" w:rsidP="00FB4CB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082541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60" w:type="pct"/>
            <w:vMerge/>
            <w:tcMar>
              <w:left w:w="28" w:type="dxa"/>
              <w:right w:w="28" w:type="dxa"/>
            </w:tcMar>
          </w:tcPr>
          <w:p w:rsidR="003A32F9" w:rsidRPr="00082541" w:rsidRDefault="003A32F9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2F9" w:rsidRPr="00082541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3A32F9" w:rsidRPr="00082541" w:rsidRDefault="003A32F9" w:rsidP="004F7C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2541">
              <w:rPr>
                <w:rFonts w:ascii="Times New Roman" w:hAnsi="Times New Roman" w:cs="Times New Roman"/>
                <w:sz w:val="24"/>
                <w:szCs w:val="24"/>
              </w:rPr>
              <w:t>4.1.2</w:t>
            </w:r>
          </w:p>
        </w:tc>
        <w:tc>
          <w:tcPr>
            <w:tcW w:w="4685" w:type="pct"/>
            <w:gridSpan w:val="7"/>
            <w:tcMar>
              <w:left w:w="28" w:type="dxa"/>
              <w:right w:w="28" w:type="dxa"/>
            </w:tcMar>
          </w:tcPr>
          <w:p w:rsidR="003A32F9" w:rsidRPr="00082541" w:rsidRDefault="003A32F9" w:rsidP="00F302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2541"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Совершенствование материально-технической базы образовательных учреждений и загородных </w:t>
            </w:r>
            <w:r w:rsidRPr="007501FD">
              <w:rPr>
                <w:rFonts w:ascii="Times New Roman" w:hAnsi="Times New Roman" w:cs="Times New Roman"/>
                <w:sz w:val="24"/>
                <w:szCs w:val="24"/>
              </w:rPr>
              <w:t>оздоровительных центров (в т.ч. изготовление и проверка проектной и рабочей документации и осуществление строительного контроля)</w:t>
            </w:r>
          </w:p>
        </w:tc>
      </w:tr>
      <w:tr w:rsidR="003A32F9" w:rsidRPr="00082541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3A32F9" w:rsidRPr="00082541" w:rsidRDefault="003A32F9" w:rsidP="004F7C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pct"/>
            <w:tcMar>
              <w:left w:w="28" w:type="dxa"/>
              <w:right w:w="28" w:type="dxa"/>
            </w:tcMar>
          </w:tcPr>
          <w:p w:rsidR="003A32F9" w:rsidRPr="00082541" w:rsidRDefault="003A32F9" w:rsidP="00245C3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082541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3A32F9" w:rsidRPr="00082541" w:rsidRDefault="003A32F9" w:rsidP="00245C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3A32F9" w:rsidRPr="00082541" w:rsidRDefault="003A32F9" w:rsidP="00245C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3A32F9" w:rsidRPr="00082541" w:rsidRDefault="003A32F9" w:rsidP="00245C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3A32F9" w:rsidRPr="00082541" w:rsidRDefault="003A32F9" w:rsidP="00245C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pct"/>
            <w:vMerge w:val="restart"/>
            <w:tcMar>
              <w:left w:w="28" w:type="dxa"/>
              <w:right w:w="28" w:type="dxa"/>
            </w:tcMar>
          </w:tcPr>
          <w:p w:rsidR="003A32F9" w:rsidRPr="00082541" w:rsidRDefault="003A32F9" w:rsidP="00A87B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2F9" w:rsidRPr="00082541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3A32F9" w:rsidRPr="00082541" w:rsidRDefault="003A32F9" w:rsidP="004F7C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pct"/>
            <w:tcMar>
              <w:left w:w="28" w:type="dxa"/>
              <w:right w:w="28" w:type="dxa"/>
            </w:tcMar>
          </w:tcPr>
          <w:p w:rsidR="003A32F9" w:rsidRPr="00082541" w:rsidRDefault="003A32F9" w:rsidP="00245C3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082541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3A32F9" w:rsidRPr="00F85206" w:rsidRDefault="003A32F9" w:rsidP="00FB4C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5206">
              <w:rPr>
                <w:rFonts w:ascii="Times New Roman" w:hAnsi="Times New Roman" w:cs="Times New Roman"/>
                <w:sz w:val="24"/>
                <w:szCs w:val="24"/>
              </w:rPr>
              <w:t>5,5%</w:t>
            </w: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3A32F9" w:rsidRPr="00F85206" w:rsidRDefault="003A32F9" w:rsidP="00FB4C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5206">
              <w:rPr>
                <w:rFonts w:ascii="Times New Roman" w:hAnsi="Times New Roman" w:cs="Times New Roman"/>
                <w:sz w:val="24"/>
                <w:szCs w:val="24"/>
              </w:rPr>
              <w:t>10%</w:t>
            </w: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3A32F9" w:rsidRPr="00F85206" w:rsidRDefault="003A32F9" w:rsidP="00FB4C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5206">
              <w:rPr>
                <w:rFonts w:ascii="Times New Roman" w:hAnsi="Times New Roman" w:cs="Times New Roman"/>
                <w:sz w:val="24"/>
                <w:szCs w:val="24"/>
              </w:rPr>
              <w:t>70%</w:t>
            </w: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3A32F9" w:rsidRPr="00F85206" w:rsidRDefault="003A32F9" w:rsidP="00FB4C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5206">
              <w:rPr>
                <w:rFonts w:ascii="Times New Roman" w:hAnsi="Times New Roman" w:cs="Times New Roman"/>
                <w:sz w:val="24"/>
                <w:szCs w:val="24"/>
              </w:rPr>
              <w:t>14,5%</w:t>
            </w:r>
          </w:p>
        </w:tc>
        <w:tc>
          <w:tcPr>
            <w:tcW w:w="1460" w:type="pct"/>
            <w:vMerge/>
            <w:tcMar>
              <w:left w:w="28" w:type="dxa"/>
              <w:right w:w="28" w:type="dxa"/>
            </w:tcMar>
          </w:tcPr>
          <w:p w:rsidR="003A32F9" w:rsidRPr="00082541" w:rsidRDefault="003A32F9" w:rsidP="00245C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2F9" w:rsidRPr="00082541">
        <w:tc>
          <w:tcPr>
            <w:tcW w:w="315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3A32F9" w:rsidRPr="00C46379" w:rsidRDefault="003A32F9" w:rsidP="000063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4.3.4</w:t>
            </w:r>
          </w:p>
        </w:tc>
        <w:tc>
          <w:tcPr>
            <w:tcW w:w="4685" w:type="pct"/>
            <w:gridSpan w:val="7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</w:tcPr>
          <w:p w:rsidR="003A32F9" w:rsidRPr="00082541" w:rsidRDefault="003A32F9" w:rsidP="001C09C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02037D">
              <w:rPr>
                <w:rFonts w:ascii="Times New Roman" w:hAnsi="Times New Roman" w:cs="Times New Roman"/>
                <w:sz w:val="24"/>
                <w:szCs w:val="24"/>
              </w:rPr>
              <w:t>Разработка проектной и рабочей документации по объекту «Строительство общеобразовательной школы по 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Рассветной в г. </w:t>
            </w:r>
            <w:r w:rsidRPr="0002037D">
              <w:rPr>
                <w:rFonts w:ascii="Times New Roman" w:hAnsi="Times New Roman" w:cs="Times New Roman"/>
                <w:sz w:val="24"/>
                <w:szCs w:val="24"/>
              </w:rPr>
              <w:t>Калининграде»</w:t>
            </w:r>
          </w:p>
        </w:tc>
      </w:tr>
      <w:tr w:rsidR="003A32F9" w:rsidRPr="00082541">
        <w:tc>
          <w:tcPr>
            <w:tcW w:w="315" w:type="pct"/>
            <w:gridSpan w:val="2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3A32F9" w:rsidRPr="00C46379" w:rsidRDefault="003A32F9" w:rsidP="001C09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pct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</w:tcPr>
          <w:p w:rsidR="003A32F9" w:rsidRPr="00082541" w:rsidRDefault="003A32F9" w:rsidP="001C09C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082541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3A32F9" w:rsidRPr="00082541" w:rsidRDefault="003A32F9" w:rsidP="001C09C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3A32F9" w:rsidRPr="00082541" w:rsidRDefault="003A32F9" w:rsidP="001C09C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3A32F9" w:rsidRPr="00082541" w:rsidRDefault="003A32F9" w:rsidP="001C09C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3A32F9" w:rsidRDefault="003A32F9" w:rsidP="001C09C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pct"/>
            <w:tcMar>
              <w:left w:w="28" w:type="dxa"/>
              <w:right w:w="28" w:type="dxa"/>
            </w:tcMar>
          </w:tcPr>
          <w:p w:rsidR="003A32F9" w:rsidRPr="00082541" w:rsidRDefault="003A32F9" w:rsidP="00C463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2F9" w:rsidRPr="00082541">
        <w:tc>
          <w:tcPr>
            <w:tcW w:w="315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3A32F9" w:rsidRPr="00C46379" w:rsidRDefault="003A32F9" w:rsidP="001C09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pct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</w:tcPr>
          <w:p w:rsidR="003A32F9" w:rsidRPr="00082541" w:rsidRDefault="003A32F9" w:rsidP="001C09C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082541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3A32F9" w:rsidRPr="00082541" w:rsidRDefault="003A32F9" w:rsidP="001C09C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3A32F9" w:rsidRPr="00082541" w:rsidRDefault="003A32F9" w:rsidP="001C09C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3A32F9" w:rsidRPr="00082541" w:rsidRDefault="003A32F9" w:rsidP="001C09C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3A32F9" w:rsidRDefault="003A32F9" w:rsidP="001C09C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0" w:type="pct"/>
            <w:tcMar>
              <w:left w:w="28" w:type="dxa"/>
              <w:right w:w="28" w:type="dxa"/>
            </w:tcMar>
          </w:tcPr>
          <w:p w:rsidR="003A32F9" w:rsidRPr="00082541" w:rsidRDefault="003A32F9" w:rsidP="00C463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2F9" w:rsidRPr="00082541">
        <w:tc>
          <w:tcPr>
            <w:tcW w:w="315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3A32F9" w:rsidRPr="00C46379" w:rsidRDefault="003A32F9" w:rsidP="00C4637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4.3.5</w:t>
            </w:r>
          </w:p>
        </w:tc>
        <w:tc>
          <w:tcPr>
            <w:tcW w:w="4685" w:type="pct"/>
            <w:gridSpan w:val="7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</w:tcPr>
          <w:p w:rsidR="003A32F9" w:rsidRPr="00082541" w:rsidRDefault="003A32F9" w:rsidP="000063B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02037D">
              <w:rPr>
                <w:rFonts w:ascii="Times New Roman" w:hAnsi="Times New Roman" w:cs="Times New Roman"/>
                <w:sz w:val="24"/>
                <w:szCs w:val="24"/>
              </w:rPr>
              <w:t>Разработка проектной и рабочей документации по объекту «Строительство общеобразовательной школы по 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Артиллерийской в г. </w:t>
            </w:r>
            <w:r w:rsidRPr="0002037D">
              <w:rPr>
                <w:rFonts w:ascii="Times New Roman" w:hAnsi="Times New Roman" w:cs="Times New Roman"/>
                <w:sz w:val="24"/>
                <w:szCs w:val="24"/>
              </w:rPr>
              <w:t>Калининграде»</w:t>
            </w:r>
          </w:p>
        </w:tc>
      </w:tr>
      <w:tr w:rsidR="003A32F9" w:rsidRPr="00082541">
        <w:tc>
          <w:tcPr>
            <w:tcW w:w="315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3A32F9" w:rsidRPr="00C46379" w:rsidRDefault="003A32F9" w:rsidP="000203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pct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</w:tcPr>
          <w:p w:rsidR="003A32F9" w:rsidRPr="00082541" w:rsidRDefault="003A32F9" w:rsidP="0002037D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082541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3A32F9" w:rsidRPr="00082541" w:rsidRDefault="003A32F9" w:rsidP="0002037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3A32F9" w:rsidRPr="00082541" w:rsidRDefault="003A32F9" w:rsidP="0002037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3A32F9" w:rsidRPr="00082541" w:rsidRDefault="003A32F9" w:rsidP="0002037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3A32F9" w:rsidRDefault="003A32F9" w:rsidP="0002037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pct"/>
            <w:tcMar>
              <w:left w:w="28" w:type="dxa"/>
              <w:right w:w="28" w:type="dxa"/>
            </w:tcMar>
          </w:tcPr>
          <w:p w:rsidR="003A32F9" w:rsidRPr="00082541" w:rsidRDefault="003A32F9" w:rsidP="0002037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2F9" w:rsidRPr="00082541">
        <w:tc>
          <w:tcPr>
            <w:tcW w:w="315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3A32F9" w:rsidRPr="00C46379" w:rsidRDefault="003A32F9" w:rsidP="000203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pct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</w:tcPr>
          <w:p w:rsidR="003A32F9" w:rsidRPr="00082541" w:rsidRDefault="003A32F9" w:rsidP="0002037D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082541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3A32F9" w:rsidRPr="00082541" w:rsidRDefault="003A32F9" w:rsidP="0002037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3A32F9" w:rsidRPr="00082541" w:rsidRDefault="003A32F9" w:rsidP="0002037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3A32F9" w:rsidRPr="00082541" w:rsidRDefault="003A32F9" w:rsidP="0002037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3A32F9" w:rsidRDefault="003A32F9" w:rsidP="0002037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0" w:type="pct"/>
            <w:tcMar>
              <w:left w:w="28" w:type="dxa"/>
              <w:right w:w="28" w:type="dxa"/>
            </w:tcMar>
          </w:tcPr>
          <w:p w:rsidR="003A32F9" w:rsidRPr="00082541" w:rsidRDefault="003A32F9" w:rsidP="0002037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2F9" w:rsidRPr="00082541">
        <w:tc>
          <w:tcPr>
            <w:tcW w:w="315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3A32F9" w:rsidRPr="00C46379" w:rsidRDefault="003A32F9" w:rsidP="00C22A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6379">
              <w:rPr>
                <w:rFonts w:ascii="Times New Roman" w:hAnsi="Times New Roman" w:cs="Times New Roman"/>
                <w:sz w:val="24"/>
                <w:szCs w:val="24"/>
              </w:rPr>
              <w:t>4.3.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685" w:type="pct"/>
            <w:gridSpan w:val="7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</w:tcPr>
          <w:p w:rsidR="003A32F9" w:rsidRPr="00082541" w:rsidRDefault="003A32F9" w:rsidP="00A158AF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565317"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 корпусов начальной школы - детского сада муниципального автономного общеобразовательного учреждения города Калининграда гимназии № 22 по ул. Октябрьской в г. </w:t>
            </w:r>
            <w:r w:rsidRPr="00A763A1">
              <w:rPr>
                <w:rFonts w:ascii="Times New Roman" w:hAnsi="Times New Roman" w:cs="Times New Roman"/>
                <w:sz w:val="24"/>
                <w:szCs w:val="24"/>
              </w:rPr>
              <w:t>Калининграде (2 этап)</w:t>
            </w:r>
          </w:p>
        </w:tc>
      </w:tr>
      <w:tr w:rsidR="003A32F9" w:rsidRPr="00082541">
        <w:tc>
          <w:tcPr>
            <w:tcW w:w="315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3A32F9" w:rsidRPr="00C46379" w:rsidRDefault="003A32F9" w:rsidP="000203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pct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</w:tcPr>
          <w:p w:rsidR="003A32F9" w:rsidRPr="00082541" w:rsidRDefault="003A32F9" w:rsidP="008B2CBC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082541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3A32F9" w:rsidRPr="00082541" w:rsidRDefault="003A32F9" w:rsidP="008B2CB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3A32F9" w:rsidRPr="00082541" w:rsidRDefault="003A32F9" w:rsidP="008B2CB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3A32F9" w:rsidRPr="00082541" w:rsidRDefault="003A32F9" w:rsidP="008B2CB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3A32F9" w:rsidRPr="00082541" w:rsidRDefault="003A32F9" w:rsidP="008B2CB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pct"/>
            <w:tcMar>
              <w:left w:w="28" w:type="dxa"/>
              <w:right w:w="28" w:type="dxa"/>
            </w:tcMar>
          </w:tcPr>
          <w:p w:rsidR="003A32F9" w:rsidRPr="00082541" w:rsidRDefault="003A32F9" w:rsidP="008B2CB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объект, переходящий с 2015 г.</w:t>
            </w:r>
          </w:p>
        </w:tc>
      </w:tr>
      <w:tr w:rsidR="003A32F9" w:rsidRPr="00082541">
        <w:tc>
          <w:tcPr>
            <w:tcW w:w="315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3A32F9" w:rsidRPr="00C46379" w:rsidRDefault="003A32F9" w:rsidP="000203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pct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</w:tcPr>
          <w:p w:rsidR="003A32F9" w:rsidRPr="00082541" w:rsidRDefault="003A32F9" w:rsidP="008B2CBC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082541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3A32F9" w:rsidRPr="00082541" w:rsidRDefault="003A32F9" w:rsidP="008B2CB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3A32F9" w:rsidRPr="00082541" w:rsidRDefault="003A32F9" w:rsidP="008B2CB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3A32F9" w:rsidRPr="00082541" w:rsidRDefault="003A32F9" w:rsidP="008B2CB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3A32F9" w:rsidRPr="00082541" w:rsidRDefault="003A32F9" w:rsidP="008B2CB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0" w:type="pct"/>
            <w:tcMar>
              <w:left w:w="28" w:type="dxa"/>
              <w:right w:w="28" w:type="dxa"/>
            </w:tcMar>
          </w:tcPr>
          <w:p w:rsidR="003A32F9" w:rsidRPr="00082541" w:rsidRDefault="003A32F9" w:rsidP="008B2CB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2F9" w:rsidRPr="00082541">
        <w:tc>
          <w:tcPr>
            <w:tcW w:w="315" w:type="pct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3A32F9" w:rsidRPr="00C46379" w:rsidRDefault="003A32F9" w:rsidP="000203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6379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C463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85" w:type="pct"/>
            <w:gridSpan w:val="7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A32F9" w:rsidRPr="00B70C03" w:rsidRDefault="003A32F9" w:rsidP="000203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B70C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портивн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ый манеж в МАДОУ д/с</w:t>
            </w:r>
            <w:r w:rsidRPr="00B70C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№ 55 по ул. Нарвской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117</w:t>
            </w:r>
            <w:r w:rsidRPr="00B70C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в г. Калининграде</w:t>
            </w:r>
          </w:p>
        </w:tc>
      </w:tr>
      <w:tr w:rsidR="003A32F9" w:rsidRPr="00082541">
        <w:tc>
          <w:tcPr>
            <w:tcW w:w="315" w:type="pct"/>
            <w:gridSpan w:val="2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3A32F9" w:rsidRPr="00C46379" w:rsidRDefault="003A32F9" w:rsidP="000203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pct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</w:tcPr>
          <w:p w:rsidR="003A32F9" w:rsidRPr="00082541" w:rsidRDefault="003A32F9" w:rsidP="0002037D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082541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3A32F9" w:rsidRPr="00082541" w:rsidRDefault="003A32F9" w:rsidP="0002037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3A32F9" w:rsidRPr="00082541" w:rsidRDefault="003A32F9" w:rsidP="0002037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3A32F9" w:rsidRPr="00082541" w:rsidRDefault="003A32F9" w:rsidP="0002037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3A32F9" w:rsidRPr="00082541" w:rsidRDefault="003A32F9" w:rsidP="0002037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pct"/>
            <w:tcMar>
              <w:left w:w="28" w:type="dxa"/>
              <w:right w:w="28" w:type="dxa"/>
            </w:tcMar>
          </w:tcPr>
          <w:p w:rsidR="003A32F9" w:rsidRPr="00082541" w:rsidRDefault="003A32F9" w:rsidP="0002037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объект, переходящий с 2015 г.</w:t>
            </w:r>
          </w:p>
        </w:tc>
      </w:tr>
      <w:tr w:rsidR="003A32F9" w:rsidRPr="00082541">
        <w:tc>
          <w:tcPr>
            <w:tcW w:w="315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3A32F9" w:rsidRPr="00C46379" w:rsidRDefault="003A32F9" w:rsidP="000203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pct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</w:tcPr>
          <w:p w:rsidR="003A32F9" w:rsidRPr="00082541" w:rsidRDefault="003A32F9" w:rsidP="0002037D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082541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3A32F9" w:rsidRPr="00082541" w:rsidRDefault="003A32F9" w:rsidP="0002037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3A32F9" w:rsidRPr="00082541" w:rsidRDefault="003A32F9" w:rsidP="0002037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3A32F9" w:rsidRPr="00082541" w:rsidRDefault="003A32F9" w:rsidP="0002037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3A32F9" w:rsidRPr="00082541" w:rsidRDefault="003A32F9" w:rsidP="0002037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0" w:type="pct"/>
            <w:tcMar>
              <w:left w:w="28" w:type="dxa"/>
              <w:right w:w="28" w:type="dxa"/>
            </w:tcMar>
          </w:tcPr>
          <w:p w:rsidR="003A32F9" w:rsidRPr="00082541" w:rsidRDefault="003A32F9" w:rsidP="0002037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A32F9" w:rsidRPr="00082541" w:rsidRDefault="003A32F9">
      <w:pPr>
        <w:rPr>
          <w:sz w:val="24"/>
          <w:szCs w:val="24"/>
        </w:rPr>
      </w:pPr>
    </w:p>
    <w:sectPr w:rsidR="003A32F9" w:rsidRPr="00082541" w:rsidSect="00FA3AD0">
      <w:headerReference w:type="default" r:id="rId7"/>
      <w:pgSz w:w="16838" w:h="11906" w:orient="landscape"/>
      <w:pgMar w:top="426" w:right="1134" w:bottom="568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A32F9" w:rsidRDefault="003A32F9" w:rsidP="00CB7380">
      <w:pPr>
        <w:spacing w:after="0" w:line="240" w:lineRule="auto"/>
      </w:pPr>
      <w:r>
        <w:separator/>
      </w:r>
    </w:p>
  </w:endnote>
  <w:endnote w:type="continuationSeparator" w:id="0">
    <w:p w:rsidR="003A32F9" w:rsidRDefault="003A32F9" w:rsidP="00CB73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A32F9" w:rsidRDefault="003A32F9" w:rsidP="00CB7380">
      <w:pPr>
        <w:spacing w:after="0" w:line="240" w:lineRule="auto"/>
      </w:pPr>
      <w:r>
        <w:separator/>
      </w:r>
    </w:p>
  </w:footnote>
  <w:footnote w:type="continuationSeparator" w:id="0">
    <w:p w:rsidR="003A32F9" w:rsidRDefault="003A32F9" w:rsidP="00CB73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32F9" w:rsidRDefault="003A32F9">
    <w:pPr>
      <w:pStyle w:val="Header"/>
      <w:jc w:val="center"/>
    </w:pPr>
    <w:fldSimple w:instr="PAGE   \* MERGEFORMAT">
      <w:r>
        <w:rPr>
          <w:noProof/>
        </w:rPr>
        <w:t>4</w:t>
      </w:r>
    </w:fldSimple>
  </w:p>
  <w:p w:rsidR="003A32F9" w:rsidRDefault="003A32F9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322E616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>
    <w:nsid w:val="00000013"/>
    <w:multiLevelType w:val="multilevel"/>
    <w:tmpl w:val="00000013"/>
    <w:name w:val="WW8Num1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/>
      </w:rPr>
    </w:lvl>
  </w:abstractNum>
  <w:abstractNum w:abstractNumId="2">
    <w:nsid w:val="00A564F0"/>
    <w:multiLevelType w:val="hybridMultilevel"/>
    <w:tmpl w:val="3940DACC"/>
    <w:lvl w:ilvl="0" w:tplc="5C246CF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0F02731D"/>
    <w:multiLevelType w:val="hybridMultilevel"/>
    <w:tmpl w:val="EFE01930"/>
    <w:lvl w:ilvl="0" w:tplc="E75896CE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149431D3"/>
    <w:multiLevelType w:val="multilevel"/>
    <w:tmpl w:val="52E20BE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81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680" w:hanging="2160"/>
      </w:pPr>
      <w:rPr>
        <w:rFonts w:hint="default"/>
      </w:rPr>
    </w:lvl>
  </w:abstractNum>
  <w:abstractNum w:abstractNumId="5">
    <w:nsid w:val="1A66041C"/>
    <w:multiLevelType w:val="hybridMultilevel"/>
    <w:tmpl w:val="7328575A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2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64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8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80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45" w:hanging="360"/>
      </w:pPr>
      <w:rPr>
        <w:rFonts w:ascii="Wingdings" w:hAnsi="Wingdings" w:cs="Wingdings" w:hint="default"/>
      </w:rPr>
    </w:lvl>
  </w:abstractNum>
  <w:abstractNum w:abstractNumId="6">
    <w:nsid w:val="20F87DF6"/>
    <w:multiLevelType w:val="hybridMultilevel"/>
    <w:tmpl w:val="59768E72"/>
    <w:lvl w:ilvl="0" w:tplc="0419000D">
      <w:start w:val="1"/>
      <w:numFmt w:val="bullet"/>
      <w:lvlText w:val=""/>
      <w:lvlJc w:val="left"/>
      <w:pPr>
        <w:ind w:left="927" w:hanging="360"/>
      </w:pPr>
      <w:rPr>
        <w:rFonts w:ascii="Wingdings" w:hAnsi="Wingdings" w:cs="Wingdings"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255572BF"/>
    <w:multiLevelType w:val="hybridMultilevel"/>
    <w:tmpl w:val="C0949252"/>
    <w:lvl w:ilvl="0" w:tplc="E75896CE">
      <w:start w:val="1"/>
      <w:numFmt w:val="bullet"/>
      <w:lvlText w:val=""/>
      <w:lvlJc w:val="left"/>
      <w:pPr>
        <w:ind w:left="1333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05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73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93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21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933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53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7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93" w:hanging="360"/>
      </w:pPr>
      <w:rPr>
        <w:rFonts w:ascii="Wingdings" w:hAnsi="Wingdings" w:cs="Wingdings" w:hint="default"/>
      </w:rPr>
    </w:lvl>
  </w:abstractNum>
  <w:abstractNum w:abstractNumId="8">
    <w:nsid w:val="2B422F60"/>
    <w:multiLevelType w:val="hybridMultilevel"/>
    <w:tmpl w:val="8CC29698"/>
    <w:lvl w:ilvl="0" w:tplc="CEAC5402">
      <w:start w:val="1"/>
      <w:numFmt w:val="decimal"/>
      <w:lvlText w:val="%1."/>
      <w:lvlJc w:val="left"/>
      <w:pPr>
        <w:ind w:left="1070" w:hanging="360"/>
      </w:pPr>
      <w:rPr>
        <w:rFonts w:ascii="Times New Roman" w:hAnsi="Times New Roman" w:cs="Times New Roman"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33EC18DF"/>
    <w:multiLevelType w:val="hybridMultilevel"/>
    <w:tmpl w:val="C7E40756"/>
    <w:lvl w:ilvl="0" w:tplc="E75896CE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>
    <w:nsid w:val="36E36AF8"/>
    <w:multiLevelType w:val="hybridMultilevel"/>
    <w:tmpl w:val="F2AAEA46"/>
    <w:lvl w:ilvl="0" w:tplc="04190001">
      <w:start w:val="1"/>
      <w:numFmt w:val="bullet"/>
      <w:lvlText w:val=""/>
      <w:lvlJc w:val="left"/>
      <w:pPr>
        <w:ind w:left="1394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1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34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54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27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994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14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3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54" w:hanging="360"/>
      </w:pPr>
      <w:rPr>
        <w:rFonts w:ascii="Wingdings" w:hAnsi="Wingdings" w:cs="Wingdings" w:hint="default"/>
      </w:rPr>
    </w:lvl>
  </w:abstractNum>
  <w:abstractNum w:abstractNumId="11">
    <w:nsid w:val="38973126"/>
    <w:multiLevelType w:val="hybridMultilevel"/>
    <w:tmpl w:val="97FAD3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B741D05"/>
    <w:multiLevelType w:val="hybridMultilevel"/>
    <w:tmpl w:val="179E64CE"/>
    <w:lvl w:ilvl="0" w:tplc="E75896CE">
      <w:start w:val="1"/>
      <w:numFmt w:val="bullet"/>
      <w:lvlText w:val=""/>
      <w:lvlJc w:val="left"/>
      <w:pPr>
        <w:ind w:left="1394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1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34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54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27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994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14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3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54" w:hanging="360"/>
      </w:pPr>
      <w:rPr>
        <w:rFonts w:ascii="Wingdings" w:hAnsi="Wingdings" w:cs="Wingdings" w:hint="default"/>
      </w:rPr>
    </w:lvl>
  </w:abstractNum>
  <w:abstractNum w:abstractNumId="13">
    <w:nsid w:val="44F70AC6"/>
    <w:multiLevelType w:val="hybridMultilevel"/>
    <w:tmpl w:val="BBCCF210"/>
    <w:lvl w:ilvl="0" w:tplc="E75896CE">
      <w:start w:val="1"/>
      <w:numFmt w:val="bullet"/>
      <w:lvlText w:val=""/>
      <w:lvlJc w:val="left"/>
      <w:pPr>
        <w:ind w:left="1571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71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891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31" w:hanging="360"/>
      </w:pPr>
      <w:rPr>
        <w:rFonts w:ascii="Wingdings" w:hAnsi="Wingdings" w:cs="Wingdings" w:hint="default"/>
      </w:rPr>
    </w:lvl>
  </w:abstractNum>
  <w:abstractNum w:abstractNumId="14">
    <w:nsid w:val="45D135D3"/>
    <w:multiLevelType w:val="hybridMultilevel"/>
    <w:tmpl w:val="D772D83E"/>
    <w:lvl w:ilvl="0" w:tplc="80827FF2">
      <w:start w:val="3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97853F4"/>
    <w:multiLevelType w:val="hybridMultilevel"/>
    <w:tmpl w:val="FD14A7E2"/>
    <w:lvl w:ilvl="0" w:tplc="0419000D">
      <w:start w:val="1"/>
      <w:numFmt w:val="bullet"/>
      <w:lvlText w:val=""/>
      <w:lvlJc w:val="left"/>
      <w:pPr>
        <w:ind w:left="1571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71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891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31" w:hanging="360"/>
      </w:pPr>
      <w:rPr>
        <w:rFonts w:ascii="Wingdings" w:hAnsi="Wingdings" w:cs="Wingdings" w:hint="default"/>
      </w:rPr>
    </w:lvl>
  </w:abstractNum>
  <w:abstractNum w:abstractNumId="16">
    <w:nsid w:val="4C701E2B"/>
    <w:multiLevelType w:val="multilevel"/>
    <w:tmpl w:val="03E2386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7">
    <w:nsid w:val="531B75A4"/>
    <w:multiLevelType w:val="hybridMultilevel"/>
    <w:tmpl w:val="C60C6E36"/>
    <w:lvl w:ilvl="0" w:tplc="04190001">
      <w:start w:val="1"/>
      <w:numFmt w:val="bullet"/>
      <w:lvlText w:val=""/>
      <w:lvlJc w:val="left"/>
      <w:pPr>
        <w:ind w:left="165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37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9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81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53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25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97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69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410" w:hanging="360"/>
      </w:pPr>
      <w:rPr>
        <w:rFonts w:ascii="Wingdings" w:hAnsi="Wingdings" w:cs="Wingdings" w:hint="default"/>
      </w:rPr>
    </w:lvl>
  </w:abstractNum>
  <w:abstractNum w:abstractNumId="18">
    <w:nsid w:val="5BA04D8F"/>
    <w:multiLevelType w:val="hybridMultilevel"/>
    <w:tmpl w:val="100E523A"/>
    <w:lvl w:ilvl="0" w:tplc="46DCD7B6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9">
    <w:nsid w:val="6A2C6780"/>
    <w:multiLevelType w:val="hybridMultilevel"/>
    <w:tmpl w:val="FF5C2818"/>
    <w:lvl w:ilvl="0" w:tplc="8CB4770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4372148"/>
    <w:multiLevelType w:val="hybridMultilevel"/>
    <w:tmpl w:val="152CB6C8"/>
    <w:lvl w:ilvl="0" w:tplc="E75896CE">
      <w:start w:val="1"/>
      <w:numFmt w:val="bullet"/>
      <w:lvlText w:val=""/>
      <w:lvlJc w:val="left"/>
      <w:pPr>
        <w:ind w:left="7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9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1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40" w:hanging="360"/>
      </w:pPr>
      <w:rPr>
        <w:rFonts w:ascii="Wingdings" w:hAnsi="Wingdings" w:cs="Wingdings" w:hint="default"/>
      </w:rPr>
    </w:lvl>
  </w:abstractNum>
  <w:abstractNum w:abstractNumId="21">
    <w:nsid w:val="76753C23"/>
    <w:multiLevelType w:val="hybridMultilevel"/>
    <w:tmpl w:val="E0F0083E"/>
    <w:lvl w:ilvl="0" w:tplc="C1F8F35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22">
    <w:nsid w:val="77D276AF"/>
    <w:multiLevelType w:val="hybridMultilevel"/>
    <w:tmpl w:val="6810B9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8494E63"/>
    <w:multiLevelType w:val="hybridMultilevel"/>
    <w:tmpl w:val="295C1DAA"/>
    <w:lvl w:ilvl="0" w:tplc="684CADBA">
      <w:start w:val="1"/>
      <w:numFmt w:val="decimal"/>
      <w:lvlText w:val="%1."/>
      <w:lvlJc w:val="left"/>
      <w:pPr>
        <w:ind w:left="1429" w:hanging="360"/>
      </w:pPr>
      <w:rPr>
        <w:rFonts w:ascii="Times New Roman" w:eastAsia="Times New Roman" w:hAnsi="Times New Roman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24">
    <w:nsid w:val="78B7452A"/>
    <w:multiLevelType w:val="multilevel"/>
    <w:tmpl w:val="612E932E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1"/>
  </w:num>
  <w:num w:numId="5">
    <w:abstractNumId w:val="19"/>
  </w:num>
  <w:num w:numId="6">
    <w:abstractNumId w:val="14"/>
  </w:num>
  <w:num w:numId="7">
    <w:abstractNumId w:val="23"/>
  </w:num>
  <w:num w:numId="8">
    <w:abstractNumId w:val="18"/>
  </w:num>
  <w:num w:numId="9">
    <w:abstractNumId w:val="2"/>
  </w:num>
  <w:num w:numId="10">
    <w:abstractNumId w:val="6"/>
  </w:num>
  <w:num w:numId="11">
    <w:abstractNumId w:val="15"/>
  </w:num>
  <w:num w:numId="12">
    <w:abstractNumId w:val="17"/>
  </w:num>
  <w:num w:numId="13">
    <w:abstractNumId w:val="20"/>
  </w:num>
  <w:num w:numId="14">
    <w:abstractNumId w:val="13"/>
  </w:num>
  <w:num w:numId="15">
    <w:abstractNumId w:val="22"/>
  </w:num>
  <w:num w:numId="16">
    <w:abstractNumId w:val="3"/>
  </w:num>
  <w:num w:numId="17">
    <w:abstractNumId w:val="5"/>
  </w:num>
  <w:num w:numId="18">
    <w:abstractNumId w:val="21"/>
  </w:num>
  <w:num w:numId="19">
    <w:abstractNumId w:val="8"/>
  </w:num>
  <w:num w:numId="20">
    <w:abstractNumId w:val="24"/>
  </w:num>
  <w:num w:numId="21">
    <w:abstractNumId w:val="16"/>
  </w:num>
  <w:num w:numId="22">
    <w:abstractNumId w:val="4"/>
  </w:num>
  <w:num w:numId="23">
    <w:abstractNumId w:val="9"/>
  </w:num>
  <w:num w:numId="24">
    <w:abstractNumId w:val="1"/>
  </w:num>
  <w:num w:numId="25">
    <w:abstractNumId w:val="10"/>
  </w:num>
  <w:num w:numId="26">
    <w:abstractNumId w:val="12"/>
  </w:num>
  <w:num w:numId="27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A6070"/>
    <w:rsid w:val="00001D1E"/>
    <w:rsid w:val="0000432F"/>
    <w:rsid w:val="000063B1"/>
    <w:rsid w:val="00014262"/>
    <w:rsid w:val="0001732E"/>
    <w:rsid w:val="0002037D"/>
    <w:rsid w:val="000246C3"/>
    <w:rsid w:val="0002542F"/>
    <w:rsid w:val="00035C1A"/>
    <w:rsid w:val="000406CD"/>
    <w:rsid w:val="00042289"/>
    <w:rsid w:val="00043FE1"/>
    <w:rsid w:val="000448F6"/>
    <w:rsid w:val="00073DF4"/>
    <w:rsid w:val="000753B1"/>
    <w:rsid w:val="00082541"/>
    <w:rsid w:val="000852C1"/>
    <w:rsid w:val="000B3D4A"/>
    <w:rsid w:val="000B4212"/>
    <w:rsid w:val="000C0223"/>
    <w:rsid w:val="000C4200"/>
    <w:rsid w:val="000C6DEF"/>
    <w:rsid w:val="000F316B"/>
    <w:rsid w:val="000F3BAC"/>
    <w:rsid w:val="001312BC"/>
    <w:rsid w:val="001334AA"/>
    <w:rsid w:val="00140911"/>
    <w:rsid w:val="001427C2"/>
    <w:rsid w:val="00161CCF"/>
    <w:rsid w:val="00172FEA"/>
    <w:rsid w:val="00183060"/>
    <w:rsid w:val="0019065B"/>
    <w:rsid w:val="00192CF1"/>
    <w:rsid w:val="001A0FC4"/>
    <w:rsid w:val="001C09C9"/>
    <w:rsid w:val="001C1570"/>
    <w:rsid w:val="001E7E53"/>
    <w:rsid w:val="001F28B3"/>
    <w:rsid w:val="001F4312"/>
    <w:rsid w:val="00200EDF"/>
    <w:rsid w:val="0022761C"/>
    <w:rsid w:val="00245C3A"/>
    <w:rsid w:val="0024770D"/>
    <w:rsid w:val="00263FF0"/>
    <w:rsid w:val="00265030"/>
    <w:rsid w:val="00266F19"/>
    <w:rsid w:val="00285142"/>
    <w:rsid w:val="00297C57"/>
    <w:rsid w:val="002A6070"/>
    <w:rsid w:val="002A65F5"/>
    <w:rsid w:val="002F28A8"/>
    <w:rsid w:val="00312822"/>
    <w:rsid w:val="003648FF"/>
    <w:rsid w:val="00374822"/>
    <w:rsid w:val="0037570B"/>
    <w:rsid w:val="003A32F9"/>
    <w:rsid w:val="003A3C08"/>
    <w:rsid w:val="003A44E2"/>
    <w:rsid w:val="003A46B8"/>
    <w:rsid w:val="003A62F6"/>
    <w:rsid w:val="003A7967"/>
    <w:rsid w:val="003F3609"/>
    <w:rsid w:val="003F5891"/>
    <w:rsid w:val="00400E7B"/>
    <w:rsid w:val="0040235D"/>
    <w:rsid w:val="00452B17"/>
    <w:rsid w:val="00456340"/>
    <w:rsid w:val="00473C33"/>
    <w:rsid w:val="00475D3E"/>
    <w:rsid w:val="00476945"/>
    <w:rsid w:val="00491C25"/>
    <w:rsid w:val="004A39A2"/>
    <w:rsid w:val="004A7065"/>
    <w:rsid w:val="004B317B"/>
    <w:rsid w:val="004C05D9"/>
    <w:rsid w:val="004D3608"/>
    <w:rsid w:val="004F3FB2"/>
    <w:rsid w:val="004F7C80"/>
    <w:rsid w:val="00515EF5"/>
    <w:rsid w:val="00517CCB"/>
    <w:rsid w:val="005520B5"/>
    <w:rsid w:val="00552738"/>
    <w:rsid w:val="00556F6C"/>
    <w:rsid w:val="00557720"/>
    <w:rsid w:val="00565317"/>
    <w:rsid w:val="005A5096"/>
    <w:rsid w:val="005B1E65"/>
    <w:rsid w:val="005F6956"/>
    <w:rsid w:val="005F6F14"/>
    <w:rsid w:val="00614CB8"/>
    <w:rsid w:val="006154EC"/>
    <w:rsid w:val="00623A17"/>
    <w:rsid w:val="00623ADC"/>
    <w:rsid w:val="00635CD1"/>
    <w:rsid w:val="00641AC6"/>
    <w:rsid w:val="006510DB"/>
    <w:rsid w:val="006668CC"/>
    <w:rsid w:val="00670A7E"/>
    <w:rsid w:val="00673AA1"/>
    <w:rsid w:val="006907F2"/>
    <w:rsid w:val="006A4703"/>
    <w:rsid w:val="006C2BB0"/>
    <w:rsid w:val="006F2D66"/>
    <w:rsid w:val="007237BA"/>
    <w:rsid w:val="007338FC"/>
    <w:rsid w:val="00734740"/>
    <w:rsid w:val="007443A0"/>
    <w:rsid w:val="007501FD"/>
    <w:rsid w:val="007616F8"/>
    <w:rsid w:val="00763EA5"/>
    <w:rsid w:val="007643D6"/>
    <w:rsid w:val="00767CEA"/>
    <w:rsid w:val="00776DBE"/>
    <w:rsid w:val="00782916"/>
    <w:rsid w:val="00797386"/>
    <w:rsid w:val="007B3800"/>
    <w:rsid w:val="007B5841"/>
    <w:rsid w:val="007C4A59"/>
    <w:rsid w:val="007C775A"/>
    <w:rsid w:val="007E0FA4"/>
    <w:rsid w:val="00805682"/>
    <w:rsid w:val="008063B2"/>
    <w:rsid w:val="008202BD"/>
    <w:rsid w:val="00826A97"/>
    <w:rsid w:val="00830412"/>
    <w:rsid w:val="00857F55"/>
    <w:rsid w:val="00881170"/>
    <w:rsid w:val="00890FC8"/>
    <w:rsid w:val="00893459"/>
    <w:rsid w:val="0089347C"/>
    <w:rsid w:val="008A113D"/>
    <w:rsid w:val="008A67EF"/>
    <w:rsid w:val="008B2CBC"/>
    <w:rsid w:val="008D7D47"/>
    <w:rsid w:val="008E2D0F"/>
    <w:rsid w:val="00900284"/>
    <w:rsid w:val="009016F7"/>
    <w:rsid w:val="00907AC9"/>
    <w:rsid w:val="00913A89"/>
    <w:rsid w:val="00920876"/>
    <w:rsid w:val="0092533F"/>
    <w:rsid w:val="00936CFB"/>
    <w:rsid w:val="009500D4"/>
    <w:rsid w:val="00950726"/>
    <w:rsid w:val="00967BE7"/>
    <w:rsid w:val="00970511"/>
    <w:rsid w:val="00974030"/>
    <w:rsid w:val="009757D2"/>
    <w:rsid w:val="00992454"/>
    <w:rsid w:val="00993C67"/>
    <w:rsid w:val="00994681"/>
    <w:rsid w:val="009A2A9A"/>
    <w:rsid w:val="009B1FF9"/>
    <w:rsid w:val="009C0C4C"/>
    <w:rsid w:val="009D69DC"/>
    <w:rsid w:val="009D7D1C"/>
    <w:rsid w:val="009F2206"/>
    <w:rsid w:val="00A11B82"/>
    <w:rsid w:val="00A11CFD"/>
    <w:rsid w:val="00A158AF"/>
    <w:rsid w:val="00A206E6"/>
    <w:rsid w:val="00A54BA7"/>
    <w:rsid w:val="00A746E0"/>
    <w:rsid w:val="00A763A1"/>
    <w:rsid w:val="00A87B77"/>
    <w:rsid w:val="00AA7CE4"/>
    <w:rsid w:val="00AE4AE0"/>
    <w:rsid w:val="00AE6F4B"/>
    <w:rsid w:val="00AF3AEB"/>
    <w:rsid w:val="00B211C4"/>
    <w:rsid w:val="00B22C3E"/>
    <w:rsid w:val="00B237D1"/>
    <w:rsid w:val="00B260B8"/>
    <w:rsid w:val="00B50931"/>
    <w:rsid w:val="00B70C03"/>
    <w:rsid w:val="00B7609C"/>
    <w:rsid w:val="00B84866"/>
    <w:rsid w:val="00B90832"/>
    <w:rsid w:val="00BD7941"/>
    <w:rsid w:val="00BE3218"/>
    <w:rsid w:val="00BE438A"/>
    <w:rsid w:val="00BF546A"/>
    <w:rsid w:val="00BF7F1E"/>
    <w:rsid w:val="00C02372"/>
    <w:rsid w:val="00C030DA"/>
    <w:rsid w:val="00C050F7"/>
    <w:rsid w:val="00C21E0F"/>
    <w:rsid w:val="00C22A9A"/>
    <w:rsid w:val="00C40B4C"/>
    <w:rsid w:val="00C42CAF"/>
    <w:rsid w:val="00C43573"/>
    <w:rsid w:val="00C46379"/>
    <w:rsid w:val="00C53DD7"/>
    <w:rsid w:val="00C71F96"/>
    <w:rsid w:val="00C75137"/>
    <w:rsid w:val="00C94AB5"/>
    <w:rsid w:val="00CB7380"/>
    <w:rsid w:val="00CC76B5"/>
    <w:rsid w:val="00D05A01"/>
    <w:rsid w:val="00D11B5E"/>
    <w:rsid w:val="00D14676"/>
    <w:rsid w:val="00D25996"/>
    <w:rsid w:val="00D36A97"/>
    <w:rsid w:val="00D62E3B"/>
    <w:rsid w:val="00D6707E"/>
    <w:rsid w:val="00D94DE4"/>
    <w:rsid w:val="00D9701B"/>
    <w:rsid w:val="00DA38D9"/>
    <w:rsid w:val="00DB3934"/>
    <w:rsid w:val="00DD2F98"/>
    <w:rsid w:val="00DD7700"/>
    <w:rsid w:val="00E015F0"/>
    <w:rsid w:val="00E10B69"/>
    <w:rsid w:val="00E14A91"/>
    <w:rsid w:val="00E15183"/>
    <w:rsid w:val="00E16961"/>
    <w:rsid w:val="00E47503"/>
    <w:rsid w:val="00E737ED"/>
    <w:rsid w:val="00E758EA"/>
    <w:rsid w:val="00E8076A"/>
    <w:rsid w:val="00E80D00"/>
    <w:rsid w:val="00E93579"/>
    <w:rsid w:val="00EA4156"/>
    <w:rsid w:val="00EB6316"/>
    <w:rsid w:val="00ED0263"/>
    <w:rsid w:val="00EF2A0A"/>
    <w:rsid w:val="00F06D5A"/>
    <w:rsid w:val="00F202EF"/>
    <w:rsid w:val="00F22795"/>
    <w:rsid w:val="00F302AE"/>
    <w:rsid w:val="00F63AE5"/>
    <w:rsid w:val="00F63FD1"/>
    <w:rsid w:val="00F7011E"/>
    <w:rsid w:val="00F84793"/>
    <w:rsid w:val="00F85206"/>
    <w:rsid w:val="00FA391C"/>
    <w:rsid w:val="00FA3AD0"/>
    <w:rsid w:val="00FB4CBB"/>
    <w:rsid w:val="00FC556C"/>
    <w:rsid w:val="00FD71B5"/>
    <w:rsid w:val="00FD7B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6070"/>
    <w:pPr>
      <w:spacing w:after="200" w:line="276" w:lineRule="auto"/>
    </w:pPr>
    <w:rPr>
      <w:rFonts w:cs="Calibri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2A6070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2A6070"/>
    <w:rPr>
      <w:rFonts w:ascii="Times New Roman" w:hAnsi="Times New Roman" w:cs="Times New Roman"/>
      <w:sz w:val="28"/>
      <w:szCs w:val="28"/>
      <w:lang w:eastAsia="ru-RU"/>
    </w:rPr>
  </w:style>
  <w:style w:type="paragraph" w:customStyle="1" w:styleId="ConsPlusCell">
    <w:name w:val="ConsPlusCell"/>
    <w:uiPriority w:val="99"/>
    <w:rsid w:val="002A6070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2A607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rmal">
    <w:name w:val="ConsPlusNormal"/>
    <w:uiPriority w:val="99"/>
    <w:rsid w:val="002A6070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BodyText">
    <w:name w:val="Body Text"/>
    <w:basedOn w:val="Normal"/>
    <w:link w:val="BodyTextChar"/>
    <w:uiPriority w:val="99"/>
    <w:rsid w:val="002A6070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2A6070"/>
    <w:rPr>
      <w:rFonts w:ascii="Times New Roman" w:hAnsi="Times New Roman" w:cs="Times New Roman"/>
      <w:sz w:val="28"/>
      <w:szCs w:val="28"/>
      <w:lang w:eastAsia="ru-RU"/>
    </w:rPr>
  </w:style>
  <w:style w:type="paragraph" w:customStyle="1" w:styleId="ConsPlusTitle">
    <w:name w:val="ConsPlusTitle"/>
    <w:uiPriority w:val="99"/>
    <w:rsid w:val="002A6070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text3cl">
    <w:name w:val="text3cl"/>
    <w:basedOn w:val="Normal"/>
    <w:uiPriority w:val="99"/>
    <w:rsid w:val="002A6070"/>
    <w:pPr>
      <w:spacing w:before="144" w:after="288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ListParagraph">
    <w:name w:val="List Paragraph"/>
    <w:basedOn w:val="Normal"/>
    <w:uiPriority w:val="99"/>
    <w:qFormat/>
    <w:rsid w:val="002A6070"/>
    <w:pPr>
      <w:ind w:left="720"/>
    </w:pPr>
    <w:rPr>
      <w:rFonts w:eastAsia="Times New Roman"/>
      <w:lang w:eastAsia="ru-RU"/>
    </w:rPr>
  </w:style>
  <w:style w:type="paragraph" w:customStyle="1" w:styleId="1">
    <w:name w:val="Абзац списка1"/>
    <w:basedOn w:val="Normal"/>
    <w:uiPriority w:val="99"/>
    <w:rsid w:val="002A6070"/>
    <w:pPr>
      <w:ind w:left="720"/>
    </w:pPr>
    <w:rPr>
      <w:rFonts w:eastAsia="Times New Roman"/>
      <w:lang w:val="en-US"/>
    </w:rPr>
  </w:style>
  <w:style w:type="character" w:customStyle="1" w:styleId="111">
    <w:name w:val="Основной текст + 111"/>
    <w:aliases w:val="5 pt1"/>
    <w:uiPriority w:val="99"/>
    <w:rsid w:val="002A6070"/>
    <w:rPr>
      <w:rFonts w:ascii="Times New Roman" w:hAnsi="Times New Roman" w:cs="Times New Roman"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paragraph" w:customStyle="1" w:styleId="Style4">
    <w:name w:val="Style4"/>
    <w:basedOn w:val="Normal"/>
    <w:uiPriority w:val="99"/>
    <w:rsid w:val="002A6070"/>
    <w:pPr>
      <w:widowControl w:val="0"/>
      <w:autoSpaceDE w:val="0"/>
      <w:autoSpaceDN w:val="0"/>
      <w:adjustRightInd w:val="0"/>
      <w:spacing w:after="0" w:line="323" w:lineRule="exact"/>
      <w:ind w:firstLine="715"/>
      <w:jc w:val="both"/>
    </w:pPr>
    <w:rPr>
      <w:sz w:val="24"/>
      <w:szCs w:val="24"/>
      <w:lang w:eastAsia="ru-RU"/>
    </w:rPr>
  </w:style>
  <w:style w:type="character" w:customStyle="1" w:styleId="FontStyle12">
    <w:name w:val="Font Style12"/>
    <w:uiPriority w:val="99"/>
    <w:rsid w:val="002A6070"/>
    <w:rPr>
      <w:rFonts w:ascii="Times New Roman" w:hAnsi="Times New Roman" w:cs="Times New Roman"/>
      <w:sz w:val="26"/>
      <w:szCs w:val="26"/>
    </w:rPr>
  </w:style>
  <w:style w:type="paragraph" w:customStyle="1" w:styleId="2">
    <w:name w:val="Знак2"/>
    <w:basedOn w:val="Normal"/>
    <w:uiPriority w:val="99"/>
    <w:rsid w:val="002A6070"/>
    <w:pPr>
      <w:spacing w:after="160" w:line="240" w:lineRule="exact"/>
    </w:pPr>
    <w:rPr>
      <w:noProof/>
      <w:sz w:val="20"/>
      <w:szCs w:val="20"/>
      <w:lang w:eastAsia="ru-RU"/>
    </w:rPr>
  </w:style>
  <w:style w:type="paragraph" w:customStyle="1" w:styleId="10">
    <w:name w:val="Знак1"/>
    <w:basedOn w:val="Normal"/>
    <w:uiPriority w:val="99"/>
    <w:rsid w:val="002A6070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">
    <w:name w:val="Знак Знак Знак Знак"/>
    <w:basedOn w:val="Normal"/>
    <w:uiPriority w:val="99"/>
    <w:rsid w:val="002A6070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FontStyle20">
    <w:name w:val="Font Style20"/>
    <w:uiPriority w:val="99"/>
    <w:rsid w:val="002A6070"/>
    <w:rPr>
      <w:rFonts w:ascii="Times New Roman" w:hAnsi="Times New Roman" w:cs="Times New Roman"/>
      <w:b/>
      <w:bCs/>
      <w:color w:val="000000"/>
      <w:sz w:val="26"/>
      <w:szCs w:val="26"/>
    </w:rPr>
  </w:style>
  <w:style w:type="paragraph" w:customStyle="1" w:styleId="Default">
    <w:name w:val="Default"/>
    <w:uiPriority w:val="99"/>
    <w:rsid w:val="002A6070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table" w:styleId="TableGrid">
    <w:name w:val="Table Grid"/>
    <w:basedOn w:val="TableNormal"/>
    <w:uiPriority w:val="99"/>
    <w:rsid w:val="002A6070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Indent">
    <w:name w:val="Body Text Indent"/>
    <w:basedOn w:val="Normal"/>
    <w:link w:val="BodyTextIndentChar"/>
    <w:uiPriority w:val="99"/>
    <w:semiHidden/>
    <w:rsid w:val="002A6070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2A6070"/>
    <w:rPr>
      <w:rFonts w:ascii="Calibri" w:eastAsia="Times New Roman" w:hAnsi="Calibri" w:cs="Calibri"/>
    </w:rPr>
  </w:style>
  <w:style w:type="paragraph" w:styleId="NoSpacing">
    <w:name w:val="No Spacing"/>
    <w:link w:val="NoSpacingChar"/>
    <w:uiPriority w:val="99"/>
    <w:qFormat/>
    <w:rsid w:val="002A6070"/>
    <w:pPr>
      <w:spacing w:after="160" w:line="259" w:lineRule="auto"/>
    </w:pPr>
    <w:rPr>
      <w:rFonts w:cs="Calibri"/>
    </w:rPr>
  </w:style>
  <w:style w:type="character" w:customStyle="1" w:styleId="NoSpacingChar">
    <w:name w:val="No Spacing Char"/>
    <w:link w:val="NoSpacing"/>
    <w:uiPriority w:val="99"/>
    <w:locked/>
    <w:rsid w:val="002A6070"/>
    <w:rPr>
      <w:rFonts w:ascii="Calibri" w:eastAsia="Times New Roman" w:hAnsi="Calibri" w:cs="Calibri"/>
      <w:sz w:val="22"/>
      <w:szCs w:val="22"/>
      <w:lang w:eastAsia="ru-RU"/>
    </w:rPr>
  </w:style>
  <w:style w:type="paragraph" w:styleId="NormalWeb">
    <w:name w:val="Normal (Web)"/>
    <w:basedOn w:val="Normal"/>
    <w:uiPriority w:val="99"/>
    <w:rsid w:val="002A60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uiPriority w:val="99"/>
    <w:rsid w:val="002A6070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szCs w:val="20"/>
    </w:rPr>
  </w:style>
  <w:style w:type="character" w:customStyle="1" w:styleId="text">
    <w:name w:val="text"/>
    <w:basedOn w:val="DefaultParagraphFont"/>
    <w:uiPriority w:val="99"/>
    <w:rsid w:val="002A6070"/>
  </w:style>
  <w:style w:type="paragraph" w:styleId="Caption">
    <w:name w:val="caption"/>
    <w:basedOn w:val="Normal"/>
    <w:next w:val="Normal"/>
    <w:uiPriority w:val="99"/>
    <w:qFormat/>
    <w:rsid w:val="002A6070"/>
    <w:pPr>
      <w:spacing w:line="240" w:lineRule="auto"/>
    </w:pPr>
    <w:rPr>
      <w:rFonts w:eastAsia="Times New Roman"/>
      <w:b/>
      <w:bCs/>
      <w:color w:val="4F81BD"/>
      <w:sz w:val="18"/>
      <w:szCs w:val="18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2A60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A6070"/>
    <w:rPr>
      <w:rFonts w:ascii="Tahoma" w:eastAsia="Times New Roman" w:hAnsi="Tahoma" w:cs="Tahoma"/>
      <w:sz w:val="16"/>
      <w:szCs w:val="16"/>
    </w:rPr>
  </w:style>
  <w:style w:type="paragraph" w:customStyle="1" w:styleId="Iaey">
    <w:name w:val="Ia?ey"/>
    <w:basedOn w:val="Normal"/>
    <w:uiPriority w:val="99"/>
    <w:rsid w:val="002A6070"/>
    <w:pPr>
      <w:overflowPunct w:val="0"/>
      <w:autoSpaceDE w:val="0"/>
      <w:autoSpaceDN w:val="0"/>
      <w:adjustRightInd w:val="0"/>
      <w:spacing w:after="0" w:line="240" w:lineRule="auto"/>
      <w:ind w:firstLine="567"/>
      <w:jc w:val="both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c1">
    <w:name w:val="c1"/>
    <w:basedOn w:val="DefaultParagraphFont"/>
    <w:uiPriority w:val="99"/>
    <w:rsid w:val="002A6070"/>
  </w:style>
  <w:style w:type="paragraph" w:styleId="ListBullet">
    <w:name w:val="List Bullet"/>
    <w:basedOn w:val="Normal"/>
    <w:uiPriority w:val="99"/>
    <w:rsid w:val="002A6070"/>
    <w:pPr>
      <w:tabs>
        <w:tab w:val="num" w:pos="360"/>
      </w:tabs>
      <w:spacing w:after="0" w:line="240" w:lineRule="auto"/>
      <w:ind w:left="360" w:hanging="36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MediumGrid1-Accent6">
    <w:name w:val="Medium Grid 1 Accent 6"/>
    <w:basedOn w:val="TableNormal"/>
    <w:uiPriority w:val="99"/>
    <w:rsid w:val="002A6070"/>
    <w:pPr>
      <w:ind w:firstLine="709"/>
      <w:jc w:val="both"/>
    </w:pPr>
    <w:rPr>
      <w:rFonts w:cs="Calibri"/>
      <w:sz w:val="20"/>
      <w:szCs w:val="20"/>
    </w:rPr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paragraph" w:styleId="Header">
    <w:name w:val="header"/>
    <w:basedOn w:val="Normal"/>
    <w:link w:val="HeaderChar"/>
    <w:uiPriority w:val="99"/>
    <w:rsid w:val="002A60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2A6070"/>
    <w:rPr>
      <w:rFonts w:ascii="Calibri" w:eastAsia="Times New Roman" w:hAnsi="Calibri" w:cs="Calibri"/>
    </w:rPr>
  </w:style>
  <w:style w:type="paragraph" w:styleId="Footer">
    <w:name w:val="footer"/>
    <w:basedOn w:val="Normal"/>
    <w:link w:val="FooterChar"/>
    <w:uiPriority w:val="99"/>
    <w:semiHidden/>
    <w:rsid w:val="002A60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2A6070"/>
    <w:rPr>
      <w:rFonts w:ascii="Calibri" w:eastAsia="Times New Roman" w:hAnsi="Calibri" w:cs="Calibri"/>
    </w:rPr>
  </w:style>
  <w:style w:type="paragraph" w:customStyle="1" w:styleId="4">
    <w:name w:val="Знак Знак Знак Знак4"/>
    <w:basedOn w:val="Normal"/>
    <w:uiPriority w:val="99"/>
    <w:rsid w:val="002A6070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3">
    <w:name w:val="Знак Знак Знак Знак3"/>
    <w:basedOn w:val="Normal"/>
    <w:uiPriority w:val="99"/>
    <w:rsid w:val="002A6070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DocumentMap">
    <w:name w:val="Document Map"/>
    <w:basedOn w:val="Normal"/>
    <w:link w:val="DocumentMapChar"/>
    <w:uiPriority w:val="99"/>
    <w:semiHidden/>
    <w:rsid w:val="002A60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2A6070"/>
    <w:rPr>
      <w:rFonts w:ascii="Tahoma" w:eastAsia="Times New Roman" w:hAnsi="Tahoma" w:cs="Tahoma"/>
      <w:sz w:val="16"/>
      <w:szCs w:val="16"/>
    </w:rPr>
  </w:style>
  <w:style w:type="paragraph" w:customStyle="1" w:styleId="20">
    <w:name w:val="Знак Знак Знак Знак2"/>
    <w:basedOn w:val="Normal"/>
    <w:uiPriority w:val="99"/>
    <w:rsid w:val="002A6070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1">
    <w:name w:val="Знак Знак Знак Знак1"/>
    <w:basedOn w:val="Normal"/>
    <w:uiPriority w:val="99"/>
    <w:rsid w:val="002A6070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CommentText">
    <w:name w:val="annotation text"/>
    <w:basedOn w:val="Normal"/>
    <w:link w:val="CommentTextChar"/>
    <w:uiPriority w:val="99"/>
    <w:semiHidden/>
    <w:rsid w:val="002A607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2A6070"/>
    <w:rPr>
      <w:rFonts w:ascii="Calibri" w:eastAsia="Times New Roman" w:hAnsi="Calibri" w:cs="Calibr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2A607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2A6070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46200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6200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620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6200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6200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6200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6200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4</Pages>
  <Words>999</Words>
  <Characters>5700</Characters>
  <Application>Microsoft Office Outlook</Application>
  <DocSecurity>0</DocSecurity>
  <Lines>0</Lines>
  <Paragraphs>0</Paragraphs>
  <ScaleCrop>false</ScaleCrop>
  <Company>Krokoz™ Inc.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Наташа</cp:lastModifiedBy>
  <cp:revision>8</cp:revision>
  <cp:lastPrinted>2016-05-27T06:27:00Z</cp:lastPrinted>
  <dcterms:created xsi:type="dcterms:W3CDTF">2016-07-04T07:31:00Z</dcterms:created>
  <dcterms:modified xsi:type="dcterms:W3CDTF">2016-07-27T09:33:00Z</dcterms:modified>
</cp:coreProperties>
</file>